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9848850</wp:posOffset>
            </wp:positionV>
            <wp:extent cx="7559675" cy="10786745"/>
            <wp:effectExtent l="0" t="0" r="3175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78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EBB74F"/>
          <w:sz w:val="7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404495</wp:posOffset>
                </wp:positionH>
                <wp:positionV relativeFrom="paragraph">
                  <wp:posOffset>5640705</wp:posOffset>
                </wp:positionV>
                <wp:extent cx="4459605" cy="0"/>
                <wp:effectExtent l="0" t="0" r="0" b="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960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0CB7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.85pt;margin-top:444.15pt;height:0pt;width:351.15pt;z-index:251668480;mso-width-relative:page;mso-height-relative:page;" filled="f" stroked="t" coordsize="21600,21600" o:gfxdata="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3jBmI&#10;1gAAAAoBAAAPAAAAAAAAAAEAIAAAACIAAABkcnMvZG93bnJldi54bWxQSwECFAAUAAAACACHTuJA&#10;ujh6nuoBAAC0AwAADgAAAAAAAAABACAAAAAlAQAAZHJzL2Uyb0RvYy54bWxQSwUGAAAAAAYABgBZ&#10;AQAAgQUAAAAA&#10;">
                <v:fill on="f" focussize="0,0"/>
                <v:stroke weight="1pt" color="#F0CB7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EBB74F"/>
          <w:sz w:val="7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1411605</wp:posOffset>
                </wp:positionH>
                <wp:positionV relativeFrom="paragraph">
                  <wp:posOffset>5706110</wp:posOffset>
                </wp:positionV>
                <wp:extent cx="4737735" cy="356235"/>
                <wp:effectExtent l="0" t="0" r="0" b="571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7735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微软雅黑" w:hAnsi="微软雅黑" w:eastAsia="微软雅黑" w:cs="微软雅黑"/>
                                <w:color w:val="F0CB7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0CB7A"/>
                                <w:sz w:val="28"/>
                                <w:szCs w:val="28"/>
                              </w:rPr>
                              <w:t>晚会时间：2019年9月13号  晚上20:00-22:00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1.15pt;margin-top:449.3pt;height:28.05pt;width:373.05pt;mso-position-horizontal-relative:page;z-index:251666432;mso-width-relative:page;mso-height-relative:page;" filled="f" stroked="f" coordsize="21600,21600" o:gfxdata="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3ZsQU3QAAAAsBAAAPAAAAAAAAAAEAIAAAACIAAABk&#10;cnMvZG93bnJldi54bWxQSwECFAAUAAAACACHTuJA8dSrazoCAABoBAAADgAAAAAAAAABACAAAAAs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ascii="微软雅黑" w:hAnsi="微软雅黑" w:eastAsia="微软雅黑" w:cs="微软雅黑"/>
                          <w:color w:val="F0CB7A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sz w:val="28"/>
                          <w:szCs w:val="28"/>
                        </w:rPr>
                        <w:t>晚会时间：2019年9月13号  晚上20:00-22:00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EBB74F"/>
          <w:sz w:val="7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212725</wp:posOffset>
                </wp:positionH>
                <wp:positionV relativeFrom="paragraph">
                  <wp:posOffset>4253230</wp:posOffset>
                </wp:positionV>
                <wp:extent cx="4850765" cy="99758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0765" cy="997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ascii="华文隶书" w:hAnsi="华文隶书" w:eastAsia="华文隶书" w:cs="华文隶书"/>
                                <w:color w:val="F0CB7A"/>
                                <w:sz w:val="104"/>
                                <w:szCs w:val="104"/>
                              </w:rPr>
                            </w:pPr>
                            <w:r>
                              <w:rPr>
                                <w:rFonts w:hint="eastAsia" w:ascii="华文隶书" w:hAnsi="华文隶书" w:eastAsia="华文隶书" w:cs="华文隶书"/>
                                <w:color w:val="F0CB7A"/>
                                <w:sz w:val="104"/>
                                <w:szCs w:val="104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 w:ascii="华文隶书" w:hAnsi="华文隶书" w:eastAsia="华文隶书" w:cs="华文隶书"/>
                                <w:color w:val="F0CB7A"/>
                                <w:sz w:val="104"/>
                                <w:szCs w:val="104"/>
                              </w:rPr>
                              <w:t>晚会节目单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.75pt;margin-top:334.9pt;height:78.55pt;width:381.95pt;z-index:251665408;mso-width-relative:page;mso-height-relative:page;" filled="f" stroked="f" coordsize="21600,21600" o:gfxdata="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fblU73AAAAAoBAAAPAAAAAAAAAAEAIAAAACIAAABk&#10;cnMvZG93bnJldi54bWxQSwECFAAUAAAACACHTuJAdqItMDsCAABmBAAADgAAAAAAAAABACAAAAAr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ascii="华文隶书" w:hAnsi="华文隶书" w:eastAsia="华文隶书" w:cs="华文隶书"/>
                          <w:color w:val="F0CB7A"/>
                          <w:sz w:val="104"/>
                          <w:szCs w:val="104"/>
                        </w:rPr>
                      </w:pPr>
                      <w:r>
                        <w:rPr>
                          <w:rFonts w:hint="eastAsia" w:ascii="华文隶书" w:hAnsi="华文隶书" w:eastAsia="华文隶书" w:cs="华文隶书"/>
                          <w:color w:val="F0CB7A"/>
                          <w:sz w:val="104"/>
                          <w:szCs w:val="104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 w:ascii="华文隶书" w:hAnsi="华文隶书" w:eastAsia="华文隶书" w:cs="华文隶书"/>
                          <w:color w:val="F0CB7A"/>
                          <w:sz w:val="104"/>
                          <w:szCs w:val="104"/>
                        </w:rPr>
                        <w:t>晚会节目单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EBB74F"/>
          <w:sz w:val="7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248920</wp:posOffset>
                </wp:positionH>
                <wp:positionV relativeFrom="paragraph">
                  <wp:posOffset>4929505</wp:posOffset>
                </wp:positionV>
                <wp:extent cx="4771390" cy="56197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1390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ascii="华文隶书" w:hAnsi="华文隶书" w:eastAsia="华文隶书" w:cs="华文隶书"/>
                                <w:b/>
                                <w:bCs/>
                                <w:color w:val="F0CB7A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 w:ascii="华文隶书" w:hAnsi="华文隶书" w:eastAsia="华文隶书" w:cs="华文隶书"/>
                                <w:b/>
                                <w:bCs/>
                                <w:color w:val="F0CB7A"/>
                                <w:sz w:val="48"/>
                                <w:szCs w:val="48"/>
                              </w:rPr>
                              <w:t>Mid Autumn Festival Gala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.6pt;margin-top:388.15pt;height:44.25pt;width:375.7pt;z-index:251660288;mso-width-relative:page;mso-height-relative:page;" filled="f" stroked="f" coordsize="21600,21600" o:gfxdata="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peZriNwAAAAKAQAADwAAAAAAAAABACAAAAAiAAAA&#10;ZHJzL2Rvd25yZXYueG1sUEsBAhQAFAAAAAgAh07iQGZwLAc8AgAAZg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ascii="华文隶书" w:hAnsi="华文隶书" w:eastAsia="华文隶书" w:cs="华文隶书"/>
                          <w:b/>
                          <w:bCs/>
                          <w:color w:val="F0CB7A"/>
                          <w:sz w:val="48"/>
                          <w:szCs w:val="48"/>
                        </w:rPr>
                      </w:pPr>
                      <w:r>
                        <w:rPr>
                          <w:rFonts w:hint="eastAsia" w:ascii="华文隶书" w:hAnsi="华文隶书" w:eastAsia="华文隶书" w:cs="华文隶书"/>
                          <w:b/>
                          <w:bCs/>
                          <w:color w:val="F0CB7A"/>
                          <w:sz w:val="48"/>
                          <w:szCs w:val="48"/>
                        </w:rPr>
                        <w:t>Mid Autumn Festival Gala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-1142365</wp:posOffset>
            </wp:positionH>
            <wp:positionV relativeFrom="paragraph">
              <wp:posOffset>-959485</wp:posOffset>
            </wp:positionV>
            <wp:extent cx="7555865" cy="10781030"/>
            <wp:effectExtent l="0" t="0" r="6985" b="127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5865" cy="10781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>
      <w:pPr>
        <w:rPr>
          <w:rFonts w:ascii="华文中宋" w:hAnsi="华文中宋" w:eastAsia="华文中宋" w:cs="华文中宋"/>
          <w:b/>
          <w:bCs/>
          <w:color w:val="47835F"/>
          <w:sz w:val="72"/>
          <w:szCs w:val="144"/>
        </w:rPr>
      </w:pPr>
      <w:r>
        <w:rPr>
          <w:sz w:val="7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1055370</wp:posOffset>
                </wp:positionH>
                <wp:positionV relativeFrom="paragraph">
                  <wp:posOffset>233680</wp:posOffset>
                </wp:positionV>
                <wp:extent cx="3164205" cy="99758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4205" cy="997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400" w:lineRule="exact"/>
                              <w:jc w:val="distribute"/>
                              <w:rPr>
                                <w:rFonts w:ascii="华文隶书" w:hAnsi="华文隶书" w:eastAsia="华文隶书" w:cs="华文隶书"/>
                                <w:color w:val="F0CB7A"/>
                                <w:sz w:val="130"/>
                                <w:szCs w:val="130"/>
                              </w:rPr>
                            </w:pPr>
                            <w:r>
                              <w:rPr>
                                <w:rFonts w:hint="eastAsia" w:ascii="华文隶书" w:hAnsi="华文隶书" w:eastAsia="华文隶书" w:cs="华文隶书"/>
                                <w:color w:val="F0CB7A"/>
                                <w:sz w:val="130"/>
                                <w:szCs w:val="130"/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3.1pt;margin-top:18.4pt;height:78.55pt;width:249.15pt;z-index:251661312;mso-width-relative:page;mso-height-relative:page;" filled="f" stroked="f" coordsize="21600,21600" o:gfxdata="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D1RSqLZAAAACgEAAA8AAAAAAAAAAQAgAAAAIgAAAGRy&#10;cy9kb3ducmV2LnhtbFBLAQIUABQAAAAIAIdO4kDNTvIfPQIAAGYEAAAOAAAAAAAAAAEAIAAAACg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1400" w:lineRule="exact"/>
                        <w:jc w:val="distribute"/>
                        <w:rPr>
                          <w:rFonts w:ascii="华文隶书" w:hAnsi="华文隶书" w:eastAsia="华文隶书" w:cs="华文隶书"/>
                          <w:color w:val="F0CB7A"/>
                          <w:sz w:val="130"/>
                          <w:szCs w:val="130"/>
                        </w:rPr>
                      </w:pPr>
                      <w:r>
                        <w:rPr>
                          <w:rFonts w:hint="eastAsia" w:ascii="华文隶书" w:hAnsi="华文隶书" w:eastAsia="华文隶书" w:cs="华文隶书"/>
                          <w:color w:val="F0CB7A"/>
                          <w:sz w:val="130"/>
                          <w:szCs w:val="130"/>
                        </w:rPr>
                        <w:t>节目单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7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610870</wp:posOffset>
                </wp:positionH>
                <wp:positionV relativeFrom="paragraph">
                  <wp:posOffset>1204595</wp:posOffset>
                </wp:positionV>
                <wp:extent cx="4059555" cy="32829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9555" cy="328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微软雅黑" w:hAnsi="微软雅黑" w:eastAsia="微软雅黑" w:cs="微软雅黑"/>
                                <w:color w:val="F0CB7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0CB7A"/>
                                <w:sz w:val="32"/>
                                <w:szCs w:val="32"/>
                              </w:rPr>
                              <w:t>主  持：蓝凤凰 蓝凤凰 蓝凤凰 蓝凤凰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8.1pt;margin-top:94.85pt;height:25.85pt;width:319.65pt;z-index:251663360;mso-width-relative:page;mso-height-relative:page;" filled="f" stroked="f" coordsize="21600,21600" o:gfxdata="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qidQgtwAAAAKAQAADwAAAAAAAAABACAAAAAiAAAA&#10;ZHJzL2Rvd25yZXYueG1sUEsBAhQAFAAAAAgAh07iQCLMDNw8AgAAZg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 w:cs="微软雅黑"/>
                          <w:color w:val="F0CB7A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sz w:val="32"/>
                          <w:szCs w:val="32"/>
                        </w:rPr>
                        <w:t>主  持：蓝凤凰 蓝凤凰 蓝凤凰 蓝凤凰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7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-57785</wp:posOffset>
                </wp:positionH>
                <wp:positionV relativeFrom="paragraph">
                  <wp:posOffset>7533005</wp:posOffset>
                </wp:positionV>
                <wp:extent cx="5391150" cy="356235"/>
                <wp:effectExtent l="0" t="0" r="0" b="571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150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0CB7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0CB7A"/>
                                <w:sz w:val="32"/>
                                <w:szCs w:val="32"/>
                              </w:rPr>
                              <w:t>晚会时间：2019年9月13号  晚上20:00-22:00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.55pt;margin-top:593.15pt;height:28.05pt;width:424.5pt;z-index:251664384;mso-width-relative:page;mso-height-relative:page;" filled="f" stroked="f" coordsize="21600,21600" o:gfxdata="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qePjDt0AAAAMAQAADwAAAAAAAAABACAAAAAiAAAA&#10;ZHJzL2Rvd25yZXYueG1sUEsBAhQAFAAAAAgAh07iQCTBm0M7AgAAZgQAAA4AAAAAAAAAAQAgAAAA&#10;LA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sz w:val="32"/>
                          <w:szCs w:val="32"/>
                        </w:rPr>
                        <w:t>晚会时间：2019年9月13号  晚上20:00-22:00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1601470</wp:posOffset>
                </wp:positionV>
                <wp:extent cx="4735195" cy="5973445"/>
                <wp:effectExtent l="0" t="0" r="0" b="0"/>
                <wp:wrapNone/>
                <wp:docPr id="6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5195" cy="59734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 xml:space="preserve">歌曲《问明月》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>表演者：--------------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0CB7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 xml:space="preserve">情景歌舞《月上枝头》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>表演者：--------------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 xml:space="preserve">歌曲《秋画》  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>表演者：--------------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0CB7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 xml:space="preserve">歌曲串烧      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>表演者：--------------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0CB7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 xml:space="preserve">歌曲《心升明月》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>表演者：--------------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 xml:space="preserve">歌曲《最近好吗》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>表演者：--------------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 xml:space="preserve">歌曲《花好月更圆》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>表演者：---------------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 xml:space="preserve">歌曲《问明月》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>表演者：--------------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0CB7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 xml:space="preserve">情景歌舞《月上枝头》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>表演者：--------------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 xml:space="preserve">歌曲《秋画》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>表演者：--------------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0CB7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 xml:space="preserve">歌曲串烧   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>表演者：--------------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0CB7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 xml:space="preserve">歌曲《心升明月》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>表演者：--------------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 xml:space="preserve">歌曲《最近好吗》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>表演者：--------------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0CB7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 xml:space="preserve">歌曲《花好月更圆》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>表演者：---------------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0CB7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 xml:space="preserve">歌曲《花好月更圆》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>表演者：---------------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0CB7A"/>
                              </w:rPr>
                            </w:pPr>
                          </w:p>
                          <w:p>
                            <w:pPr>
                              <w:pStyle w:val="4"/>
                              <w:spacing w:line="60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0CB7A"/>
                                <w:kern w:val="24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21.75pt;margin-top:126.1pt;height:470.35pt;width:372.85pt;z-index:251662336;mso-width-relative:page;mso-height-relative:page;" filled="f" stroked="f" coordsize="21600,21600" o:gfxdata="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HVLmJ9gAAAALAQAADwAAAAAAAAABACAAAAAiAAAAZHJzL2Rvd25yZXYueG1sUEsB&#10;AhQAFAAAAAgAh07iQKDkzV+8AQAAXgMAAA4AAAAAAAAAAQAgAAAAJwEAAGRycy9lMm9Eb2MueG1s&#10;UEsFBgAAAAAGAAYAWQEAAF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  <w:t xml:space="preserve">歌曲《问明月》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kern w:val="24"/>
                          <w:sz w:val="28"/>
                          <w:szCs w:val="28"/>
                        </w:rPr>
                        <w:t>表演者：--------------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  <w:t xml:space="preserve">情景歌舞《月上枝头》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kern w:val="24"/>
                          <w:sz w:val="28"/>
                          <w:szCs w:val="28"/>
                        </w:rPr>
                        <w:t>表演者：--------------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  <w:t xml:space="preserve">歌曲《秋画》  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kern w:val="24"/>
                          <w:sz w:val="28"/>
                          <w:szCs w:val="28"/>
                        </w:rPr>
                        <w:t>表演者：--------------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  <w:t xml:space="preserve">歌曲串烧      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kern w:val="24"/>
                          <w:sz w:val="28"/>
                          <w:szCs w:val="28"/>
                        </w:rPr>
                        <w:t>表演者：--------------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  <w:t xml:space="preserve">歌曲《心升明月》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kern w:val="24"/>
                          <w:sz w:val="28"/>
                          <w:szCs w:val="28"/>
                        </w:rPr>
                        <w:t>表演者：--------------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  <w:t xml:space="preserve">歌曲《最近好吗》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kern w:val="24"/>
                          <w:sz w:val="28"/>
                          <w:szCs w:val="28"/>
                        </w:rPr>
                        <w:t>表演者：--------------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  <w:t xml:space="preserve">歌曲《花好月更圆》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kern w:val="24"/>
                          <w:sz w:val="28"/>
                          <w:szCs w:val="28"/>
                        </w:rPr>
                        <w:t>表演者：---------------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  <w:t xml:space="preserve">歌曲《问明月》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kern w:val="24"/>
                          <w:sz w:val="28"/>
                          <w:szCs w:val="28"/>
                        </w:rPr>
                        <w:t>表演者：--------------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  <w:t xml:space="preserve">情景歌舞《月上枝头》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kern w:val="24"/>
                          <w:sz w:val="28"/>
                          <w:szCs w:val="28"/>
                        </w:rPr>
                        <w:t>表演者：--------------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  <w:t xml:space="preserve">歌曲《秋画》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kern w:val="24"/>
                          <w:sz w:val="28"/>
                          <w:szCs w:val="28"/>
                        </w:rPr>
                        <w:t>表演者：--------------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  <w:t xml:space="preserve">歌曲串烧   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kern w:val="24"/>
                          <w:sz w:val="28"/>
                          <w:szCs w:val="28"/>
                        </w:rPr>
                        <w:t>表演者：--------------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  <w:t xml:space="preserve">歌曲《心升明月》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kern w:val="24"/>
                          <w:sz w:val="28"/>
                          <w:szCs w:val="28"/>
                        </w:rPr>
                        <w:t>表演者：--------------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  <w:t xml:space="preserve">歌曲《最近好吗》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kern w:val="24"/>
                          <w:sz w:val="28"/>
                          <w:szCs w:val="28"/>
                        </w:rPr>
                        <w:t>表演者：--------------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  <w:t xml:space="preserve">歌曲《花好月更圆》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kern w:val="24"/>
                          <w:sz w:val="28"/>
                          <w:szCs w:val="28"/>
                        </w:rPr>
                        <w:t>表演者：---------------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  <w:t xml:space="preserve">歌曲《花好月更圆》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kern w:val="24"/>
                          <w:sz w:val="28"/>
                          <w:szCs w:val="28"/>
                        </w:rPr>
                        <w:t>表演者：---------------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</w:rPr>
                      </w:pPr>
                    </w:p>
                    <w:p>
                      <w:pPr>
                        <w:pStyle w:val="4"/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华文中宋" w:hAnsi="华文中宋" w:eastAsia="华文中宋" w:cs="华文中宋"/>
          <w:b/>
          <w:bCs/>
          <w:color w:val="47835F"/>
          <w:sz w:val="72"/>
          <w:szCs w:val="14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-1142365</wp:posOffset>
            </wp:positionH>
            <wp:positionV relativeFrom="paragraph">
              <wp:posOffset>-1156335</wp:posOffset>
            </wp:positionV>
            <wp:extent cx="7560310" cy="10780395"/>
            <wp:effectExtent l="0" t="0" r="3175" b="190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78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8B17FC8F-955B-4422-A430-3A6A24C290A4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2" w:fontKey="{5A3C07EC-4FDA-428E-952B-E6BF839F814D}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  <w:embedRegular r:id="rId3" w:fontKey="{55C9A50E-6D10-4BAB-AD8E-5686E7F9C17E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D6556E82-A419-4FFD-8873-7F802829E456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B24B49"/>
    <w:multiLevelType w:val="singleLevel"/>
    <w:tmpl w:val="7BB24B4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3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jb3VudCI6MSwiaGRpZCI6IjU2NTA3ODk4YzgwMzk4ZWQ1ZDJhNzA0MjBiNjYyMTUxIiwidXNlckNvdW50IjoxfQ=="/>
  </w:docVars>
  <w:rsids>
    <w:rsidRoot w:val="3EB42BCA"/>
    <w:rsid w:val="000275B0"/>
    <w:rsid w:val="00031005"/>
    <w:rsid w:val="003457D3"/>
    <w:rsid w:val="00540BF4"/>
    <w:rsid w:val="009425EE"/>
    <w:rsid w:val="00CB1314"/>
    <w:rsid w:val="00D64234"/>
    <w:rsid w:val="00EE5801"/>
    <w:rsid w:val="00FC7AC9"/>
    <w:rsid w:val="01F63C79"/>
    <w:rsid w:val="02973474"/>
    <w:rsid w:val="038D4267"/>
    <w:rsid w:val="07007C37"/>
    <w:rsid w:val="1ACB641B"/>
    <w:rsid w:val="1D881409"/>
    <w:rsid w:val="33D82949"/>
    <w:rsid w:val="3EB42BCA"/>
    <w:rsid w:val="4100090A"/>
    <w:rsid w:val="45F2400A"/>
    <w:rsid w:val="489C3DA1"/>
    <w:rsid w:val="49465C7D"/>
    <w:rsid w:val="6CC0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7c347858-a8fe-4765-82b5-4cdfe372520a\&#39640;&#31471;&#22823;&#27668;&#21476;&#20856;&#22882;&#21326;&#20013;&#31179;&#33410;&#26202;&#20250;&#33410;&#30446;&#2133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高端大气古典奢华中秋节晚会节目单.docx</Template>
  <Pages>2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2022-06-15T11:46:00Z</dcterms:created>
  <dc:creator>Administrator</dc:creator>
  <cp:lastModifiedBy>炙浩至砍有</cp:lastModifiedBy>
  <dcterms:modified xsi:type="dcterms:W3CDTF">2022-06-15T11:46:58Z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TemplateUUID">
    <vt:lpwstr>v1.0_mb_09X6t69eUa+2lYXaF0pHUA==</vt:lpwstr>
  </property>
  <property fmtid="{D5CDD505-2E9C-101B-9397-08002B2CF9AE}" pid="4" name="ICV">
    <vt:lpwstr>D3FFFA8C20C34C6398053F2407248A0C</vt:lpwstr>
  </property>
</Properties>
</file>