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rPr>
          <w:rFonts w:hint="eastAsia"/>
        </w:rPr>
        <w:drawing>
          <wp:anchor distT="0" distB="0" distL="114300" distR="114300" simplePos="0" relativeHeight="251693056" behindDoc="0" locked="0" layoutInCell="1" allowOverlap="1">
            <wp:simplePos x="0" y="0"/>
            <wp:positionH relativeFrom="column">
              <wp:posOffset>5381625</wp:posOffset>
            </wp:positionH>
            <wp:positionV relativeFrom="paragraph">
              <wp:posOffset>-753110</wp:posOffset>
            </wp:positionV>
            <wp:extent cx="4042410" cy="2854960"/>
            <wp:effectExtent l="0" t="0" r="0" b="2540"/>
            <wp:wrapNone/>
            <wp:docPr id="2" name="图片 2" descr="一创素材店 (104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一创素材店 (104)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42410" cy="28549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</w:rPr>
        <w:drawing>
          <wp:anchor distT="0" distB="0" distL="114300" distR="114300" simplePos="0" relativeHeight="251624448" behindDoc="0" locked="0" layoutInCell="1" allowOverlap="1">
            <wp:simplePos x="0" y="0"/>
            <wp:positionH relativeFrom="column">
              <wp:posOffset>-885825</wp:posOffset>
            </wp:positionH>
            <wp:positionV relativeFrom="paragraph">
              <wp:posOffset>-1142365</wp:posOffset>
            </wp:positionV>
            <wp:extent cx="10692130" cy="7559675"/>
            <wp:effectExtent l="0" t="0" r="0" b="3810"/>
            <wp:wrapNone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692000" cy="755939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</w:rPr>
        <w:drawing>
          <wp:anchor distT="0" distB="0" distL="114300" distR="114300" simplePos="0" relativeHeight="251684864" behindDoc="0" locked="0" layoutInCell="1" allowOverlap="1">
            <wp:simplePos x="0" y="0"/>
            <wp:positionH relativeFrom="column">
              <wp:posOffset>8357235</wp:posOffset>
            </wp:positionH>
            <wp:positionV relativeFrom="paragraph">
              <wp:posOffset>-1161415</wp:posOffset>
            </wp:positionV>
            <wp:extent cx="3498215" cy="411480"/>
            <wp:effectExtent l="0" t="0" r="6985" b="7620"/>
            <wp:wrapNone/>
            <wp:docPr id="72" name="图片 72" descr="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" name="图片 72" descr="00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 flipV="1">
                      <a:off x="0" y="0"/>
                      <a:ext cx="3498215" cy="4114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</w:rPr>
        <w:drawing>
          <wp:anchor distT="0" distB="0" distL="114300" distR="114300" simplePos="0" relativeHeight="251683840" behindDoc="0" locked="0" layoutInCell="1" allowOverlap="1">
            <wp:simplePos x="0" y="0"/>
            <wp:positionH relativeFrom="column">
              <wp:posOffset>4871720</wp:posOffset>
            </wp:positionH>
            <wp:positionV relativeFrom="paragraph">
              <wp:posOffset>-1145540</wp:posOffset>
            </wp:positionV>
            <wp:extent cx="3498215" cy="411480"/>
            <wp:effectExtent l="0" t="0" r="6985" b="7620"/>
            <wp:wrapNone/>
            <wp:docPr id="71" name="图片 71" descr="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" name="图片 71" descr="00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 flipV="1">
                      <a:off x="0" y="0"/>
                      <a:ext cx="3498215" cy="4114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</w:rPr>
        <w:drawing>
          <wp:anchor distT="0" distB="0" distL="114300" distR="114300" simplePos="0" relativeHeight="251627520" behindDoc="0" locked="0" layoutInCell="1" allowOverlap="1">
            <wp:simplePos x="0" y="0"/>
            <wp:positionH relativeFrom="column">
              <wp:posOffset>-1006475</wp:posOffset>
            </wp:positionH>
            <wp:positionV relativeFrom="paragraph">
              <wp:posOffset>-1145540</wp:posOffset>
            </wp:positionV>
            <wp:extent cx="3498215" cy="411480"/>
            <wp:effectExtent l="0" t="0" r="6985" b="7620"/>
            <wp:wrapNone/>
            <wp:docPr id="45" name="图片 45" descr="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图片 45" descr="00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 flipV="1">
                      <a:off x="0" y="0"/>
                      <a:ext cx="3498215" cy="4114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</w:rPr>
        <w:drawing>
          <wp:anchor distT="0" distB="0" distL="114300" distR="114300" simplePos="0" relativeHeight="251628544" behindDoc="0" locked="0" layoutInCell="1" allowOverlap="1">
            <wp:simplePos x="0" y="0"/>
            <wp:positionH relativeFrom="column">
              <wp:posOffset>2495550</wp:posOffset>
            </wp:positionH>
            <wp:positionV relativeFrom="paragraph">
              <wp:posOffset>-1151890</wp:posOffset>
            </wp:positionV>
            <wp:extent cx="2371090" cy="411480"/>
            <wp:effectExtent l="0" t="0" r="10160" b="7620"/>
            <wp:wrapNone/>
            <wp:docPr id="46" name="图片 46" descr="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图片 46" descr="001"/>
                    <pic:cNvPicPr>
                      <a:picLocks noChangeAspect="1"/>
                    </pic:cNvPicPr>
                  </pic:nvPicPr>
                  <pic:blipFill>
                    <a:blip r:embed="rId6"/>
                    <a:srcRect r="32220"/>
                    <a:stretch>
                      <a:fillRect/>
                    </a:stretch>
                  </pic:blipFill>
                  <pic:spPr>
                    <a:xfrm flipV="1">
                      <a:off x="0" y="0"/>
                      <a:ext cx="2371090" cy="4114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/>
    <w:p/>
    <w:p>
      <w:bookmarkStart w:id="0" w:name="_GoBack"/>
      <w:bookmarkEnd w:id="0"/>
      <w:r>
        <w:rPr>
          <w:rFonts w:hint="eastAsia"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6767195</wp:posOffset>
            </wp:positionH>
            <wp:positionV relativeFrom="paragraph">
              <wp:posOffset>3653155</wp:posOffset>
            </wp:positionV>
            <wp:extent cx="1304925" cy="669290"/>
            <wp:effectExtent l="0" t="0" r="0" b="0"/>
            <wp:wrapNone/>
            <wp:docPr id="67" name="图片 67" descr="87287231a8864c23e537f377df1e6b9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" name="图片 67" descr="87287231a8864c23e537f377df1e6b9e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304998" cy="66947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1158240</wp:posOffset>
                </wp:positionH>
                <wp:positionV relativeFrom="paragraph">
                  <wp:posOffset>975360</wp:posOffset>
                </wp:positionV>
                <wp:extent cx="1691640" cy="2574290"/>
                <wp:effectExtent l="0" t="0" r="0" b="0"/>
                <wp:wrapNone/>
                <wp:docPr id="77" name="文本框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91640" cy="25742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华文行楷" w:eastAsia="华文行楷"/>
                                <w:color w:val="FFFFFF" w:themeColor="background1"/>
                                <w:sz w:val="72"/>
                                <w:szCs w:val="72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华文行楷" w:eastAsia="华文行楷"/>
                                <w:color w:val="FFFFFF" w:themeColor="background1"/>
                                <w:sz w:val="72"/>
                                <w:szCs w:val="72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新年</w:t>
                            </w:r>
                          </w:p>
                          <w:p>
                            <w:pPr>
                              <w:rPr>
                                <w:rFonts w:ascii="华文行楷" w:eastAsia="华文行楷"/>
                                <w:color w:val="FFFFFF" w:themeColor="background1"/>
                                <w:sz w:val="72"/>
                                <w:szCs w:val="72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华文行楷" w:eastAsia="华文行楷"/>
                                <w:color w:val="FFFFFF" w:themeColor="background1"/>
                                <w:sz w:val="72"/>
                                <w:szCs w:val="72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快乐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91.2pt;margin-top:76.8pt;height:202.7pt;width:133.2pt;z-index:251689984;mso-width-relative:page;mso-height-relative:page;" filled="f" stroked="f" coordsize="21600,21600" o:gfxdata="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LDB&#10;3c7ZAAAACwEAAA8AAAAAAAAAAQAgAAAAIgAAAGRycy9kb3ducmV2LnhtbFBLAQIUABQAAAAIAIdO&#10;4kB/F7qEIgIAAB0EAAAOAAAAAAAAAAEAIAAAACgBAABkcnMvZTJvRG9jLnhtbFBLBQYAAAAABgAG&#10;AFkBAAC8BQAAAAA=&#10;">
                <v:fill on="f" focussize="0,0"/>
                <v:stroke on="f" weight="0.5pt"/>
                <v:imagedata o:title=""/>
                <o:lock v:ext="edit" aspectratio="f"/>
                <v:textbox style="layout-flow:vertical-ideographic;">
                  <w:txbxContent>
                    <w:p>
                      <w:pPr>
                        <w:rPr>
                          <w:rFonts w:ascii="华文行楷" w:eastAsia="华文行楷"/>
                          <w:color w:val="FFFFFF" w:themeColor="background1"/>
                          <w:sz w:val="72"/>
                          <w:szCs w:val="72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华文行楷" w:eastAsia="华文行楷"/>
                          <w:color w:val="FFFFFF" w:themeColor="background1"/>
                          <w:sz w:val="72"/>
                          <w:szCs w:val="72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新年</w:t>
                      </w:r>
                    </w:p>
                    <w:p>
                      <w:pPr>
                        <w:rPr>
                          <w:rFonts w:ascii="华文行楷" w:eastAsia="华文行楷"/>
                          <w:color w:val="FFFFFF" w:themeColor="background1"/>
                          <w:sz w:val="72"/>
                          <w:szCs w:val="72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华文行楷" w:eastAsia="华文行楷"/>
                          <w:color w:val="FFFFFF" w:themeColor="background1"/>
                          <w:sz w:val="72"/>
                          <w:szCs w:val="72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快乐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29568" behindDoc="0" locked="0" layoutInCell="1" allowOverlap="1">
                <wp:simplePos x="0" y="0"/>
                <wp:positionH relativeFrom="column">
                  <wp:posOffset>1270000</wp:posOffset>
                </wp:positionH>
                <wp:positionV relativeFrom="paragraph">
                  <wp:posOffset>888365</wp:posOffset>
                </wp:positionV>
                <wp:extent cx="1413510" cy="1318260"/>
                <wp:effectExtent l="0" t="0" r="15240" b="15240"/>
                <wp:wrapNone/>
                <wp:docPr id="14" name="圆角矩形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13510" cy="1318260"/>
                        </a:xfrm>
                        <a:prstGeom prst="roundRect">
                          <a:avLst/>
                        </a:prstGeom>
                        <a:solidFill>
                          <a:srgbClr val="C00000"/>
                        </a:solidFill>
                        <a:ln>
                          <a:solidFill>
                            <a:srgbClr val="C9171E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00pt;margin-top:69.95pt;height:103.8pt;width:111.3pt;z-index:251629568;v-text-anchor:middle;mso-width-relative:page;mso-height-relative:page;" fillcolor="#C00000" filled="t" stroked="t" coordsize="21600,21600" arcsize="0.166666666666667" o:gfxdata="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">
                <v:fill on="t" focussize="0,0"/>
                <v:stroke weight="1pt" color="#C9171E [3204]" miterlimit="8" joinstyle="miter"/>
                <v:imagedata o:title=""/>
                <o:lock v:ext="edit" aspectratio="f"/>
              </v:roundrect>
            </w:pict>
          </mc:Fallback>
        </mc:AlternateContent>
      </w:r>
      <w:r>
        <mc:AlternateContent>
          <mc:Choice Requires="wps">
            <w:drawing>
              <wp:anchor distT="45720" distB="45720" distL="114300" distR="114300" simplePos="0" relativeHeight="251688960" behindDoc="0" locked="0" layoutInCell="1" allowOverlap="1">
                <wp:simplePos x="0" y="0"/>
                <wp:positionH relativeFrom="column">
                  <wp:posOffset>5496560</wp:posOffset>
                </wp:positionH>
                <wp:positionV relativeFrom="paragraph">
                  <wp:posOffset>2509520</wp:posOffset>
                </wp:positionV>
                <wp:extent cx="4013200" cy="1421130"/>
                <wp:effectExtent l="0" t="0" r="0" b="0"/>
                <wp:wrapNone/>
                <wp:docPr id="75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13200" cy="14211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微软雅黑" w:hAnsi="微软雅黑" w:eastAsia="微软雅黑"/>
                                <w:b/>
                                <w:color w:val="FFFFFF" w:themeColor="background1"/>
                                <w:sz w:val="44"/>
                                <w:szCs w:val="44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微软雅黑" w:hAnsi="微软雅黑" w:eastAsia="微软雅黑"/>
                                <w:b/>
                                <w:color w:val="FFFFFF" w:themeColor="background1"/>
                                <w:sz w:val="44"/>
                                <w:szCs w:val="44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晚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FFFFFF" w:themeColor="background1"/>
                                <w:sz w:val="44"/>
                                <w:szCs w:val="44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 xml:space="preserve"> </w:t>
                            </w:r>
                            <w:r>
                              <w:rPr>
                                <w:rFonts w:ascii="微软雅黑" w:hAnsi="微软雅黑" w:eastAsia="微软雅黑"/>
                                <w:b/>
                                <w:color w:val="FFFFFF" w:themeColor="background1"/>
                                <w:sz w:val="44"/>
                                <w:szCs w:val="44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 xml:space="preserve">   会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FFFFFF" w:themeColor="background1"/>
                                <w:sz w:val="44"/>
                                <w:szCs w:val="44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 xml:space="preserve"> </w:t>
                            </w:r>
                            <w:r>
                              <w:rPr>
                                <w:rFonts w:ascii="微软雅黑" w:hAnsi="微软雅黑" w:eastAsia="微软雅黑"/>
                                <w:b/>
                                <w:color w:val="FFFFFF" w:themeColor="background1"/>
                                <w:sz w:val="44"/>
                                <w:szCs w:val="44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FFFFFF" w:themeColor="background1"/>
                                <w:sz w:val="44"/>
                                <w:szCs w:val="44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 xml:space="preserve">节 </w:t>
                            </w:r>
                            <w:r>
                              <w:rPr>
                                <w:rFonts w:ascii="微软雅黑" w:hAnsi="微软雅黑" w:eastAsia="微软雅黑"/>
                                <w:b/>
                                <w:color w:val="FFFFFF" w:themeColor="background1"/>
                                <w:sz w:val="44"/>
                                <w:szCs w:val="44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 xml:space="preserve">   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FFFFFF" w:themeColor="background1"/>
                                <w:sz w:val="44"/>
                                <w:szCs w:val="44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 xml:space="preserve">目 </w:t>
                            </w:r>
                            <w:r>
                              <w:rPr>
                                <w:rFonts w:ascii="微软雅黑" w:hAnsi="微软雅黑" w:eastAsia="微软雅黑"/>
                                <w:b/>
                                <w:color w:val="FFFFFF" w:themeColor="background1"/>
                                <w:sz w:val="44"/>
                                <w:szCs w:val="44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 xml:space="preserve">   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FFFFFF" w:themeColor="background1"/>
                                <w:sz w:val="44"/>
                                <w:szCs w:val="44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单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432.8pt;margin-top:197.6pt;height:111.9pt;width:316pt;z-index:251688960;mso-width-relative:page;mso-height-relative:page;" filled="f" stroked="f" coordsize="21600,21600" o:gfxdata="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0gYYudgAAAAMAQAADwAAAAAAAAABACAAAAAi&#10;AAAAZHJzL2Rvd25yZXYueG1sUEsBAhQAFAAAAAgAh07iQKGQIUgKAgAA3QMAAA4AAAAAAAAAAQAg&#10;AAAAJwEAAGRycy9lMm9Eb2MueG1sUEsFBgAAAAAGAAYAWQEAAKMFAAAAAA==&#10;">
                <v:fill on="f" focussize="0,0"/>
                <v:stroke on="f" miterlimit="8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微软雅黑" w:hAnsi="微软雅黑" w:eastAsia="微软雅黑"/>
                          <w:b/>
                          <w:color w:val="FFFFFF" w:themeColor="background1"/>
                          <w:sz w:val="44"/>
                          <w:szCs w:val="44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ascii="微软雅黑" w:hAnsi="微软雅黑" w:eastAsia="微软雅黑"/>
                          <w:b/>
                          <w:color w:val="FFFFFF" w:themeColor="background1"/>
                          <w:sz w:val="44"/>
                          <w:szCs w:val="44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晚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color w:val="FFFFFF" w:themeColor="background1"/>
                          <w:sz w:val="44"/>
                          <w:szCs w:val="44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 xml:space="preserve"> </w:t>
                      </w:r>
                      <w:r>
                        <w:rPr>
                          <w:rFonts w:ascii="微软雅黑" w:hAnsi="微软雅黑" w:eastAsia="微软雅黑"/>
                          <w:b/>
                          <w:color w:val="FFFFFF" w:themeColor="background1"/>
                          <w:sz w:val="44"/>
                          <w:szCs w:val="44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 xml:space="preserve">   会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color w:val="FFFFFF" w:themeColor="background1"/>
                          <w:sz w:val="44"/>
                          <w:szCs w:val="44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 xml:space="preserve"> </w:t>
                      </w:r>
                      <w:r>
                        <w:rPr>
                          <w:rFonts w:ascii="微软雅黑" w:hAnsi="微软雅黑" w:eastAsia="微软雅黑"/>
                          <w:b/>
                          <w:color w:val="FFFFFF" w:themeColor="background1"/>
                          <w:sz w:val="44"/>
                          <w:szCs w:val="44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 xml:space="preserve">  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color w:val="FFFFFF" w:themeColor="background1"/>
                          <w:sz w:val="44"/>
                          <w:szCs w:val="44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 xml:space="preserve">节 </w:t>
                      </w:r>
                      <w:r>
                        <w:rPr>
                          <w:rFonts w:ascii="微软雅黑" w:hAnsi="微软雅黑" w:eastAsia="微软雅黑"/>
                          <w:b/>
                          <w:color w:val="FFFFFF" w:themeColor="background1"/>
                          <w:sz w:val="44"/>
                          <w:szCs w:val="44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 xml:space="preserve">   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color w:val="FFFFFF" w:themeColor="background1"/>
                          <w:sz w:val="44"/>
                          <w:szCs w:val="44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 xml:space="preserve">目 </w:t>
                      </w:r>
                      <w:r>
                        <w:rPr>
                          <w:rFonts w:ascii="微软雅黑" w:hAnsi="微软雅黑" w:eastAsia="微软雅黑"/>
                          <w:b/>
                          <w:color w:val="FFFFFF" w:themeColor="background1"/>
                          <w:sz w:val="44"/>
                          <w:szCs w:val="44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 xml:space="preserve">   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color w:val="FFFFFF" w:themeColor="background1"/>
                          <w:sz w:val="44"/>
                          <w:szCs w:val="44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单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45720" distB="45720" distL="114300" distR="114300" simplePos="0" relativeHeight="251687936" behindDoc="0" locked="0" layoutInCell="1" allowOverlap="1">
                <wp:simplePos x="0" y="0"/>
                <wp:positionH relativeFrom="column">
                  <wp:posOffset>5130800</wp:posOffset>
                </wp:positionH>
                <wp:positionV relativeFrom="paragraph">
                  <wp:posOffset>1645920</wp:posOffset>
                </wp:positionV>
                <wp:extent cx="4561840" cy="863600"/>
                <wp:effectExtent l="0" t="0" r="0" b="0"/>
                <wp:wrapNone/>
                <wp:docPr id="217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61840" cy="8636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ind w:firstLine="2401" w:firstLineChars="500"/>
                              <w:rPr>
                                <w:rFonts w:ascii="微软雅黑" w:hAnsi="微软雅黑" w:eastAsia="微软雅黑"/>
                                <w:b/>
                                <w:color w:val="FFFFFF" w:themeColor="background1"/>
                                <w:sz w:val="48"/>
                                <w:szCs w:val="48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微软雅黑" w:hAnsi="微软雅黑" w:eastAsia="微软雅黑"/>
                                <w:b/>
                                <w:color w:val="FFFFFF" w:themeColor="background1"/>
                                <w:sz w:val="48"/>
                                <w:szCs w:val="48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春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FFFFFF" w:themeColor="background1"/>
                                <w:sz w:val="48"/>
                                <w:szCs w:val="48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 xml:space="preserve"> </w:t>
                            </w:r>
                            <w:r>
                              <w:rPr>
                                <w:rFonts w:ascii="微软雅黑" w:hAnsi="微软雅黑" w:eastAsia="微软雅黑"/>
                                <w:b/>
                                <w:color w:val="FFFFFF" w:themeColor="background1"/>
                                <w:sz w:val="48"/>
                                <w:szCs w:val="48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 xml:space="preserve">   节</w:t>
                            </w:r>
                          </w:p>
                          <w:p>
                            <w:pPr>
                              <w:ind w:firstLine="2401" w:firstLineChars="500"/>
                              <w:rPr>
                                <w:rFonts w:ascii="微软雅黑" w:hAnsi="微软雅黑" w:eastAsia="微软雅黑"/>
                                <w:b/>
                                <w:sz w:val="48"/>
                                <w:szCs w:val="4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404pt;margin-top:129.6pt;height:68pt;width:359.2pt;z-index:251687936;mso-width-relative:page;mso-height-relative:page;" filled="f" stroked="f" coordsize="21600,21600" o:gfxdata="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vfILHNkAAAAMAQAADwAAAAAAAAABACAAAAAi&#10;AAAAZHJzL2Rvd25yZXYueG1sUEsBAhQAFAAAAAgAh07iQNEoEWoJAgAA3QMAAA4AAAAAAAAAAQAg&#10;AAAAKAEAAGRycy9lMm9Eb2MueG1sUEsFBgAAAAAGAAYAWQEAAKMFAAAAAA==&#10;">
                <v:fill on="f" focussize="0,0"/>
                <v:stroke on="f" miterlimit="8" joinstyle="miter"/>
                <v:imagedata o:title=""/>
                <o:lock v:ext="edit" aspectratio="f"/>
                <v:textbox>
                  <w:txbxContent>
                    <w:p>
                      <w:pPr>
                        <w:ind w:firstLine="2401" w:firstLineChars="500"/>
                        <w:rPr>
                          <w:rFonts w:ascii="微软雅黑" w:hAnsi="微软雅黑" w:eastAsia="微软雅黑"/>
                          <w:b/>
                          <w:color w:val="FFFFFF" w:themeColor="background1"/>
                          <w:sz w:val="48"/>
                          <w:szCs w:val="48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ascii="微软雅黑" w:hAnsi="微软雅黑" w:eastAsia="微软雅黑"/>
                          <w:b/>
                          <w:color w:val="FFFFFF" w:themeColor="background1"/>
                          <w:sz w:val="48"/>
                          <w:szCs w:val="48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春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color w:val="FFFFFF" w:themeColor="background1"/>
                          <w:sz w:val="48"/>
                          <w:szCs w:val="48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 xml:space="preserve"> </w:t>
                      </w:r>
                      <w:r>
                        <w:rPr>
                          <w:rFonts w:ascii="微软雅黑" w:hAnsi="微软雅黑" w:eastAsia="微软雅黑"/>
                          <w:b/>
                          <w:color w:val="FFFFFF" w:themeColor="background1"/>
                          <w:sz w:val="48"/>
                          <w:szCs w:val="48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 xml:space="preserve">   节</w:t>
                      </w:r>
                    </w:p>
                    <w:p>
                      <w:pPr>
                        <w:ind w:firstLine="2401" w:firstLineChars="500"/>
                        <w:rPr>
                          <w:rFonts w:ascii="微软雅黑" w:hAnsi="微软雅黑" w:eastAsia="微软雅黑"/>
                          <w:b/>
                          <w:sz w:val="48"/>
                          <w:szCs w:val="4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7429500</wp:posOffset>
                </wp:positionH>
                <wp:positionV relativeFrom="paragraph">
                  <wp:posOffset>1647190</wp:posOffset>
                </wp:positionV>
                <wp:extent cx="730250" cy="730250"/>
                <wp:effectExtent l="0" t="0" r="12700" b="12700"/>
                <wp:wrapNone/>
                <wp:docPr id="74" name="椭圆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30250" cy="730250"/>
                        </a:xfrm>
                        <a:prstGeom prst="ellipse">
                          <a:avLst/>
                        </a:prstGeom>
                        <a:solidFill>
                          <a:srgbClr val="C9171E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585pt;margin-top:129.7pt;height:57.5pt;width:57.5pt;z-index:251686912;v-text-anchor:middle;mso-width-relative:page;mso-height-relative:page;" fillcolor="#C9171E" filled="t" stroked="f" coordsize="21600,21600" o:gfxdata="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">
                <v:fill on="t" focussize="0,0"/>
                <v:stroke on="f" weight="1pt" miterlimit="8" joinstyle="miter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6546850</wp:posOffset>
                </wp:positionH>
                <wp:positionV relativeFrom="paragraph">
                  <wp:posOffset>1647190</wp:posOffset>
                </wp:positionV>
                <wp:extent cx="730250" cy="730250"/>
                <wp:effectExtent l="0" t="0" r="12700" b="12700"/>
                <wp:wrapNone/>
                <wp:docPr id="73" name="椭圆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30250" cy="730250"/>
                        </a:xfrm>
                        <a:prstGeom prst="ellipse">
                          <a:avLst/>
                        </a:prstGeom>
                        <a:solidFill>
                          <a:srgbClr val="C9171E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515.5pt;margin-top:129.7pt;height:57.5pt;width:57.5pt;z-index:251685888;v-text-anchor:middle;mso-width-relative:page;mso-height-relative:page;" fillcolor="#C9171E" filled="t" stroked="f" coordsize="21600,21600" o:gfxdata="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">
                <v:fill on="t" focussize="0,0"/>
                <v:stroke on="f" weight="1pt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/>
        </w:rPr>
        <w:drawing>
          <wp:anchor distT="0" distB="0" distL="114300" distR="114300" simplePos="0" relativeHeight="251681792" behindDoc="0" locked="0" layoutInCell="1" allowOverlap="1">
            <wp:simplePos x="0" y="0"/>
            <wp:positionH relativeFrom="column">
              <wp:posOffset>7233285</wp:posOffset>
            </wp:positionH>
            <wp:positionV relativeFrom="paragraph">
              <wp:posOffset>5537200</wp:posOffset>
            </wp:positionV>
            <wp:extent cx="2510790" cy="435610"/>
            <wp:effectExtent l="0" t="0" r="3810" b="2540"/>
            <wp:wrapNone/>
            <wp:docPr id="69" name="图片 69" descr="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" name="图片 69" descr="001"/>
                    <pic:cNvPicPr>
                      <a:picLocks noChangeAspect="1"/>
                    </pic:cNvPicPr>
                  </pic:nvPicPr>
                  <pic:blipFill>
                    <a:blip r:embed="rId6"/>
                    <a:srcRect r="32220"/>
                    <a:stretch>
                      <a:fillRect/>
                    </a:stretch>
                  </pic:blipFill>
                  <pic:spPr>
                    <a:xfrm>
                      <a:off x="0" y="0"/>
                      <a:ext cx="2514599" cy="43638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</w:rPr>
        <w:drawing>
          <wp:anchor distT="0" distB="0" distL="114300" distR="114300" simplePos="0" relativeHeight="251680768" behindDoc="0" locked="0" layoutInCell="1" allowOverlap="1">
            <wp:simplePos x="0" y="0"/>
            <wp:positionH relativeFrom="column">
              <wp:posOffset>4860290</wp:posOffset>
            </wp:positionH>
            <wp:positionV relativeFrom="paragraph">
              <wp:posOffset>5554980</wp:posOffset>
            </wp:positionV>
            <wp:extent cx="2371090" cy="411480"/>
            <wp:effectExtent l="0" t="0" r="10160" b="7620"/>
            <wp:wrapNone/>
            <wp:docPr id="68" name="图片 68" descr="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" name="图片 68" descr="001"/>
                    <pic:cNvPicPr>
                      <a:picLocks noChangeAspect="1"/>
                    </pic:cNvPicPr>
                  </pic:nvPicPr>
                  <pic:blipFill>
                    <a:blip r:embed="rId6"/>
                    <a:srcRect r="32220"/>
                    <a:stretch>
                      <a:fillRect/>
                    </a:stretch>
                  </pic:blipFill>
                  <pic:spPr>
                    <a:xfrm>
                      <a:off x="0" y="0"/>
                      <a:ext cx="2371090" cy="4114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</w:rPr>
        <w:drawing>
          <wp:anchor distT="0" distB="0" distL="114300" distR="114300" simplePos="0" relativeHeight="251631616" behindDoc="0" locked="0" layoutInCell="1" allowOverlap="1">
            <wp:simplePos x="0" y="0"/>
            <wp:positionH relativeFrom="column">
              <wp:posOffset>2553335</wp:posOffset>
            </wp:positionH>
            <wp:positionV relativeFrom="paragraph">
              <wp:posOffset>5555615</wp:posOffset>
            </wp:positionV>
            <wp:extent cx="2371090" cy="411480"/>
            <wp:effectExtent l="0" t="0" r="10160" b="7620"/>
            <wp:wrapNone/>
            <wp:docPr id="44" name="图片 44" descr="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图片 44" descr="001"/>
                    <pic:cNvPicPr>
                      <a:picLocks noChangeAspect="1"/>
                    </pic:cNvPicPr>
                  </pic:nvPicPr>
                  <pic:blipFill>
                    <a:blip r:embed="rId6"/>
                    <a:srcRect r="32220"/>
                    <a:stretch>
                      <a:fillRect/>
                    </a:stretch>
                  </pic:blipFill>
                  <pic:spPr>
                    <a:xfrm>
                      <a:off x="0" y="0"/>
                      <a:ext cx="2371090" cy="4114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</w:rPr>
        <w:drawing>
          <wp:anchor distT="0" distB="0" distL="114300" distR="114300" simplePos="0" relativeHeight="251630592" behindDoc="0" locked="0" layoutInCell="1" allowOverlap="1">
            <wp:simplePos x="0" y="0"/>
            <wp:positionH relativeFrom="column">
              <wp:posOffset>-952500</wp:posOffset>
            </wp:positionH>
            <wp:positionV relativeFrom="paragraph">
              <wp:posOffset>5513070</wp:posOffset>
            </wp:positionV>
            <wp:extent cx="3498215" cy="411480"/>
            <wp:effectExtent l="0" t="0" r="6985" b="7620"/>
            <wp:wrapNone/>
            <wp:docPr id="30" name="图片 30" descr="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30" descr="00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498215" cy="4114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mc:AlternateContent>
          <mc:Choice Requires="wps">
            <w:drawing>
              <wp:anchor distT="0" distB="0" distL="114300" distR="114300" simplePos="0" relativeHeight="251632640" behindDoc="0" locked="0" layoutInCell="1" allowOverlap="1">
                <wp:simplePos x="0" y="0"/>
                <wp:positionH relativeFrom="column">
                  <wp:posOffset>5437505</wp:posOffset>
                </wp:positionH>
                <wp:positionV relativeFrom="paragraph">
                  <wp:posOffset>2514600</wp:posOffset>
                </wp:positionV>
                <wp:extent cx="3737610" cy="934720"/>
                <wp:effectExtent l="0" t="0" r="0" b="0"/>
                <wp:wrapNone/>
                <wp:docPr id="6" name="文本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37610" cy="9347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360" w:lineRule="auto"/>
                              <w:jc w:val="distribute"/>
                              <w:rPr>
                                <w:rFonts w:ascii="黑体" w:hAnsi="黑体" w:eastAsia="黑体" w:cs="黑体"/>
                                <w:b/>
                                <w:bCs/>
                                <w:color w:val="FFFFFF" w:themeColor="background1"/>
                                <w:sz w:val="60"/>
                                <w:szCs w:val="60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color w:val="FFFFFF" w:themeColor="background1"/>
                                <w:sz w:val="60"/>
                                <w:szCs w:val="60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晚会节目单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28.15pt;margin-top:198pt;height:73.6pt;width:294.3pt;z-index:251632640;mso-width-relative:page;mso-height-relative:page;" filled="f" stroked="f" coordsize="21600,21600" o:gfxdata="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Ck&#10;ah8x3AAAAAwBAAAPAAAAAAAAAAEAIAAAACIAAABkcnMvZG93bnJldi54bWxQSwECFAAUAAAACACH&#10;TuJAKaARqyACAAAYBAAADgAAAAAAAAABACAAAAArAQAAZHJzL2Uyb0RvYy54bWxQSwUGAAAAAAYA&#10;BgBZAQAAvQ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spacing w:line="360" w:lineRule="auto"/>
                        <w:jc w:val="distribute"/>
                        <w:rPr>
                          <w:rFonts w:ascii="黑体" w:hAnsi="黑体" w:eastAsia="黑体" w:cs="黑体"/>
                          <w:b/>
                          <w:bCs/>
                          <w:color w:val="FFFFFF" w:themeColor="background1"/>
                          <w:sz w:val="60"/>
                          <w:szCs w:val="60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color w:val="FFFFFF" w:themeColor="background1"/>
                          <w:sz w:val="60"/>
                          <w:szCs w:val="60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晚会节目单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33664" behindDoc="0" locked="0" layoutInCell="1" allowOverlap="1">
                <wp:simplePos x="0" y="0"/>
                <wp:positionH relativeFrom="column">
                  <wp:posOffset>6944360</wp:posOffset>
                </wp:positionH>
                <wp:positionV relativeFrom="paragraph">
                  <wp:posOffset>2513330</wp:posOffset>
                </wp:positionV>
                <wp:extent cx="730250" cy="730250"/>
                <wp:effectExtent l="0" t="0" r="12700" b="12700"/>
                <wp:wrapNone/>
                <wp:docPr id="9" name="椭圆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30250" cy="730250"/>
                        </a:xfrm>
                        <a:prstGeom prst="ellipse">
                          <a:avLst/>
                        </a:prstGeom>
                        <a:solidFill>
                          <a:srgbClr val="C9171E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546.8pt;margin-top:197.9pt;height:57.5pt;width:57.5pt;z-index:251633664;v-text-anchor:middle;mso-width-relative:page;mso-height-relative:page;" fillcolor="#C9171E" filled="t" stroked="f" coordsize="21600,21600" o:gfxdata="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">
                <v:fill on="t" focussize="0,0"/>
                <v:stroke on="f" weight="1pt" miterlimit="8" joinstyle="miter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34688" behindDoc="0" locked="0" layoutInCell="1" allowOverlap="1">
                <wp:simplePos x="0" y="0"/>
                <wp:positionH relativeFrom="column">
                  <wp:posOffset>6156325</wp:posOffset>
                </wp:positionH>
                <wp:positionV relativeFrom="paragraph">
                  <wp:posOffset>2513330</wp:posOffset>
                </wp:positionV>
                <wp:extent cx="730250" cy="730250"/>
                <wp:effectExtent l="0" t="0" r="12700" b="12700"/>
                <wp:wrapNone/>
                <wp:docPr id="7" name="椭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30250" cy="730250"/>
                        </a:xfrm>
                        <a:prstGeom prst="ellipse">
                          <a:avLst/>
                        </a:prstGeom>
                        <a:solidFill>
                          <a:srgbClr val="C9171E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484.75pt;margin-top:197.9pt;height:57.5pt;width:57.5pt;z-index:251634688;v-text-anchor:middle;mso-width-relative:page;mso-height-relative:page;" fillcolor="#C9171E" filled="t" stroked="f" coordsize="21600,21600" o:gfxdata="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">
                <v:fill on="t" focussize="0,0"/>
                <v:stroke on="f" weight="1pt" miterlimit="8" joinstyle="miter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35712" behindDoc="0" locked="0" layoutInCell="1" allowOverlap="1">
                <wp:simplePos x="0" y="0"/>
                <wp:positionH relativeFrom="column">
                  <wp:posOffset>5368290</wp:posOffset>
                </wp:positionH>
                <wp:positionV relativeFrom="paragraph">
                  <wp:posOffset>2513330</wp:posOffset>
                </wp:positionV>
                <wp:extent cx="730250" cy="730250"/>
                <wp:effectExtent l="0" t="0" r="12700" b="12700"/>
                <wp:wrapNone/>
                <wp:docPr id="5" name="椭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139315" y="3773170"/>
                          <a:ext cx="730250" cy="730250"/>
                        </a:xfrm>
                        <a:prstGeom prst="ellipse">
                          <a:avLst/>
                        </a:prstGeom>
                        <a:solidFill>
                          <a:srgbClr val="C9171E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422.7pt;margin-top:197.9pt;height:57.5pt;width:57.5pt;z-index:251635712;v-text-anchor:middle;mso-width-relative:page;mso-height-relative:page;" fillcolor="#C9171E" filled="t" stroked="f" coordsize="21600,21600" o:gfxdata="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">
                <v:fill on="t" focussize="0,0"/>
                <v:stroke on="f" weight="1pt" miterlimit="8" joinstyle="miter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36736" behindDoc="0" locked="0" layoutInCell="1" allowOverlap="1">
                <wp:simplePos x="0" y="0"/>
                <wp:positionH relativeFrom="column">
                  <wp:posOffset>8520430</wp:posOffset>
                </wp:positionH>
                <wp:positionV relativeFrom="paragraph">
                  <wp:posOffset>2513330</wp:posOffset>
                </wp:positionV>
                <wp:extent cx="730250" cy="730250"/>
                <wp:effectExtent l="0" t="0" r="12700" b="12700"/>
                <wp:wrapNone/>
                <wp:docPr id="11" name="椭圆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30250" cy="730250"/>
                        </a:xfrm>
                        <a:prstGeom prst="ellipse">
                          <a:avLst/>
                        </a:prstGeom>
                        <a:solidFill>
                          <a:srgbClr val="C9171E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670.9pt;margin-top:197.9pt;height:57.5pt;width:57.5pt;z-index:251636736;v-text-anchor:middle;mso-width-relative:page;mso-height-relative:page;" fillcolor="#C9171E" filled="t" stroked="f" coordsize="21600,21600" o:gfxdata="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">
                <v:fill on="t" focussize="0,0"/>
                <v:stroke on="f" weight="1pt" miterlimit="8" joinstyle="miter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42880" behindDoc="0" locked="0" layoutInCell="1" allowOverlap="1">
                <wp:simplePos x="0" y="0"/>
                <wp:positionH relativeFrom="column">
                  <wp:posOffset>7732395</wp:posOffset>
                </wp:positionH>
                <wp:positionV relativeFrom="paragraph">
                  <wp:posOffset>2513330</wp:posOffset>
                </wp:positionV>
                <wp:extent cx="730250" cy="730250"/>
                <wp:effectExtent l="0" t="0" r="12700" b="12700"/>
                <wp:wrapNone/>
                <wp:docPr id="10" name="椭圆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30250" cy="730250"/>
                        </a:xfrm>
                        <a:prstGeom prst="ellipse">
                          <a:avLst/>
                        </a:prstGeom>
                        <a:solidFill>
                          <a:srgbClr val="C9171E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608.85pt;margin-top:197.9pt;height:57.5pt;width:57.5pt;z-index:251642880;v-text-anchor:middle;mso-width-relative:page;mso-height-relative:page;" fillcolor="#C9171E" filled="t" stroked="f" coordsize="21600,21600" o:gfxdata="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">
                <v:fill on="t" focussize="0,0"/>
                <v:stroke on="f" weight="1pt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/>
        </w:rPr>
        <w:br w:type="page"/>
      </w:r>
      <w: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396240</wp:posOffset>
                </wp:positionH>
                <wp:positionV relativeFrom="paragraph">
                  <wp:posOffset>-213360</wp:posOffset>
                </wp:positionV>
                <wp:extent cx="7579360" cy="1036320"/>
                <wp:effectExtent l="0" t="0" r="0" b="0"/>
                <wp:wrapNone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79360" cy="10363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ind w:firstLine="780" w:firstLineChars="150"/>
                              <w:rPr>
                                <w:rFonts w:ascii="微软雅黑" w:hAnsi="微软雅黑" w:eastAsia="微软雅黑"/>
                                <w:b/>
                                <w:color w:val="FFFFFF" w:themeColor="background1"/>
                                <w:sz w:val="52"/>
                                <w:szCs w:val="52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FFFFFF" w:themeColor="background1"/>
                                <w:sz w:val="52"/>
                                <w:szCs w:val="52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 xml:space="preserve">新 </w:t>
                            </w:r>
                            <w:r>
                              <w:rPr>
                                <w:rFonts w:ascii="微软雅黑" w:hAnsi="微软雅黑" w:eastAsia="微软雅黑"/>
                                <w:b/>
                                <w:color w:val="FFFFFF" w:themeColor="background1"/>
                                <w:sz w:val="52"/>
                                <w:szCs w:val="52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 xml:space="preserve">    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FFFFFF" w:themeColor="background1"/>
                                <w:sz w:val="52"/>
                                <w:szCs w:val="52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 xml:space="preserve">年 </w:t>
                            </w:r>
                            <w:r>
                              <w:rPr>
                                <w:rFonts w:ascii="微软雅黑" w:hAnsi="微软雅黑" w:eastAsia="微软雅黑"/>
                                <w:b/>
                                <w:color w:val="FFFFFF" w:themeColor="background1"/>
                                <w:sz w:val="52"/>
                                <w:szCs w:val="52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 xml:space="preserve">   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FFFFFF" w:themeColor="background1"/>
                                <w:sz w:val="52"/>
                                <w:szCs w:val="52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 xml:space="preserve">晚 </w:t>
                            </w:r>
                            <w:r>
                              <w:rPr>
                                <w:rFonts w:ascii="微软雅黑" w:hAnsi="微软雅黑" w:eastAsia="微软雅黑"/>
                                <w:b/>
                                <w:color w:val="FFFFFF" w:themeColor="background1"/>
                                <w:sz w:val="52"/>
                                <w:szCs w:val="52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 xml:space="preserve">    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FFFFFF" w:themeColor="background1"/>
                                <w:sz w:val="52"/>
                                <w:szCs w:val="52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 xml:space="preserve">会 </w:t>
                            </w:r>
                            <w:r>
                              <w:rPr>
                                <w:rFonts w:ascii="微软雅黑" w:hAnsi="微软雅黑" w:eastAsia="微软雅黑"/>
                                <w:b/>
                                <w:color w:val="FFFFFF" w:themeColor="background1"/>
                                <w:sz w:val="52"/>
                                <w:szCs w:val="52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 xml:space="preserve">   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FFFFFF" w:themeColor="background1"/>
                                <w:sz w:val="52"/>
                                <w:szCs w:val="52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 xml:space="preserve">节 </w:t>
                            </w:r>
                            <w:r>
                              <w:rPr>
                                <w:rFonts w:ascii="微软雅黑" w:hAnsi="微软雅黑" w:eastAsia="微软雅黑"/>
                                <w:b/>
                                <w:color w:val="FFFFFF" w:themeColor="background1"/>
                                <w:sz w:val="52"/>
                                <w:szCs w:val="52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 xml:space="preserve">   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FFFFFF" w:themeColor="background1"/>
                                <w:sz w:val="52"/>
                                <w:szCs w:val="52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 xml:space="preserve">目 </w:t>
                            </w:r>
                            <w:r>
                              <w:rPr>
                                <w:rFonts w:ascii="微软雅黑" w:hAnsi="微软雅黑" w:eastAsia="微软雅黑"/>
                                <w:b/>
                                <w:color w:val="FFFFFF" w:themeColor="background1"/>
                                <w:sz w:val="52"/>
                                <w:szCs w:val="52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 xml:space="preserve">   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FFFFFF" w:themeColor="background1"/>
                                <w:sz w:val="52"/>
                                <w:szCs w:val="52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单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1.2pt;margin-top:-16.8pt;height:81.6pt;width:596.8pt;z-index:251691008;mso-width-relative:page;mso-height-relative:page;" filled="f" stroked="f" coordsize="21600,21600" o:gfxdata="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IxQ&#10;I4bcAAAACwEAAA8AAAAAAAAAAQAgAAAAIgAAAGRycy9kb3ducmV2LnhtbFBLAQIUABQAAAAIAIdO&#10;4kBeWSBgHwIAABkEAAAOAAAAAAAAAAEAIAAAACsBAABkcnMvZTJvRG9jLnhtbFBLBQYAAAAABgAG&#10;AFkBAAC8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ind w:firstLine="780" w:firstLineChars="150"/>
                        <w:rPr>
                          <w:rFonts w:ascii="微软雅黑" w:hAnsi="微软雅黑" w:eastAsia="微软雅黑"/>
                          <w:b/>
                          <w:color w:val="FFFFFF" w:themeColor="background1"/>
                          <w:sz w:val="52"/>
                          <w:szCs w:val="52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color w:val="FFFFFF" w:themeColor="background1"/>
                          <w:sz w:val="52"/>
                          <w:szCs w:val="52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 xml:space="preserve">新 </w:t>
                      </w:r>
                      <w:r>
                        <w:rPr>
                          <w:rFonts w:ascii="微软雅黑" w:hAnsi="微软雅黑" w:eastAsia="微软雅黑"/>
                          <w:b/>
                          <w:color w:val="FFFFFF" w:themeColor="background1"/>
                          <w:sz w:val="52"/>
                          <w:szCs w:val="52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 xml:space="preserve">    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color w:val="FFFFFF" w:themeColor="background1"/>
                          <w:sz w:val="52"/>
                          <w:szCs w:val="52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 xml:space="preserve">年 </w:t>
                      </w:r>
                      <w:r>
                        <w:rPr>
                          <w:rFonts w:ascii="微软雅黑" w:hAnsi="微软雅黑" w:eastAsia="微软雅黑"/>
                          <w:b/>
                          <w:color w:val="FFFFFF" w:themeColor="background1"/>
                          <w:sz w:val="52"/>
                          <w:szCs w:val="52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 xml:space="preserve">   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color w:val="FFFFFF" w:themeColor="background1"/>
                          <w:sz w:val="52"/>
                          <w:szCs w:val="52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 xml:space="preserve">晚 </w:t>
                      </w:r>
                      <w:r>
                        <w:rPr>
                          <w:rFonts w:ascii="微软雅黑" w:hAnsi="微软雅黑" w:eastAsia="微软雅黑"/>
                          <w:b/>
                          <w:color w:val="FFFFFF" w:themeColor="background1"/>
                          <w:sz w:val="52"/>
                          <w:szCs w:val="52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 xml:space="preserve">    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color w:val="FFFFFF" w:themeColor="background1"/>
                          <w:sz w:val="52"/>
                          <w:szCs w:val="52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 xml:space="preserve">会 </w:t>
                      </w:r>
                      <w:r>
                        <w:rPr>
                          <w:rFonts w:ascii="微软雅黑" w:hAnsi="微软雅黑" w:eastAsia="微软雅黑"/>
                          <w:b/>
                          <w:color w:val="FFFFFF" w:themeColor="background1"/>
                          <w:sz w:val="52"/>
                          <w:szCs w:val="52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 xml:space="preserve">   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color w:val="FFFFFF" w:themeColor="background1"/>
                          <w:sz w:val="52"/>
                          <w:szCs w:val="52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 xml:space="preserve">节 </w:t>
                      </w:r>
                      <w:r>
                        <w:rPr>
                          <w:rFonts w:ascii="微软雅黑" w:hAnsi="微软雅黑" w:eastAsia="微软雅黑"/>
                          <w:b/>
                          <w:color w:val="FFFFFF" w:themeColor="background1"/>
                          <w:sz w:val="52"/>
                          <w:szCs w:val="52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 xml:space="preserve">   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color w:val="FFFFFF" w:themeColor="background1"/>
                          <w:sz w:val="52"/>
                          <w:szCs w:val="52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 xml:space="preserve">目 </w:t>
                      </w:r>
                      <w:r>
                        <w:rPr>
                          <w:rFonts w:ascii="微软雅黑" w:hAnsi="微软雅黑" w:eastAsia="微软雅黑"/>
                          <w:b/>
                          <w:color w:val="FFFFFF" w:themeColor="background1"/>
                          <w:sz w:val="52"/>
                          <w:szCs w:val="52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 xml:space="preserve">   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color w:val="FFFFFF" w:themeColor="background1"/>
                          <w:sz w:val="52"/>
                          <w:szCs w:val="52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单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9744" behindDoc="1" locked="0" layoutInCell="1" allowOverlap="1">
                <wp:simplePos x="0" y="0"/>
                <wp:positionH relativeFrom="column">
                  <wp:posOffset>-393065</wp:posOffset>
                </wp:positionH>
                <wp:positionV relativeFrom="paragraph">
                  <wp:posOffset>-617855</wp:posOffset>
                </wp:positionV>
                <wp:extent cx="9862185" cy="6074410"/>
                <wp:effectExtent l="0" t="0" r="24765" b="22225"/>
                <wp:wrapNone/>
                <wp:docPr id="64" name="矩形: 圆角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862457" cy="6074229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矩形: 圆角 64" o:spid="_x0000_s1026" o:spt="2" style="position:absolute;left:0pt;margin-left:-30.95pt;margin-top:-48.65pt;height:478.3pt;width:776.55pt;z-index:-251636736;v-text-anchor:middle;mso-width-relative:page;mso-height-relative:page;" fillcolor="#FFFFFF [3212]" filled="t" stroked="t" coordsize="21600,21600" arcsize="0.166666666666667" o:gfxdata="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">
                <v:fill on="t" focussize="0,0"/>
                <v:stroke weight="1pt" color="#C00000 [3204]" miterlimit="8" joinstyle="miter"/>
                <v:imagedata o:title=""/>
                <o:lock v:ext="edit" aspectratio="f"/>
              </v:roundrect>
            </w:pict>
          </mc:Fallback>
        </mc:AlternateContent>
      </w:r>
      <w:r>
        <w:drawing>
          <wp:anchor distT="0" distB="0" distL="114300" distR="114300" simplePos="0" relativeHeight="251625472" behindDoc="1" locked="0" layoutInCell="1" allowOverlap="1">
            <wp:simplePos x="0" y="0"/>
            <wp:positionH relativeFrom="column">
              <wp:posOffset>-905510</wp:posOffset>
            </wp:positionH>
            <wp:positionV relativeFrom="paragraph">
              <wp:posOffset>-1112520</wp:posOffset>
            </wp:positionV>
            <wp:extent cx="10691495" cy="7559040"/>
            <wp:effectExtent l="0" t="0" r="0" b="3810"/>
            <wp:wrapNone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691495" cy="75590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</w:rPr>
        <w:t>––</w:t>
      </w:r>
    </w:p>
    <w:p>
      <w:r>
        <w:drawing>
          <wp:anchor distT="0" distB="0" distL="114300" distR="114300" simplePos="0" relativeHeight="251673600" behindDoc="0" locked="0" layoutInCell="1" allowOverlap="1">
            <wp:simplePos x="0" y="0"/>
            <wp:positionH relativeFrom="column">
              <wp:posOffset>7009765</wp:posOffset>
            </wp:positionH>
            <wp:positionV relativeFrom="paragraph">
              <wp:posOffset>-801370</wp:posOffset>
            </wp:positionV>
            <wp:extent cx="965200" cy="1285875"/>
            <wp:effectExtent l="0" t="0" r="6350" b="9525"/>
            <wp:wrapNone/>
            <wp:docPr id="61" name="图片 61" descr="未标题-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" name="图片 61" descr="未标题-5"/>
                    <pic:cNvPicPr>
                      <a:picLocks noChangeAspect="1"/>
                    </pic:cNvPicPr>
                  </pic:nvPicPr>
                  <pic:blipFill>
                    <a:blip r:embed="rId9"/>
                    <a:srcRect t="33607"/>
                    <a:stretch>
                      <a:fillRect/>
                    </a:stretch>
                  </pic:blipFill>
                  <pic:spPr>
                    <a:xfrm>
                      <a:off x="0" y="0"/>
                      <a:ext cx="965200" cy="12858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2871470</wp:posOffset>
            </wp:positionH>
            <wp:positionV relativeFrom="paragraph">
              <wp:posOffset>-817245</wp:posOffset>
            </wp:positionV>
            <wp:extent cx="965200" cy="1285875"/>
            <wp:effectExtent l="0" t="0" r="6350" b="9525"/>
            <wp:wrapNone/>
            <wp:docPr id="59" name="图片 59" descr="未标题-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" name="图片 59" descr="未标题-5"/>
                    <pic:cNvPicPr>
                      <a:picLocks noChangeAspect="1"/>
                    </pic:cNvPicPr>
                  </pic:nvPicPr>
                  <pic:blipFill>
                    <a:blip r:embed="rId9"/>
                    <a:srcRect t="33607"/>
                    <a:stretch>
                      <a:fillRect/>
                    </a:stretch>
                  </pic:blipFill>
                  <pic:spPr>
                    <a:xfrm>
                      <a:off x="0" y="0"/>
                      <a:ext cx="965200" cy="12858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74624" behindDoc="0" locked="0" layoutInCell="1" allowOverlap="1">
            <wp:simplePos x="0" y="0"/>
            <wp:positionH relativeFrom="column">
              <wp:posOffset>793750</wp:posOffset>
            </wp:positionH>
            <wp:positionV relativeFrom="paragraph">
              <wp:posOffset>-801370</wp:posOffset>
            </wp:positionV>
            <wp:extent cx="965200" cy="1285875"/>
            <wp:effectExtent l="0" t="0" r="6350" b="9525"/>
            <wp:wrapNone/>
            <wp:docPr id="65" name="图片 65" descr="未标题-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" name="图片 65" descr="未标题-5"/>
                    <pic:cNvPicPr>
                      <a:picLocks noChangeAspect="1"/>
                    </pic:cNvPicPr>
                  </pic:nvPicPr>
                  <pic:blipFill>
                    <a:blip r:embed="rId9"/>
                    <a:srcRect t="33607"/>
                    <a:stretch>
                      <a:fillRect/>
                    </a:stretch>
                  </pic:blipFill>
                  <pic:spPr>
                    <a:xfrm>
                      <a:off x="0" y="0"/>
                      <a:ext cx="965200" cy="12858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75648" behindDoc="0" locked="0" layoutInCell="1" allowOverlap="1">
            <wp:simplePos x="0" y="0"/>
            <wp:positionH relativeFrom="column">
              <wp:posOffset>5988050</wp:posOffset>
            </wp:positionH>
            <wp:positionV relativeFrom="paragraph">
              <wp:posOffset>-801370</wp:posOffset>
            </wp:positionV>
            <wp:extent cx="965200" cy="1285875"/>
            <wp:effectExtent l="0" t="0" r="6350" b="9525"/>
            <wp:wrapNone/>
            <wp:docPr id="63" name="图片 63" descr="未标题-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" name="图片 63" descr="未标题-5"/>
                    <pic:cNvPicPr>
                      <a:picLocks noChangeAspect="1"/>
                    </pic:cNvPicPr>
                  </pic:nvPicPr>
                  <pic:blipFill>
                    <a:blip r:embed="rId9"/>
                    <a:srcRect t="33607"/>
                    <a:stretch>
                      <a:fillRect/>
                    </a:stretch>
                  </pic:blipFill>
                  <pic:spPr>
                    <a:xfrm>
                      <a:off x="0" y="0"/>
                      <a:ext cx="965200" cy="12858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76672" behindDoc="0" locked="0" layoutInCell="1" allowOverlap="1">
            <wp:simplePos x="0" y="0"/>
            <wp:positionH relativeFrom="column">
              <wp:posOffset>4949190</wp:posOffset>
            </wp:positionH>
            <wp:positionV relativeFrom="paragraph">
              <wp:posOffset>-801370</wp:posOffset>
            </wp:positionV>
            <wp:extent cx="965200" cy="1285875"/>
            <wp:effectExtent l="0" t="0" r="6350" b="9525"/>
            <wp:wrapNone/>
            <wp:docPr id="62" name="图片 62" descr="未标题-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" name="图片 62" descr="未标题-5"/>
                    <pic:cNvPicPr>
                      <a:picLocks noChangeAspect="1"/>
                    </pic:cNvPicPr>
                  </pic:nvPicPr>
                  <pic:blipFill>
                    <a:blip r:embed="rId9"/>
                    <a:srcRect t="33607"/>
                    <a:stretch>
                      <a:fillRect/>
                    </a:stretch>
                  </pic:blipFill>
                  <pic:spPr>
                    <a:xfrm>
                      <a:off x="0" y="0"/>
                      <a:ext cx="965200" cy="12858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77696" behindDoc="0" locked="0" layoutInCell="1" allowOverlap="1">
            <wp:simplePos x="0" y="0"/>
            <wp:positionH relativeFrom="column">
              <wp:posOffset>3910330</wp:posOffset>
            </wp:positionH>
            <wp:positionV relativeFrom="paragraph">
              <wp:posOffset>-801370</wp:posOffset>
            </wp:positionV>
            <wp:extent cx="965200" cy="1285875"/>
            <wp:effectExtent l="0" t="0" r="6350" b="9525"/>
            <wp:wrapNone/>
            <wp:docPr id="60" name="图片 60" descr="未标题-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" name="图片 60" descr="未标题-5"/>
                    <pic:cNvPicPr>
                      <a:picLocks noChangeAspect="1"/>
                    </pic:cNvPicPr>
                  </pic:nvPicPr>
                  <pic:blipFill>
                    <a:blip r:embed="rId9"/>
                    <a:srcRect t="33607"/>
                    <a:stretch>
                      <a:fillRect/>
                    </a:stretch>
                  </pic:blipFill>
                  <pic:spPr>
                    <a:xfrm>
                      <a:off x="0" y="0"/>
                      <a:ext cx="965200" cy="12858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78720" behindDoc="0" locked="0" layoutInCell="1" allowOverlap="1">
            <wp:simplePos x="0" y="0"/>
            <wp:positionH relativeFrom="column">
              <wp:posOffset>1832610</wp:posOffset>
            </wp:positionH>
            <wp:positionV relativeFrom="paragraph">
              <wp:posOffset>-801370</wp:posOffset>
            </wp:positionV>
            <wp:extent cx="965200" cy="1285875"/>
            <wp:effectExtent l="0" t="0" r="6350" b="9525"/>
            <wp:wrapNone/>
            <wp:docPr id="58" name="图片 58" descr="未标题-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" name="图片 58" descr="未标题-5"/>
                    <pic:cNvPicPr>
                      <a:picLocks noChangeAspect="1"/>
                    </pic:cNvPicPr>
                  </pic:nvPicPr>
                  <pic:blipFill>
                    <a:blip r:embed="rId9"/>
                    <a:srcRect t="33607"/>
                    <a:stretch>
                      <a:fillRect/>
                    </a:stretch>
                  </pic:blipFill>
                  <pic:spPr>
                    <a:xfrm>
                      <a:off x="0" y="0"/>
                      <a:ext cx="965200" cy="12858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</w:rPr>
        <w:drawing>
          <wp:anchor distT="0" distB="0" distL="114300" distR="114300" simplePos="0" relativeHeight="251652096" behindDoc="0" locked="0" layoutInCell="1" allowOverlap="1">
            <wp:simplePos x="0" y="0"/>
            <wp:positionH relativeFrom="column">
              <wp:posOffset>5965825</wp:posOffset>
            </wp:positionH>
            <wp:positionV relativeFrom="paragraph">
              <wp:posOffset>6024245</wp:posOffset>
            </wp:positionV>
            <wp:extent cx="3514090" cy="411480"/>
            <wp:effectExtent l="0" t="0" r="10160" b="7620"/>
            <wp:wrapNone/>
            <wp:docPr id="50" name="图片 50" descr="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图片 50" descr="001"/>
                    <pic:cNvPicPr>
                      <a:picLocks noChangeAspect="1"/>
                    </pic:cNvPicPr>
                  </pic:nvPicPr>
                  <pic:blipFill>
                    <a:blip r:embed="rId6"/>
                    <a:srcRect r="-454"/>
                    <a:stretch>
                      <a:fillRect/>
                    </a:stretch>
                  </pic:blipFill>
                  <pic:spPr>
                    <a:xfrm>
                      <a:off x="0" y="0"/>
                      <a:ext cx="3514090" cy="4114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</w:rPr>
        <w:drawing>
          <wp:anchor distT="0" distB="0" distL="114300" distR="114300" simplePos="0" relativeHeight="251654144" behindDoc="0" locked="0" layoutInCell="1" allowOverlap="1">
            <wp:simplePos x="0" y="0"/>
            <wp:positionH relativeFrom="column">
              <wp:posOffset>9528175</wp:posOffset>
            </wp:positionH>
            <wp:positionV relativeFrom="paragraph">
              <wp:posOffset>6014720</wp:posOffset>
            </wp:positionV>
            <wp:extent cx="3514090" cy="411480"/>
            <wp:effectExtent l="0" t="0" r="10160" b="7620"/>
            <wp:wrapNone/>
            <wp:docPr id="48" name="图片 48" descr="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图片 48" descr="001"/>
                    <pic:cNvPicPr>
                      <a:picLocks noChangeAspect="1"/>
                    </pic:cNvPicPr>
                  </pic:nvPicPr>
                  <pic:blipFill>
                    <a:blip r:embed="rId6"/>
                    <a:srcRect r="-454"/>
                    <a:stretch>
                      <a:fillRect/>
                    </a:stretch>
                  </pic:blipFill>
                  <pic:spPr>
                    <a:xfrm>
                      <a:off x="0" y="0"/>
                      <a:ext cx="3514090" cy="4114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</w:rPr>
        <w:drawing>
          <wp:anchor distT="0" distB="0" distL="114300" distR="114300" simplePos="0" relativeHeight="251653120" behindDoc="0" locked="0" layoutInCell="1" allowOverlap="1">
            <wp:simplePos x="0" y="0"/>
            <wp:positionH relativeFrom="column">
              <wp:posOffset>2489200</wp:posOffset>
            </wp:positionH>
            <wp:positionV relativeFrom="paragraph">
              <wp:posOffset>6024245</wp:posOffset>
            </wp:positionV>
            <wp:extent cx="3514090" cy="411480"/>
            <wp:effectExtent l="0" t="0" r="10160" b="7620"/>
            <wp:wrapNone/>
            <wp:docPr id="49" name="图片 49" descr="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图片 49" descr="001"/>
                    <pic:cNvPicPr>
                      <a:picLocks noChangeAspect="1"/>
                    </pic:cNvPicPr>
                  </pic:nvPicPr>
                  <pic:blipFill>
                    <a:blip r:embed="rId6"/>
                    <a:srcRect r="-454"/>
                    <a:stretch>
                      <a:fillRect/>
                    </a:stretch>
                  </pic:blipFill>
                  <pic:spPr>
                    <a:xfrm>
                      <a:off x="0" y="0"/>
                      <a:ext cx="3514090" cy="4114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</w:rPr>
        <w:drawing>
          <wp:anchor distT="0" distB="0" distL="114300" distR="114300" simplePos="0" relativeHeight="251655168" behindDoc="0" locked="0" layoutInCell="1" allowOverlap="1">
            <wp:simplePos x="0" y="0"/>
            <wp:positionH relativeFrom="column">
              <wp:posOffset>-958850</wp:posOffset>
            </wp:positionH>
            <wp:positionV relativeFrom="paragraph">
              <wp:posOffset>6021070</wp:posOffset>
            </wp:positionV>
            <wp:extent cx="3498215" cy="411480"/>
            <wp:effectExtent l="0" t="0" r="6985" b="7620"/>
            <wp:wrapNone/>
            <wp:docPr id="47" name="图片 47" descr="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图片 47" descr="00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498215" cy="4114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925830</wp:posOffset>
                </wp:positionH>
                <wp:positionV relativeFrom="paragraph">
                  <wp:posOffset>-490220</wp:posOffset>
                </wp:positionV>
                <wp:extent cx="6887210" cy="848360"/>
                <wp:effectExtent l="0" t="0" r="0" b="0"/>
                <wp:wrapNone/>
                <wp:docPr id="12" name="文本框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87210" cy="8483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distribute"/>
                              <w:rPr>
                                <w:rFonts w:ascii="黑体" w:hAnsi="黑体" w:eastAsia="黑体" w:cs="黑体"/>
                                <w:b/>
                                <w:bCs/>
                                <w:color w:val="FFFFFF" w:themeColor="background1"/>
                                <w:sz w:val="76"/>
                                <w:szCs w:val="76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黑体" w:hAnsi="黑体" w:eastAsia="黑体" w:cs="黑体"/>
                                <w:b/>
                                <w:bCs/>
                                <w:color w:val="FFFFFF" w:themeColor="background1"/>
                                <w:sz w:val="76"/>
                                <w:szCs w:val="76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春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color w:val="FFFFFF" w:themeColor="background1"/>
                                <w:sz w:val="76"/>
                                <w:szCs w:val="76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节晚会节目单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72.9pt;margin-top:-38.6pt;height:66.8pt;width:542.3pt;z-index:251656192;mso-width-relative:page;mso-height-relative:page;" filled="f" stroked="f" coordsize="21600,21600" o:gfxdata="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Ar&#10;qNAl3AAAAAsBAAAPAAAAAAAAAAEAIAAAACIAAABkcnMvZG93bnJldi54bWxQSwECFAAUAAAACACH&#10;TuJAY1XQGiACAAAaBAAADgAAAAAAAAABACAAAAArAQAAZHJzL2Uyb0RvYy54bWxQSwUGAAAAAAYA&#10;BgBZAQAAvQ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jc w:val="distribute"/>
                        <w:rPr>
                          <w:rFonts w:ascii="黑体" w:hAnsi="黑体" w:eastAsia="黑体" w:cs="黑体"/>
                          <w:b/>
                          <w:bCs/>
                          <w:color w:val="FFFFFF" w:themeColor="background1"/>
                          <w:sz w:val="76"/>
                          <w:szCs w:val="76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ascii="黑体" w:hAnsi="黑体" w:eastAsia="黑体" w:cs="黑体"/>
                          <w:b/>
                          <w:bCs/>
                          <w:color w:val="FFFFFF" w:themeColor="background1"/>
                          <w:sz w:val="76"/>
                          <w:szCs w:val="76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春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color w:val="FFFFFF" w:themeColor="background1"/>
                          <w:sz w:val="76"/>
                          <w:szCs w:val="76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节晚会节目单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37760" behindDoc="0" locked="0" layoutInCell="1" allowOverlap="1">
                <wp:simplePos x="0" y="0"/>
                <wp:positionH relativeFrom="column">
                  <wp:posOffset>288290</wp:posOffset>
                </wp:positionH>
                <wp:positionV relativeFrom="paragraph">
                  <wp:posOffset>630555</wp:posOffset>
                </wp:positionV>
                <wp:extent cx="3800475" cy="409575"/>
                <wp:effectExtent l="0" t="0" r="0" b="0"/>
                <wp:wrapNone/>
                <wp:docPr id="15" name="文本框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088390" y="1834515"/>
                          <a:ext cx="3800475" cy="4095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ascii="黑体" w:hAnsi="黑体" w:eastAsia="黑体" w:cs="黑体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28"/>
                                <w:szCs w:val="28"/>
                              </w:rPr>
                              <w:t>一、开场舞《盛世龙腾》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2.7pt;margin-top:49.65pt;height:32.25pt;width:299.25pt;z-index:251637760;mso-width-relative:page;mso-height-relative:page;" filled="f" stroked="f" coordsize="21600,21600" o:gfxdata="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黑体" w:hAnsi="黑体" w:eastAsia="黑体" w:cs="黑体"/>
                          <w:sz w:val="28"/>
                          <w:szCs w:val="28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28"/>
                          <w:szCs w:val="28"/>
                        </w:rPr>
                        <w:t>一、开场舞《盛世龙腾》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5773420</wp:posOffset>
                </wp:positionH>
                <wp:positionV relativeFrom="paragraph">
                  <wp:posOffset>1986915</wp:posOffset>
                </wp:positionV>
                <wp:extent cx="3800475" cy="409575"/>
                <wp:effectExtent l="0" t="0" r="0" b="0"/>
                <wp:wrapNone/>
                <wp:docPr id="32" name="文本框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00475" cy="4095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ascii="黑体" w:hAnsi="黑体" w:eastAsia="黑体" w:cs="黑体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28"/>
                                <w:szCs w:val="28"/>
                              </w:rPr>
                              <w:t>九、音乐剧《身在异国心在中国》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54.6pt;margin-top:156.45pt;height:32.25pt;width:299.25pt;z-index:251657216;mso-width-relative:page;mso-height-relative:page;" filled="f" stroked="f" coordsize="21600,21600" o:gfxdata="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Bl&#10;eHms3AAAAAwBAAAPAAAAAAAAAAEAIAAAACIAAABkcnMvZG93bnJldi54bWxQSwECFAAUAAAACACH&#10;TuJAaKZ9qiACAAAaBAAADgAAAAAAAAABACAAAAArAQAAZHJzL2Uyb0RvYy54bWxQSwUGAAAAAAYA&#10;BgBZAQAAvQ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黑体" w:hAnsi="黑体" w:eastAsia="黑体" w:cs="黑体"/>
                          <w:sz w:val="28"/>
                          <w:szCs w:val="28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28"/>
                          <w:szCs w:val="28"/>
                        </w:rPr>
                        <w:t>九、音乐剧《身在异国心在中国》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5757545</wp:posOffset>
                </wp:positionH>
                <wp:positionV relativeFrom="paragraph">
                  <wp:posOffset>1786890</wp:posOffset>
                </wp:positionV>
                <wp:extent cx="1896110" cy="409575"/>
                <wp:effectExtent l="0" t="0" r="0" b="0"/>
                <wp:wrapNone/>
                <wp:docPr id="40" name="文本框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96110" cy="4095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选送单位：五大队20人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53.35pt;margin-top:140.7pt;height:32.25pt;width:149.3pt;z-index:251658240;mso-width-relative:page;mso-height-relative:page;" filled="f" stroked="f" coordsize="21600,21600" o:gfxdata="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选送单位：五大队20人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5748020</wp:posOffset>
                </wp:positionH>
                <wp:positionV relativeFrom="paragraph">
                  <wp:posOffset>1548765</wp:posOffset>
                </wp:positionV>
                <wp:extent cx="2213610" cy="409575"/>
                <wp:effectExtent l="0" t="0" r="0" b="0"/>
                <wp:wrapNone/>
                <wp:docPr id="39" name="文本框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13610" cy="4095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表演者：毛华展 王燕群 言小华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52.6pt;margin-top:121.95pt;height:32.25pt;width:174.3pt;z-index:251666432;mso-width-relative:page;mso-height-relative:page;" filled="f" stroked="f" coordsize="21600,21600" o:gfxdata="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表演者：毛华展 王燕群 言小华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1072" behindDoc="0" locked="0" layoutInCell="1" allowOverlap="1">
                <wp:simplePos x="0" y="0"/>
                <wp:positionH relativeFrom="column">
                  <wp:posOffset>5757545</wp:posOffset>
                </wp:positionH>
                <wp:positionV relativeFrom="paragraph">
                  <wp:posOffset>1167765</wp:posOffset>
                </wp:positionV>
                <wp:extent cx="2007235" cy="409575"/>
                <wp:effectExtent l="0" t="0" r="0" b="0"/>
                <wp:wrapNone/>
                <wp:docPr id="29" name="文本框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07235" cy="4095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ascii="黑体" w:hAnsi="黑体" w:eastAsia="黑体" w:cs="黑体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28"/>
                                <w:szCs w:val="28"/>
                              </w:rPr>
                              <w:t>八、相声《与党前行》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53.35pt;margin-top:91.95pt;height:32.25pt;width:158.05pt;z-index:251651072;mso-width-relative:page;mso-height-relative:page;" filled="f" stroked="f" coordsize="21600,21600" o:gfxdata="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黑体" w:hAnsi="黑体" w:eastAsia="黑体" w:cs="黑体"/>
                          <w:sz w:val="28"/>
                          <w:szCs w:val="28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28"/>
                          <w:szCs w:val="28"/>
                        </w:rPr>
                        <w:t>八、相声《与党前行》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0048" behindDoc="0" locked="0" layoutInCell="1" allowOverlap="1">
                <wp:simplePos x="0" y="0"/>
                <wp:positionH relativeFrom="column">
                  <wp:posOffset>5757545</wp:posOffset>
                </wp:positionH>
                <wp:positionV relativeFrom="paragraph">
                  <wp:posOffset>577215</wp:posOffset>
                </wp:positionV>
                <wp:extent cx="2593975" cy="409575"/>
                <wp:effectExtent l="0" t="0" r="0" b="0"/>
                <wp:wrapNone/>
                <wp:docPr id="28" name="文本框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93975" cy="4095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ascii="黑体" w:hAnsi="黑体" w:eastAsia="黑体" w:cs="黑体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28"/>
                                <w:szCs w:val="28"/>
                              </w:rPr>
                              <w:t>七、器乐演奏《伟大的祖国》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53.35pt;margin-top:45.45pt;height:32.25pt;width:204.25pt;z-index:251650048;mso-width-relative:page;mso-height-relative:page;" filled="f" stroked="f" coordsize="21600,21600" o:gfxdata="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Ab&#10;l33x2wAAAAsBAAAPAAAAAAAAAAEAIAAAACIAAABkcnMvZG93bnJldi54bWxQSwECFAAUAAAACACH&#10;TuJAotPuASECAAAaBAAADgAAAAAAAAABACAAAAAqAQAAZHJzL2Uyb0RvYy54bWxQSwUGAAAAAAYA&#10;BgBZAQAAvQ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黑体" w:hAnsi="黑体" w:eastAsia="黑体" w:cs="黑体"/>
                          <w:sz w:val="28"/>
                          <w:szCs w:val="28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28"/>
                          <w:szCs w:val="28"/>
                        </w:rPr>
                        <w:t>七、器乐演奏《伟大的祖国》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5757545</wp:posOffset>
                </wp:positionH>
                <wp:positionV relativeFrom="paragraph">
                  <wp:posOffset>958215</wp:posOffset>
                </wp:positionV>
                <wp:extent cx="1943100" cy="409575"/>
                <wp:effectExtent l="0" t="0" r="0" b="0"/>
                <wp:wrapNone/>
                <wp:docPr id="27" name="文本框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43100" cy="4095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选送单位：四大队18人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53.35pt;margin-top:75.45pt;height:32.25pt;width:153pt;z-index:251667456;mso-width-relative:page;mso-height-relative:page;" filled="f" stroked="f" coordsize="21600,21600" o:gfxdata="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K4Y&#10;1nDbAAAADAEAAA8AAAAAAAAAAQAgAAAAIgAAAGRycy9kb3ducmV2LnhtbFBLAQIUABQAAAAIAIdO&#10;4kC9OIHkIAIAABoEAAAOAAAAAAAAAAEAIAAAACoBAABkcnMvZTJvRG9jLnhtbFBLBQYAAAAABgAG&#10;AFkBAAC8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选送单位：四大队18人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5773420</wp:posOffset>
                </wp:positionH>
                <wp:positionV relativeFrom="paragraph">
                  <wp:posOffset>4234815</wp:posOffset>
                </wp:positionV>
                <wp:extent cx="1689100" cy="409575"/>
                <wp:effectExtent l="0" t="0" r="0" b="0"/>
                <wp:wrapNone/>
                <wp:docPr id="43" name="文本框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89100" cy="4095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选送单位：二大队7人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54.6pt;margin-top:333.45pt;height:32.25pt;width:133pt;z-index:251668480;mso-width-relative:page;mso-height-relative:page;" filled="f" stroked="f" coordsize="21600,21600" o:gfxdata="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BD&#10;xhHM3AAAAAwBAAAPAAAAAAAAAAEAIAAAACIAAABkcnMvZG93bnJldi54bWxQSwECFAAUAAAACACH&#10;TuJA547qfSACAAAaBAAADgAAAAAAAAABACAAAAArAQAAZHJzL2Uyb0RvYy54bWxQSwUGAAAAAAYA&#10;BgBZAQAAvQ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选送单位：二大队7人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5773420</wp:posOffset>
                </wp:positionH>
                <wp:positionV relativeFrom="paragraph">
                  <wp:posOffset>3415665</wp:posOffset>
                </wp:positionV>
                <wp:extent cx="1959610" cy="409575"/>
                <wp:effectExtent l="0" t="0" r="0" b="0"/>
                <wp:wrapNone/>
                <wp:docPr id="42" name="文本框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59610" cy="4095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等选送单位：六大队22人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54.6pt;margin-top:268.95pt;height:32.25pt;width:154.3pt;z-index:251669504;mso-width-relative:page;mso-height-relative:page;" filled="f" stroked="f" coordsize="21600,21600" o:gfxdata="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Dg&#10;0yqP3AAAAAwBAAAPAAAAAAAAAAEAIAAAACIAAABkcnMvZG93bnJldi54bWxQSwECFAAUAAAACACH&#10;TuJA2qqU1SACAAAaBAAADgAAAAAAAAABACAAAAArAQAAZHJzL2Uyb0RvYy54bWxQSwUGAAAAAAYA&#10;BgBZAQAAvQ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等选送单位：六大队22人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5773420</wp:posOffset>
                </wp:positionH>
                <wp:positionV relativeFrom="paragraph">
                  <wp:posOffset>2606040</wp:posOffset>
                </wp:positionV>
                <wp:extent cx="2292350" cy="409575"/>
                <wp:effectExtent l="0" t="0" r="0" b="0"/>
                <wp:wrapNone/>
                <wp:docPr id="41" name="文本框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92350" cy="4095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等选送单位：四大队18人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54.6pt;margin-top:205.2pt;height:32.25pt;width:180.5pt;z-index:251670528;mso-width-relative:page;mso-height-relative:page;" filled="f" stroked="f" coordsize="21600,21600" o:gfxdata="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DCvA0w&#10;2wAAAAwBAAAPAAAAAAAAAAEAIAAAACIAAABkcnMvZG93bnJldi54bWxQSwECFAAUAAAACACHTuJA&#10;n8DIFR4CAAAaBAAADgAAAAAAAAABACAAAAAqAQAAZHJzL2Uyb0RvYy54bWxQSwUGAAAAAAYABgBZ&#10;AQAAug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等选送单位：四大队18人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5773420</wp:posOffset>
                </wp:positionH>
                <wp:positionV relativeFrom="paragraph">
                  <wp:posOffset>4025265</wp:posOffset>
                </wp:positionV>
                <wp:extent cx="1880235" cy="409575"/>
                <wp:effectExtent l="0" t="0" r="0" b="0"/>
                <wp:wrapNone/>
                <wp:docPr id="35" name="文本框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80235" cy="4095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大合唱《义勇军进行曲》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54.6pt;margin-top:316.95pt;height:32.25pt;width:148.05pt;z-index:251662336;mso-width-relative:page;mso-height-relative:page;" filled="f" stroked="f" coordsize="21600,21600" o:gfxdata="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P7Y&#10;FZXcAAAADAEAAA8AAAAAAAAAAQAgAAAAIgAAAGRycy9kb3ducmV2LnhtbFBLAQIUABQAAAAIAIdO&#10;4kAd76WzHwIAABoEAAAOAAAAAAAAAAEAIAAAACsBAABkcnMvZTJvRG9jLnhtbFBLBQYAAAAABgAG&#10;AFkBAAC8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大合唱《义勇军进行曲》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5773420</wp:posOffset>
                </wp:positionH>
                <wp:positionV relativeFrom="paragraph">
                  <wp:posOffset>3644265</wp:posOffset>
                </wp:positionV>
                <wp:extent cx="1260475" cy="409575"/>
                <wp:effectExtent l="0" t="0" r="0" b="0"/>
                <wp:wrapNone/>
                <wp:docPr id="36" name="文本框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60475" cy="4095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ascii="黑体" w:hAnsi="黑体" w:eastAsia="黑体" w:cs="黑体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28"/>
                                <w:szCs w:val="28"/>
                              </w:rPr>
                              <w:t>十一、尾声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54.6pt;margin-top:286.95pt;height:32.25pt;width:99.25pt;z-index:251661312;mso-width-relative:page;mso-height-relative:page;" filled="f" stroked="f" coordsize="21600,21600" o:gfxdata="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黑体" w:hAnsi="黑体" w:eastAsia="黑体" w:cs="黑体"/>
                          <w:sz w:val="28"/>
                          <w:szCs w:val="28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28"/>
                          <w:szCs w:val="28"/>
                        </w:rPr>
                        <w:t>十一、尾声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5773420</wp:posOffset>
                </wp:positionH>
                <wp:positionV relativeFrom="paragraph">
                  <wp:posOffset>3196590</wp:posOffset>
                </wp:positionV>
                <wp:extent cx="2839720" cy="409575"/>
                <wp:effectExtent l="0" t="0" r="0" b="0"/>
                <wp:wrapNone/>
                <wp:docPr id="33" name="文本框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39720" cy="4095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表演者：王博 张文群 言小华 方刚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54.6pt;margin-top:251.7pt;height:32.25pt;width:223.6pt;z-index:251660288;mso-width-relative:page;mso-height-relative:page;" filled="f" stroked="f" coordsize="21600,21600" o:gfxdata="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Bd&#10;+GVh3AAAAAwBAAAPAAAAAAAAAAEAIAAAACIAAABkcnMvZG93bnJldi54bWxQSwECFAAUAAAACACH&#10;TuJAul6DNCACAAAaBAAADgAAAAAAAAABACAAAAArAQAAZHJzL2Uyb0RvYy54bWxQSwUGAAAAAAYA&#10;BgBZAQAAvQ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表演者：王博 张文群 言小华 方刚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5773420</wp:posOffset>
                </wp:positionH>
                <wp:positionV relativeFrom="paragraph">
                  <wp:posOffset>2815590</wp:posOffset>
                </wp:positionV>
                <wp:extent cx="2943225" cy="409575"/>
                <wp:effectExtent l="0" t="0" r="0" b="0"/>
                <wp:wrapNone/>
                <wp:docPr id="34" name="文本框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43225" cy="4095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ascii="黑体" w:hAnsi="黑体" w:eastAsia="黑体" w:cs="黑体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28"/>
                                <w:szCs w:val="28"/>
                              </w:rPr>
                              <w:t>十、歌舞《祖国的呼唤》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54.6pt;margin-top:221.7pt;height:32.25pt;width:231.75pt;z-index:251659264;mso-width-relative:page;mso-height-relative:page;" filled="f" stroked="f" coordsize="21600,21600" o:gfxdata="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黑体" w:hAnsi="黑体" w:eastAsia="黑体" w:cs="黑体"/>
                          <w:sz w:val="28"/>
                          <w:szCs w:val="28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28"/>
                          <w:szCs w:val="28"/>
                        </w:rPr>
                        <w:t>十、歌舞《祖国的呼唤》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5773420</wp:posOffset>
                </wp:positionH>
                <wp:positionV relativeFrom="paragraph">
                  <wp:posOffset>2367915</wp:posOffset>
                </wp:positionV>
                <wp:extent cx="2911475" cy="409575"/>
                <wp:effectExtent l="0" t="0" r="0" b="0"/>
                <wp:wrapNone/>
                <wp:docPr id="31" name="文本框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11475" cy="4095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表演者：王明哲 周小风 张文群 言小华 刘垦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54.6pt;margin-top:186.45pt;height:32.25pt;width:229.25pt;z-index:251658240;mso-width-relative:page;mso-height-relative:page;" filled="f" stroked="f" coordsize="21600,21600" o:gfxdata="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表演者：王明哲 周小风 张文群 言小华 刘垦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288290</wp:posOffset>
                </wp:positionH>
                <wp:positionV relativeFrom="paragraph">
                  <wp:posOffset>3834765</wp:posOffset>
                </wp:positionV>
                <wp:extent cx="3800475" cy="409575"/>
                <wp:effectExtent l="0" t="0" r="0" b="0"/>
                <wp:wrapNone/>
                <wp:docPr id="38" name="文本框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00475" cy="4095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选送单位：六大队23人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2.7pt;margin-top:301.95pt;height:32.25pt;width:299.25pt;z-index:251665408;mso-width-relative:page;mso-height-relative:page;" filled="f" stroked="f" coordsize="21600,21600" o:gfxdata="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N9gR&#10;gtoAAAAKAQAADwAAAAAAAAABACAAAAAiAAAAZHJzL2Rvd25yZXYueG1sUEsBAhQAFAAAAAgAh07i&#10;QC2eNeYgAgAAGgQAAA4AAAAAAAAAAQAgAAAAKQEAAGRycy9lMm9Eb2MueG1sUEsFBgAAAAAGAAYA&#10;WQEAALs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选送单位：六大队23人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297815</wp:posOffset>
                </wp:positionH>
                <wp:positionV relativeFrom="paragraph">
                  <wp:posOffset>1824990</wp:posOffset>
                </wp:positionV>
                <wp:extent cx="3800475" cy="409575"/>
                <wp:effectExtent l="0" t="0" r="0" b="0"/>
                <wp:wrapNone/>
                <wp:docPr id="37" name="文本框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00475" cy="4095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选送单位：六大队22人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3.45pt;margin-top:143.7pt;height:32.25pt;width:299.25pt;z-index:251663360;mso-width-relative:page;mso-height-relative:page;" filled="f" stroked="f" coordsize="21600,21600" o:gfxdata="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At&#10;2unu3AAAAAoBAAAPAAAAAAAAAAEAIAAAACIAAABkcnMvZG93bnJldi54bWxQSwECFAAUAAAACACH&#10;TuJAajnhYSACAAAaBAAADgAAAAAAAAABACAAAAArAQAAZHJzL2Uyb0RvYy54bWxQSwUGAAAAAAYA&#10;BgBZAQAAvQ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选送单位：六大队22人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49024" behindDoc="0" locked="0" layoutInCell="1" allowOverlap="1">
                <wp:simplePos x="0" y="0"/>
                <wp:positionH relativeFrom="column">
                  <wp:posOffset>288290</wp:posOffset>
                </wp:positionH>
                <wp:positionV relativeFrom="paragraph">
                  <wp:posOffset>4406265</wp:posOffset>
                </wp:positionV>
                <wp:extent cx="3800475" cy="409575"/>
                <wp:effectExtent l="0" t="0" r="0" b="0"/>
                <wp:wrapNone/>
                <wp:docPr id="26" name="文本框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00475" cy="4095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表演者：李飞 张文群 言小华 方刚 王海兰 刘垦等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2.7pt;margin-top:346.95pt;height:32.25pt;width:299.25pt;z-index:251649024;mso-width-relative:page;mso-height-relative:page;" filled="f" stroked="f" coordsize="21600,21600" o:gfxdata="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A2&#10;YnW52wAAAAoBAAAPAAAAAAAAAAEAIAAAACIAAABkcnMvZG93bnJldi54bWxQSwECFAAUAAAACACH&#10;TuJAT3NZaiECAAAaBAAADgAAAAAAAAABACAAAAAqAQAAZHJzL2Uyb0RvYy54bWxQSwUGAAAAAAYA&#10;BgBZAQAAvQ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表演者：李飞 张文群 言小华 方刚 王海兰 刘垦等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48000" behindDoc="0" locked="0" layoutInCell="1" allowOverlap="1">
                <wp:simplePos x="0" y="0"/>
                <wp:positionH relativeFrom="column">
                  <wp:posOffset>288290</wp:posOffset>
                </wp:positionH>
                <wp:positionV relativeFrom="paragraph">
                  <wp:posOffset>4025265</wp:posOffset>
                </wp:positionV>
                <wp:extent cx="3800475" cy="409575"/>
                <wp:effectExtent l="0" t="0" r="0" b="0"/>
                <wp:wrapNone/>
                <wp:docPr id="25" name="文本框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00475" cy="4095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ascii="黑体" w:hAnsi="黑体" w:eastAsia="黑体" w:cs="黑体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28"/>
                                <w:szCs w:val="28"/>
                              </w:rPr>
                              <w:t>六、配乐诗朗诵《我爱中华》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2.7pt;margin-top:316.95pt;height:32.25pt;width:299.25pt;z-index:251648000;mso-width-relative:page;mso-height-relative:page;" filled="f" stroked="f" coordsize="21600,21600" o:gfxdata="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Di&#10;S58d2wAAAAoBAAAPAAAAAAAAAAEAIAAAACIAAABkcnMvZG93bnJldi54bWxQSwECFAAUAAAACACH&#10;TuJAsfnSLCECAAAaBAAADgAAAAAAAAABACAAAAAqAQAAZHJzL2Uyb0RvYy54bWxQSwUGAAAAAAYA&#10;BgBZAQAAvQ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黑体" w:hAnsi="黑体" w:eastAsia="黑体" w:cs="黑体"/>
                          <w:sz w:val="28"/>
                          <w:szCs w:val="28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28"/>
                          <w:szCs w:val="28"/>
                        </w:rPr>
                        <w:t>六、配乐诗朗诵《我爱中华》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46976" behindDoc="0" locked="0" layoutInCell="1" allowOverlap="1">
                <wp:simplePos x="0" y="0"/>
                <wp:positionH relativeFrom="column">
                  <wp:posOffset>288290</wp:posOffset>
                </wp:positionH>
                <wp:positionV relativeFrom="paragraph">
                  <wp:posOffset>3225165</wp:posOffset>
                </wp:positionV>
                <wp:extent cx="3800475" cy="409575"/>
                <wp:effectExtent l="0" t="0" r="0" b="0"/>
                <wp:wrapNone/>
                <wp:docPr id="23" name="文本框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00475" cy="4095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ascii="黑体" w:hAnsi="黑体" w:eastAsia="黑体" w:cs="黑体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28"/>
                                <w:szCs w:val="28"/>
                              </w:rPr>
                              <w:t>五、表演唱《与中国共同成长》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2.7pt;margin-top:253.95pt;height:32.25pt;width:299.25pt;z-index:251646976;mso-width-relative:page;mso-height-relative:page;" filled="f" stroked="f" coordsize="21600,21600" o:gfxdata="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BQb&#10;qgLbAAAACgEAAA8AAAAAAAAAAQAgAAAAIgAAAGRycy9kb3ducmV2LnhtbFBLAQIUABQAAAAIAIdO&#10;4kBN7MWhIAIAABoEAAAOAAAAAAAAAAEAIAAAACoBAABkcnMvZTJvRG9jLnhtbFBLBQYAAAAABgAG&#10;AFkBAAC8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黑体" w:hAnsi="黑体" w:eastAsia="黑体" w:cs="黑体"/>
                          <w:sz w:val="28"/>
                          <w:szCs w:val="28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28"/>
                          <w:szCs w:val="28"/>
                        </w:rPr>
                        <w:t>五、表演唱《与中国共同成长》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288290</wp:posOffset>
                </wp:positionH>
                <wp:positionV relativeFrom="paragraph">
                  <wp:posOffset>3606165</wp:posOffset>
                </wp:positionV>
                <wp:extent cx="3800475" cy="409575"/>
                <wp:effectExtent l="0" t="0" r="0" b="0"/>
                <wp:wrapNone/>
                <wp:docPr id="24" name="文本框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00475" cy="4095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表演者：金元庆 王子群 陈滨 志强言等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2.7pt;margin-top:283.95pt;height:32.25pt;width:299.25pt;z-index:251664384;mso-width-relative:page;mso-height-relative:page;" filled="f" stroked="f" coordsize="21600,21600" o:gfxdata="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BY&#10;jWxV2wAAAAoBAAAPAAAAAAAAAAEAIAAAACIAAABkcnMvZG93bnJldi54bWxQSwECFAAUAAAACACH&#10;TuJAJIKEpyECAAAaBAAADgAAAAAAAAABACAAAAAqAQAAZHJzL2Uyb0RvYy54bWxQSwUGAAAAAAYA&#10;BgBZAQAAvQ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表演者：金元庆 王子群 陈滨 志强言等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44928" behindDoc="0" locked="0" layoutInCell="1" allowOverlap="1">
                <wp:simplePos x="0" y="0"/>
                <wp:positionH relativeFrom="column">
                  <wp:posOffset>288290</wp:posOffset>
                </wp:positionH>
                <wp:positionV relativeFrom="paragraph">
                  <wp:posOffset>2625090</wp:posOffset>
                </wp:positionV>
                <wp:extent cx="3800475" cy="409575"/>
                <wp:effectExtent l="0" t="0" r="0" b="0"/>
                <wp:wrapNone/>
                <wp:docPr id="21" name="文本框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00475" cy="4095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ascii="黑体" w:hAnsi="黑体" w:eastAsia="黑体" w:cs="黑体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28"/>
                                <w:szCs w:val="28"/>
                              </w:rPr>
                              <w:t>四、相声《祖国的庆典》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2.7pt;margin-top:206.7pt;height:32.25pt;width:299.25pt;z-index:251644928;mso-width-relative:page;mso-height-relative:page;" filled="f" stroked="f" coordsize="21600,21600" o:gfxdata="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CP&#10;t1uB2wAAAAoBAAAPAAAAAAAAAAEAIAAAACIAAABkcnMvZG93bnJldi54bWxQSwECFAAUAAAACACH&#10;TuJAJh0YbCECAAAaBAAADgAAAAAAAAABACAAAAAqAQAAZHJzL2Uyb0RvYy54bWxQSwUGAAAAAAYA&#10;BgBZAQAAvQ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黑体" w:hAnsi="黑体" w:eastAsia="黑体" w:cs="黑体"/>
                          <w:sz w:val="28"/>
                          <w:szCs w:val="28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28"/>
                          <w:szCs w:val="28"/>
                        </w:rPr>
                        <w:t>四、相声《祖国的庆典》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45952" behindDoc="0" locked="0" layoutInCell="1" allowOverlap="1">
                <wp:simplePos x="0" y="0"/>
                <wp:positionH relativeFrom="column">
                  <wp:posOffset>288290</wp:posOffset>
                </wp:positionH>
                <wp:positionV relativeFrom="paragraph">
                  <wp:posOffset>3006090</wp:posOffset>
                </wp:positionV>
                <wp:extent cx="3800475" cy="409575"/>
                <wp:effectExtent l="0" t="0" r="0" b="0"/>
                <wp:wrapNone/>
                <wp:docPr id="22" name="文本框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00475" cy="4095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表演者：毛华展 王燕群 言小华 庄山 五志言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2.7pt;margin-top:236.7pt;height:32.25pt;width:299.25pt;z-index:251645952;mso-width-relative:page;mso-height-relative:page;" filled="f" stroked="f" coordsize="21600,21600" o:gfxdata="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表演者：毛华展 王燕群 言小华 庄山 五志言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41856" behindDoc="0" locked="0" layoutInCell="1" allowOverlap="1">
                <wp:simplePos x="0" y="0"/>
                <wp:positionH relativeFrom="column">
                  <wp:posOffset>288290</wp:posOffset>
                </wp:positionH>
                <wp:positionV relativeFrom="paragraph">
                  <wp:posOffset>2025015</wp:posOffset>
                </wp:positionV>
                <wp:extent cx="3800475" cy="409575"/>
                <wp:effectExtent l="0" t="0" r="0" b="0"/>
                <wp:wrapNone/>
                <wp:docPr id="20" name="文本框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00475" cy="4095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ascii="黑体" w:hAnsi="黑体" w:eastAsia="黑体" w:cs="黑体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28"/>
                                <w:szCs w:val="28"/>
                              </w:rPr>
                              <w:t>三、音乐小品《五星红旗下的哨兵》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2.7pt;margin-top:159.45pt;height:32.25pt;width:299.25pt;z-index:251641856;mso-width-relative:page;mso-height-relative:page;" filled="f" stroked="f" coordsize="21600,21600" o:gfxdata="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P+Y&#10;4OPbAAAACgEAAA8AAAAAAAAAAQAgAAAAIgAAAGRycy9kb3ducmV2LnhtbFBLAQIUABQAAAAIAIdO&#10;4kCzZk7nIAIAABoEAAAOAAAAAAAAAAEAIAAAACoBAABkcnMvZTJvRG9jLnhtbFBLBQYAAAAABgAG&#10;AFkBAAC8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黑体" w:hAnsi="黑体" w:eastAsia="黑体" w:cs="黑体"/>
                          <w:sz w:val="28"/>
                          <w:szCs w:val="28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28"/>
                          <w:szCs w:val="28"/>
                        </w:rPr>
                        <w:t>三、音乐小品《五星红旗下的哨兵》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43904" behindDoc="0" locked="0" layoutInCell="1" allowOverlap="1">
                <wp:simplePos x="0" y="0"/>
                <wp:positionH relativeFrom="column">
                  <wp:posOffset>288290</wp:posOffset>
                </wp:positionH>
                <wp:positionV relativeFrom="paragraph">
                  <wp:posOffset>2406015</wp:posOffset>
                </wp:positionV>
                <wp:extent cx="3800475" cy="409575"/>
                <wp:effectExtent l="0" t="0" r="0" b="0"/>
                <wp:wrapNone/>
                <wp:docPr id="19" name="文本框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00475" cy="4095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表演者：毛华展 王燕群 言小华 方方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2.7pt;margin-top:189.45pt;height:32.25pt;width:299.25pt;z-index:251643904;mso-width-relative:page;mso-height-relative:page;" filled="f" stroked="f" coordsize="21600,21600" o:gfxdata="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MWU&#10;dc3bAAAACgEAAA8AAAAAAAAAAQAgAAAAIgAAAGRycy9kb3ducmV2LnhtbFBLAQIUABQAAAAIAIdO&#10;4kCZgM63IAIAABoEAAAOAAAAAAAAAAEAIAAAACoBAABkcnMvZTJvRG9jLnhtbFBLBQYAAAAABgAG&#10;AFkBAAC8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表演者：毛华展 王燕群 言小华 方方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40832" behindDoc="0" locked="0" layoutInCell="1" allowOverlap="1">
                <wp:simplePos x="0" y="0"/>
                <wp:positionH relativeFrom="column">
                  <wp:posOffset>288290</wp:posOffset>
                </wp:positionH>
                <wp:positionV relativeFrom="paragraph">
                  <wp:posOffset>1596390</wp:posOffset>
                </wp:positionV>
                <wp:extent cx="3800475" cy="409575"/>
                <wp:effectExtent l="0" t="0" r="0" b="0"/>
                <wp:wrapNone/>
                <wp:docPr id="17" name="文本框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00475" cy="4095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表演者：王明哲 周小风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2.7pt;margin-top:125.7pt;height:32.25pt;width:299.25pt;z-index:251640832;mso-width-relative:page;mso-height-relative:page;" filled="f" stroked="f" coordsize="21600,21600" o:gfxdata="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D1&#10;Tj2s3AAAAAoBAAAPAAAAAAAAAAEAIAAAACIAAABkcnMvZG93bnJldi54bWxQSwECFAAUAAAACACH&#10;TuJAS1xMuyACAAAaBAAADgAAAAAAAAABACAAAAArAQAAZHJzL2Uyb0RvYy54bWxQSwUGAAAAAAYA&#10;BgBZAQAAvQ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表演者：王明哲 周小风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39808" behindDoc="0" locked="0" layoutInCell="1" allowOverlap="1">
                <wp:simplePos x="0" y="0"/>
                <wp:positionH relativeFrom="column">
                  <wp:posOffset>288290</wp:posOffset>
                </wp:positionH>
                <wp:positionV relativeFrom="paragraph">
                  <wp:posOffset>1215390</wp:posOffset>
                </wp:positionV>
                <wp:extent cx="3800475" cy="409575"/>
                <wp:effectExtent l="0" t="0" r="0" b="0"/>
                <wp:wrapNone/>
                <wp:docPr id="18" name="文本框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00475" cy="4095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ascii="黑体" w:hAnsi="黑体" w:eastAsia="黑体" w:cs="黑体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28"/>
                                <w:szCs w:val="28"/>
                              </w:rPr>
                              <w:t>二、歌曲《中国在我心》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2.7pt;margin-top:95.7pt;height:32.25pt;width:299.25pt;z-index:251639808;mso-width-relative:page;mso-height-relative:page;" filled="f" stroked="f" coordsize="21600,21600" o:gfxdata="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aOHe&#10;e9oAAAAKAQAADwAAAAAAAAABACAAAAAiAAAAZHJzL2Rvd25yZXYueG1sUEsBAhQAFAAAAAgAh07i&#10;QAz7mDwgAgAAGgQAAA4AAAAAAAAAAQAgAAAAKQEAAGRycy9lMm9Eb2MueG1sUEsFBgAAAAAGAAYA&#10;WQEAALs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黑体" w:hAnsi="黑体" w:eastAsia="黑体" w:cs="黑体"/>
                          <w:sz w:val="28"/>
                          <w:szCs w:val="28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28"/>
                          <w:szCs w:val="28"/>
                        </w:rPr>
                        <w:t>二、歌曲《中国在我心》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38784" behindDoc="0" locked="0" layoutInCell="1" allowOverlap="1">
                <wp:simplePos x="0" y="0"/>
                <wp:positionH relativeFrom="column">
                  <wp:posOffset>288290</wp:posOffset>
                </wp:positionH>
                <wp:positionV relativeFrom="paragraph">
                  <wp:posOffset>1024890</wp:posOffset>
                </wp:positionV>
                <wp:extent cx="3800475" cy="409575"/>
                <wp:effectExtent l="0" t="0" r="0" b="0"/>
                <wp:wrapNone/>
                <wp:docPr id="16" name="文本框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00475" cy="4095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选送单位：三大队11人 四大15人 五大队20人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2.7pt;margin-top:80.7pt;height:32.25pt;width:299.25pt;z-index:251638784;mso-width-relative:page;mso-height-relative:page;" filled="f" stroked="f" coordsize="21600,21600" o:gfxdata="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pQQs&#10;OdoAAAAKAQAADwAAAAAAAAABACAAAAAiAAAAZHJzL2Rvd25yZXYueG1sUEsBAhQAFAAAAAgAh07i&#10;QN4nGjAgAgAAGgQAAA4AAAAAAAAAAQAgAAAAKQEAAGRycy9lMm9Eb2MueG1sUEsFBgAAAAAGAAYA&#10;WQEAALs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选送单位：三大队11人 四大15人 五大队20人</w:t>
                      </w:r>
                    </w:p>
                  </w:txbxContent>
                </v:textbox>
              </v:shape>
            </w:pict>
          </mc:Fallback>
        </mc:AlternateContent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2A304BB2"/>
    <w:rsid w:val="001E43FD"/>
    <w:rsid w:val="001E7AA9"/>
    <w:rsid w:val="00335BFC"/>
    <w:rsid w:val="003B771A"/>
    <w:rsid w:val="006001A7"/>
    <w:rsid w:val="0078721C"/>
    <w:rsid w:val="00875870"/>
    <w:rsid w:val="009250C9"/>
    <w:rsid w:val="00AF07D7"/>
    <w:rsid w:val="01032BF7"/>
    <w:rsid w:val="011B6C26"/>
    <w:rsid w:val="014A03E7"/>
    <w:rsid w:val="01725952"/>
    <w:rsid w:val="01772561"/>
    <w:rsid w:val="01D462AD"/>
    <w:rsid w:val="02574FE9"/>
    <w:rsid w:val="026E6D93"/>
    <w:rsid w:val="02CA7E22"/>
    <w:rsid w:val="034A6263"/>
    <w:rsid w:val="03FD1CE3"/>
    <w:rsid w:val="04A377DB"/>
    <w:rsid w:val="04CB0A11"/>
    <w:rsid w:val="04F3405A"/>
    <w:rsid w:val="057165BD"/>
    <w:rsid w:val="057669F5"/>
    <w:rsid w:val="058942EF"/>
    <w:rsid w:val="05974FBC"/>
    <w:rsid w:val="05D80295"/>
    <w:rsid w:val="06812BD8"/>
    <w:rsid w:val="06E04A52"/>
    <w:rsid w:val="0702273F"/>
    <w:rsid w:val="074C7D86"/>
    <w:rsid w:val="07935C41"/>
    <w:rsid w:val="079E2C6B"/>
    <w:rsid w:val="07A5451B"/>
    <w:rsid w:val="07E45C32"/>
    <w:rsid w:val="08006935"/>
    <w:rsid w:val="082617D8"/>
    <w:rsid w:val="083759F8"/>
    <w:rsid w:val="0878605D"/>
    <w:rsid w:val="08F044BF"/>
    <w:rsid w:val="09171C6B"/>
    <w:rsid w:val="09895DC1"/>
    <w:rsid w:val="09E40FA3"/>
    <w:rsid w:val="0A2F026D"/>
    <w:rsid w:val="0A91177D"/>
    <w:rsid w:val="0BFA6136"/>
    <w:rsid w:val="0C182F1E"/>
    <w:rsid w:val="0C2040C0"/>
    <w:rsid w:val="0D0A5346"/>
    <w:rsid w:val="0D315D3E"/>
    <w:rsid w:val="0D316C04"/>
    <w:rsid w:val="0D3E5A48"/>
    <w:rsid w:val="0E5E1166"/>
    <w:rsid w:val="0E8B4D42"/>
    <w:rsid w:val="0ED247B5"/>
    <w:rsid w:val="0F9600E0"/>
    <w:rsid w:val="10566A0D"/>
    <w:rsid w:val="10B077B3"/>
    <w:rsid w:val="10EA083F"/>
    <w:rsid w:val="118578F1"/>
    <w:rsid w:val="121143BD"/>
    <w:rsid w:val="122C23F3"/>
    <w:rsid w:val="12482112"/>
    <w:rsid w:val="12594E46"/>
    <w:rsid w:val="1285274A"/>
    <w:rsid w:val="12AD03F9"/>
    <w:rsid w:val="13062B40"/>
    <w:rsid w:val="132323B1"/>
    <w:rsid w:val="13CA7615"/>
    <w:rsid w:val="14184786"/>
    <w:rsid w:val="141A4574"/>
    <w:rsid w:val="14224F81"/>
    <w:rsid w:val="142E2201"/>
    <w:rsid w:val="14697AB0"/>
    <w:rsid w:val="148F120B"/>
    <w:rsid w:val="15533A41"/>
    <w:rsid w:val="15A021F2"/>
    <w:rsid w:val="15BC6410"/>
    <w:rsid w:val="15ED0053"/>
    <w:rsid w:val="15F23E54"/>
    <w:rsid w:val="160A384D"/>
    <w:rsid w:val="163D28A4"/>
    <w:rsid w:val="164F411D"/>
    <w:rsid w:val="165702FE"/>
    <w:rsid w:val="16652AC5"/>
    <w:rsid w:val="170E6207"/>
    <w:rsid w:val="175D560B"/>
    <w:rsid w:val="179123B7"/>
    <w:rsid w:val="17970B99"/>
    <w:rsid w:val="17AB5F84"/>
    <w:rsid w:val="18A15532"/>
    <w:rsid w:val="18A332B6"/>
    <w:rsid w:val="18D44645"/>
    <w:rsid w:val="18E26205"/>
    <w:rsid w:val="18E83654"/>
    <w:rsid w:val="19A470D9"/>
    <w:rsid w:val="1A2E766B"/>
    <w:rsid w:val="1A79584F"/>
    <w:rsid w:val="1AC04EE8"/>
    <w:rsid w:val="1B6F239C"/>
    <w:rsid w:val="1B724BDE"/>
    <w:rsid w:val="1BE305BF"/>
    <w:rsid w:val="1C612A0A"/>
    <w:rsid w:val="1CB6773B"/>
    <w:rsid w:val="1CCF78C4"/>
    <w:rsid w:val="1CFC21DF"/>
    <w:rsid w:val="1D5A1D90"/>
    <w:rsid w:val="1D6D5151"/>
    <w:rsid w:val="1DCB2AFC"/>
    <w:rsid w:val="1DD848B4"/>
    <w:rsid w:val="1E64111E"/>
    <w:rsid w:val="1E966BAC"/>
    <w:rsid w:val="1EF53AAC"/>
    <w:rsid w:val="1F7B50C8"/>
    <w:rsid w:val="1F844EC9"/>
    <w:rsid w:val="1F8E0407"/>
    <w:rsid w:val="1F8F5AB4"/>
    <w:rsid w:val="20360C36"/>
    <w:rsid w:val="20430751"/>
    <w:rsid w:val="20904490"/>
    <w:rsid w:val="2128339A"/>
    <w:rsid w:val="21C81473"/>
    <w:rsid w:val="22053ED6"/>
    <w:rsid w:val="22276724"/>
    <w:rsid w:val="222E0CC1"/>
    <w:rsid w:val="22642B37"/>
    <w:rsid w:val="230D2685"/>
    <w:rsid w:val="23C91252"/>
    <w:rsid w:val="24140CE0"/>
    <w:rsid w:val="24947871"/>
    <w:rsid w:val="25044D8E"/>
    <w:rsid w:val="25521CAD"/>
    <w:rsid w:val="25A169BE"/>
    <w:rsid w:val="25AB42AA"/>
    <w:rsid w:val="25D069B8"/>
    <w:rsid w:val="26296894"/>
    <w:rsid w:val="26E57E27"/>
    <w:rsid w:val="28087D95"/>
    <w:rsid w:val="2887613A"/>
    <w:rsid w:val="295E190C"/>
    <w:rsid w:val="29AD20D3"/>
    <w:rsid w:val="29D931AB"/>
    <w:rsid w:val="29FD4ED1"/>
    <w:rsid w:val="2A304BB2"/>
    <w:rsid w:val="2A554555"/>
    <w:rsid w:val="2A562359"/>
    <w:rsid w:val="2B4733AB"/>
    <w:rsid w:val="2B86083A"/>
    <w:rsid w:val="2BAD6252"/>
    <w:rsid w:val="2BC7239D"/>
    <w:rsid w:val="2C141C9D"/>
    <w:rsid w:val="2C177027"/>
    <w:rsid w:val="2C1E1290"/>
    <w:rsid w:val="2CD245EA"/>
    <w:rsid w:val="2CF41B61"/>
    <w:rsid w:val="2E003A70"/>
    <w:rsid w:val="2E196C65"/>
    <w:rsid w:val="2E682D04"/>
    <w:rsid w:val="2E770B8B"/>
    <w:rsid w:val="2EA80BEC"/>
    <w:rsid w:val="2F397206"/>
    <w:rsid w:val="2FD2696C"/>
    <w:rsid w:val="2FFC3C94"/>
    <w:rsid w:val="301711FC"/>
    <w:rsid w:val="30886B46"/>
    <w:rsid w:val="30DF0235"/>
    <w:rsid w:val="316F6E72"/>
    <w:rsid w:val="31930171"/>
    <w:rsid w:val="31C04860"/>
    <w:rsid w:val="32511552"/>
    <w:rsid w:val="326E6A5A"/>
    <w:rsid w:val="3280475F"/>
    <w:rsid w:val="33097435"/>
    <w:rsid w:val="33151237"/>
    <w:rsid w:val="332B2D39"/>
    <w:rsid w:val="332C6584"/>
    <w:rsid w:val="33316533"/>
    <w:rsid w:val="33445D83"/>
    <w:rsid w:val="33560CDB"/>
    <w:rsid w:val="335679C0"/>
    <w:rsid w:val="33F341D3"/>
    <w:rsid w:val="34054E69"/>
    <w:rsid w:val="340E0DD7"/>
    <w:rsid w:val="34512DA2"/>
    <w:rsid w:val="34997327"/>
    <w:rsid w:val="34C83B6C"/>
    <w:rsid w:val="354122AD"/>
    <w:rsid w:val="354F3ADE"/>
    <w:rsid w:val="35E6163C"/>
    <w:rsid w:val="360C7BBB"/>
    <w:rsid w:val="36466E39"/>
    <w:rsid w:val="36481AF5"/>
    <w:rsid w:val="3664523F"/>
    <w:rsid w:val="36AB070B"/>
    <w:rsid w:val="37643378"/>
    <w:rsid w:val="37AA0C7D"/>
    <w:rsid w:val="381D0947"/>
    <w:rsid w:val="383A27F6"/>
    <w:rsid w:val="389C76E9"/>
    <w:rsid w:val="38CE2C43"/>
    <w:rsid w:val="396A25ED"/>
    <w:rsid w:val="39D47BC2"/>
    <w:rsid w:val="39DC6795"/>
    <w:rsid w:val="3A5F4E85"/>
    <w:rsid w:val="3AD1475E"/>
    <w:rsid w:val="3B3D462C"/>
    <w:rsid w:val="3B651C9A"/>
    <w:rsid w:val="3B9F6952"/>
    <w:rsid w:val="3BD51285"/>
    <w:rsid w:val="3BEA203C"/>
    <w:rsid w:val="3C1E75D1"/>
    <w:rsid w:val="3CE5137F"/>
    <w:rsid w:val="3CF83D5F"/>
    <w:rsid w:val="3D647757"/>
    <w:rsid w:val="3D655453"/>
    <w:rsid w:val="3D705202"/>
    <w:rsid w:val="3D724D41"/>
    <w:rsid w:val="3D8C1A7F"/>
    <w:rsid w:val="3DBE4DBD"/>
    <w:rsid w:val="3E532262"/>
    <w:rsid w:val="3EEF5C52"/>
    <w:rsid w:val="3F2078F6"/>
    <w:rsid w:val="40F8746D"/>
    <w:rsid w:val="410409FD"/>
    <w:rsid w:val="41742588"/>
    <w:rsid w:val="417462DC"/>
    <w:rsid w:val="41E80E43"/>
    <w:rsid w:val="42674D00"/>
    <w:rsid w:val="42DA22EE"/>
    <w:rsid w:val="42F1396F"/>
    <w:rsid w:val="43092DA9"/>
    <w:rsid w:val="43383E02"/>
    <w:rsid w:val="433C7C75"/>
    <w:rsid w:val="43E75816"/>
    <w:rsid w:val="44097F3B"/>
    <w:rsid w:val="44111CF7"/>
    <w:rsid w:val="441D4E47"/>
    <w:rsid w:val="44343FF8"/>
    <w:rsid w:val="44386E83"/>
    <w:rsid w:val="445B3DC6"/>
    <w:rsid w:val="44A50540"/>
    <w:rsid w:val="45265972"/>
    <w:rsid w:val="452F10FE"/>
    <w:rsid w:val="45783F53"/>
    <w:rsid w:val="47104AA0"/>
    <w:rsid w:val="47150A63"/>
    <w:rsid w:val="475D2EDD"/>
    <w:rsid w:val="479D305B"/>
    <w:rsid w:val="49443617"/>
    <w:rsid w:val="496640D7"/>
    <w:rsid w:val="496C2132"/>
    <w:rsid w:val="49995F35"/>
    <w:rsid w:val="49C623B4"/>
    <w:rsid w:val="4A501D3D"/>
    <w:rsid w:val="4A5E4335"/>
    <w:rsid w:val="4A614C4B"/>
    <w:rsid w:val="4A6D4E8C"/>
    <w:rsid w:val="4AB0153E"/>
    <w:rsid w:val="4B682444"/>
    <w:rsid w:val="4C023CA4"/>
    <w:rsid w:val="4C363987"/>
    <w:rsid w:val="4C926200"/>
    <w:rsid w:val="4C9E73BA"/>
    <w:rsid w:val="4D332C1B"/>
    <w:rsid w:val="4D586643"/>
    <w:rsid w:val="4D85254E"/>
    <w:rsid w:val="4DC00666"/>
    <w:rsid w:val="4DD61589"/>
    <w:rsid w:val="4E035062"/>
    <w:rsid w:val="4ED41705"/>
    <w:rsid w:val="4EF3216B"/>
    <w:rsid w:val="4F8C327F"/>
    <w:rsid w:val="4F8F544D"/>
    <w:rsid w:val="5037124C"/>
    <w:rsid w:val="50D26724"/>
    <w:rsid w:val="5155238E"/>
    <w:rsid w:val="51C12532"/>
    <w:rsid w:val="521D16F7"/>
    <w:rsid w:val="53370508"/>
    <w:rsid w:val="537E5427"/>
    <w:rsid w:val="53E52940"/>
    <w:rsid w:val="540F5F3D"/>
    <w:rsid w:val="543517CF"/>
    <w:rsid w:val="54B25A4C"/>
    <w:rsid w:val="54D15A76"/>
    <w:rsid w:val="553873E4"/>
    <w:rsid w:val="55661FEC"/>
    <w:rsid w:val="55947F64"/>
    <w:rsid w:val="55B5676B"/>
    <w:rsid w:val="55DF107C"/>
    <w:rsid w:val="56242063"/>
    <w:rsid w:val="56377DF8"/>
    <w:rsid w:val="56A630AD"/>
    <w:rsid w:val="56FD10DE"/>
    <w:rsid w:val="57516B75"/>
    <w:rsid w:val="57996C58"/>
    <w:rsid w:val="584C0EDC"/>
    <w:rsid w:val="58C00EBE"/>
    <w:rsid w:val="591418DC"/>
    <w:rsid w:val="591C3434"/>
    <w:rsid w:val="592B284B"/>
    <w:rsid w:val="599A1EB6"/>
    <w:rsid w:val="59D82963"/>
    <w:rsid w:val="5A0C3DCF"/>
    <w:rsid w:val="5A3F1AF8"/>
    <w:rsid w:val="5A696B85"/>
    <w:rsid w:val="5AA77788"/>
    <w:rsid w:val="5B132617"/>
    <w:rsid w:val="5B647918"/>
    <w:rsid w:val="5B824C94"/>
    <w:rsid w:val="5BBB19B7"/>
    <w:rsid w:val="5BFE2C76"/>
    <w:rsid w:val="5C5E4B54"/>
    <w:rsid w:val="5D3C78B8"/>
    <w:rsid w:val="5D5836C6"/>
    <w:rsid w:val="5D732B16"/>
    <w:rsid w:val="5E276B45"/>
    <w:rsid w:val="5E314B8F"/>
    <w:rsid w:val="5E327CA2"/>
    <w:rsid w:val="5ED65087"/>
    <w:rsid w:val="5ED94236"/>
    <w:rsid w:val="5EFA5DB1"/>
    <w:rsid w:val="5F5572B4"/>
    <w:rsid w:val="5F58612F"/>
    <w:rsid w:val="5F7246FD"/>
    <w:rsid w:val="5FC30FA0"/>
    <w:rsid w:val="601B6EC7"/>
    <w:rsid w:val="604C6E7E"/>
    <w:rsid w:val="6074427F"/>
    <w:rsid w:val="60F21536"/>
    <w:rsid w:val="60FA673C"/>
    <w:rsid w:val="613D5CFF"/>
    <w:rsid w:val="61BE6FB5"/>
    <w:rsid w:val="620062A2"/>
    <w:rsid w:val="62C959F4"/>
    <w:rsid w:val="62C95CD8"/>
    <w:rsid w:val="62FF42F2"/>
    <w:rsid w:val="63C307B8"/>
    <w:rsid w:val="63FC66A9"/>
    <w:rsid w:val="64010EC8"/>
    <w:rsid w:val="64507BD7"/>
    <w:rsid w:val="64861306"/>
    <w:rsid w:val="64B67821"/>
    <w:rsid w:val="65DC5236"/>
    <w:rsid w:val="65E72DC1"/>
    <w:rsid w:val="65F13A2A"/>
    <w:rsid w:val="65FF1E91"/>
    <w:rsid w:val="666B5955"/>
    <w:rsid w:val="669369CC"/>
    <w:rsid w:val="66B111CC"/>
    <w:rsid w:val="66C95C11"/>
    <w:rsid w:val="670F716E"/>
    <w:rsid w:val="67116FFF"/>
    <w:rsid w:val="6760548C"/>
    <w:rsid w:val="67826833"/>
    <w:rsid w:val="67C441C5"/>
    <w:rsid w:val="68B038B9"/>
    <w:rsid w:val="69353483"/>
    <w:rsid w:val="69552969"/>
    <w:rsid w:val="69BF403F"/>
    <w:rsid w:val="6A007E39"/>
    <w:rsid w:val="6A112424"/>
    <w:rsid w:val="6A8B379D"/>
    <w:rsid w:val="6A8D2744"/>
    <w:rsid w:val="6AA52007"/>
    <w:rsid w:val="6AF911C8"/>
    <w:rsid w:val="6B153316"/>
    <w:rsid w:val="6B7B21A7"/>
    <w:rsid w:val="6BB2292C"/>
    <w:rsid w:val="6BD6649D"/>
    <w:rsid w:val="6BE83AE5"/>
    <w:rsid w:val="6C493018"/>
    <w:rsid w:val="6C5275BE"/>
    <w:rsid w:val="6CB52F26"/>
    <w:rsid w:val="6CD41FF9"/>
    <w:rsid w:val="6D2D348B"/>
    <w:rsid w:val="6D3F6FB0"/>
    <w:rsid w:val="6D535020"/>
    <w:rsid w:val="6E8D4F4E"/>
    <w:rsid w:val="6EC55736"/>
    <w:rsid w:val="6F1F63AD"/>
    <w:rsid w:val="6F8C1924"/>
    <w:rsid w:val="6FD208CC"/>
    <w:rsid w:val="701902E4"/>
    <w:rsid w:val="709B7959"/>
    <w:rsid w:val="70D92DAB"/>
    <w:rsid w:val="710F2060"/>
    <w:rsid w:val="71152674"/>
    <w:rsid w:val="71685752"/>
    <w:rsid w:val="723E7F66"/>
    <w:rsid w:val="72916D32"/>
    <w:rsid w:val="72A93675"/>
    <w:rsid w:val="733B500C"/>
    <w:rsid w:val="734E750D"/>
    <w:rsid w:val="735F6E7C"/>
    <w:rsid w:val="73E01CD3"/>
    <w:rsid w:val="74005AA1"/>
    <w:rsid w:val="74066AE4"/>
    <w:rsid w:val="742F1789"/>
    <w:rsid w:val="74A106B3"/>
    <w:rsid w:val="750017DF"/>
    <w:rsid w:val="7574755F"/>
    <w:rsid w:val="75DD7733"/>
    <w:rsid w:val="76001605"/>
    <w:rsid w:val="76703E1E"/>
    <w:rsid w:val="76713FFB"/>
    <w:rsid w:val="769C39DC"/>
    <w:rsid w:val="76EF5072"/>
    <w:rsid w:val="775F509E"/>
    <w:rsid w:val="77B533D0"/>
    <w:rsid w:val="780C0CF1"/>
    <w:rsid w:val="78500EBA"/>
    <w:rsid w:val="785B6E3E"/>
    <w:rsid w:val="788C14E2"/>
    <w:rsid w:val="79DA4C85"/>
    <w:rsid w:val="7A060040"/>
    <w:rsid w:val="7A117140"/>
    <w:rsid w:val="7B0B32DA"/>
    <w:rsid w:val="7B466D62"/>
    <w:rsid w:val="7B4F4F5B"/>
    <w:rsid w:val="7C1F1BAE"/>
    <w:rsid w:val="7C346927"/>
    <w:rsid w:val="7C3F6092"/>
    <w:rsid w:val="7CCF6C9E"/>
    <w:rsid w:val="7CE878C2"/>
    <w:rsid w:val="7D9C7B6C"/>
    <w:rsid w:val="7DBF5AE8"/>
    <w:rsid w:val="7E516CBF"/>
    <w:rsid w:val="7E77290B"/>
    <w:rsid w:val="7ECD3394"/>
    <w:rsid w:val="7F244AD3"/>
    <w:rsid w:val="7F596613"/>
    <w:rsid w:val="7F845C49"/>
    <w:rsid w:val="7FC559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jpe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jpe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enovo\AppData\Roaming\Kingsoft\wps\addons\pool\win-i386\knewfileruby_1.0.0.10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</Template>
  <Pages>2</Pages>
  <Words>11</Words>
  <Characters>63</Characters>
  <Lines>1</Lines>
  <Paragraphs>1</Paragraphs>
  <TotalTime>10</TotalTime>
  <ScaleCrop>false</ScaleCrop>
  <LinksUpToDate>false</LinksUpToDate>
  <CharactersWithSpaces>73</CharactersWithSpaces>
  <Application>WPS Office_11.1.0.9305_F1E327BC-269C-435d-A152-05C5408002CA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2018-11-19T08:26:00Z</dcterms:created>
  <dc:creator>飞翔的企鹅1408966261</dc:creator>
  <cp:lastModifiedBy>￠冰ω蝶爱ベ</cp:lastModifiedBy>
  <dcterms:modified xsi:type="dcterms:W3CDTF">2019-12-20T06:54:15Z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2052-11.1.0.9305</vt:lpwstr>
  </property>
</Properties>
</file>