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E83538"/>
  <w:body>
    <w:p>
      <w:r>
        <w:rPr>
          <w:rFonts w:hint="eastAsia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5045075</wp:posOffset>
            </wp:positionH>
            <wp:positionV relativeFrom="page">
              <wp:posOffset>-810895</wp:posOffset>
            </wp:positionV>
            <wp:extent cx="1338580" cy="5201285"/>
            <wp:effectExtent l="0" t="0" r="7620" b="5715"/>
            <wp:wrapNone/>
            <wp:docPr id="7" name="图片 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38580" cy="5201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-2571750</wp:posOffset>
            </wp:positionH>
            <wp:positionV relativeFrom="page">
              <wp:posOffset>-29210</wp:posOffset>
            </wp:positionV>
            <wp:extent cx="9842500" cy="10470515"/>
            <wp:effectExtent l="0" t="0" r="0" b="6985"/>
            <wp:wrapNone/>
            <wp:docPr id="15" name="图片 15" descr="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4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842500" cy="10470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4267200</wp:posOffset>
            </wp:positionH>
            <wp:positionV relativeFrom="page">
              <wp:posOffset>-600710</wp:posOffset>
            </wp:positionV>
            <wp:extent cx="735330" cy="2858770"/>
            <wp:effectExtent l="0" t="0" r="1270" b="11430"/>
            <wp:wrapNone/>
            <wp:docPr id="8" name="图片 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5330" cy="2858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-508000</wp:posOffset>
            </wp:positionH>
            <wp:positionV relativeFrom="page">
              <wp:posOffset>-486410</wp:posOffset>
            </wp:positionV>
            <wp:extent cx="928370" cy="3607435"/>
            <wp:effectExtent l="0" t="0" r="11430" b="12065"/>
            <wp:wrapNone/>
            <wp:docPr id="4" name="图片 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28370" cy="3607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355600</wp:posOffset>
            </wp:positionH>
            <wp:positionV relativeFrom="page">
              <wp:posOffset>-803910</wp:posOffset>
            </wp:positionV>
            <wp:extent cx="735330" cy="2858770"/>
            <wp:effectExtent l="0" t="0" r="1270" b="11430"/>
            <wp:wrapNone/>
            <wp:docPr id="5" name="图片 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5330" cy="2858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-942340</wp:posOffset>
            </wp:positionH>
            <wp:positionV relativeFrom="page">
              <wp:posOffset>227330</wp:posOffset>
            </wp:positionV>
            <wp:extent cx="7243445" cy="10314305"/>
            <wp:effectExtent l="0" t="0" r="8255" b="10795"/>
            <wp:wrapNone/>
            <wp:docPr id="3" name="图片 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43445" cy="10314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-270510</wp:posOffset>
                </wp:positionH>
                <wp:positionV relativeFrom="page">
                  <wp:posOffset>1122680</wp:posOffset>
                </wp:positionV>
                <wp:extent cx="5742940" cy="8606155"/>
                <wp:effectExtent l="0" t="0" r="10160" b="4445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939165" y="956310"/>
                          <a:ext cx="5742940" cy="86061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1.3pt;margin-top:88.4pt;height:677.65pt;width:452.2pt;mso-position-vertical-relative:page;z-index:-251657216;v-text-anchor:middle;mso-width-relative:page;mso-height-relative:page;" fillcolor="#FFFFFF [3212]" filled="t" stroked="f" coordsize="21600,21600" o:gfxdata="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AE2MRZ2wAAAAwBAAAPAAAAAAAAAAEAIAAAACIAAABk&#10;cnMvZG93bnJldi54bWxQSwECFAAUAAAACACHTuJA/iXQcHUCAADYBAAADgAAAAAAAAABACAAAAAq&#10;AQAAZHJzL2Uyb0RvYy54bWxQSwUGAAAAAAYABgBZAQAAEQY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</w:p>
    <w:p/>
    <w:p/>
    <w:p/>
    <w:p/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229235</wp:posOffset>
                </wp:positionH>
                <wp:positionV relativeFrom="paragraph">
                  <wp:posOffset>36830</wp:posOffset>
                </wp:positionV>
                <wp:extent cx="1666240" cy="2766060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240" cy="2766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李旭科书法 v1.4" w:hAnsi="李旭科书法 v1.4" w:eastAsia="李旭科书法 v1.4" w:cs="李旭科书法 v1.4"/>
                                <w:color w:val="E83538"/>
                                <w:sz w:val="300"/>
                                <w:szCs w:val="340"/>
                              </w:rPr>
                            </w:pPr>
                            <w:r>
                              <w:rPr>
                                <w:rFonts w:hint="eastAsia" w:ascii="李旭科书法 v1.4" w:hAnsi="李旭科书法 v1.4" w:eastAsia="李旭科书法 v1.4" w:cs="李旭科书法 v1.4"/>
                                <w:color w:val="E83538"/>
                                <w:sz w:val="300"/>
                                <w:szCs w:val="340"/>
                              </w:rPr>
                              <w:t>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.05pt;margin-top:2.9pt;height:217.8pt;width:131.2pt;z-index:251662336;mso-width-relative:page;mso-height-relative:page;" filled="f" stroked="f" coordsize="21600,21600" o:gfxdata="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B1SnMzaAAAACAEAAA8AAAAAAAAAAQAgAAAAIgAAAGRy&#10;cy9kb3ducmV2LnhtbFBLAQIUABQAAAAIAIdO4kArGfSxPAIAAGkEAAAOAAAAAAAAAAEAIAAAACkB&#10;AABkcnMvZTJvRG9jLnhtbFBLBQYAAAAABgAGAFkBAADX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李旭科书法 v1.4" w:hAnsi="李旭科书法 v1.4" w:eastAsia="李旭科书法 v1.4" w:cs="李旭科书法 v1.4"/>
                          <w:color w:val="E83538"/>
                          <w:sz w:val="300"/>
                          <w:szCs w:val="340"/>
                        </w:rPr>
                      </w:pPr>
                      <w:r>
                        <w:rPr>
                          <w:rFonts w:hint="eastAsia" w:ascii="李旭科书法 v1.4" w:hAnsi="李旭科书法 v1.4" w:eastAsia="李旭科书法 v1.4" w:cs="李旭科书法 v1.4"/>
                          <w:color w:val="E83538"/>
                          <w:sz w:val="300"/>
                          <w:szCs w:val="340"/>
                        </w:rPr>
                        <w:t>节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2767330</wp:posOffset>
                </wp:positionH>
                <wp:positionV relativeFrom="paragraph">
                  <wp:posOffset>60960</wp:posOffset>
                </wp:positionV>
                <wp:extent cx="1666240" cy="2660015"/>
                <wp:effectExtent l="0" t="0" r="0" b="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240" cy="2660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李旭科书法 v1.4" w:hAnsi="李旭科书法 v1.4" w:eastAsia="李旭科书法 v1.4" w:cs="李旭科书法 v1.4"/>
                                <w:color w:val="E83538"/>
                                <w:sz w:val="280"/>
                                <w:szCs w:val="320"/>
                              </w:rPr>
                            </w:pPr>
                            <w:r>
                              <w:rPr>
                                <w:rFonts w:hint="eastAsia" w:ascii="李旭科书法 v1.4" w:hAnsi="李旭科书法 v1.4" w:eastAsia="李旭科书法 v1.4" w:cs="李旭科书法 v1.4"/>
                                <w:color w:val="E83538"/>
                                <w:sz w:val="280"/>
                                <w:szCs w:val="320"/>
                              </w:rPr>
                              <w:t>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7.9pt;margin-top:4.8pt;height:209.45pt;width:131.2pt;z-index:251668480;mso-width-relative:page;mso-height-relative:page;" filled="f" stroked="f" coordsize="21600,21600" o:gfxdata="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D/kUQfaAAAACQEAAA8AAAAAAAAAAQAgAAAAIgAAAGRy&#10;cy9kb3ducmV2LnhtbFBLAQIUABQAAAAIAIdO4kBxExTWPAIAAGkEAAAOAAAAAAAAAAEAIAAAACkB&#10;AABkcnMvZTJvRG9jLnhtbFBLBQYAAAAABgAGAFkBAADX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李旭科书法 v1.4" w:hAnsi="李旭科书法 v1.4" w:eastAsia="李旭科书法 v1.4" w:cs="李旭科书法 v1.4"/>
                          <w:color w:val="E83538"/>
                          <w:sz w:val="280"/>
                          <w:szCs w:val="320"/>
                        </w:rPr>
                      </w:pPr>
                      <w:r>
                        <w:rPr>
                          <w:rFonts w:hint="eastAsia" w:ascii="李旭科书法 v1.4" w:hAnsi="李旭科书法 v1.4" w:eastAsia="李旭科书法 v1.4" w:cs="李旭科书法 v1.4"/>
                          <w:color w:val="E83538"/>
                          <w:sz w:val="280"/>
                          <w:szCs w:val="320"/>
                        </w:rPr>
                        <w:t>单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1432560</wp:posOffset>
                </wp:positionH>
                <wp:positionV relativeFrom="paragraph">
                  <wp:posOffset>158750</wp:posOffset>
                </wp:positionV>
                <wp:extent cx="1666240" cy="2413635"/>
                <wp:effectExtent l="0" t="0" r="0" b="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240" cy="2413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李旭科书法 v1.4" w:hAnsi="李旭科书法 v1.4" w:eastAsia="李旭科书法 v1.4" w:cs="李旭科书法 v1.4"/>
                                <w:color w:val="E83538"/>
                                <w:sz w:val="280"/>
                                <w:szCs w:val="320"/>
                              </w:rPr>
                            </w:pPr>
                            <w:r>
                              <w:rPr>
                                <w:rFonts w:hint="eastAsia" w:ascii="李旭科书法 v1.4" w:hAnsi="李旭科书法 v1.4" w:eastAsia="李旭科书法 v1.4" w:cs="李旭科书法 v1.4"/>
                                <w:color w:val="E83538"/>
                                <w:sz w:val="280"/>
                                <w:szCs w:val="320"/>
                              </w:rPr>
                              <w:t>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2.8pt;margin-top:12.5pt;height:190.05pt;width:131.2pt;z-index:251669504;mso-width-relative:page;mso-height-relative:page;" filled="f" stroked="f" coordsize="21600,21600" o:gfxdata="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CLOFMI2QAAAAoBAAAPAAAAAAAAAAEAIAAAACIAAABkcnMv&#10;ZG93bnJldi54bWxQSwECFAAUAAAACACHTuJAF8GSjzsCAABpBAAADgAAAAAAAAABACAAAAAoAQAA&#10;ZHJzL2Uyb0RvYy54bWxQSwUGAAAAAAYABgBZAQAA1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李旭科书法 v1.4" w:hAnsi="李旭科书法 v1.4" w:eastAsia="李旭科书法 v1.4" w:cs="李旭科书法 v1.4"/>
                          <w:color w:val="E83538"/>
                          <w:sz w:val="280"/>
                          <w:szCs w:val="320"/>
                        </w:rPr>
                      </w:pPr>
                      <w:r>
                        <w:rPr>
                          <w:rFonts w:hint="eastAsia" w:ascii="李旭科书法 v1.4" w:hAnsi="李旭科书法 v1.4" w:eastAsia="李旭科书法 v1.4" w:cs="李旭科书法 v1.4"/>
                          <w:color w:val="E83538"/>
                          <w:sz w:val="280"/>
                          <w:szCs w:val="320"/>
                        </w:rPr>
                        <w:t>目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>
      <w:pPr>
        <w:rPr>
          <w:color w:val="E83538"/>
        </w:rPr>
      </w:pPr>
    </w:p>
    <w:p/>
    <w:p>
      <w:r>
        <w:rPr>
          <w:rFonts w:hint="eastAsia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-1487805</wp:posOffset>
            </wp:positionH>
            <wp:positionV relativeFrom="page">
              <wp:posOffset>4190365</wp:posOffset>
            </wp:positionV>
            <wp:extent cx="1450340" cy="797560"/>
            <wp:effectExtent l="0" t="0" r="10160" b="2540"/>
            <wp:wrapNone/>
            <wp:docPr id="13" name="图片 1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50340" cy="797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/>
    <w:p/>
    <w:p>
      <w:bookmarkStart w:id="0" w:name="_GoBack"/>
      <w:bookmarkEnd w:id="0"/>
    </w:p>
    <w:p/>
    <w:p/>
    <w:p/>
    <w:p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918845</wp:posOffset>
                </wp:positionH>
                <wp:positionV relativeFrom="paragraph">
                  <wp:posOffset>50800</wp:posOffset>
                </wp:positionV>
                <wp:extent cx="3474085" cy="62674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4085" cy="626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E83538"/>
                                <w:sz w:val="48"/>
                                <w:szCs w:val="5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E83538"/>
                                <w:sz w:val="48"/>
                                <w:szCs w:val="56"/>
                                <w:lang w:val="en-US" w:eastAsia="zh-CN"/>
                              </w:rPr>
                              <w:t>XX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E83538"/>
                                <w:sz w:val="48"/>
                                <w:szCs w:val="56"/>
                              </w:rPr>
                              <w:t>儿企业年会节目单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2.35pt;margin-top:4pt;height:49.35pt;width:273.55pt;z-index:251673600;mso-width-relative:page;mso-height-relative:page;" filled="f" stroked="f" coordsize="21600,21600" o:gfxdata="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WXKac9kAAAAJAQAADwAAAAAAAAABACAAAAAiAAAAZHJz&#10;L2Rvd25yZXYueG1sUEsBAhQAFAAAAAgAh07iQEMOz8Q8AgAAZgQAAA4AAAAAAAAAAQAgAAAAKAEA&#10;AGRycy9lMm9Eb2MueG1sUEsFBgAAAAAGAAYAWQEAANY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ascii="微软雅黑" w:hAnsi="微软雅黑" w:eastAsia="微软雅黑" w:cs="微软雅黑"/>
                          <w:b/>
                          <w:bCs/>
                          <w:color w:val="E83538"/>
                          <w:sz w:val="48"/>
                          <w:szCs w:val="56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E83538"/>
                          <w:sz w:val="48"/>
                          <w:szCs w:val="56"/>
                          <w:lang w:val="en-US" w:eastAsia="zh-CN"/>
                        </w:rPr>
                        <w:t>XX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E83538"/>
                          <w:sz w:val="48"/>
                          <w:szCs w:val="56"/>
                        </w:rPr>
                        <w:t>儿企业年会节目单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431800</wp:posOffset>
            </wp:positionH>
            <wp:positionV relativeFrom="page">
              <wp:posOffset>5522595</wp:posOffset>
            </wp:positionV>
            <wp:extent cx="457200" cy="698500"/>
            <wp:effectExtent l="0" t="0" r="0" b="0"/>
            <wp:wrapNone/>
            <wp:docPr id="12" name="图片 1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457200" cy="698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4330700</wp:posOffset>
            </wp:positionH>
            <wp:positionV relativeFrom="page">
              <wp:posOffset>5522595</wp:posOffset>
            </wp:positionV>
            <wp:extent cx="457200" cy="698500"/>
            <wp:effectExtent l="0" t="0" r="0" b="0"/>
            <wp:wrapNone/>
            <wp:docPr id="11" name="图片 1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698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/>
    <w:p/>
    <w:p/>
    <w:p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854075</wp:posOffset>
                </wp:positionH>
                <wp:positionV relativeFrom="paragraph">
                  <wp:posOffset>109855</wp:posOffset>
                </wp:positionV>
                <wp:extent cx="3474085" cy="626745"/>
                <wp:effectExtent l="0" t="0" r="0" b="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4085" cy="626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E83538"/>
                                <w:sz w:val="48"/>
                                <w:szCs w:val="5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E83538"/>
                                <w:sz w:val="48"/>
                                <w:szCs w:val="56"/>
                              </w:rPr>
                              <w:t>20XX.XX.XX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7.25pt;margin-top:8.65pt;height:49.35pt;width:273.55pt;z-index:251675648;mso-width-relative:page;mso-height-relative:page;" filled="f" stroked="f" coordsize="21600,21600" o:gfxdata="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A0R9BX2gAAAAoBAAAPAAAAAAAAAAEAIAAAACIAAABk&#10;cnMvZG93bnJldi54bWxQSwECFAAUAAAACACHTuJASVZMsz0CAABoBAAADgAAAAAAAAABACAAAAAp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ascii="微软雅黑" w:hAnsi="微软雅黑" w:eastAsia="微软雅黑" w:cs="微软雅黑"/>
                          <w:b/>
                          <w:bCs/>
                          <w:color w:val="E83538"/>
                          <w:sz w:val="48"/>
                          <w:szCs w:val="56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E83538"/>
                          <w:sz w:val="48"/>
                          <w:szCs w:val="56"/>
                        </w:rPr>
                        <w:t>20XX.XX.XX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>
      <w:r>
        <w:rPr>
          <w:rFonts w:hint="eastAsia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5267960</wp:posOffset>
            </wp:positionH>
            <wp:positionV relativeFrom="page">
              <wp:posOffset>7000875</wp:posOffset>
            </wp:positionV>
            <wp:extent cx="1631950" cy="897890"/>
            <wp:effectExtent l="0" t="0" r="6350" b="3810"/>
            <wp:wrapNone/>
            <wp:docPr id="14" name="图片 1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631950" cy="897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/>
    <w:p/>
    <w:p/>
    <w:p/>
    <w:p/>
    <w:p/>
    <w:p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1454785</wp:posOffset>
                </wp:positionH>
                <wp:positionV relativeFrom="paragraph">
                  <wp:posOffset>29845</wp:posOffset>
                </wp:positionV>
                <wp:extent cx="2263775" cy="333375"/>
                <wp:effectExtent l="0" t="0" r="0" b="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37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ascii="华文中宋" w:hAnsi="华文中宋" w:eastAsia="华文中宋" w:cs="华文中宋"/>
                                <w:color w:val="E83538"/>
                                <w:sz w:val="22"/>
                                <w:szCs w:val="28"/>
                              </w:rPr>
                            </w:pPr>
                            <w:r>
                              <w:rPr>
                                <w:rStyle w:val="7"/>
                                <w:rFonts w:hint="eastAsia" w:ascii="华文中宋" w:hAnsi="华文中宋" w:eastAsia="华文中宋" w:cs="华文中宋"/>
                                <w:b w:val="0"/>
                                <w:bCs/>
                                <w:color w:val="E83538"/>
                                <w:sz w:val="28"/>
                                <w:szCs w:val="28"/>
                              </w:rPr>
                              <w:t>贰零贰零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4.55pt;margin-top:2.35pt;height:26.25pt;width:178.25pt;z-index:251679744;mso-width-relative:page;mso-height-relative:page;" filled="f" stroked="f" coordsize="21600,21600" o:gfxdata="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CysqFraAAAACAEAAA8AAAAAAAAAAQAgAAAAIgAAAGRy&#10;cy9kb3ducmV2LnhtbFBLAQIUABQAAAAIAIdO4kA5jjY7PAIAAGgEAAAOAAAAAAAAAAEAIAAAACkB&#10;AABkcnMvZTJvRG9jLnhtbFBLBQYAAAAABgAGAFkBAADX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ascii="华文中宋" w:hAnsi="华文中宋" w:eastAsia="华文中宋" w:cs="华文中宋"/>
                          <w:color w:val="E83538"/>
                          <w:sz w:val="22"/>
                          <w:szCs w:val="28"/>
                        </w:rPr>
                      </w:pPr>
                      <w:r>
                        <w:rPr>
                          <w:rStyle w:val="7"/>
                          <w:rFonts w:hint="eastAsia" w:ascii="华文中宋" w:hAnsi="华文中宋" w:eastAsia="华文中宋" w:cs="华文中宋"/>
                          <w:b w:val="0"/>
                          <w:bCs/>
                          <w:color w:val="E83538"/>
                          <w:sz w:val="28"/>
                          <w:szCs w:val="28"/>
                        </w:rPr>
                        <w:t>贰零贰零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410845</wp:posOffset>
                </wp:positionH>
                <wp:positionV relativeFrom="paragraph">
                  <wp:posOffset>17145</wp:posOffset>
                </wp:positionV>
                <wp:extent cx="4351020" cy="333375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102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ascii="华文楷体" w:hAnsi="华文楷体" w:eastAsia="华文楷体" w:cs="华文楷体"/>
                                <w:color w:val="E83538"/>
                                <w:sz w:val="22"/>
                                <w:szCs w:val="28"/>
                              </w:rPr>
                            </w:pPr>
                            <w:r>
                              <w:rPr>
                                <w:rStyle w:val="7"/>
                                <w:rFonts w:hint="eastAsia" w:ascii="华文中宋" w:hAnsi="华文中宋" w:eastAsia="华文中宋" w:cs="华文中宋"/>
                                <w:b w:val="0"/>
                                <w:bCs/>
                                <w:color w:val="E83538"/>
                                <w:sz w:val="28"/>
                                <w:szCs w:val="28"/>
                              </w:rPr>
                              <w:t>新＼春＼快＼乐＼ 万＼事＼如＼意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.35pt;margin-top:1.35pt;height:26.25pt;width:342.6pt;z-index:251680768;mso-width-relative:page;mso-height-relative:page;" filled="f" stroked="f" coordsize="21600,21600" o:gfxdata="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AB/cWa2QAAAAcBAAAPAAAAAAAAAAEAIAAAACIAAABkcnMv&#10;ZG93bnJldi54bWxQSwECFAAUAAAACACHTuJAjZujrTsCAABoBAAADgAAAAAAAAABACAAAAAoAQAA&#10;ZHJzL2Uyb0RvYy54bWxQSwUGAAAAAAYABgBZAQAA1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ascii="华文楷体" w:hAnsi="华文楷体" w:eastAsia="华文楷体" w:cs="华文楷体"/>
                          <w:color w:val="E83538"/>
                          <w:sz w:val="22"/>
                          <w:szCs w:val="28"/>
                        </w:rPr>
                      </w:pPr>
                      <w:r>
                        <w:rPr>
                          <w:rStyle w:val="7"/>
                          <w:rFonts w:hint="eastAsia" w:ascii="华文中宋" w:hAnsi="华文中宋" w:eastAsia="华文中宋" w:cs="华文中宋"/>
                          <w:b w:val="0"/>
                          <w:bCs/>
                          <w:color w:val="E83538"/>
                          <w:sz w:val="28"/>
                          <w:szCs w:val="28"/>
                        </w:rPr>
                        <w:t>新＼春＼快＼乐＼ 万＼事＼如＼意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>
      <w:r>
        <w:rPr>
          <w:rFonts w:hint="eastAsia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-942340</wp:posOffset>
            </wp:positionH>
            <wp:positionV relativeFrom="page">
              <wp:posOffset>227330</wp:posOffset>
            </wp:positionV>
            <wp:extent cx="7243445" cy="10314305"/>
            <wp:effectExtent l="0" t="0" r="8255" b="10795"/>
            <wp:wrapNone/>
            <wp:docPr id="33" name="图片 3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43445" cy="10314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/>
    <w:p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410845</wp:posOffset>
                </wp:positionH>
                <wp:positionV relativeFrom="paragraph">
                  <wp:posOffset>60325</wp:posOffset>
                </wp:positionV>
                <wp:extent cx="4351020" cy="869315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1020" cy="869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48"/>
                                <w:szCs w:val="5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48"/>
                                <w:szCs w:val="5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XXX公司企业年会节目单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.35pt;margin-top:4.75pt;height:68.45pt;width:342.6pt;z-index:251682816;mso-width-relative:page;mso-height-relative:page;" filled="f" stroked="f" coordsize="21600,21600" o:gfxdata="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QiMkK9oAAAAIAQAADwAAAAAAAAABACAAAAAiAAAAZHJz&#10;L2Rvd25yZXYueG1sUEsBAhQAFAAAAAgAh07iQH9X73I7AgAAZgQAAA4AAAAAAAAAAQAgAAAAKQEA&#10;AGRycy9lMm9Eb2MueG1sUEsFBgAAAAAGAAYAWQEAANY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48"/>
                          <w:szCs w:val="5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48"/>
                          <w:szCs w:val="5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XXX公司企业年会节目单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718820</wp:posOffset>
                </wp:positionH>
                <wp:positionV relativeFrom="paragraph">
                  <wp:posOffset>134620</wp:posOffset>
                </wp:positionV>
                <wp:extent cx="4243070" cy="7477760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3070" cy="7477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widowControl/>
                              <w:snapToGrid w:val="0"/>
                              <w:spacing w:beforeAutospacing="0" w:afterAutospacing="0" w:line="312" w:lineRule="auto"/>
                              <w:rPr>
                                <w:rFonts w:ascii="微软雅黑" w:hAnsi="微软雅黑" w:eastAsia="微软雅黑" w:cs="微软雅黑"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1、开场舞：《roly-poly》  </w:t>
                            </w:r>
                          </w:p>
                          <w:p>
                            <w:pPr>
                              <w:pStyle w:val="4"/>
                              <w:widowControl/>
                              <w:snapToGrid w:val="0"/>
                              <w:spacing w:beforeAutospacing="0" w:afterAutospacing="0" w:line="312" w:lineRule="auto"/>
                              <w:ind w:firstLine="540" w:firstLineChars="150"/>
                              <w:rPr>
                                <w:rFonts w:ascii="微软雅黑" w:hAnsi="微软雅黑" w:eastAsia="微软雅黑" w:cs="微软雅黑"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表演者：稻壳儿、稻壳儿、稻壳儿</w:t>
                            </w:r>
                          </w:p>
                          <w:p>
                            <w:pPr>
                              <w:pStyle w:val="4"/>
                              <w:widowControl/>
                              <w:snapToGrid w:val="0"/>
                              <w:spacing w:beforeAutospacing="0" w:afterAutospacing="0" w:line="312" w:lineRule="auto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2、歌曲：《感到幸福你就拍拍手》</w:t>
                            </w:r>
                          </w:p>
                          <w:p>
                            <w:pPr>
                              <w:pStyle w:val="4"/>
                              <w:widowControl/>
                              <w:snapToGrid w:val="0"/>
                              <w:spacing w:beforeAutospacing="0" w:afterAutospacing="0" w:line="312" w:lineRule="auto"/>
                              <w:ind w:firstLine="540" w:firstLineChars="150"/>
                              <w:rPr>
                                <w:rFonts w:ascii="微软雅黑" w:hAnsi="微软雅黑" w:eastAsia="微软雅黑" w:cs="微软雅黑"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表演者：稻壳儿、稻壳儿</w:t>
                            </w:r>
                          </w:p>
                          <w:p>
                            <w:pPr>
                              <w:pStyle w:val="4"/>
                              <w:widowControl/>
                              <w:snapToGrid w:val="0"/>
                              <w:spacing w:beforeAutospacing="0" w:afterAutospacing="0" w:line="312" w:lineRule="auto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3、舞蹈：《美人吟》</w:t>
                            </w:r>
                          </w:p>
                          <w:p>
                            <w:pPr>
                              <w:pStyle w:val="4"/>
                              <w:widowControl/>
                              <w:snapToGrid w:val="0"/>
                              <w:spacing w:beforeAutospacing="0" w:afterAutospacing="0" w:line="312" w:lineRule="auto"/>
                              <w:ind w:firstLine="540" w:firstLineChars="150"/>
                              <w:rPr>
                                <w:rFonts w:ascii="微软雅黑" w:hAnsi="微软雅黑" w:eastAsia="微软雅黑" w:cs="微软雅黑"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表演者：稻壳儿、稻壳儿、稻壳儿</w:t>
                            </w:r>
                          </w:p>
                          <w:p>
                            <w:pPr>
                              <w:pStyle w:val="4"/>
                              <w:widowControl/>
                              <w:snapToGrid w:val="0"/>
                              <w:spacing w:beforeAutospacing="0" w:afterAutospacing="0" w:line="312" w:lineRule="auto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4、歌曲：《咱们屯里人》</w:t>
                            </w:r>
                          </w:p>
                          <w:p>
                            <w:pPr>
                              <w:pStyle w:val="4"/>
                              <w:widowControl/>
                              <w:snapToGrid w:val="0"/>
                              <w:spacing w:beforeAutospacing="0" w:afterAutospacing="0" w:line="312" w:lineRule="auto"/>
                              <w:ind w:firstLine="540" w:firstLineChars="150"/>
                              <w:rPr>
                                <w:rFonts w:ascii="微软雅黑" w:hAnsi="微软雅黑" w:eastAsia="微软雅黑" w:cs="微软雅黑"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表演者：稻壳儿、稻壳儿</w:t>
                            </w:r>
                          </w:p>
                          <w:p>
                            <w:pPr>
                              <w:pStyle w:val="4"/>
                              <w:widowControl/>
                              <w:snapToGrid w:val="0"/>
                              <w:spacing w:beforeAutospacing="0" w:afterAutospacing="0" w:line="312" w:lineRule="auto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5、小品：《修理工》</w:t>
                            </w:r>
                          </w:p>
                          <w:p>
                            <w:pPr>
                              <w:pStyle w:val="4"/>
                              <w:widowControl/>
                              <w:snapToGrid w:val="0"/>
                              <w:spacing w:beforeAutospacing="0" w:afterAutospacing="0" w:line="312" w:lineRule="auto"/>
                              <w:ind w:firstLine="540" w:firstLineChars="150"/>
                              <w:rPr>
                                <w:rFonts w:ascii="微软雅黑" w:hAnsi="微软雅黑" w:eastAsia="微软雅黑" w:cs="微软雅黑"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表演者：稻壳儿、稻壳儿</w:t>
                            </w:r>
                          </w:p>
                          <w:p>
                            <w:pPr>
                              <w:pStyle w:val="4"/>
                              <w:widowControl/>
                              <w:snapToGrid w:val="0"/>
                              <w:spacing w:beforeAutospacing="0" w:afterAutospacing="0" w:line="312" w:lineRule="auto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6、舞蹈：《社会摇》</w:t>
                            </w:r>
                          </w:p>
                          <w:p>
                            <w:pPr>
                              <w:pStyle w:val="4"/>
                              <w:widowControl/>
                              <w:snapToGrid w:val="0"/>
                              <w:spacing w:beforeAutospacing="0" w:afterAutospacing="0" w:line="312" w:lineRule="auto"/>
                              <w:ind w:firstLine="540" w:firstLineChars="150"/>
                              <w:rPr>
                                <w:rFonts w:ascii="微软雅黑" w:hAnsi="微软雅黑" w:eastAsia="微软雅黑" w:cs="微软雅黑"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表演者：稻壳儿、稻壳儿、稻壳儿</w:t>
                            </w:r>
                          </w:p>
                          <w:p>
                            <w:pPr>
                              <w:pStyle w:val="4"/>
                              <w:widowControl/>
                              <w:snapToGrid w:val="0"/>
                              <w:spacing w:beforeAutospacing="0" w:afterAutospacing="0" w:line="312" w:lineRule="auto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7、意景剧：《礼》</w:t>
                            </w:r>
                          </w:p>
                          <w:p>
                            <w:pPr>
                              <w:pStyle w:val="4"/>
                              <w:widowControl/>
                              <w:snapToGrid w:val="0"/>
                              <w:spacing w:beforeAutospacing="0" w:afterAutospacing="0" w:line="312" w:lineRule="auto"/>
                              <w:ind w:firstLine="540" w:firstLineChars="150"/>
                              <w:rPr>
                                <w:rFonts w:ascii="微软雅黑" w:hAnsi="微软雅黑" w:eastAsia="微软雅黑" w:cs="微软雅黑"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表演者：稻壳儿、稻壳儿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6.6pt;margin-top:10.6pt;height:588.8pt;width:334.1pt;z-index:251670528;mso-width-relative:page;mso-height-relative:page;" filled="f" stroked="f" coordsize="21600,21600" o:gfxdata="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LHwFF9oAAAALAQAADwAAAAAAAAABACAAAAAiAAAA&#10;ZHJzL2Rvd25yZXYueG1sUEsBAhQAFAAAAAgAh07iQD3pklA+AgAAZwQAAA4AAAAAAAAAAQAgAAAA&#10;KQ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widowControl/>
                        <w:snapToGrid w:val="0"/>
                        <w:spacing w:beforeAutospacing="0" w:afterAutospacing="0" w:line="312" w:lineRule="auto"/>
                        <w:rPr>
                          <w:rFonts w:ascii="微软雅黑" w:hAnsi="微软雅黑" w:eastAsia="微软雅黑" w:cs="微软雅黑"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1、开场舞：《roly-poly》  </w:t>
                      </w:r>
                    </w:p>
                    <w:p>
                      <w:pPr>
                        <w:pStyle w:val="4"/>
                        <w:widowControl/>
                        <w:snapToGrid w:val="0"/>
                        <w:spacing w:beforeAutospacing="0" w:afterAutospacing="0" w:line="312" w:lineRule="auto"/>
                        <w:ind w:firstLine="540" w:firstLineChars="150"/>
                        <w:rPr>
                          <w:rFonts w:ascii="微软雅黑" w:hAnsi="微软雅黑" w:eastAsia="微软雅黑" w:cs="微软雅黑"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表演者：稻壳儿、稻壳儿、稻壳儿</w:t>
                      </w:r>
                    </w:p>
                    <w:p>
                      <w:pPr>
                        <w:pStyle w:val="4"/>
                        <w:widowControl/>
                        <w:snapToGrid w:val="0"/>
                        <w:spacing w:beforeAutospacing="0" w:afterAutospacing="0" w:line="312" w:lineRule="auto"/>
                        <w:rPr>
                          <w:rFonts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2、歌曲：《感到幸福你就拍拍手》</w:t>
                      </w:r>
                    </w:p>
                    <w:p>
                      <w:pPr>
                        <w:pStyle w:val="4"/>
                        <w:widowControl/>
                        <w:snapToGrid w:val="0"/>
                        <w:spacing w:beforeAutospacing="0" w:afterAutospacing="0" w:line="312" w:lineRule="auto"/>
                        <w:ind w:firstLine="540" w:firstLineChars="150"/>
                        <w:rPr>
                          <w:rFonts w:ascii="微软雅黑" w:hAnsi="微软雅黑" w:eastAsia="微软雅黑" w:cs="微软雅黑"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表演者：稻壳儿、稻壳儿</w:t>
                      </w:r>
                    </w:p>
                    <w:p>
                      <w:pPr>
                        <w:pStyle w:val="4"/>
                        <w:widowControl/>
                        <w:snapToGrid w:val="0"/>
                        <w:spacing w:beforeAutospacing="0" w:afterAutospacing="0" w:line="312" w:lineRule="auto"/>
                        <w:rPr>
                          <w:rFonts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3、舞蹈：《美人吟》</w:t>
                      </w:r>
                    </w:p>
                    <w:p>
                      <w:pPr>
                        <w:pStyle w:val="4"/>
                        <w:widowControl/>
                        <w:snapToGrid w:val="0"/>
                        <w:spacing w:beforeAutospacing="0" w:afterAutospacing="0" w:line="312" w:lineRule="auto"/>
                        <w:ind w:firstLine="540" w:firstLineChars="150"/>
                        <w:rPr>
                          <w:rFonts w:ascii="微软雅黑" w:hAnsi="微软雅黑" w:eastAsia="微软雅黑" w:cs="微软雅黑"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表演者：稻壳儿、稻壳儿、稻壳儿</w:t>
                      </w:r>
                    </w:p>
                    <w:p>
                      <w:pPr>
                        <w:pStyle w:val="4"/>
                        <w:widowControl/>
                        <w:snapToGrid w:val="0"/>
                        <w:spacing w:beforeAutospacing="0" w:afterAutospacing="0" w:line="312" w:lineRule="auto"/>
                        <w:rPr>
                          <w:rFonts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4、歌曲：《咱们屯里人》</w:t>
                      </w:r>
                    </w:p>
                    <w:p>
                      <w:pPr>
                        <w:pStyle w:val="4"/>
                        <w:widowControl/>
                        <w:snapToGrid w:val="0"/>
                        <w:spacing w:beforeAutospacing="0" w:afterAutospacing="0" w:line="312" w:lineRule="auto"/>
                        <w:ind w:firstLine="540" w:firstLineChars="150"/>
                        <w:rPr>
                          <w:rFonts w:ascii="微软雅黑" w:hAnsi="微软雅黑" w:eastAsia="微软雅黑" w:cs="微软雅黑"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表演者：稻壳儿、稻壳儿</w:t>
                      </w:r>
                    </w:p>
                    <w:p>
                      <w:pPr>
                        <w:pStyle w:val="4"/>
                        <w:widowControl/>
                        <w:snapToGrid w:val="0"/>
                        <w:spacing w:beforeAutospacing="0" w:afterAutospacing="0" w:line="312" w:lineRule="auto"/>
                        <w:rPr>
                          <w:rFonts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5、小品：《修理工》</w:t>
                      </w:r>
                    </w:p>
                    <w:p>
                      <w:pPr>
                        <w:pStyle w:val="4"/>
                        <w:widowControl/>
                        <w:snapToGrid w:val="0"/>
                        <w:spacing w:beforeAutospacing="0" w:afterAutospacing="0" w:line="312" w:lineRule="auto"/>
                        <w:ind w:firstLine="540" w:firstLineChars="150"/>
                        <w:rPr>
                          <w:rFonts w:ascii="微软雅黑" w:hAnsi="微软雅黑" w:eastAsia="微软雅黑" w:cs="微软雅黑"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表演者：稻壳儿、稻壳儿</w:t>
                      </w:r>
                    </w:p>
                    <w:p>
                      <w:pPr>
                        <w:pStyle w:val="4"/>
                        <w:widowControl/>
                        <w:snapToGrid w:val="0"/>
                        <w:spacing w:beforeAutospacing="0" w:afterAutospacing="0" w:line="312" w:lineRule="auto"/>
                        <w:rPr>
                          <w:rFonts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6、舞蹈：《社会摇》</w:t>
                      </w:r>
                    </w:p>
                    <w:p>
                      <w:pPr>
                        <w:pStyle w:val="4"/>
                        <w:widowControl/>
                        <w:snapToGrid w:val="0"/>
                        <w:spacing w:beforeAutospacing="0" w:afterAutospacing="0" w:line="312" w:lineRule="auto"/>
                        <w:ind w:firstLine="540" w:firstLineChars="150"/>
                        <w:rPr>
                          <w:rFonts w:ascii="微软雅黑" w:hAnsi="微软雅黑" w:eastAsia="微软雅黑" w:cs="微软雅黑"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表演者：稻壳儿、稻壳儿、稻壳儿</w:t>
                      </w:r>
                    </w:p>
                    <w:p>
                      <w:pPr>
                        <w:pStyle w:val="4"/>
                        <w:widowControl/>
                        <w:snapToGrid w:val="0"/>
                        <w:spacing w:beforeAutospacing="0" w:afterAutospacing="0" w:line="312" w:lineRule="auto"/>
                        <w:rPr>
                          <w:rFonts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7、意景剧：《礼》</w:t>
                      </w:r>
                    </w:p>
                    <w:p>
                      <w:pPr>
                        <w:pStyle w:val="4"/>
                        <w:widowControl/>
                        <w:snapToGrid w:val="0"/>
                        <w:spacing w:beforeAutospacing="0" w:afterAutospacing="0" w:line="312" w:lineRule="auto"/>
                        <w:ind w:firstLine="540" w:firstLineChars="150"/>
                        <w:rPr>
                          <w:rFonts w:ascii="微软雅黑" w:hAnsi="微软雅黑" w:eastAsia="微软雅黑" w:cs="微软雅黑"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表演者：稻壳儿、稻壳儿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>
      <w:r>
        <w:rPr>
          <w:rFonts w:hint="eastAsia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-2571750</wp:posOffset>
            </wp:positionH>
            <wp:positionV relativeFrom="page">
              <wp:posOffset>-29210</wp:posOffset>
            </wp:positionV>
            <wp:extent cx="9842500" cy="10470515"/>
            <wp:effectExtent l="0" t="0" r="0" b="6985"/>
            <wp:wrapNone/>
            <wp:docPr id="30" name="图片 30" descr="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4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842500" cy="10470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rPr>
          <w:rFonts w:hint="eastAsia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5045075</wp:posOffset>
            </wp:positionH>
            <wp:positionV relativeFrom="page">
              <wp:posOffset>-810895</wp:posOffset>
            </wp:positionV>
            <wp:extent cx="1338580" cy="5201285"/>
            <wp:effectExtent l="0" t="0" r="7620" b="5715"/>
            <wp:wrapNone/>
            <wp:docPr id="34" name="图片 3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38580" cy="5201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4620260</wp:posOffset>
            </wp:positionH>
            <wp:positionV relativeFrom="page">
              <wp:posOffset>-600710</wp:posOffset>
            </wp:positionV>
            <wp:extent cx="735330" cy="2858770"/>
            <wp:effectExtent l="0" t="0" r="1270" b="11430"/>
            <wp:wrapNone/>
            <wp:docPr id="35" name="图片 3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5330" cy="2858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-508000</wp:posOffset>
            </wp:positionH>
            <wp:positionV relativeFrom="page">
              <wp:posOffset>-486410</wp:posOffset>
            </wp:positionV>
            <wp:extent cx="928370" cy="3607435"/>
            <wp:effectExtent l="0" t="0" r="11430" b="12065"/>
            <wp:wrapNone/>
            <wp:docPr id="36" name="图片 3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28370" cy="3607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143510</wp:posOffset>
            </wp:positionH>
            <wp:positionV relativeFrom="page">
              <wp:posOffset>-968375</wp:posOffset>
            </wp:positionV>
            <wp:extent cx="735330" cy="2858770"/>
            <wp:effectExtent l="0" t="0" r="1270" b="11430"/>
            <wp:wrapNone/>
            <wp:docPr id="37" name="图片 3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5330" cy="2858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/>
    <w:p/>
    <w:p/>
    <w:p/>
    <w:p/>
    <w:p/>
    <w:p/>
    <w:p/>
    <w:p/>
    <w:p/>
    <w:p/>
    <w:p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925195</wp:posOffset>
                </wp:positionH>
                <wp:positionV relativeFrom="paragraph">
                  <wp:posOffset>132080</wp:posOffset>
                </wp:positionV>
                <wp:extent cx="4551680" cy="744982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1680" cy="7449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widowControl/>
                              <w:snapToGrid w:val="0"/>
                              <w:spacing w:beforeAutospacing="0" w:afterAutospacing="0" w:line="312" w:lineRule="auto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8、歌曲：《念亲恩》</w:t>
                            </w:r>
                          </w:p>
                          <w:p>
                            <w:pPr>
                              <w:pStyle w:val="4"/>
                              <w:widowControl/>
                              <w:adjustRightInd w:val="0"/>
                              <w:snapToGrid w:val="0"/>
                              <w:spacing w:beforeAutospacing="0" w:afterAutospacing="0" w:line="312" w:lineRule="auto"/>
                              <w:ind w:firstLine="540" w:firstLineChars="150"/>
                              <w:rPr>
                                <w:rFonts w:ascii="微软雅黑" w:hAnsi="微软雅黑" w:eastAsia="微软雅黑" w:cs="微软雅黑"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表演者：稻壳儿</w:t>
                            </w:r>
                          </w:p>
                          <w:p>
                            <w:pPr>
                              <w:pStyle w:val="4"/>
                              <w:widowControl/>
                              <w:snapToGrid w:val="0"/>
                              <w:spacing w:beforeAutospacing="0" w:afterAutospacing="0" w:line="312" w:lineRule="auto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9、舞蹈：《樱花舞》</w:t>
                            </w:r>
                          </w:p>
                          <w:p>
                            <w:pPr>
                              <w:pStyle w:val="4"/>
                              <w:widowControl/>
                              <w:adjustRightInd w:val="0"/>
                              <w:snapToGrid w:val="0"/>
                              <w:spacing w:beforeAutospacing="0" w:afterAutospacing="0" w:line="312" w:lineRule="auto"/>
                              <w:ind w:firstLine="540" w:firstLineChars="150"/>
                              <w:rPr>
                                <w:rFonts w:ascii="微软雅黑" w:hAnsi="微软雅黑" w:eastAsia="微软雅黑" w:cs="微软雅黑"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表演者：稻壳儿、稻壳儿、稻壳儿</w:t>
                            </w:r>
                          </w:p>
                          <w:p>
                            <w:pPr>
                              <w:pStyle w:val="4"/>
                              <w:widowControl/>
                              <w:snapToGrid w:val="0"/>
                              <w:spacing w:beforeAutospacing="0" w:afterAutospacing="0" w:line="312" w:lineRule="auto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11、打击乐：《人体打击乐》</w:t>
                            </w:r>
                          </w:p>
                          <w:p>
                            <w:pPr>
                              <w:pStyle w:val="4"/>
                              <w:widowControl/>
                              <w:adjustRightInd w:val="0"/>
                              <w:snapToGrid w:val="0"/>
                              <w:spacing w:beforeAutospacing="0" w:afterAutospacing="0" w:line="312" w:lineRule="auto"/>
                              <w:ind w:firstLine="540" w:firstLineChars="150"/>
                              <w:rPr>
                                <w:rFonts w:ascii="微软雅黑" w:hAnsi="微软雅黑" w:eastAsia="微软雅黑" w:cs="微软雅黑"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表演者：稻壳儿、稻壳儿</w:t>
                            </w:r>
                          </w:p>
                          <w:p>
                            <w:pPr>
                              <w:pStyle w:val="4"/>
                              <w:widowControl/>
                              <w:snapToGrid w:val="0"/>
                              <w:spacing w:beforeAutospacing="0" w:afterAutospacing="0" w:line="312" w:lineRule="auto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12、小品：《快了慢了》</w:t>
                            </w:r>
                          </w:p>
                          <w:p>
                            <w:pPr>
                              <w:pStyle w:val="4"/>
                              <w:widowControl/>
                              <w:adjustRightInd w:val="0"/>
                              <w:snapToGrid w:val="0"/>
                              <w:spacing w:beforeAutospacing="0" w:afterAutospacing="0" w:line="312" w:lineRule="auto"/>
                              <w:ind w:firstLine="540" w:firstLineChars="150"/>
                              <w:rPr>
                                <w:rFonts w:ascii="微软雅黑" w:hAnsi="微软雅黑" w:eastAsia="微软雅黑" w:cs="微软雅黑"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表演者：稻壳儿、稻壳儿</w:t>
                            </w:r>
                          </w:p>
                          <w:p>
                            <w:pPr>
                              <w:pStyle w:val="4"/>
                              <w:widowControl/>
                              <w:snapToGrid w:val="0"/>
                              <w:spacing w:beforeAutospacing="0" w:afterAutospacing="0" w:line="312" w:lineRule="auto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13、舞蹈：《火把节》</w:t>
                            </w:r>
                          </w:p>
                          <w:p>
                            <w:pPr>
                              <w:pStyle w:val="4"/>
                              <w:widowControl/>
                              <w:adjustRightInd w:val="0"/>
                              <w:snapToGrid w:val="0"/>
                              <w:spacing w:beforeAutospacing="0" w:afterAutospacing="0" w:line="312" w:lineRule="auto"/>
                              <w:ind w:firstLine="540" w:firstLineChars="150"/>
                              <w:rPr>
                                <w:rFonts w:ascii="微软雅黑" w:hAnsi="微软雅黑" w:eastAsia="微软雅黑" w:cs="微软雅黑"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表演者：稻壳儿、稻壳儿</w:t>
                            </w:r>
                          </w:p>
                          <w:p>
                            <w:pPr>
                              <w:pStyle w:val="4"/>
                              <w:widowControl/>
                              <w:snapToGrid w:val="0"/>
                              <w:spacing w:beforeAutospacing="0" w:afterAutospacing="0" w:line="312" w:lineRule="auto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14、萨克斯：《走过咖啡屋》</w:t>
                            </w:r>
                          </w:p>
                          <w:p>
                            <w:pPr>
                              <w:pStyle w:val="4"/>
                              <w:widowControl/>
                              <w:adjustRightInd w:val="0"/>
                              <w:snapToGrid w:val="0"/>
                              <w:spacing w:beforeAutospacing="0" w:afterAutospacing="0" w:line="312" w:lineRule="auto"/>
                              <w:ind w:firstLine="540" w:firstLineChars="150"/>
                              <w:rPr>
                                <w:rFonts w:ascii="微软雅黑" w:hAnsi="微软雅黑" w:eastAsia="微软雅黑" w:cs="微软雅黑"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表演者：稻壳儿、稻壳儿</w:t>
                            </w:r>
                          </w:p>
                          <w:p>
                            <w:pPr>
                              <w:pStyle w:val="4"/>
                              <w:widowControl/>
                              <w:snapToGrid w:val="0"/>
                              <w:spacing w:beforeAutospacing="0" w:afterAutospacing="0" w:line="312" w:lineRule="auto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15、合唱：《相亲相爱》</w:t>
                            </w:r>
                          </w:p>
                          <w:p>
                            <w:pPr>
                              <w:pStyle w:val="4"/>
                              <w:widowControl/>
                              <w:adjustRightInd w:val="0"/>
                              <w:snapToGrid w:val="0"/>
                              <w:spacing w:beforeAutospacing="0" w:afterAutospacing="0" w:line="312" w:lineRule="auto"/>
                              <w:ind w:firstLine="540" w:firstLineChars="150"/>
                              <w:rPr>
                                <w:rFonts w:ascii="微软雅黑" w:hAnsi="微软雅黑" w:eastAsia="微软雅黑" w:cs="微软雅黑"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表演者：稻壳儿、稻壳儿、稻壳儿</w:t>
                            </w:r>
                          </w:p>
                          <w:p>
                            <w:pPr>
                              <w:jc w:val="left"/>
                              <w:rPr>
                                <w:rFonts w:ascii="微软雅黑" w:hAnsi="微软雅黑" w:eastAsia="微软雅黑" w:cs="微软雅黑"/>
                                <w:color w:val="FFFFFF" w:themeColor="background1"/>
                                <w:sz w:val="40"/>
                                <w:szCs w:val="4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2.85pt;margin-top:10.4pt;height:586.6pt;width:358.4pt;z-index:251672576;mso-width-relative:page;mso-height-relative:page;" filled="f" stroked="f" coordsize="21600,21600" o:gfxdata="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Ri/d5dsAAAALAQAADwAAAAAAAAABACAAAAAiAAAA&#10;ZHJzL2Rvd25yZXYueG1sUEsBAhQAFAAAAAgAh07iQNneTO49AgAAaQQAAA4AAAAAAAAAAQAgAAAA&#10;Kg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widowControl/>
                        <w:snapToGrid w:val="0"/>
                        <w:spacing w:beforeAutospacing="0" w:afterAutospacing="0" w:line="312" w:lineRule="auto"/>
                        <w:rPr>
                          <w:rFonts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8、歌曲：《念亲恩》</w:t>
                      </w:r>
                    </w:p>
                    <w:p>
                      <w:pPr>
                        <w:pStyle w:val="4"/>
                        <w:widowControl/>
                        <w:adjustRightInd w:val="0"/>
                        <w:snapToGrid w:val="0"/>
                        <w:spacing w:beforeAutospacing="0" w:afterAutospacing="0" w:line="312" w:lineRule="auto"/>
                        <w:ind w:firstLine="540" w:firstLineChars="150"/>
                        <w:rPr>
                          <w:rFonts w:ascii="微软雅黑" w:hAnsi="微软雅黑" w:eastAsia="微软雅黑" w:cs="微软雅黑"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表演者：稻壳儿</w:t>
                      </w:r>
                    </w:p>
                    <w:p>
                      <w:pPr>
                        <w:pStyle w:val="4"/>
                        <w:widowControl/>
                        <w:snapToGrid w:val="0"/>
                        <w:spacing w:beforeAutospacing="0" w:afterAutospacing="0" w:line="312" w:lineRule="auto"/>
                        <w:rPr>
                          <w:rFonts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9、舞蹈：《樱花舞》</w:t>
                      </w:r>
                    </w:p>
                    <w:p>
                      <w:pPr>
                        <w:pStyle w:val="4"/>
                        <w:widowControl/>
                        <w:adjustRightInd w:val="0"/>
                        <w:snapToGrid w:val="0"/>
                        <w:spacing w:beforeAutospacing="0" w:afterAutospacing="0" w:line="312" w:lineRule="auto"/>
                        <w:ind w:firstLine="540" w:firstLineChars="150"/>
                        <w:rPr>
                          <w:rFonts w:ascii="微软雅黑" w:hAnsi="微软雅黑" w:eastAsia="微软雅黑" w:cs="微软雅黑"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表演者：稻壳儿、稻壳儿、稻壳儿</w:t>
                      </w:r>
                    </w:p>
                    <w:p>
                      <w:pPr>
                        <w:pStyle w:val="4"/>
                        <w:widowControl/>
                        <w:snapToGrid w:val="0"/>
                        <w:spacing w:beforeAutospacing="0" w:afterAutospacing="0" w:line="312" w:lineRule="auto"/>
                        <w:rPr>
                          <w:rFonts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11、打击乐：《人体打击乐》</w:t>
                      </w:r>
                    </w:p>
                    <w:p>
                      <w:pPr>
                        <w:pStyle w:val="4"/>
                        <w:widowControl/>
                        <w:adjustRightInd w:val="0"/>
                        <w:snapToGrid w:val="0"/>
                        <w:spacing w:beforeAutospacing="0" w:afterAutospacing="0" w:line="312" w:lineRule="auto"/>
                        <w:ind w:firstLine="540" w:firstLineChars="150"/>
                        <w:rPr>
                          <w:rFonts w:ascii="微软雅黑" w:hAnsi="微软雅黑" w:eastAsia="微软雅黑" w:cs="微软雅黑"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表演者：稻壳儿、稻壳儿</w:t>
                      </w:r>
                    </w:p>
                    <w:p>
                      <w:pPr>
                        <w:pStyle w:val="4"/>
                        <w:widowControl/>
                        <w:snapToGrid w:val="0"/>
                        <w:spacing w:beforeAutospacing="0" w:afterAutospacing="0" w:line="312" w:lineRule="auto"/>
                        <w:rPr>
                          <w:rFonts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12、小品：《快了慢了》</w:t>
                      </w:r>
                    </w:p>
                    <w:p>
                      <w:pPr>
                        <w:pStyle w:val="4"/>
                        <w:widowControl/>
                        <w:adjustRightInd w:val="0"/>
                        <w:snapToGrid w:val="0"/>
                        <w:spacing w:beforeAutospacing="0" w:afterAutospacing="0" w:line="312" w:lineRule="auto"/>
                        <w:ind w:firstLine="540" w:firstLineChars="150"/>
                        <w:rPr>
                          <w:rFonts w:ascii="微软雅黑" w:hAnsi="微软雅黑" w:eastAsia="微软雅黑" w:cs="微软雅黑"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表演者：稻壳儿、稻壳儿</w:t>
                      </w:r>
                    </w:p>
                    <w:p>
                      <w:pPr>
                        <w:pStyle w:val="4"/>
                        <w:widowControl/>
                        <w:snapToGrid w:val="0"/>
                        <w:spacing w:beforeAutospacing="0" w:afterAutospacing="0" w:line="312" w:lineRule="auto"/>
                        <w:rPr>
                          <w:rFonts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13、舞蹈：《火把节》</w:t>
                      </w:r>
                    </w:p>
                    <w:p>
                      <w:pPr>
                        <w:pStyle w:val="4"/>
                        <w:widowControl/>
                        <w:adjustRightInd w:val="0"/>
                        <w:snapToGrid w:val="0"/>
                        <w:spacing w:beforeAutospacing="0" w:afterAutospacing="0" w:line="312" w:lineRule="auto"/>
                        <w:ind w:firstLine="540" w:firstLineChars="150"/>
                        <w:rPr>
                          <w:rFonts w:ascii="微软雅黑" w:hAnsi="微软雅黑" w:eastAsia="微软雅黑" w:cs="微软雅黑"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表演者：稻壳儿、稻壳儿</w:t>
                      </w:r>
                    </w:p>
                    <w:p>
                      <w:pPr>
                        <w:pStyle w:val="4"/>
                        <w:widowControl/>
                        <w:snapToGrid w:val="0"/>
                        <w:spacing w:beforeAutospacing="0" w:afterAutospacing="0" w:line="312" w:lineRule="auto"/>
                        <w:rPr>
                          <w:rFonts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14、萨克斯：《走过咖啡屋》</w:t>
                      </w:r>
                    </w:p>
                    <w:p>
                      <w:pPr>
                        <w:pStyle w:val="4"/>
                        <w:widowControl/>
                        <w:adjustRightInd w:val="0"/>
                        <w:snapToGrid w:val="0"/>
                        <w:spacing w:beforeAutospacing="0" w:afterAutospacing="0" w:line="312" w:lineRule="auto"/>
                        <w:ind w:firstLine="540" w:firstLineChars="150"/>
                        <w:rPr>
                          <w:rFonts w:ascii="微软雅黑" w:hAnsi="微软雅黑" w:eastAsia="微软雅黑" w:cs="微软雅黑"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表演者：稻壳儿、稻壳儿</w:t>
                      </w:r>
                    </w:p>
                    <w:p>
                      <w:pPr>
                        <w:pStyle w:val="4"/>
                        <w:widowControl/>
                        <w:snapToGrid w:val="0"/>
                        <w:spacing w:beforeAutospacing="0" w:afterAutospacing="0" w:line="312" w:lineRule="auto"/>
                        <w:rPr>
                          <w:rFonts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15、合唱：《相亲相爱》</w:t>
                      </w:r>
                    </w:p>
                    <w:p>
                      <w:pPr>
                        <w:pStyle w:val="4"/>
                        <w:widowControl/>
                        <w:adjustRightInd w:val="0"/>
                        <w:snapToGrid w:val="0"/>
                        <w:spacing w:beforeAutospacing="0" w:afterAutospacing="0" w:line="312" w:lineRule="auto"/>
                        <w:ind w:firstLine="540" w:firstLineChars="150"/>
                        <w:rPr>
                          <w:rFonts w:ascii="微软雅黑" w:hAnsi="微软雅黑" w:eastAsia="微软雅黑" w:cs="微软雅黑"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表演者：稻壳儿、稻壳儿、稻壳儿</w:t>
                      </w:r>
                    </w:p>
                    <w:p>
                      <w:pPr>
                        <w:jc w:val="left"/>
                        <w:rPr>
                          <w:rFonts w:ascii="微软雅黑" w:hAnsi="微软雅黑" w:eastAsia="微软雅黑" w:cs="微软雅黑"/>
                          <w:color w:val="FFFFFF" w:themeColor="background1"/>
                          <w:sz w:val="40"/>
                          <w:szCs w:val="4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/>
    <w:p/>
    <w:p/>
    <w:p/>
    <w:p/>
    <w:p/>
    <w:p/>
    <w:p/>
    <w:p/>
    <w:p/>
    <w:p/>
    <w:p/>
    <w:p/>
    <w:p/>
    <w:p/>
    <w:p>
      <w:r>
        <w:rPr>
          <w:rFonts w:hint="eastAsia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-942340</wp:posOffset>
            </wp:positionH>
            <wp:positionV relativeFrom="page">
              <wp:posOffset>227330</wp:posOffset>
            </wp:positionV>
            <wp:extent cx="7243445" cy="10314305"/>
            <wp:effectExtent l="0" t="0" r="8255" b="10795"/>
            <wp:wrapNone/>
            <wp:docPr id="45" name="图片 45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43445" cy="10314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/>
    <w:p/>
    <w:p/>
    <w:p/>
    <w:p/>
    <w:p/>
    <w:p/>
    <w:p/>
    <w:p>
      <w:r>
        <w:rPr>
          <w:rFonts w:hint="eastAsia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-2571750</wp:posOffset>
            </wp:positionH>
            <wp:positionV relativeFrom="page">
              <wp:posOffset>-29210</wp:posOffset>
            </wp:positionV>
            <wp:extent cx="9842500" cy="10470515"/>
            <wp:effectExtent l="0" t="0" r="0" b="6985"/>
            <wp:wrapNone/>
            <wp:docPr id="39" name="图片 39" descr="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4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842500" cy="10470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5045075</wp:posOffset>
            </wp:positionH>
            <wp:positionV relativeFrom="page">
              <wp:posOffset>-810895</wp:posOffset>
            </wp:positionV>
            <wp:extent cx="1338580" cy="5201285"/>
            <wp:effectExtent l="0" t="0" r="7620" b="5715"/>
            <wp:wrapNone/>
            <wp:docPr id="40" name="图片 4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38580" cy="5201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4620260</wp:posOffset>
            </wp:positionH>
            <wp:positionV relativeFrom="page">
              <wp:posOffset>-600710</wp:posOffset>
            </wp:positionV>
            <wp:extent cx="735330" cy="2858770"/>
            <wp:effectExtent l="0" t="0" r="1270" b="11430"/>
            <wp:wrapNone/>
            <wp:docPr id="41" name="图片 4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5330" cy="2858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-508000</wp:posOffset>
            </wp:positionH>
            <wp:positionV relativeFrom="page">
              <wp:posOffset>-486410</wp:posOffset>
            </wp:positionV>
            <wp:extent cx="928370" cy="3607435"/>
            <wp:effectExtent l="0" t="0" r="11430" b="12065"/>
            <wp:wrapNone/>
            <wp:docPr id="42" name="图片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28370" cy="3607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143510</wp:posOffset>
            </wp:positionH>
            <wp:positionV relativeFrom="page">
              <wp:posOffset>-968375</wp:posOffset>
            </wp:positionV>
            <wp:extent cx="735330" cy="2858770"/>
            <wp:effectExtent l="0" t="0" r="1270" b="11430"/>
            <wp:wrapNone/>
            <wp:docPr id="43" name="图片 4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5330" cy="2858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/>
    <w:p/>
    <w:p/>
    <w:p/>
    <w:p/>
    <w:p/>
    <w:p/>
    <w:p/>
    <w:p/>
    <w:p/>
    <w:p/>
    <w:p/>
    <w:p/>
    <w:p/>
    <w:p>
      <w:r>
        <w:rPr>
          <w:rFonts w:hint="eastAsia"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15875</wp:posOffset>
            </wp:positionH>
            <wp:positionV relativeFrom="page">
              <wp:posOffset>1928495</wp:posOffset>
            </wp:positionV>
            <wp:extent cx="5086350" cy="2082800"/>
            <wp:effectExtent l="0" t="0" r="0" b="0"/>
            <wp:wrapNone/>
            <wp:docPr id="59" name="图片 59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 descr="图片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2082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388620</wp:posOffset>
                </wp:positionH>
                <wp:positionV relativeFrom="paragraph">
                  <wp:posOffset>3833495</wp:posOffset>
                </wp:positionV>
                <wp:extent cx="4351020" cy="1473200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1020" cy="1473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widowControl/>
                              <w:spacing w:beforeAutospacing="0" w:after="120" w:afterAutospacing="0" w:line="300" w:lineRule="atLeast"/>
                              <w:jc w:val="center"/>
                              <w:rPr>
                                <w:rFonts w:ascii="微软雅黑" w:hAnsi="微软雅黑" w:eastAsia="微软雅黑" w:cs="微软雅黑"/>
                                <w:color w:val="E83538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E83538"/>
                                <w:sz w:val="20"/>
                                <w:szCs w:val="20"/>
                              </w:rPr>
                              <w:t>活动时间：201*年XX月XX日下午XX点到XX点</w:t>
                            </w:r>
                          </w:p>
                          <w:p>
                            <w:pPr>
                              <w:pStyle w:val="4"/>
                              <w:widowControl/>
                              <w:spacing w:beforeAutospacing="0" w:after="120" w:afterAutospacing="0" w:line="300" w:lineRule="atLeast"/>
                              <w:jc w:val="center"/>
                              <w:rPr>
                                <w:rFonts w:ascii="微软雅黑" w:hAnsi="微软雅黑" w:eastAsia="微软雅黑" w:cs="微软雅黑"/>
                                <w:color w:val="E83538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E83538"/>
                                <w:sz w:val="20"/>
                                <w:szCs w:val="20"/>
                              </w:rPr>
                              <w:t>活动地点：XX酒店或会议中心</w:t>
                            </w:r>
                          </w:p>
                          <w:p>
                            <w:pPr>
                              <w:pStyle w:val="4"/>
                              <w:widowControl/>
                              <w:spacing w:beforeAutospacing="0" w:after="120" w:afterAutospacing="0" w:line="300" w:lineRule="atLeast"/>
                              <w:jc w:val="center"/>
                              <w:rPr>
                                <w:rFonts w:ascii="微软雅黑" w:hAnsi="微软雅黑" w:eastAsia="微软雅黑" w:cs="微软雅黑"/>
                                <w:color w:val="E83538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E83538"/>
                                <w:sz w:val="20"/>
                                <w:szCs w:val="20"/>
                              </w:rPr>
                              <w:t>参与来宾：企业领导、客户群、业内领导、公司工作人员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E83538"/>
                                <w:sz w:val="48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.6pt;margin-top:301.85pt;height:116pt;width:342.6pt;z-index:251676672;mso-width-relative:page;mso-height-relative:page;" filled="f" stroked="f" coordsize="21600,21600" o:gfxdata="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y2+SV90AAAAKAQAADwAAAAAAAAABACAAAAAiAAAA&#10;ZHJzL2Rvd25yZXYueG1sUEsBAhQAFAAAAAgAh07iQE/1X3U7AgAAaQQAAA4AAAAAAAAAAQAgAAAA&#10;LA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widowControl/>
                        <w:spacing w:beforeAutospacing="0" w:after="120" w:afterAutospacing="0" w:line="300" w:lineRule="atLeast"/>
                        <w:jc w:val="center"/>
                        <w:rPr>
                          <w:rFonts w:ascii="微软雅黑" w:hAnsi="微软雅黑" w:eastAsia="微软雅黑" w:cs="微软雅黑"/>
                          <w:color w:val="E83538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E83538"/>
                          <w:sz w:val="20"/>
                          <w:szCs w:val="20"/>
                        </w:rPr>
                        <w:t>活动时间：201*年XX月XX日下午XX点到XX点</w:t>
                      </w:r>
                    </w:p>
                    <w:p>
                      <w:pPr>
                        <w:pStyle w:val="4"/>
                        <w:widowControl/>
                        <w:spacing w:beforeAutospacing="0" w:after="120" w:afterAutospacing="0" w:line="300" w:lineRule="atLeast"/>
                        <w:jc w:val="center"/>
                        <w:rPr>
                          <w:rFonts w:ascii="微软雅黑" w:hAnsi="微软雅黑" w:eastAsia="微软雅黑" w:cs="微软雅黑"/>
                          <w:color w:val="E83538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E83538"/>
                          <w:sz w:val="20"/>
                          <w:szCs w:val="20"/>
                        </w:rPr>
                        <w:t>活动地点：XX酒店或会议中心</w:t>
                      </w:r>
                    </w:p>
                    <w:p>
                      <w:pPr>
                        <w:pStyle w:val="4"/>
                        <w:widowControl/>
                        <w:spacing w:beforeAutospacing="0" w:after="120" w:afterAutospacing="0" w:line="300" w:lineRule="atLeast"/>
                        <w:jc w:val="center"/>
                        <w:rPr>
                          <w:rFonts w:ascii="微软雅黑" w:hAnsi="微软雅黑" w:eastAsia="微软雅黑" w:cs="微软雅黑"/>
                          <w:color w:val="E83538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E83538"/>
                          <w:sz w:val="20"/>
                          <w:szCs w:val="20"/>
                        </w:rPr>
                        <w:t>参与来宾：企业领导、客户群、业内领导、公司工作人员</w:t>
                      </w:r>
                    </w:p>
                    <w:p>
                      <w:pPr>
                        <w:jc w:val="center"/>
                        <w:rPr>
                          <w:rFonts w:ascii="微软雅黑" w:hAnsi="微软雅黑" w:eastAsia="微软雅黑" w:cs="微软雅黑"/>
                          <w:b/>
                          <w:bCs/>
                          <w:color w:val="E83538"/>
                          <w:sz w:val="48"/>
                          <w:szCs w:val="5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1908810</wp:posOffset>
            </wp:positionH>
            <wp:positionV relativeFrom="paragraph">
              <wp:posOffset>2155825</wp:posOffset>
            </wp:positionV>
            <wp:extent cx="1311275" cy="1304925"/>
            <wp:effectExtent l="0" t="0" r="9525" b="3175"/>
            <wp:wrapNone/>
            <wp:docPr id="48" name="图片 1" descr="C:\Users\影\Desktop\图片1.jpg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1" descr="C:\Users\影\Desktop\图片1.jpg图片1"/>
                    <pic:cNvPicPr>
                      <a:picLocks noChangeAspect="1"/>
                    </pic:cNvPicPr>
                  </pic:nvPicPr>
                  <pic:blipFill>
                    <a:blip r:embed="rId10">
                      <a:grayscl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1127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216535</wp:posOffset>
                </wp:positionH>
                <wp:positionV relativeFrom="paragraph">
                  <wp:posOffset>6663690</wp:posOffset>
                </wp:positionV>
                <wp:extent cx="4644390" cy="316230"/>
                <wp:effectExtent l="0" t="0" r="0" b="0"/>
                <wp:wrapNone/>
                <wp:docPr id="21" name="文本占位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44390" cy="3162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16" w:lineRule="auto"/>
                              <w:jc w:val="distribute"/>
                              <w:rPr>
                                <w:color w:val="E83538"/>
                                <w:sz w:val="36"/>
                              </w:rPr>
                            </w:pPr>
                            <w:r>
                              <w:rPr>
                                <w:rFonts w:ascii="华文中宋" w:eastAsia="华文中宋" w:hAnsiTheme="majorBidi"/>
                                <w:color w:val="E83538"/>
                                <w:kern w:val="24"/>
                                <w:sz w:val="32"/>
                                <w:szCs w:val="32"/>
                              </w:rPr>
                              <w:t>新＼春＼快＼乐＼ 万＼事＼如＼意</w:t>
                            </w:r>
                          </w:p>
                        </w:txbxContent>
                      </wps:txbx>
                      <wps:bodyPr vert="horz" wrap="square" lIns="96435" tIns="48217" rIns="96435" bIns="48217" rtlCol="0" anchor="ctr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占位符 10" o:spid="_x0000_s1026" o:spt="202" type="#_x0000_t202" style="position:absolute;left:0pt;margin-left:17.05pt;margin-top:524.7pt;height:24.9pt;width:365.7pt;z-index:251695104;v-text-anchor:middle;mso-width-relative:page;mso-height-relative:page;" filled="f" stroked="f" coordsize="21600,21600" o:gfxdata="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x6AM&#10;btkAAAAMAQAADwAAAAAAAAABACAAAAAiAAAAZHJzL2Rvd25yZXYueG1sUEsBAhQAFAAAAAgAh07i&#10;QJG/kyHoAQAApwMAAA4AAAAAAAAAAQAgAAAAKAEAAGRycy9lMm9Eb2MueG1sUEsFBgAAAAAGAAYA&#10;WQEAAIIFAAAAAA==&#10;">
                <v:fill on="f" focussize="0,0"/>
                <v:stroke on="f"/>
                <v:imagedata o:title=""/>
                <o:lock v:ext="edit" aspectratio="f"/>
                <v:textbox inset="2.67875mm,3.79661417322835pt,2.67875mm,3.79661417322835pt" style="mso-fit-shape-to-text:t;"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spacing w:line="216" w:lineRule="auto"/>
                        <w:jc w:val="distribute"/>
                        <w:rPr>
                          <w:color w:val="E83538"/>
                          <w:sz w:val="36"/>
                        </w:rPr>
                      </w:pPr>
                      <w:r>
                        <w:rPr>
                          <w:rFonts w:ascii="华文中宋" w:eastAsia="华文中宋" w:hAnsiTheme="majorBidi"/>
                          <w:color w:val="E83538"/>
                          <w:kern w:val="24"/>
                          <w:sz w:val="32"/>
                          <w:szCs w:val="32"/>
                        </w:rPr>
                        <w:t>新＼春＼快＼乐＼ 万＼事＼如＼意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column">
              <wp:posOffset>5045075</wp:posOffset>
            </wp:positionH>
            <wp:positionV relativeFrom="page">
              <wp:posOffset>-810895</wp:posOffset>
            </wp:positionV>
            <wp:extent cx="1338580" cy="5201285"/>
            <wp:effectExtent l="0" t="0" r="7620" b="5715"/>
            <wp:wrapNone/>
            <wp:docPr id="46" name="图片 4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38580" cy="5201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697152" behindDoc="1" locked="0" layoutInCell="1" allowOverlap="1">
            <wp:simplePos x="0" y="0"/>
            <wp:positionH relativeFrom="column">
              <wp:posOffset>4267200</wp:posOffset>
            </wp:positionH>
            <wp:positionV relativeFrom="page">
              <wp:posOffset>-600710</wp:posOffset>
            </wp:positionV>
            <wp:extent cx="735330" cy="2858770"/>
            <wp:effectExtent l="0" t="0" r="1270" b="11430"/>
            <wp:wrapNone/>
            <wp:docPr id="47" name="图片 4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5330" cy="2858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-508000</wp:posOffset>
            </wp:positionH>
            <wp:positionV relativeFrom="page">
              <wp:posOffset>-486410</wp:posOffset>
            </wp:positionV>
            <wp:extent cx="928370" cy="3607435"/>
            <wp:effectExtent l="0" t="0" r="11430" b="12065"/>
            <wp:wrapNone/>
            <wp:docPr id="49" name="图片 4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28370" cy="3607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699200" behindDoc="1" locked="0" layoutInCell="1" allowOverlap="1">
            <wp:simplePos x="0" y="0"/>
            <wp:positionH relativeFrom="column">
              <wp:posOffset>355600</wp:posOffset>
            </wp:positionH>
            <wp:positionV relativeFrom="page">
              <wp:posOffset>-803910</wp:posOffset>
            </wp:positionV>
            <wp:extent cx="735330" cy="2858770"/>
            <wp:effectExtent l="0" t="0" r="1270" b="11430"/>
            <wp:wrapNone/>
            <wp:docPr id="50" name="图片 5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 descr="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5330" cy="2858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-942340</wp:posOffset>
            </wp:positionH>
            <wp:positionV relativeFrom="page">
              <wp:posOffset>227330</wp:posOffset>
            </wp:positionV>
            <wp:extent cx="7243445" cy="10314305"/>
            <wp:effectExtent l="0" t="0" r="8255" b="10795"/>
            <wp:wrapNone/>
            <wp:docPr id="51" name="图片 5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43445" cy="10314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92032" behindDoc="1" locked="0" layoutInCell="1" allowOverlap="1">
                <wp:simplePos x="0" y="0"/>
                <wp:positionH relativeFrom="column">
                  <wp:posOffset>-270510</wp:posOffset>
                </wp:positionH>
                <wp:positionV relativeFrom="page">
                  <wp:posOffset>1122680</wp:posOffset>
                </wp:positionV>
                <wp:extent cx="5742940" cy="8606155"/>
                <wp:effectExtent l="0" t="0" r="10160" b="4445"/>
                <wp:wrapNone/>
                <wp:docPr id="52" name="矩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2940" cy="86061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1.3pt;margin-top:88.4pt;height:677.65pt;width:452.2pt;mso-position-vertical-relative:page;z-index:-251624448;v-text-anchor:middle;mso-width-relative:page;mso-height-relative:page;" fillcolor="#FFFFFF [3212]" filled="t" stroked="f" coordsize="21600,21600" o:gfxdata="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ATYxFnbAAAADAEAAA8AAAAAAAAAAQAgAAAAIgAAAGRycy9kb3ducmV2&#10;LnhtbFBLAQIUABQAAAAIAIdO4kAxmjt2awIAAM4EAAAOAAAAAAAAAAEAIAAAACoBAABkcnMvZTJv&#10;RG9jLnhtbFBLBQYAAAAABgAGAFkBAAAHBg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-1487805</wp:posOffset>
            </wp:positionH>
            <wp:positionV relativeFrom="page">
              <wp:posOffset>4190365</wp:posOffset>
            </wp:positionV>
            <wp:extent cx="1450340" cy="797560"/>
            <wp:effectExtent l="0" t="0" r="10160" b="2540"/>
            <wp:wrapNone/>
            <wp:docPr id="53" name="图片 5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50340" cy="797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5267960</wp:posOffset>
            </wp:positionH>
            <wp:positionV relativeFrom="page">
              <wp:posOffset>7000875</wp:posOffset>
            </wp:positionV>
            <wp:extent cx="1631950" cy="897890"/>
            <wp:effectExtent l="0" t="0" r="6350" b="3810"/>
            <wp:wrapNone/>
            <wp:docPr id="54" name="图片 5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631950" cy="897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李旭科书法 v1.4">
    <w:panose1 w:val="02000603000000000000"/>
    <w:charset w:val="86"/>
    <w:family w:val="auto"/>
    <w:pitch w:val="default"/>
    <w:sig w:usb0="800002BF" w:usb1="08CF7CEA" w:usb2="00000012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80B8D3"/>
    <w:multiLevelType w:val="multilevel"/>
    <w:tmpl w:val="F080B8D3"/>
    <w:lvl w:ilvl="0" w:tentative="0">
      <w:start w:val="0"/>
      <w:numFmt w:val="decimal"/>
      <w:lvlText w:val="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embedSystemFonts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FD2FE7"/>
    <w:rsid w:val="0072729B"/>
    <w:rsid w:val="00770203"/>
    <w:rsid w:val="00A114EE"/>
    <w:rsid w:val="08516176"/>
    <w:rsid w:val="1B0C5DAB"/>
    <w:rsid w:val="1FC57E19"/>
    <w:rsid w:val="21B6187C"/>
    <w:rsid w:val="23B91A2E"/>
    <w:rsid w:val="32FD2FE7"/>
    <w:rsid w:val="47D24885"/>
    <w:rsid w:val="483B48D2"/>
    <w:rsid w:val="6AC6700F"/>
    <w:rsid w:val="6F8B0BCF"/>
    <w:rsid w:val="7ED1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e3a54553-2b3e-452d-b649-fc0d9fbdb27e\&#20013;&#22269;&#39118;&#26149;&#33410;&#26202;&#20250;&#20225;&#19994;&#24180;&#20250;&#33410;&#30446;&#21333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中国风春节晚会企业年会节目单.docx</Template>
  <Pages>4</Pages>
  <Words>0</Words>
  <Characters>0</Characters>
  <Lines>1</Lines>
  <Paragraphs>1</Paragraphs>
  <TotalTime>20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2021-12-23T02:43:00Z</dcterms:created>
  <dc:creator>文档存本地丢失不负责</dc:creator>
  <cp:lastModifiedBy>泄凶卮赵坦</cp:lastModifiedBy>
  <dcterms:modified xsi:type="dcterms:W3CDTF">2021-12-23T09:45:43Z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KSOTemplateUUID">
    <vt:lpwstr>v1.0_mb_3FtXA5xv/6j2Tw88FouSkg==</vt:lpwstr>
  </property>
  <property fmtid="{D5CDD505-2E9C-101B-9397-08002B2CF9AE}" pid="4" name="ICV">
    <vt:lpwstr>0361F161DBED4C638689F6E1FAA72E96</vt:lpwstr>
  </property>
</Properties>
</file>