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-914400</wp:posOffset>
                </wp:positionV>
                <wp:extent cx="3239770" cy="708660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70866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pt;margin-top:-72pt;height:558pt;width:255.1pt;z-index:251662336;v-text-anchor:middle;mso-width-relative:page;mso-height-relative:page;" fillcolor="#FFE699 [1303]" filled="t" stroked="f" coordsize="21600,21600" o:gfxdata="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LxKBXZAAAADAEAAA8AAAAA&#10;AAAAAQAgAAAAIgAAAGRycy9kb3ducmV2LnhtbFBLAQIUABQAAAAIAIdO4kBWnCaUhQIAAAUFAAAO&#10;AAAAAAAAAAEAIAAAACgBAABkcnMvZTJvRG9jLnhtbFBLBQYAAAAABgAGAFkBAAAfBgAAAAA=&#10;">
                <v:fill on="t" focussize="0,0"/>
                <v:stroke on="f" weight="4.5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552450</wp:posOffset>
                </wp:positionH>
                <wp:positionV relativeFrom="paragraph">
                  <wp:posOffset>133350</wp:posOffset>
                </wp:positionV>
                <wp:extent cx="2419350" cy="441960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41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庞门正道粗书体" w:hAnsi="庞门正道粗书体" w:eastAsia="庞门正道粗书体"/>
                                <w:color w:val="AE0721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hint="eastAsia" w:ascii="庞门正道粗书体" w:hAnsi="庞门正道粗书体" w:eastAsia="庞门正道粗书体"/>
                                <w:color w:val="AE0721"/>
                                <w:sz w:val="400"/>
                                <w:szCs w:val="400"/>
                              </w:rPr>
                              <w:t>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5pt;margin-top:10.5pt;height:348pt;width:190.5pt;mso-position-horizontal-relative:margin;z-index:251666432;v-text-anchor:middle;mso-width-relative:page;mso-height-relative:page;" filled="f" stroked="f" coordsize="21600,21600" o:gfxdata="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KnVUdkAAAAJAQAADwAAAAAAAAABACAAAAAiAAAAZHJz&#10;L2Rvd25yZXYueG1sUEsBAhQAFAAAAAgAh07iQOGw8p88AgAAaw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庞门正道粗书体" w:hAnsi="庞门正道粗书体" w:eastAsia="庞门正道粗书体"/>
                          <w:color w:val="AE0721"/>
                          <w:sz w:val="400"/>
                          <w:szCs w:val="400"/>
                        </w:rPr>
                      </w:pPr>
                      <w:r>
                        <w:rPr>
                          <w:rFonts w:hint="eastAsia" w:ascii="庞门正道粗书体" w:hAnsi="庞门正道粗书体" w:eastAsia="庞门正道粗书体"/>
                          <w:color w:val="AE0721"/>
                          <w:sz w:val="400"/>
                          <w:szCs w:val="400"/>
                        </w:rPr>
                        <w:t>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1104900</wp:posOffset>
                </wp:positionH>
                <wp:positionV relativeFrom="paragraph">
                  <wp:posOffset>-1981200</wp:posOffset>
                </wp:positionV>
                <wp:extent cx="4014470" cy="565785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4550" cy="565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庞门正道粗书体" w:hAnsi="庞门正道粗书体" w:eastAsia="庞门正道粗书体"/>
                                <w:color w:val="AE0721"/>
                                <w:sz w:val="600"/>
                                <w:szCs w:val="600"/>
                              </w:rPr>
                            </w:pPr>
                            <w:r>
                              <w:rPr>
                                <w:rFonts w:hint="eastAsia" w:ascii="庞门正道粗书体" w:hAnsi="庞门正道粗书体" w:eastAsia="庞门正道粗书体"/>
                                <w:color w:val="AE0721"/>
                                <w:sz w:val="600"/>
                                <w:szCs w:val="600"/>
                              </w:rPr>
                              <w:t>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pt;margin-top:-156pt;height:445.5pt;width:316.1pt;mso-position-horizontal-relative:margin;z-index:251665408;v-text-anchor:middle;mso-width-relative:page;mso-height-relative:page;" filled="f" stroked="f" coordsize="21600,21600" o:gfxdata="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myhPtwAAAAMAQAADwAAAAAAAAABACAAAAAiAAAA&#10;ZHJzL2Rvd25yZXYueG1sUEsBAhQAFAAAAAgAh07iQDGdA4A8AgAAa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庞门正道粗书体" w:hAnsi="庞门正道粗书体" w:eastAsia="庞门正道粗书体"/>
                          <w:color w:val="AE0721"/>
                          <w:sz w:val="600"/>
                          <w:szCs w:val="600"/>
                        </w:rPr>
                      </w:pPr>
                      <w:r>
                        <w:rPr>
                          <w:rFonts w:hint="eastAsia" w:ascii="庞门正道粗书体" w:hAnsi="庞门正道粗书体" w:eastAsia="庞门正道粗书体"/>
                          <w:color w:val="AE0721"/>
                          <w:sz w:val="600"/>
                          <w:szCs w:val="600"/>
                        </w:rPr>
                        <w:t>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-971550</wp:posOffset>
                </wp:positionV>
                <wp:extent cx="3599815" cy="8999855"/>
                <wp:effectExtent l="38100" t="38100" r="38735" b="2984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899985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5.9pt;margin-top:-76.5pt;height:708.65pt;width:283.45pt;z-index:251661312;v-text-anchor:middle;mso-width-relative:page;mso-height-relative:page;" filled="f" stroked="t" coordsize="21600,21600" o:gfxdata="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DReThLaAAAADQEAAA8AAAAA&#10;AAAAAQAgAAAAIgAAAGRycy9kb3ducmV2LnhtbFBLAQIUABQAAAAIAIdO4kAIsi+uhAIAAAUFAAAO&#10;AAAAAAAAAAEAIAAAACkBAABkcnMvZTJvRG9jLnhtbFBLBQYAAAAABgAGAFkBAAAfBgAAAAA=&#10;">
                <v:fill on="f" focussize="0,0"/>
                <v:stroke weight="6pt" color="#FFE699 [130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852805</wp:posOffset>
                </wp:positionH>
                <wp:positionV relativeFrom="paragraph">
                  <wp:posOffset>6303645</wp:posOffset>
                </wp:positionV>
                <wp:extent cx="3557270" cy="838200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27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阿里巴巴普惠体 L" w:hAnsi="阿里巴巴普惠体 L" w:eastAsia="阿里巴巴普惠体 L" w:cs="阿里巴巴普惠体 L"/>
                                <w:color w:val="FFE699" w:themeColor="accent4" w:themeTint="66"/>
                                <w:spacing w:val="60"/>
                                <w:sz w:val="40"/>
                                <w:szCs w:val="40"/>
                                <w14:textFill>
                                  <w14:solidFill>
                                    <w14:schemeClr w14:val="accent4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E699" w:themeColor="accent4" w:themeTint="66"/>
                                <w:spacing w:val="60"/>
                                <w:sz w:val="40"/>
                                <w:szCs w:val="40"/>
                                <w14:textFill>
                                  <w14:solidFill>
                                    <w14:schemeClr w14:val="accent4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15pt;margin-top:496.35pt;height:66pt;width:280.1pt;mso-position-horizontal-relative:margin;z-index:251668480;v-text-anchor:middle;mso-width-relative:page;mso-height-relative:page;" filled="f" stroked="f" coordsize="21600,21600" o:gfxdata="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R7BkgNwAAAAMAQAADwAAAAAAAAABACAAAAAiAAAA&#10;ZHJzL2Rvd25yZXYueG1sUEsBAhQAFAAAAAgAh07iQKUNddI8AgAAag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阿里巴巴普惠体 L" w:hAnsi="阿里巴巴普惠体 L" w:eastAsia="阿里巴巴普惠体 L" w:cs="阿里巴巴普惠体 L"/>
                          <w:color w:val="FFE699" w:themeColor="accent4" w:themeTint="66"/>
                          <w:spacing w:val="60"/>
                          <w:sz w:val="40"/>
                          <w:szCs w:val="40"/>
                          <w14:textFill>
                            <w14:solidFill>
                              <w14:schemeClr w14:val="accent4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E699" w:themeColor="accent4" w:themeTint="66"/>
                          <w:spacing w:val="60"/>
                          <w:sz w:val="40"/>
                          <w:szCs w:val="40"/>
                          <w14:textFill>
                            <w14:solidFill>
                              <w14:schemeClr w14:val="accent4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PROGRAM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854075</wp:posOffset>
                </wp:positionH>
                <wp:positionV relativeFrom="paragraph">
                  <wp:posOffset>7993380</wp:posOffset>
                </wp:positionV>
                <wp:extent cx="3557270" cy="108585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27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E699" w:themeColor="accent4" w:themeTint="66"/>
                                <w:spacing w:val="60"/>
                                <w:sz w:val="30"/>
                                <w:szCs w:val="30"/>
                                <w14:textFill>
                                  <w14:solidFill>
                                    <w14:schemeClr w14:val="accent4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E699" w:themeColor="accent4" w:themeTint="66"/>
                                <w:spacing w:val="60"/>
                                <w:sz w:val="30"/>
                                <w:szCs w:val="30"/>
                                <w14:textFill>
                                  <w14:solidFill>
                                    <w14:schemeClr w14:val="accent4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E699" w:themeColor="accent4" w:themeTint="66"/>
                                <w:spacing w:val="60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accent4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E699" w:themeColor="accent4" w:themeTint="66"/>
                                <w:spacing w:val="60"/>
                                <w:sz w:val="30"/>
                                <w:szCs w:val="30"/>
                                <w14:textFill>
                                  <w14:solidFill>
                                    <w14:schemeClr w14:val="accent4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有限公司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25pt;margin-top:629.4pt;height:85.5pt;width:280.1pt;mso-position-horizontal-relative:margin;z-index:251669504;v-text-anchor:middle;mso-width-relative:page;mso-height-relative:page;" filled="f" stroked="f" coordsize="21600,21600" o:gfxdata="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I+2DW90AAAANAQAADwAAAAAAAAABACAAAAAi&#10;AAAAZHJzL2Rvd25yZXYueG1sUEsBAhQAFAAAAAgAh07iQAz3DZM+AgAAaw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E699" w:themeColor="accent4" w:themeTint="66"/>
                          <w:spacing w:val="60"/>
                          <w:sz w:val="30"/>
                          <w:szCs w:val="30"/>
                          <w14:textFill>
                            <w14:solidFill>
                              <w14:schemeClr w14:val="accent4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E699" w:themeColor="accent4" w:themeTint="66"/>
                          <w:spacing w:val="60"/>
                          <w:sz w:val="30"/>
                          <w:szCs w:val="30"/>
                          <w14:textFill>
                            <w14:solidFill>
                              <w14:schemeClr w14:val="accent4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E699" w:themeColor="accent4" w:themeTint="66"/>
                          <w:spacing w:val="60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accent4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E699" w:themeColor="accent4" w:themeTint="66"/>
                          <w:spacing w:val="60"/>
                          <w:sz w:val="30"/>
                          <w:szCs w:val="30"/>
                          <w14:textFill>
                            <w14:solidFill>
                              <w14:schemeClr w14:val="accent4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有限公司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1943100</wp:posOffset>
                </wp:positionH>
                <wp:positionV relativeFrom="paragraph">
                  <wp:posOffset>887730</wp:posOffset>
                </wp:positionV>
                <wp:extent cx="2700020" cy="4697730"/>
                <wp:effectExtent l="0" t="0" r="0" b="762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020" cy="4697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庞门正道粗书体" w:hAnsi="庞门正道粗书体" w:eastAsia="庞门正道粗书体"/>
                                <w:color w:val="AE0721"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hint="eastAsia" w:ascii="庞门正道粗书体" w:hAnsi="庞门正道粗书体" w:eastAsia="庞门正道粗书体"/>
                                <w:color w:val="AE0721"/>
                                <w:sz w:val="400"/>
                                <w:szCs w:val="400"/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69.9pt;height:369.9pt;width:212.6pt;mso-position-horizontal-relative:margin;z-index:251667456;v-text-anchor:middle;mso-width-relative:page;mso-height-relative:page;" filled="f" stroked="f" coordsize="21600,21600" o:gfxdata="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xfnwVdsAAAALAQAADwAAAAAAAAABACAAAAAi&#10;AAAAZHJzL2Rvd25yZXYueG1sUEsBAhQAFAAAAAgAh07iQOiewc9AAgAAawQAAA4AAAAAAAAAAQAg&#10;AAAAKg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庞门正道粗书体" w:hAnsi="庞门正道粗书体" w:eastAsia="庞门正道粗书体"/>
                          <w:color w:val="AE0721"/>
                          <w:sz w:val="400"/>
                          <w:szCs w:val="400"/>
                        </w:rPr>
                      </w:pPr>
                      <w:r>
                        <w:rPr>
                          <w:rFonts w:hint="eastAsia" w:ascii="庞门正道粗书体" w:hAnsi="庞门正道粗书体" w:eastAsia="庞门正道粗书体"/>
                          <w:color w:val="AE0721"/>
                          <w:sz w:val="400"/>
                          <w:szCs w:val="400"/>
                        </w:rPr>
                        <w:t>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859790</wp:posOffset>
                </wp:positionH>
                <wp:positionV relativeFrom="paragraph">
                  <wp:posOffset>4747895</wp:posOffset>
                </wp:positionV>
                <wp:extent cx="3557270" cy="8382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27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pacing w:val="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pacing w:val="60"/>
                                <w:sz w:val="40"/>
                                <w:szCs w:val="40"/>
                              </w:rPr>
                              <w:t>Literary Gala 2020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7pt;margin-top:373.85pt;height:66pt;width:280.1pt;mso-position-horizontal-relative:margin;z-index:251664384;v-text-anchor:middle;mso-width-relative:page;mso-height-relative:page;" filled="f" stroked="f" coordsize="21600,21600" o:gfxdata="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urKYi2wAAAAsBAAAPAAAAAAAAAAEAIAAAACIAAABk&#10;cnMvZG93bnJldi54bWxQSwECFAAUAAAACACHTuJA91dFCzwCAABq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pacing w:val="60"/>
                          <w:sz w:val="40"/>
                          <w:szCs w:val="40"/>
                        </w:rPr>
                      </w:pP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pacing w:val="60"/>
                          <w:sz w:val="40"/>
                          <w:szCs w:val="40"/>
                        </w:rPr>
                        <w:t>Literary Gala 2020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859790</wp:posOffset>
                </wp:positionH>
                <wp:positionV relativeFrom="paragraph">
                  <wp:posOffset>4234180</wp:posOffset>
                </wp:positionV>
                <wp:extent cx="3557270" cy="108585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27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pacing w:val="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pacing w:val="60"/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pacing w:val="60"/>
                                <w:sz w:val="40"/>
                                <w:szCs w:val="40"/>
                              </w:rPr>
                              <w:t>02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pacing w:val="60"/>
                                <w:sz w:val="40"/>
                                <w:szCs w:val="40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pacing w:val="60"/>
                                <w:sz w:val="40"/>
                                <w:szCs w:val="40"/>
                              </w:rPr>
                              <w:t>年文艺联欢晚会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7pt;margin-top:333.4pt;height:85.5pt;width:280.1pt;mso-position-horizontal-relative:margin;z-index:251663360;v-text-anchor:middle;mso-width-relative:page;mso-height-relative:page;" filled="f" stroked="f" coordsize="21600,21600" o:gfxdata="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OrJcj3bAAAACwEAAA8AAAAAAAAAAQAgAAAAIgAA&#10;AGRycy9kb3ducmV2LnhtbFBLAQIUABQAAAAIAIdO4kB0m8MrPgIAAGkEAAAOAAAAAAAAAAEAIAAA&#10;ACo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pacing w:val="60"/>
                          <w:sz w:val="40"/>
                          <w:szCs w:val="40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pacing w:val="60"/>
                          <w:sz w:val="40"/>
                          <w:szCs w:val="40"/>
                        </w:rPr>
                        <w:t>2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pacing w:val="60"/>
                          <w:sz w:val="40"/>
                          <w:szCs w:val="40"/>
                        </w:rPr>
                        <w:t>02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pacing w:val="60"/>
                          <w:sz w:val="40"/>
                          <w:szCs w:val="40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pacing w:val="60"/>
                          <w:sz w:val="40"/>
                          <w:szCs w:val="40"/>
                        </w:rPr>
                        <w:t>年文艺联欢晚会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310" cy="10692130"/>
                <wp:effectExtent l="0" t="0" r="317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0000">
                              <a:srgbClr val="AE0721"/>
                            </a:gs>
                            <a:gs pos="0">
                              <a:srgbClr val="5D030D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height:841.9pt;width:595.3pt;mso-position-horizontal:center;mso-position-horizontal-relative:margin;mso-position-vertical:center;mso-position-vertical-relative:margin;z-index:251660288;v-text-anchor:middle;mso-width-relative:page;mso-height-relative:page;" fillcolor="#5D030D" filled="t" stroked="f" coordsize="21600,21600" o:gfxdata="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X6dyPtUAAAAHAQAADwAAAAAAAAABACAA&#10;AAAiAAAAZHJzL2Rvd25yZXYueG1sUEsBAhQAFAAAAAgAh07iQNVAbma7AgAAcQUAAA4AAAAAAAAA&#10;AQAgAAAAJAEAAGRycy9lMm9Eb2MueG1sUEsFBgAAAAAGAAYAWQEAAFEGAAAAAA==&#10;">
                <v:fill type="gradient" on="t" color2="#AE0721" angle="180" focus="100%" focussize="0,0" rotate="t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br w:type="page"/>
      </w:r>
      <w:bookmarkStart w:id="0" w:name="_GoBack"/>
      <w:bookmarkEnd w:id="0"/>
    </w:p>
    <w:p>
      <w:pPr>
        <w:widowControl/>
        <w:jc w:val="left"/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8041005</wp:posOffset>
            </wp:positionV>
            <wp:extent cx="570230" cy="893445"/>
            <wp:effectExtent l="0" t="0" r="1270" b="190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89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2946400</wp:posOffset>
                </wp:positionH>
                <wp:positionV relativeFrom="paragraph">
                  <wp:posOffset>1181100</wp:posOffset>
                </wp:positionV>
                <wp:extent cx="3557270" cy="8382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55727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阿里巴巴普惠体 L" w:hAnsi="阿里巴巴普惠体 L" w:eastAsia="阿里巴巴普惠体 L" w:cs="阿里巴巴普惠体 L"/>
                                <w:color w:val="FFE699" w:themeColor="accent4" w:themeTint="66"/>
                                <w:spacing w:val="60"/>
                                <w:sz w:val="40"/>
                                <w:szCs w:val="40"/>
                                <w14:textFill>
                                  <w14:solidFill>
                                    <w14:schemeClr w14:val="accent4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E699" w:themeColor="accent4" w:themeTint="66"/>
                                <w:spacing w:val="60"/>
                                <w:sz w:val="40"/>
                                <w:szCs w:val="40"/>
                                <w14:textFill>
                                  <w14:solidFill>
                                    <w14:schemeClr w14:val="accent4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  <w:t>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pt;margin-top:93pt;height:66pt;width:280.1pt;mso-position-horizontal-relative:margin;rotation:5898240f;z-index:251673600;v-text-anchor:middle;mso-width-relative:page;mso-height-relative:page;" filled="f" stroked="f" coordsize="21600,21600" o:gfxdata="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8dKBnaAAAADAEAAA8AAAAAAAAAAQAgAAAA&#10;IgAAAGRycy9kb3ducmV2LnhtbFBLAQIUABQAAAAIAIdO4kCy2fNOQgIAAHYEAAAOAAAAAAAAAAEA&#10;IAAAACk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阿里巴巴普惠体 L" w:hAnsi="阿里巴巴普惠体 L" w:eastAsia="阿里巴巴普惠体 L" w:cs="阿里巴巴普惠体 L"/>
                          <w:color w:val="FFE699" w:themeColor="accent4" w:themeTint="66"/>
                          <w:spacing w:val="60"/>
                          <w:sz w:val="40"/>
                          <w:szCs w:val="40"/>
                          <w14:textFill>
                            <w14:solidFill>
                              <w14:schemeClr w14:val="accent4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E699" w:themeColor="accent4" w:themeTint="66"/>
                          <w:spacing w:val="60"/>
                          <w:sz w:val="40"/>
                          <w:szCs w:val="40"/>
                          <w14:textFill>
                            <w14:solidFill>
                              <w14:schemeClr w14:val="accent4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  <w:t>PROGRAM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1024890</wp:posOffset>
                </wp:positionH>
                <wp:positionV relativeFrom="paragraph">
                  <wp:posOffset>-64135</wp:posOffset>
                </wp:positionV>
                <wp:extent cx="3239770" cy="8991600"/>
                <wp:effectExtent l="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89916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0.7pt;margin-top:-5.05pt;height:708pt;width:255.1pt;z-index:251671552;v-text-anchor:middle;mso-width-relative:page;mso-height-relative:page;" fillcolor="#FFE699 [1303]" filled="t" stroked="f" coordsize="21600,21600" o:gfxdata="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KkO6+tkAAAAMAQAADwAA&#10;AAAAAAABACAAAAAiAAAAZHJzL2Rvd25yZXYueG1sUEsBAhQAFAAAAAgAh07iQE9BNT6HAgAABQUA&#10;AA4AAAAAAAAAAQAgAAAAKAEAAGRycy9lMm9Eb2MueG1sUEsFBgAAAAAGAAYAWQEAACEGAAAAAA==&#10;">
                <v:fill on="t" focussize="0,0"/>
                <v:stroke on="f" weight="4.5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-1057275</wp:posOffset>
                </wp:positionV>
                <wp:extent cx="3599815" cy="10977245"/>
                <wp:effectExtent l="38100" t="38100" r="38735" b="3365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1097724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6pt;margin-top:-83.25pt;height:864.35pt;width:283.45pt;z-index:251670528;v-text-anchor:middle;mso-width-relative:page;mso-height-relative:page;" filled="f" stroked="t" coordsize="21600,21600" o:gfxdata="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67NQ02gAAAA0BAAAP&#10;AAAAAAAAAAEAIAAAACIAAABkcnMvZG93bnJldi54bWxQSwECFAAUAAAACACHTuJALrmkaIgCAAAG&#10;BQAADgAAAAAAAAABACAAAAApAQAAZHJzL2Uyb0RvYy54bWxQSwUGAAAAAAYABgBZAQAAIwYAAAAA&#10;">
                <v:fill on="f" focussize="0,0"/>
                <v:stroke weight="6pt" color="#FFE699 [1303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1013460</wp:posOffset>
                </wp:positionH>
                <wp:positionV relativeFrom="margin">
                  <wp:posOffset>293370</wp:posOffset>
                </wp:positionV>
                <wp:extent cx="3232150" cy="82765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150" cy="82768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  <w:t>开 场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01/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致辞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《感恩有你》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2/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《张灯结彩》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  <w:t>第一篇章 · 感 恩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3/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4/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5/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  <w:t xml:space="preserve">第二篇章 </w:t>
                            </w:r>
                            <w:r>
                              <w:rPr>
                                <w:rFonts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  <w:t xml:space="preserve">· </w:t>
                            </w: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  <w:t>共 赢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6/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7/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8/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  <w:t>第三篇章 · 颁 奖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9/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2019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年度优秀部门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0/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2019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年度优秀员工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1/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2019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最佳新人奖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AE0721"/>
                                <w:sz w:val="36"/>
                                <w:szCs w:val="36"/>
                              </w:rPr>
                              <w:t>尾 声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2/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AE0721"/>
                                <w:sz w:val="24"/>
                                <w:szCs w:val="24"/>
                              </w:rPr>
                              <w:t>《明天会更好》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.8pt;margin-top:23.1pt;height:651.7pt;width:254.5pt;mso-position-vertical-relative:margin;z-index:251672576;mso-width-relative:page;mso-height-relative:page;" filled="f" stroked="f" coordsize="21600,21600" o:gfxdata="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5p82Y2gAAAAsBAAAPAAAAAAAAAAEAIAAAACIAAABk&#10;cnMvZG93bnJldi54bWxQSwECFAAUAAAACACHTuJAZVTrhT0CAABp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  <w:t>开 场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01/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致辞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《感恩有你》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2/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合唱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《张灯结彩》</w:t>
                      </w:r>
                    </w:p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  <w:t>第一篇章 · 感 恩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3/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舞蹈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《欢天喜地》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4/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歌曲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《感恩的心》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5/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小品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《还不是因为你》</w:t>
                      </w:r>
                    </w:p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  <w:t xml:space="preserve">第二篇章 </w:t>
                      </w:r>
                      <w:r>
                        <w:rPr>
                          <w:rFonts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  <w:t xml:space="preserve">· </w:t>
                      </w: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  <w:t>共 赢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6/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舞蹈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《欢天喜地》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7/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歌曲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《感恩的心》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8/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小品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《还不是因为你》</w:t>
                      </w:r>
                    </w:p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  <w:t>第三篇章 · 颁 奖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9/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颁奖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2019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年度优秀部门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0/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颁奖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2019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年度优秀员工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1/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颁奖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2019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最佳新人奖</w:t>
                      </w:r>
                    </w:p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AE0721"/>
                          <w:sz w:val="36"/>
                          <w:szCs w:val="36"/>
                        </w:rPr>
                        <w:t>尾 声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2/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合唱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AE0721"/>
                          <w:sz w:val="24"/>
                          <w:szCs w:val="24"/>
                        </w:rPr>
                        <w:t>《明天会更好》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-1146810</wp:posOffset>
                </wp:positionH>
                <wp:positionV relativeFrom="margin">
                  <wp:posOffset>-914400</wp:posOffset>
                </wp:positionV>
                <wp:extent cx="7560310" cy="10692130"/>
                <wp:effectExtent l="0" t="0" r="3175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0000">
                              <a:srgbClr val="AE0721"/>
                            </a:gs>
                            <a:gs pos="0">
                              <a:srgbClr val="5D030D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0.3pt;margin-top:-72pt;height:841.9pt;width:595.3pt;mso-position-horizontal-relative:margin;mso-position-vertical-relative:margin;z-index:251659264;v-text-anchor:middle;mso-width-relative:page;mso-height-relative:page;" fillcolor="#5D030D" filled="t" stroked="f" coordsize="21600,21600" o:gfxdata="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OIsd3jaAAAADwEAAA8AAAAAAAAA&#10;AQAgAAAAIgAAAGRycy9kb3ducmV2LnhtbFBLAQIUABQAAAAIAIdO4kBCij9JugIAAHEFAAAOAAAA&#10;AAAAAAEAIAAAACkBAABkcnMvZTJvRG9jLnhtbFBLBQYAAAAABgAGAFkBAABVBgAAAAA=&#10;">
                <v:fill type="gradient" on="t" color2="#AE0721" angle="180" focus="100%" focussize="0,0" rotate="t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Medium">
    <w:panose1 w:val="020B0600000000000000"/>
    <w:charset w:val="86"/>
    <w:family w:val="swiss"/>
    <w:pitch w:val="default"/>
    <w:sig w:usb0="20000003" w:usb1="2ADF3C10" w:usb2="00000016" w:usb3="00000000" w:csb0="60060107" w:csb1="00000000"/>
  </w:font>
  <w:font w:name="庞门正道粗书体">
    <w:altName w:val="宋体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阿里巴巴普惠体 L">
    <w:panose1 w:val="00020600040101010101"/>
    <w:charset w:val="86"/>
    <w:family w:val="roman"/>
    <w:pitch w:val="default"/>
    <w:sig w:usb0="A00002FF" w:usb1="7ACF7CFB" w:usb2="0000001E" w:usb3="00000000" w:csb0="0004009F" w:csb1="00000000"/>
  </w:font>
  <w:font w:name="阿里巴巴普惠体 M">
    <w:panose1 w:val="00020600040101010101"/>
    <w:charset w:val="86"/>
    <w:family w:val="roman"/>
    <w:pitch w:val="default"/>
    <w:sig w:usb0="A00002FF" w:usb1="7ACF7CFB" w:usb2="0000001E" w:usb3="00000000" w:csb0="0004009F" w:csb1="00000000"/>
  </w:font>
  <w:font w:name="阿里巴巴普惠体 R">
    <w:panose1 w:val="00020600040101010101"/>
    <w:charset w:val="86"/>
    <w:family w:val="roman"/>
    <w:pitch w:val="default"/>
    <w:sig w:usb0="A00002FF" w:usb1="7ACF7CFB" w:usb2="0000001E" w:usb3="00000000" w:csb0="0004009F" w:csb1="00000000"/>
  </w:font>
  <w:font w:name="演示镇魂行楷">
    <w:altName w:val="楷体_GB2312"/>
    <w:panose1 w:val="000005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B142E2"/>
    <w:rsid w:val="0003018A"/>
    <w:rsid w:val="001448E1"/>
    <w:rsid w:val="001902D6"/>
    <w:rsid w:val="001A2DBE"/>
    <w:rsid w:val="00225476"/>
    <w:rsid w:val="00260FBA"/>
    <w:rsid w:val="00333080"/>
    <w:rsid w:val="003C4C06"/>
    <w:rsid w:val="003C75FB"/>
    <w:rsid w:val="003F7620"/>
    <w:rsid w:val="00534ABC"/>
    <w:rsid w:val="00602192"/>
    <w:rsid w:val="00654F81"/>
    <w:rsid w:val="00672BE8"/>
    <w:rsid w:val="00745644"/>
    <w:rsid w:val="00777762"/>
    <w:rsid w:val="0087537E"/>
    <w:rsid w:val="009F03AB"/>
    <w:rsid w:val="00A91C8F"/>
    <w:rsid w:val="00C47701"/>
    <w:rsid w:val="00C917AE"/>
    <w:rsid w:val="00D01386"/>
    <w:rsid w:val="00D7163B"/>
    <w:rsid w:val="00E87830"/>
    <w:rsid w:val="00FA45D5"/>
    <w:rsid w:val="00FB7DD2"/>
    <w:rsid w:val="0A3C6FF4"/>
    <w:rsid w:val="59B1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3730b53c-0eee-4c8b-b0eb-e3d599532982\&#22823;&#27668;&#20803;&#26086;&#26149;&#33410;&#26202;&#20250;&#24180;&#20250;&#33410;&#30446;&#21333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思源黑体">
      <a:majorFont>
        <a:latin typeface="思源黑体 CN Medium"/>
        <a:ea typeface="思源黑体 CN Medium"/>
        <a:cs typeface=""/>
      </a:majorFont>
      <a:minorFont>
        <a:latin typeface="思源黑体 CN Medium"/>
        <a:ea typeface="思源黑体 CN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大气元旦春节晚会年会节目单.docx</Template>
  <Pages>3</Pages>
  <Words>0</Words>
  <Characters>0</Characters>
  <Lines>1</Lines>
  <Paragraphs>1</Paragraphs>
  <TotalTime>26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2021-12-23T02:42:00Z</dcterms:created>
  <dc:creator>文档存本地丢失不负责</dc:creator>
  <cp:lastModifiedBy>泄凶卮赵坦</cp:lastModifiedBy>
  <dcterms:modified xsi:type="dcterms:W3CDTF">2021-12-23T09:54:47Z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v1.0_mb_7uKqCupDK6JalA+v/v2sUg==</vt:lpwstr>
  </property>
  <property fmtid="{D5CDD505-2E9C-101B-9397-08002B2CF9AE}" pid="4" name="ICV">
    <vt:lpwstr>E3148CFF14BF44CCB2A5710E590DDB9E</vt:lpwstr>
  </property>
</Properties>
</file>