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1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1672590</wp:posOffset>
                </wp:positionH>
                <wp:positionV relativeFrom="page">
                  <wp:posOffset>203835</wp:posOffset>
                </wp:positionV>
                <wp:extent cx="1798320" cy="111696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7620" y="439420"/>
                          <a:ext cx="1798320" cy="1116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锐字真言体免费商用" w:hAnsi="锐字真言体免费商用" w:eastAsia="锐字真言体免费商用" w:cs="锐字真言体免费商用"/>
                                <w:color w:val="FFC000"/>
                                <w:sz w:val="96"/>
                                <w:szCs w:val="1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锐字真言体免费商用" w:hAnsi="锐字真言体免费商用" w:eastAsia="锐字真言体免费商用" w:cs="锐字真言体免费商用"/>
                                <w:color w:val="FFC000"/>
                                <w:sz w:val="96"/>
                                <w:szCs w:val="160"/>
                                <w:lang w:val="en-US" w:eastAsia="zh-CN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7pt;margin-top:16.05pt;height:87.95pt;width:141.6pt;mso-position-vertical-relative:page;z-index:-251655168;mso-width-relative:page;mso-height-relative:page;" filled="f" stroked="f" coordsize="21600,21600" o:gfxdata="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kYvB9sAAAAKAQAADwAAAAAAAAAB&#10;ACAAAAAiAAAAZHJzL2Rvd25yZXYueG1sUEsBAhQAFAAAAAgAh07iQExb3gpGAgAAcgQAAA4AAAAA&#10;AAAAAQAgAAAAK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锐字真言体免费商用" w:hAnsi="锐字真言体免费商用" w:eastAsia="锐字真言体免费商用" w:cs="锐字真言体免费商用"/>
                          <w:color w:val="FFC000"/>
                          <w:sz w:val="96"/>
                          <w:szCs w:val="160"/>
                          <w:lang w:val="en-US" w:eastAsia="zh-CN"/>
                        </w:rPr>
                      </w:pPr>
                      <w:r>
                        <w:rPr>
                          <w:rFonts w:hint="eastAsia" w:ascii="锐字真言体免费商用" w:hAnsi="锐字真言体免费商用" w:eastAsia="锐字真言体免费商用" w:cs="锐字真言体免费商用"/>
                          <w:color w:val="FFC000"/>
                          <w:sz w:val="96"/>
                          <w:szCs w:val="160"/>
                          <w:lang w:val="en-US" w:eastAsia="zh-CN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250190</wp:posOffset>
                </wp:positionH>
                <wp:positionV relativeFrom="paragraph">
                  <wp:posOffset>8588375</wp:posOffset>
                </wp:positionV>
                <wp:extent cx="4559935" cy="90424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93190" y="9502775"/>
                          <a:ext cx="4559935" cy="90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锐字真言体免费商用" w:hAnsi="锐字真言体免费商用" w:eastAsia="锐字真言体免费商用" w:cs="锐字真言体免费商用"/>
                                <w:color w:val="FFC000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锐字真言体免费商用" w:hAnsi="锐字真言体免费商用" w:eastAsia="锐字真言体免费商用" w:cs="锐字真言体免费商用"/>
                                <w:color w:val="FFC000"/>
                                <w:sz w:val="36"/>
                                <w:szCs w:val="44"/>
                                <w:lang w:val="en-US" w:eastAsia="zh-CN"/>
                              </w:rPr>
                              <w:t>时间：20XX年X月X日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锐字真言体免费商用" w:hAnsi="锐字真言体免费商用" w:eastAsia="锐字真言体免费商用" w:cs="锐字真言体免费商用"/>
                                <w:color w:val="FFC000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锐字真言体免费商用" w:hAnsi="锐字真言体免费商用" w:eastAsia="锐字真言体免费商用" w:cs="锐字真言体免费商用"/>
                                <w:color w:val="FFC000"/>
                                <w:sz w:val="36"/>
                                <w:szCs w:val="44"/>
                                <w:lang w:val="en-US" w:eastAsia="zh-CN"/>
                              </w:rPr>
                              <w:t>地址：稻壳儿大会场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7pt;margin-top:676.25pt;height:71.2pt;width:359.05pt;z-index:251660288;mso-width-relative:page;mso-height-relative:page;" filled="f" stroked="f" coordsize="21600,21600" o:gfxdata="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hrUGX3QAAAAwBAAAPAAAA&#10;AAAAAAEAIAAAACIAAABkcnMvZG93bnJldi54bWxQSwECFAAUAAAACACHTuJAbvDPVkkCAAByBAAA&#10;DgAAAAAAAAABACAAAAAs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锐字真言体免费商用" w:hAnsi="锐字真言体免费商用" w:eastAsia="锐字真言体免费商用" w:cs="锐字真言体免费商用"/>
                          <w:color w:val="FFC000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锐字真言体免费商用" w:hAnsi="锐字真言体免费商用" w:eastAsia="锐字真言体免费商用" w:cs="锐字真言体免费商用"/>
                          <w:color w:val="FFC000"/>
                          <w:sz w:val="36"/>
                          <w:szCs w:val="44"/>
                          <w:lang w:val="en-US" w:eastAsia="zh-CN"/>
                        </w:rPr>
                        <w:t>时间：20XX年X月X日</w:t>
                      </w:r>
                    </w:p>
                    <w:p>
                      <w:pPr>
                        <w:jc w:val="center"/>
                        <w:rPr>
                          <w:rFonts w:hint="eastAsia" w:ascii="锐字真言体免费商用" w:hAnsi="锐字真言体免费商用" w:eastAsia="锐字真言体免费商用" w:cs="锐字真言体免费商用"/>
                          <w:color w:val="FFC000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锐字真言体免费商用" w:hAnsi="锐字真言体免费商用" w:eastAsia="锐字真言体免费商用" w:cs="锐字真言体免费商用"/>
                          <w:color w:val="FFC000"/>
                          <w:sz w:val="36"/>
                          <w:szCs w:val="44"/>
                          <w:lang w:val="en-US" w:eastAsia="zh-CN"/>
                        </w:rPr>
                        <w:t>地址：稻壳儿大会场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-1142365</wp:posOffset>
            </wp:positionH>
            <wp:positionV relativeFrom="page">
              <wp:posOffset>-3810</wp:posOffset>
            </wp:positionV>
            <wp:extent cx="7592695" cy="10732135"/>
            <wp:effectExtent l="0" t="0" r="8255" b="12065"/>
            <wp:wrapNone/>
            <wp:docPr id="1" name="图片 1" descr="红色喜庆通用年会活动节目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红色喜庆通用年会活动节目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92695" cy="1073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lang w:val="en-US" w:eastAsia="zh-CN"/>
        </w:rPr>
        <w:t xml:space="preserve">                            </w:t>
      </w: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</w:p>
    <w:p>
      <w:pPr>
        <w:rPr>
          <w:rFonts w:hint="eastAsia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-330200</wp:posOffset>
                </wp:positionV>
                <wp:extent cx="4142740" cy="12014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42160" y="615950"/>
                          <a:ext cx="4142740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val="en-US" w:eastAsia="zh-CN" w:bidi="ar"/>
                              </w:rPr>
                              <w:t>20XX年XX公司年终庆典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val="en-US" w:eastAsia="zh-CN" w:bidi="ar"/>
                              </w:rPr>
                              <w:t>节目单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9pt;margin-top:-26pt;height:94.6pt;width:326.2pt;z-index:251663360;mso-width-relative:page;mso-height-relative:page;" filled="f" stroked="f" coordsize="21600,21600" o:gfxdata="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+CTsXbAAAACwEAAA8AAAAAAAAAAQAg&#10;AAAAIgAAAGRycy9kb3ducmV2LnhtbFBLAQIUABQAAAAIAIdO4kDuzJPaRAIAAHI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52"/>
                          <w:szCs w:val="52"/>
                          <w:lang w:val="en-US"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52"/>
                          <w:szCs w:val="52"/>
                          <w:lang w:val="en-US" w:eastAsia="zh-CN" w:bidi="ar"/>
                        </w:rPr>
                        <w:t>20XX年XX公司年终庆典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52"/>
                          <w:szCs w:val="52"/>
                          <w:lang w:val="en-US"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52"/>
                          <w:szCs w:val="52"/>
                          <w:lang w:val="en-US" w:eastAsia="zh-CN" w:bidi="ar"/>
                        </w:rPr>
                        <w:t>节目单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2083435</wp:posOffset>
                </wp:positionH>
                <wp:positionV relativeFrom="paragraph">
                  <wp:posOffset>13970</wp:posOffset>
                </wp:positionV>
                <wp:extent cx="1828800" cy="18288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16430" y="89281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05pt;margin-top:1.1pt;height:144pt;width:144pt;mso-wrap-style:none;z-index:251662336;mso-width-relative:page;mso-height-relative:page;" filled="f" stroked="f" coordsize="21600,21600" o:gfxdata="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8Rnvo1wAAAAkBAAAPAAAAAAAAAAEAIAAAACIAAABk&#10;cnMvZG93bnJldi54bWxQSwECFAAUAAAACACHTuJAkK9ukEACAABwBAAADgAAAAAAAAABACAAAAAm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1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-1142365</wp:posOffset>
            </wp:positionH>
            <wp:positionV relativeFrom="page">
              <wp:posOffset>-2540</wp:posOffset>
            </wp:positionV>
            <wp:extent cx="7592060" cy="11388725"/>
            <wp:effectExtent l="0" t="0" r="8890" b="3175"/>
            <wp:wrapNone/>
            <wp:docPr id="4" name="图片 4" descr="69d6dc69cdc7aad6c9c3f2df62e78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9d6dc69cdc7aad6c9c3f2df62e784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138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sz w:val="21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2790190</wp:posOffset>
                </wp:positionH>
                <wp:positionV relativeFrom="paragraph">
                  <wp:posOffset>1070610</wp:posOffset>
                </wp:positionV>
                <wp:extent cx="2763520" cy="73723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3520" cy="737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lef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六、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eastAsia="zh-CN" w:bidi="ar"/>
                              </w:rPr>
                              <w:t>歌曲表演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8、《逆光者》  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表演单位：稻小壳分公司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9、《欣欣向荣》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lef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表演单位：稻小壳分公司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sz w:val="24"/>
                                <w:szCs w:val="28"/>
                                <w:lang w:bidi="ar"/>
                              </w:rPr>
                              <w:t>1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0、《夜空中最亮的星》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lef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表演单位：稻小壳分公司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lef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  <w:t>七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、京剧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  <w:t>表演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11、《红梅赞》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表演单位：稻小壳分公司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表 演 者：稻小壳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lef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  <w:t>八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  <w:t>舞蹈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12、《火》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表演单位：稻小壳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jc w:val="lef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  <w:t>九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  <w:t>大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 xml:space="preserve">合唱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sz w:val="24"/>
                                <w:szCs w:val="28"/>
                                <w:lang w:bidi="ar"/>
                              </w:rPr>
                              <w:t>1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4、《明天会更好》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表演单位：稻小壳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eastAsia="zh-CN" w:bidi="ar"/>
                              </w:rPr>
                              <w:t>领导致辞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致辞领导：稻小壳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7pt;margin-top:84.3pt;height:580.5pt;width:217.6pt;z-index:251665408;mso-width-relative:page;mso-height-relative:page;" filled="f" stroked="f" coordsize="21600,21600" o:gfxdata="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syJFU&#10;2QAAAAwBAAAPAAAAAAAAAAEAIAAAACIAAABkcnMvZG93bnJldi54bWxQSwECFAAUAAAACACHTuJA&#10;/7HrWq4BAABRAwAADgAAAAAAAAABACAAAAAo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lef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六、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eastAsia="zh-CN" w:bidi="ar"/>
                        </w:rPr>
                        <w:t>歌曲表演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t>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8、《逆光者》  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表演单位：稻小壳分公司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9、《欣欣向荣》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lef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表演单位：稻小壳分公司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sz w:val="24"/>
                          <w:szCs w:val="28"/>
                          <w:lang w:bidi="ar"/>
                        </w:rPr>
                        <w:t>1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0、《夜空中最亮的星》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lef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表演单位：稻小壳分公司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lef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  <w:t>七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、京剧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  <w:t>表演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11、《红梅赞》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表演单位：稻小壳分公司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表 演 者：稻小壳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lef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  <w:t>八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  <w:t>舞蹈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12、《火》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表演单位：稻小壳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jc w:val="lef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  <w:t>九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  <w:t>大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 xml:space="preserve">合唱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sz w:val="24"/>
                          <w:szCs w:val="28"/>
                          <w:lang w:bidi="ar"/>
                        </w:rPr>
                        <w:t>1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4、《明天会更好》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表演单位：稻小壳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eastAsia="zh-CN" w:bidi="ar"/>
                        </w:rPr>
                        <w:t>领导致辞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致辞领导：稻小壳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1070610</wp:posOffset>
                </wp:positionV>
                <wp:extent cx="3024505" cy="801243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2035" y="2183130"/>
                          <a:ext cx="3024505" cy="8012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default" w:ascii="思源黑体 CN Heavy" w:hAnsi="思源黑体 CN Heavy" w:eastAsia="思源黑体 CN Heavy" w:cs="思源黑体 CN Heavy"/>
                                <w:kern w:val="0"/>
                                <w:sz w:val="32"/>
                                <w:szCs w:val="40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一、开场舞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1、《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梦想爵士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》　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者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：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val="en-US" w:eastAsia="zh-CN" w:bidi="ar"/>
                              </w:rPr>
                              <w:t>XX分公司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default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val="en-US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二、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eastAsia="zh-CN" w:bidi="ar"/>
                              </w:rPr>
                              <w:t>歌曲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联唱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t>2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、《晴天》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表演者：稻小壳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3、《天空之城》　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表演者：稻小壳  稻小壳 稻小壳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4、《英雄赞歌》　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表演者：稻小壳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三 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eastAsia="zh-CN" w:bidi="ar"/>
                              </w:rPr>
                              <w:t>颁奖环节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5、领导颁奖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颁奖人：稻小壳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val="en-US" w:eastAsia="zh-CN" w:bidi="ar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稻小壳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四、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eastAsia="zh-CN" w:bidi="ar"/>
                              </w:rPr>
                              <w:t>小品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t>6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 xml:space="preserve">、《你快乐吗》　 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表演单位：稻小壳公司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表演者：稻小壳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五、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eastAsia="zh-CN" w:bidi="ar"/>
                              </w:rPr>
                              <w:t>相声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7、《发展新生代》　</w:t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表演单位：稻小壳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textAlignment w:val="auto"/>
                              <w:rPr>
                                <w:rFonts w:hint="eastAsia" w:ascii="思源黑体 CN Heavy" w:hAnsi="思源黑体 CN Heavy" w:eastAsia="思源黑体 CN Heavy" w:cs="思源黑体 CN Heavy"/>
                                <w:color w:val="FF0000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color w:val="FF0000"/>
                                <w:sz w:val="22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.95pt;margin-top:84.3pt;height:630.9pt;width:238.15pt;z-index:251664384;mso-width-relative:page;mso-height-relative:page;" filled="f" stroked="f" coordsize="21600,21600" o:gfxdata="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Qol4eNwAAAAMAQAADwAAAAAA&#10;AAABACAAAAAiAAAAZHJzL2Rvd25yZXYueG1sUEsBAhQAFAAAAAgAh07iQJv4791IAgAAcw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default" w:ascii="思源黑体 CN Heavy" w:hAnsi="思源黑体 CN Heavy" w:eastAsia="思源黑体 CN Heavy" w:cs="思源黑体 CN Heavy"/>
                          <w:kern w:val="0"/>
                          <w:sz w:val="32"/>
                          <w:szCs w:val="40"/>
                          <w:lang w:val="en-US"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  <w:t>一、开场舞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1、《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梦想爵士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》　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表演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者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：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val="en-US" w:eastAsia="zh-CN" w:bidi="ar"/>
                        </w:rPr>
                        <w:t>XX分公司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default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val="en-US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  <w:t>二、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32"/>
                          <w:szCs w:val="32"/>
                          <w:lang w:eastAsia="zh-CN" w:bidi="ar"/>
                        </w:rPr>
                        <w:t>歌曲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  <w:t>联唱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t>2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、《晴天》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表演者：稻小壳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3、《天空之城》　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表演者：稻小壳  稻小壳 稻小壳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4、《英雄赞歌》　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表演者：稻小壳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三 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eastAsia="zh-CN" w:bidi="ar"/>
                        </w:rPr>
                        <w:t>颁奖环节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5、领导颁奖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颁奖人：稻小壳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val="en-US" w:eastAsia="zh-CN" w:bidi="ar"/>
                        </w:rPr>
                        <w:t xml:space="preserve"> 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稻小壳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四、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eastAsia="zh-CN" w:bidi="ar"/>
                        </w:rPr>
                        <w:t>小品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t>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t>6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 xml:space="preserve">、《你快乐吗》　 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表演单位：稻小壳公司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表演者：稻小壳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五、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eastAsia="zh-CN" w:bidi="ar"/>
                        </w:rPr>
                        <w:t>相声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7、《发展新生代》　</w:t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cr/>
                      </w:r>
                      <w:r>
                        <w:rPr>
                          <w:rFonts w:hint="eastAsia" w:ascii="思源黑体 CN Heavy" w:hAnsi="思源黑体 CN Heavy" w:eastAsia="思源黑体 CN Heavy" w:cs="思源黑体 CN Heavy"/>
                          <w:kern w:val="0"/>
                          <w:sz w:val="28"/>
                          <w:szCs w:val="36"/>
                          <w:lang w:eastAsia="zh-CN" w:bidi="ar"/>
                        </w:rPr>
                        <w:t>表演单位：稻小壳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textAlignment w:val="auto"/>
                        <w:rPr>
                          <w:rFonts w:hint="eastAsia" w:ascii="思源黑体 CN Heavy" w:hAnsi="思源黑体 CN Heavy" w:eastAsia="思源黑体 CN Heavy" w:cs="思源黑体 CN Heavy"/>
                          <w:color w:val="FF0000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color w:val="FF0000"/>
                          <w:sz w:val="22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锐字真言体免费商用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思源黑体 CN Heavy">
    <w:panose1 w:val="020B0A00000000000000"/>
    <w:charset w:val="86"/>
    <w:family w:val="auto"/>
    <w:pitch w:val="default"/>
    <w:sig w:usb0="2000000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FA89D"/>
    <w:multiLevelType w:val="singleLevel"/>
    <w:tmpl w:val="8B1FA89D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A4FE4"/>
    <w:rsid w:val="132A4FE4"/>
    <w:rsid w:val="3F637E77"/>
    <w:rsid w:val="64F8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6be31ce7-1f5c-4bd5-b20e-7557777afacd\&#32418;&#33394;&#24180;&#20250;&#26202;&#20250;&#27963;&#21160;&#24198;&#20856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红色年会晚会活动庆典节目单.docx</Template>
  <Pages>2</Pages>
  <Words>0</Words>
  <Characters>0</Characters>
  <Lines>0</Lines>
  <Paragraphs>0</Paragraphs>
  <TotalTime>2</TotalTime>
  <ScaleCrop>false</ScaleCrop>
  <LinksUpToDate>false</LinksUpToDate>
  <CharactersWithSpaces>28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2021-12-23T02:40:00Z</dcterms:created>
  <dc:creator>文档存本地丢失不负责</dc:creator>
  <cp:lastModifiedBy>文档存本地丢失不负责</cp:lastModifiedBy>
  <dcterms:modified xsi:type="dcterms:W3CDTF">2021-12-23T02:44:36Z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v1.0_mb_mGuyCBcHgwO+bym2jrBY/g==</vt:lpwstr>
  </property>
  <property fmtid="{D5CDD505-2E9C-101B-9397-08002B2CF9AE}" pid="4" name="ICV">
    <vt:lpwstr>5F95F1E99CCD44C49F7254AAA10CDCD6</vt:lpwstr>
  </property>
</Properties>
</file>