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7894320</wp:posOffset>
                </wp:positionV>
                <wp:extent cx="4272915" cy="74803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00860" y="8401050"/>
                          <a:ext cx="4272915" cy="748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48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48"/>
                                <w:szCs w:val="56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新起点·新征程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pt;margin-top:621.6pt;height:58.9pt;width:336.45pt;z-index:251674624;mso-width-relative:page;mso-height-relative:page;" filled="f" stroked="f" coordsize="21600,21600" o:gfxdata="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13+7xt0AAAANAQAADwAAAAAA&#10;AAABACAAAAAiAAAAZHJzL2Rvd25yZXYueG1sUEsBAhQAFAAAAAgAh07iQLHKWR9HAgAAdA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48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48"/>
                          <w:szCs w:val="56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新起点·新征程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742315</wp:posOffset>
                </wp:positionV>
                <wp:extent cx="4463415" cy="748665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09445" y="1725295"/>
                          <a:ext cx="4463415" cy="748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 w:val="44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XX科技有限公司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pt;margin-top:58.45pt;height:58.95pt;width:351.45pt;z-index:251672576;mso-width-relative:page;mso-height-relative:page;" filled="f" stroked="f" coordsize="21600,21600" o:gfxdata="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cSF3VdsAAAAKAQAADwAAAAAA&#10;AAABACAAAAAiAAAAZHJzL2Rvd25yZXYueG1sUEsBAhQAFAAAAAgAh07iQPyB0QBJAgAAdA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 w:val="44"/>
                          <w:szCs w:val="4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XX科技有限公司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1871980</wp:posOffset>
                </wp:positionV>
                <wp:extent cx="2611120" cy="540131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57195" y="2650490"/>
                          <a:ext cx="2611120" cy="54013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汉仪雅酷黑简" w:hAnsi="汉仪雅酷黑简" w:eastAsia="汉仪雅酷黑简" w:cs="汉仪雅酷黑简"/>
                                <w:color w:val="FFFFFF" w:themeColor="background1"/>
                                <w:sz w:val="240"/>
                                <w:szCs w:val="28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雅酷黑简" w:hAnsi="汉仪雅酷黑简" w:eastAsia="汉仪雅酷黑简" w:cs="汉仪雅酷黑简"/>
                                <w:color w:val="FFFFFF" w:themeColor="background1"/>
                                <w:sz w:val="240"/>
                                <w:szCs w:val="28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45pt;margin-top:147.4pt;height:425.3pt;width:205.6pt;z-index:251673600;mso-width-relative:page;mso-height-relative:page;" filled="f" stroked="t" coordsize="21600,21600" o:gfxdata="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Ity7x7bAAAADAEAAA8AAAAAAAAAAQAgAAAAIgAAAGRycy9kb3ducmV2&#10;LnhtbFBLAQIUABQAAAAIAIdO4kC21iBGawIAAL0EAAAOAAAAAAAAAAEAIAAAACoBAABkcnMvZTJv&#10;RG9jLnhtbFBLBQYAAAAABgAGAFkBAAAHBgAAAAA=&#10;">
                <v:fill on="f" focussize="0,0"/>
                <v:stroke weight="0.5pt" color="#000000 [3204]" opacity="0f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distribute"/>
                        <w:rPr>
                          <w:rFonts w:hint="eastAsia" w:ascii="汉仪雅酷黑简" w:hAnsi="汉仪雅酷黑简" w:eastAsia="汉仪雅酷黑简" w:cs="汉仪雅酷黑简"/>
                          <w:color w:val="FFFFFF" w:themeColor="background1"/>
                          <w:sz w:val="240"/>
                          <w:szCs w:val="28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雅酷黑简" w:hAnsi="汉仪雅酷黑简" w:eastAsia="汉仪雅酷黑简" w:cs="汉仪雅酷黑简"/>
                          <w:color w:val="FFFFFF" w:themeColor="background1"/>
                          <w:sz w:val="240"/>
                          <w:szCs w:val="28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-901700</wp:posOffset>
            </wp:positionV>
            <wp:extent cx="7562850" cy="10713085"/>
            <wp:effectExtent l="0" t="0" r="0" b="12065"/>
            <wp:wrapNone/>
            <wp:docPr id="22" name="图片 2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1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  <w:r>
        <w:rPr>
          <w:sz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-929005</wp:posOffset>
            </wp:positionV>
            <wp:extent cx="7562850" cy="10713085"/>
            <wp:effectExtent l="0" t="0" r="0" b="12065"/>
            <wp:wrapNone/>
            <wp:docPr id="21" name="图片 2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13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3655695</wp:posOffset>
                </wp:positionV>
                <wp:extent cx="5048250" cy="5715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4、个人独唱《笑纳》       表演者：张三 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287.85pt;height:45pt;width:397.5pt;z-index:251663360;mso-width-relative:page;mso-height-relative:page;" filled="f" stroked="f" coordsize="21600,21600" o:gfxdata="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tXzEbaAAAACgEAAA8AAAAAAAAAAQAgAAAAIgAAAGRy&#10;cy9kb3ducmV2LnhtbFBLAQIUABQAAAAIAIdO4kBnrUg0PAIAAGY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4、个人独唱《笑纳》       表演者：张三 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7278370</wp:posOffset>
                </wp:positionV>
                <wp:extent cx="5048250" cy="57150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11、合唱《难忘今宵》  表演者：销售部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573.1pt;height:45pt;width:397.5pt;z-index:251670528;mso-width-relative:page;mso-height-relative:page;" filled="f" stroked="f" coordsize="21600,21600" o:gfxdata="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JBpbndoAAAAMAQAADwAAAAAAAAABACAAAAAiAAAAZHJz&#10;L2Rvd25yZXYueG1sUEsBAhQAFAAAAAgAh07iQOns5CY7AgAAaA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11、合唱《难忘今宵》  表演者：销售部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7795895</wp:posOffset>
                </wp:positionV>
                <wp:extent cx="5048250" cy="57150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12、诗歌朗诵《沁园春·雪》  表演者：赵六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613.85pt;height:45pt;width:397.5pt;z-index:251671552;mso-width-relative:page;mso-height-relative:page;" filled="f" stroked="f" coordsize="21600,21600" o:gfxdata="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1xTbG9kAAAAMAQAADwAAAAAAAAABACAAAAAiAAAAZHJz&#10;L2Rvd25yZXYueG1sUEsBAhQAFAAAAAgAh07iQHyXsq08AgAAaA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12、诗歌朗诵《沁园春·雪》  表演者：赵六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6760845</wp:posOffset>
                </wp:positionV>
                <wp:extent cx="5048250" cy="57150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10、武术《武缘》  表演者：周大壮 李大鹏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532.35pt;height:45pt;width:397.5pt;z-index:251669504;mso-width-relative:page;mso-height-relative:page;" filled="f" stroked="f" coordsize="21600,21600" o:gfxdata="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Hsn4DbAAAADAEAAA8AAAAAAAAAAQAgAAAAIgAAAGRy&#10;cy9kb3ducmV2LnhtbFBLAQIUABQAAAAIAIdO4kCuSzChOwIAAGg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10、武术《武缘》  表演者：周大壮 李大鹏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6243320</wp:posOffset>
                </wp:positionV>
                <wp:extent cx="5048250" cy="57150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9、京剧《红梅赞》  表演者：张三 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491.6pt;height:45pt;width:397.5pt;z-index:251668480;mso-width-relative:page;mso-height-relative:page;" filled="f" stroked="f" coordsize="21600,21600" o:gfxdata="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mJ+4U2QAAAAsBAAAPAAAAAAAAAAEAIAAAACIAAABkcnMv&#10;ZG93bnJldi54bWxQSwECFAAUAAAACACHTuJAOzBmKjsCAABo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9、京剧《红梅赞》  表演者：张三 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5725795</wp:posOffset>
                </wp:positionV>
                <wp:extent cx="5048250" cy="57150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8、抽奖环节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450.85pt;height:45pt;width:397.5pt;z-index:251667456;mso-width-relative:page;mso-height-relative:page;" filled="f" stroked="f" coordsize="21600,21600" o:gfxdata="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kgIlvYAAAACgEAAA8AAAAAAAAAAQAgAAAAIgAAAGRycy9k&#10;b3ducmV2LnhtbFBLAQIUABQAAAAIAIdO4kDFuu1sOwIAAGgEAAAOAAAAAAAAAAEAIAAAACc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8、抽奖环节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5208270</wp:posOffset>
                </wp:positionV>
                <wp:extent cx="5048250" cy="57150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7、魔术《消失的小鱼》  表演者：张三 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410.1pt;height:45pt;width:397.5pt;z-index:251666432;mso-width-relative:page;mso-height-relative:page;" filled="f" stroked="f" coordsize="21600,21600" o:gfxdata="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kpkB02QAAAAoBAAAPAAAAAAAAAAEAIAAAACIAAABkcnMv&#10;ZG93bnJldi54bWxQSwECFAAUAAAACACHTuJAUMG75zsCAABo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7、魔术《消失的小鱼》  表演者：张三 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4690745</wp:posOffset>
                </wp:positionV>
                <wp:extent cx="5048250" cy="57150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6、红歌演唱《红星照我去战斗》  表演者：张三 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369.35pt;height:45pt;width:397.5pt;z-index:251665408;mso-width-relative:page;mso-height-relative:page;" filled="f" stroked="f" coordsize="21600,21600" o:gfxdata="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42SIs2QAAAAoBAAAPAAAAAAAAAAEAIAAAACIAAABkcnMv&#10;ZG93bnJldi54bWxQSwECFAAUAAAACACHTuJAOa/64TsCAABoBAAADgAAAAAAAAABACAAAAAo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6、红歌演唱《红星照我去战斗》  表演者：张三 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4173220</wp:posOffset>
                </wp:positionV>
                <wp:extent cx="5048250" cy="5715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5、相声《一路有你》       表演者：张三 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328.6pt;height:45pt;width:397.5pt;z-index:251664384;mso-width-relative:page;mso-height-relative:page;" filled="f" stroked="f" coordsize="21600,21600" o:gfxdata="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P0gnY2gAAAAoBAAAPAAAAAAAAAAEAIAAAACIAAABkcnMv&#10;ZG93bnJldi54bWxQSwECFAAUAAAACACHTuJAUl4nLDoCAABoBAAADgAAAAAAAAABACAAAAAp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5、相声《一路有你》       表演者：张三 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3138170</wp:posOffset>
                </wp:positionV>
                <wp:extent cx="4857750" cy="5715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3、小品《碰瓷》       表演者：张可可 稻小壳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247.1pt;height:45pt;width:382.5pt;z-index:251662336;mso-width-relative:page;mso-height-relative:page;" filled="f" stroked="f" coordsize="21600,21600" o:gfxdata="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XPPtNoAAAAKAQAADwAAAAAAAAABACAAAAAiAAAAZHJz&#10;L2Rvd25yZXYueG1sUEsBAhQAFAAAAAgAh07iQIvEy2A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3、小品《碰瓷》       表演者：张可可 稻小壳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2620645</wp:posOffset>
                </wp:positionV>
                <wp:extent cx="4857750" cy="5715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2、领导致词       董事长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206.35pt;height:45pt;width:382.5pt;z-index:251661312;mso-width-relative:page;mso-height-relative:page;" filled="f" stroked="f" coordsize="21600,21600" o:gfxdata="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NXw8R9oAAAAKAQAADwAAAAAAAAABACAAAAAiAAAAZHJz&#10;L2Rvd25yZXYueG1sUEsBAhQAFAAAAAgAh07iQNei4tI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2、领导致词       董事长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2103120</wp:posOffset>
                </wp:positionV>
                <wp:extent cx="4857750" cy="5715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29360" y="3017520"/>
                          <a:ext cx="485775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1、开场舞《明天会更好》       表演者：组织部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8pt;margin-top:165.6pt;height:45pt;width:382.5pt;z-index:251660288;mso-width-relative:page;mso-height-relative:page;" filled="f" stroked="f" coordsize="21600,21600" o:gfxdata="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6fJfh2gAAAAoBAAAPAAAAAAAAAAEA&#10;IAAAACIAAABkcnMvZG93bnJldi54bWxQSwECFAAUAAAACACHTuJAogHBi0YCAAByBAAADgAAAAAA&#10;AAABACAAAAAp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1、开场舞《明天会更好》       表演者：组织部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546100</wp:posOffset>
                </wp:positionH>
                <wp:positionV relativeFrom="paragraph">
                  <wp:posOffset>170815</wp:posOffset>
                </wp:positionV>
                <wp:extent cx="4399280" cy="1790700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9280" cy="1790700"/>
                          <a:chOff x="16646" y="1992"/>
                          <a:chExt cx="6928" cy="2820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16646" y="3416"/>
                            <a:ext cx="6928" cy="1396"/>
                            <a:chOff x="16966" y="14473"/>
                            <a:chExt cx="6928" cy="1396"/>
                          </a:xfrm>
                        </wpg:grpSpPr>
                        <wps:wsp>
                          <wps:cNvPr id="10" name="文本框 10"/>
                          <wps:cNvSpPr txBox="1"/>
                          <wps:spPr>
                            <a:xfrm>
                              <a:off x="17008" y="14473"/>
                              <a:ext cx="6801" cy="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pacing w:line="360" w:lineRule="exact"/>
                                  <w:jc w:val="center"/>
                                  <w:rPr>
                                    <w:rFonts w:hint="default" w:ascii="汉仪铸字葫芦娃W" w:hAnsi="汉仪铸字葫芦娃W" w:eastAsia="汉仪铸字葫芦娃W" w:cs="汉仪铸字葫芦娃W"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主  持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人：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XX壳  张可可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 w:ascii="汉仪铸字葫芦娃W" w:hAnsi="汉仪铸字葫芦娃W" w:eastAsia="汉仪铸字葫芦娃W" w:cs="汉仪铸字葫芦娃W"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4" name="文本框 4"/>
                          <wps:cNvSpPr txBox="1"/>
                          <wps:spPr>
                            <a:xfrm>
                              <a:off x="16966" y="15140"/>
                              <a:ext cx="6928" cy="72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spacing w:line="360" w:lineRule="exact"/>
                                  <w:jc w:val="center"/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晚会时间：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 xml:space="preserve"> 20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u w:val="single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年1月15日 19:00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" name="文本框 3"/>
                        <wps:cNvSpPr txBox="1"/>
                        <wps:spPr>
                          <a:xfrm>
                            <a:off x="16865" y="1992"/>
                            <a:ext cx="6666" cy="1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56"/>
                                  <w:szCs w:val="96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sz w:val="56"/>
                                  <w:szCs w:val="96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XX科技年会节目单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pt;margin-top:13.45pt;height:141pt;width:346.4pt;z-index:251659264;mso-width-relative:page;mso-height-relative:page;" coordorigin="16646,1992" coordsize="6928,2820" o:gfxdata="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HPugMraAAAACQEA&#10;AA8AAAAAAAAAAQAgAAAAIgAAAGRycy9kb3ducmV2LnhtbFBLAQIUABQAAAAIAIdO4kCsBNZsNQMA&#10;AOgLAAAOAAAAAAAAAAEAIAAAACkBAABkcnMvZTJvRG9jLnhtbFBLBQYAAAAABgAGAFkBAADQBgAA&#10;AAA=&#10;">
                <o:lock v:ext="edit" aspectratio="f"/>
                <v:group id="_x0000_s1026" o:spid="_x0000_s1026" o:spt="203" style="position:absolute;left:16646;top:3416;height:1396;width:6928;" coordorigin="16966,14473" coordsize="6928,1396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17008;top:14473;height:729;width:6801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360" w:lineRule="exact"/>
                            <w:jc w:val="center"/>
                            <w:rPr>
                              <w:rFonts w:hint="default" w:ascii="汉仪铸字葫芦娃W" w:hAnsi="汉仪铸字葫芦娃W" w:eastAsia="汉仪铸字葫芦娃W" w:cs="汉仪铸字葫芦娃W"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主  持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人：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XX壳  张可可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  <w:r>
                            <w:rPr>
                              <w:rFonts w:hint="eastAsia" w:ascii="汉仪铸字葫芦娃W" w:hAnsi="汉仪铸字葫芦娃W" w:eastAsia="汉仪铸字葫芦娃W" w:cs="汉仪铸字葫芦娃W"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6966;top:15140;height:729;width:6928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360" w:lineRule="exact"/>
                            <w:jc w:val="center"/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晚会时间：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20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u w:val="single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 xml:space="preserve">   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年1月15日 19:00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6865;top:1992;height:1479;width:6666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56"/>
                            <w:szCs w:val="96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sz w:val="56"/>
                            <w:szCs w:val="96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XX科技年会节目单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汉仪铸字葫芦娃W">
    <w:panose1 w:val="00020600040101010101"/>
    <w:charset w:val="86"/>
    <w:family w:val="auto"/>
    <w:pitch w:val="default"/>
    <w:sig w:usb0="8000003F" w:usb1="1AC1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E0BFA"/>
    <w:rsid w:val="42EE1EE9"/>
    <w:rsid w:val="473E0BFA"/>
    <w:rsid w:val="484040C6"/>
    <w:rsid w:val="629C5EF0"/>
    <w:rsid w:val="66E6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e9e6a801-0429-425a-af16-af896425756b\&#24180;&#20250;&#33410;&#30446;&#21333;&#33410;&#30446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年会节目单节目表.docx</Template>
  <Pages>2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2021-12-23T02:40:00Z</dcterms:created>
  <dc:creator>文档存本地丢失不负责</dc:creator>
  <cp:lastModifiedBy>泄凶卮赵坦</cp:lastModifiedBy>
  <dcterms:modified xsi:type="dcterms:W3CDTF">2021-12-23T09:54:51Z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v1.0_mb_LjzGDwFD8h6PDUdMWA0AOA==</vt:lpwstr>
  </property>
  <property fmtid="{D5CDD505-2E9C-101B-9397-08002B2CF9AE}" pid="4" name="ICV">
    <vt:lpwstr>1CAC30E9A35C42CB88C18B81DB8BE531</vt:lpwstr>
  </property>
</Properties>
</file>