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</w:p>
    <w:p/>
    <w:p>
      <w:pPr>
        <w:rPr>
          <w:rFonts w:hint="eastAsia" w:eastAsiaTheme="minorEastAsia"/>
          <w:lang w:eastAsia="zh-CN"/>
        </w:rPr>
      </w:pPr>
    </w:p>
    <w:p/>
    <w:p/>
    <w:p>
      <w:pPr>
        <w:rPr>
          <w:rFonts w:hint="eastAsia" w:eastAsiaTheme="minorEastAsia"/>
          <w:lang w:eastAsia="zh-CN"/>
        </w:rPr>
      </w:pP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22225</wp:posOffset>
                </wp:positionV>
                <wp:extent cx="2974340" cy="638492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61310" y="1661795"/>
                          <a:ext cx="2974340" cy="638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清楷 简" w:hAnsi="方正清楷 简" w:eastAsia="方正清楷 简" w:cs="方正清楷 简"/>
                                <w:color w:val="C00000"/>
                                <w:sz w:val="240"/>
                                <w:szCs w:val="2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柳公权楷书" w:hAnsi="柳公权楷书" w:eastAsia="柳公权楷书" w:cs="柳公权楷书"/>
                                <w:b/>
                                <w:bCs/>
                                <w:color w:val="C00000"/>
                                <w:sz w:val="300"/>
                                <w:szCs w:val="300"/>
                                <w:lang w:eastAsia="zh-CN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4pt;margin-top:1.75pt;height:502.75pt;width:234.2pt;z-index:251667456;mso-width-relative:page;mso-height-relative:page;" filled="f" stroked="f" coordsize="21600,21600" o:gfxdata="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OSObK2AAAAAoBAAAPAAAAAAAA&#10;AAEAIAAAACIAAABkcnMvZG93bnJldi54bWxQSwECFAAUAAAACACHTuJA1XVvkksCAAB3BAAADgAA&#10;AAAAAAABACAAAAAn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 w:ascii="方正清楷 简" w:hAnsi="方正清楷 简" w:eastAsia="方正清楷 简" w:cs="方正清楷 简"/>
                          <w:color w:val="C00000"/>
                          <w:sz w:val="240"/>
                          <w:szCs w:val="240"/>
                          <w:lang w:eastAsia="zh-CN"/>
                        </w:rPr>
                      </w:pPr>
                      <w:r>
                        <w:rPr>
                          <w:rFonts w:hint="eastAsia" w:ascii="柳公权楷书" w:hAnsi="柳公权楷书" w:eastAsia="柳公权楷书" w:cs="柳公权楷书"/>
                          <w:b/>
                          <w:bCs/>
                          <w:color w:val="C00000"/>
                          <w:sz w:val="300"/>
                          <w:szCs w:val="300"/>
                          <w:lang w:eastAsia="zh-CN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rPr>
          <w:rFonts w:hint="eastAsia" w:eastAsiaTheme="minorEastAsia"/>
          <w:lang w:eastAsia="zh-CN"/>
        </w:rPr>
      </w:pPr>
    </w:p>
    <w:p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5148580</wp:posOffset>
                </wp:positionH>
                <wp:positionV relativeFrom="paragraph">
                  <wp:posOffset>10795</wp:posOffset>
                </wp:positionV>
                <wp:extent cx="419100" cy="2124710"/>
                <wp:effectExtent l="5080" t="0" r="7620" b="889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2124710"/>
                          <a:chOff x="9870" y="5516"/>
                          <a:chExt cx="660" cy="3346"/>
                        </a:xfrm>
                      </wpg:grpSpPr>
                      <wps:wsp>
                        <wps:cNvPr id="31" name="文本框 31"/>
                        <wps:cNvSpPr txBox="1"/>
                        <wps:spPr>
                          <a:xfrm>
                            <a:off x="9947" y="7280"/>
                            <a:ext cx="510" cy="7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40" w:lineRule="auto"/>
                                <w:ind w:left="0" w:leftChars="0" w:right="0" w:rightChars="0" w:firstLine="0" w:firstLineChars="0"/>
                                <w:jc w:val="center"/>
                                <w:textAlignment w:val="auto"/>
                                <w:outlineLvl w:val="9"/>
                                <w:rPr>
                                  <w:rFonts w:hint="default" w:ascii="Impact" w:hAnsi="Impact" w:cs="Impact" w:eastAsiaTheme="minorEastAsia"/>
                                  <w:color w:val="BF0008"/>
                                  <w:sz w:val="44"/>
                                  <w:szCs w:val="5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Impact" w:hAnsi="Impact" w:cs="Impact"/>
                                  <w:color w:val="BF0008"/>
                                  <w:sz w:val="44"/>
                                  <w:szCs w:val="52"/>
                                  <w:lang w:val="en-US" w:eastAsia="zh-CN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9870" y="5516"/>
                            <a:ext cx="660" cy="3346"/>
                            <a:chOff x="9870" y="5516"/>
                            <a:chExt cx="660" cy="3346"/>
                          </a:xfrm>
                        </wpg:grpSpPr>
                        <wpg:grpSp>
                          <wpg:cNvPr id="35" name="组合 35"/>
                          <wpg:cNvGrpSpPr/>
                          <wpg:grpSpPr>
                            <a:xfrm>
                              <a:off x="9870" y="5516"/>
                              <a:ext cx="660" cy="3288"/>
                              <a:chOff x="9870" y="5516"/>
                              <a:chExt cx="660" cy="3288"/>
                            </a:xfrm>
                          </wpg:grpSpPr>
                          <wpg:grpSp>
                            <wpg:cNvPr id="28" name="组合 28"/>
                            <wpg:cNvGrpSpPr/>
                            <wpg:grpSpPr>
                              <a:xfrm>
                                <a:off x="9870" y="5526"/>
                                <a:ext cx="661" cy="3278"/>
                                <a:chOff x="3728" y="5910"/>
                                <a:chExt cx="868" cy="4303"/>
                              </a:xfrm>
                            </wpg:grpSpPr>
                            <wps:wsp>
                              <wps:cNvPr id="16" name="椭圆 16"/>
                              <wps:cNvSpPr/>
                              <wps:spPr>
                                <a:xfrm>
                                  <a:off x="3728" y="8200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" name="椭圆 1"/>
                              <wps:cNvSpPr/>
                              <wps:spPr>
                                <a:xfrm>
                                  <a:off x="3728" y="5910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1" name="椭圆 11"/>
                              <wps:cNvSpPr/>
                              <wps:spPr>
                                <a:xfrm>
                                  <a:off x="3728" y="7055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7" name="椭圆 17"/>
                              <wps:cNvSpPr/>
                              <wps:spPr>
                                <a:xfrm>
                                  <a:off x="3728" y="9345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9927" y="5516"/>
                                <a:ext cx="510" cy="71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Impact" w:hAnsi="Impact" w:cs="Impact" w:eastAsiaTheme="minorEastAsia"/>
                                      <w:color w:val="BF0008"/>
                                      <w:sz w:val="44"/>
                                      <w:szCs w:val="5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default" w:ascii="Impact" w:hAnsi="Impact" w:cs="Impact"/>
                                      <w:color w:val="BF0008"/>
                                      <w:sz w:val="44"/>
                                      <w:szCs w:val="52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30" name="文本框 30"/>
                            <wps:cNvSpPr txBox="1"/>
                            <wps:spPr>
                              <a:xfrm>
                                <a:off x="9937" y="6400"/>
                                <a:ext cx="510" cy="71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 w:val="0"/>
                                    <w:spacing w:line="240" w:lineRule="auto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default" w:ascii="Impact" w:hAnsi="Impact" w:cs="Impact" w:eastAsiaTheme="minorEastAsia"/>
                                      <w:color w:val="BF0008"/>
                                      <w:sz w:val="44"/>
                                      <w:szCs w:val="5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Impact" w:hAnsi="Impact" w:cs="Impact"/>
                                      <w:color w:val="BF0008"/>
                                      <w:sz w:val="44"/>
                                      <w:szCs w:val="52"/>
                                      <w:lang w:val="en-US" w:eastAsia="zh-CN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2" name="文本框 32"/>
                          <wps:cNvSpPr txBox="1"/>
                          <wps:spPr>
                            <a:xfrm>
                              <a:off x="9927" y="8150"/>
                              <a:ext cx="510" cy="7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 w:val="0"/>
                                  <w:spacing w:line="240" w:lineRule="auto"/>
                                  <w:ind w:left="0" w:leftChars="0" w:right="0" w:rightChars="0" w:firstLine="0" w:firstLineChars="0"/>
                                  <w:jc w:val="both"/>
                                  <w:textAlignment w:val="auto"/>
                                  <w:outlineLvl w:val="9"/>
                                  <w:rPr>
                                    <w:rFonts w:hint="default" w:ascii="Impact" w:hAnsi="Impact" w:cs="Impact" w:eastAsiaTheme="minorEastAsia"/>
                                    <w:color w:val="BF0008"/>
                                    <w:sz w:val="44"/>
                                    <w:szCs w:val="5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Impact" w:hAnsi="Impact" w:cs="Impact"/>
                                    <w:color w:val="BF0008"/>
                                    <w:sz w:val="44"/>
                                    <w:szCs w:val="52"/>
                                    <w:lang w:val="en-US" w:eastAsia="zh-CN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5.4pt;margin-top:0.85pt;height:167.3pt;width:33pt;z-index:251664384;mso-width-relative:page;mso-height-relative:page;" coordorigin="9870,5516" coordsize="660,3346" o:gfxdata="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">
                <o:lock v:ext="edit" aspectratio="f"/>
                <v:shape id="_x0000_s1026" o:spid="_x0000_s1026" o:spt="202" type="#_x0000_t202" style="position:absolute;left:9947;top:7280;height:712;width:510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40" w:lineRule="auto"/>
                          <w:ind w:left="0" w:leftChars="0" w:right="0" w:rightChars="0" w:firstLine="0" w:firstLineChars="0"/>
                          <w:jc w:val="center"/>
                          <w:textAlignment w:val="auto"/>
                          <w:outlineLvl w:val="9"/>
                          <w:rPr>
                            <w:rFonts w:hint="default" w:ascii="Impact" w:hAnsi="Impact" w:cs="Impact" w:eastAsiaTheme="minorEastAsia"/>
                            <w:color w:val="BF0008"/>
                            <w:sz w:val="44"/>
                            <w:szCs w:val="52"/>
                            <w:lang w:val="en-US" w:eastAsia="zh-CN"/>
                          </w:rPr>
                        </w:pPr>
                        <w:r>
                          <w:rPr>
                            <w:rFonts w:hint="eastAsia" w:ascii="Impact" w:hAnsi="Impact" w:cs="Impact"/>
                            <w:color w:val="BF0008"/>
                            <w:sz w:val="44"/>
                            <w:szCs w:val="52"/>
                            <w:lang w:val="en-US" w:eastAsia="zh-CN"/>
                          </w:rPr>
                          <w:t>X</w:t>
                        </w:r>
                      </w:p>
                    </w:txbxContent>
                  </v:textbox>
                </v:shape>
                <v:group id="_x0000_s1026" o:spid="_x0000_s1026" o:spt="203" style="position:absolute;left:9870;top:5516;height:3346;width:660;" coordorigin="9870,5516" coordsize="660,3346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9870;top:5516;height:3288;width:660;" coordorigin="9870,5516" coordsize="660,328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9870;top:5526;height:3278;width:661;" coordorigin="3728,5910" coordsize="868,4303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_x0000_s1026" o:spid="_x0000_s1026" o:spt="3" type="#_x0000_t3" style="position:absolute;left:3728;top:8200;height:869;width:869;v-text-anchor:middle;" filled="f" stroked="t" coordsize="21600,21600" o:gfxdata="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KCIP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25pt" color="#C00000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3728;top:5910;height:869;width:869;v-text-anchor:middle;" filled="f" stroked="t" coordsize="21600,21600" o:gfxdata="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yiCPm5AAAA2g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25pt" color="#C00000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3728;top:7055;height:869;width:869;v-text-anchor:middle;" filled="f" stroked="t" coordsize="21600,21600" o:gfxdata="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wbp7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25pt" color="#C00000 [3204]" miterlimit="8" joinstyle="miter"/>
                        <v:imagedata o:title=""/>
                        <o:lock v:ext="edit" aspectratio="f"/>
                      </v:shape>
                      <v:shape id="_x0000_s1026" o:spid="_x0000_s1026" o:spt="3" type="#_x0000_t3" style="position:absolute;left:3728;top:9345;height:869;width:869;v-text-anchor:middle;" filled="f" stroked="t" coordsize="21600,21600" o:gfxdata="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WSHl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25pt" color="#C00000 [3204]" miterlimit="8" joinstyle="miter"/>
                        <v:imagedata o:title=""/>
                        <o:lock v:ext="edit" aspectratio="f"/>
                      </v:shape>
                    </v:group>
                    <v:shape id="_x0000_s1026" o:spid="_x0000_s1026" o:spt="202" type="#_x0000_t202" style="position:absolute;left:9927;top:5516;height:712;width:510;" filled="f" stroked="f" coordsize="21600,21600" o:gfxdata="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yKq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Impact" w:hAnsi="Impact" w:cs="Impact" w:eastAsiaTheme="minorEastAsia"/>
                                <w:color w:val="BF0008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Impact" w:hAnsi="Impact" w:cs="Impact"/>
                                <w:color w:val="BF0008"/>
                                <w:sz w:val="44"/>
                                <w:szCs w:val="52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9937;top:6400;height:712;width:510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Impact" w:hAnsi="Impact" w:cs="Impact" w:eastAsiaTheme="minorEastAsia"/>
                                <w:color w:val="BF0008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Impact" w:hAnsi="Impact" w:cs="Impact"/>
                                <w:color w:val="BF0008"/>
                                <w:sz w:val="44"/>
                                <w:szCs w:val="52"/>
                                <w:lang w:val="en-US" w:eastAsia="zh-CN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202" type="#_x0000_t202" style="position:absolute;left:9927;top:8150;height:712;width:510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0" w:leftChars="0" w:right="0" w:rightChars="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default" w:ascii="Impact" w:hAnsi="Impact" w:cs="Impact" w:eastAsiaTheme="minorEastAsia"/>
                              <w:color w:val="BF0008"/>
                              <w:sz w:val="44"/>
                              <w:szCs w:val="5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Impact" w:hAnsi="Impact" w:cs="Impact"/>
                              <w:color w:val="BF0008"/>
                              <w:sz w:val="44"/>
                              <w:szCs w:val="52"/>
                              <w:lang w:val="en-US" w:eastAsia="zh-CN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35560</wp:posOffset>
                </wp:positionV>
                <wp:extent cx="419100" cy="505968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5059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  <w:lang w:eastAsia="zh-CN"/>
                              </w:rPr>
                              <w:t>新·年·</w:t>
                            </w:r>
                            <w:r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</w:rPr>
                              <w:t>快</w:t>
                            </w:r>
                            <w:r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  <w:lang w:eastAsia="zh-CN"/>
                              </w:rPr>
                              <w:t>·</w:t>
                            </w:r>
                            <w:r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</w:rPr>
                              <w:t xml:space="preserve">乐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交通标志专用字体" w:hAnsi="交通标志专用字体" w:eastAsia="交通标志专用字体" w:cs="交通标志专用字体"/>
                                <w:b w:val="0"/>
                                <w:bCs/>
                                <w:color w:val="BF0008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hint="eastAsia" w:ascii="黑体" w:hAnsi="黑体" w:eastAsia="黑体" w:cs="黑体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6"/>
                                <w:szCs w:val="36"/>
                                <w:lang w:eastAsia="zh-CN"/>
                              </w:rPr>
                              <w:t>祝·你·平·安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8pt;margin-top:2.8pt;height:398.4pt;width:33pt;z-index:251662336;mso-width-relative:page;mso-height-relative:page;" filled="f" stroked="f" coordsize="21600,21600" o:gfxdata="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KPjQtoAAAAIAQAADwAAAAAAAAABACAAAAAiAAAA&#10;ZHJzL2Rvd25yZXYueG1sUEsBAhQAFAAAAAgAh07iQFOxwJc+AgAAaAQAAA4AAAAAAAAAAQAgAAAA&#10;K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</w:rPr>
                      </w:pPr>
                      <w:r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  <w:lang w:eastAsia="zh-CN"/>
                        </w:rPr>
                        <w:t>新·年·</w:t>
                      </w:r>
                      <w:r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</w:rPr>
                        <w:t>快</w:t>
                      </w:r>
                      <w:r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  <w:lang w:eastAsia="zh-CN"/>
                        </w:rPr>
                        <w:t>·</w:t>
                      </w:r>
                      <w:r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</w:rPr>
                        <w:t xml:space="preserve">乐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交通标志专用字体" w:hAnsi="交通标志专用字体" w:eastAsia="交通标志专用字体" w:cs="交通标志专用字体"/>
                          <w:b w:val="0"/>
                          <w:bCs/>
                          <w:color w:val="BF0008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Style w:val="7"/>
                          <w:rFonts w:hint="eastAsia" w:ascii="黑体" w:hAnsi="黑体" w:eastAsia="黑体" w:cs="黑体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6"/>
                          <w:szCs w:val="36"/>
                          <w:lang w:eastAsia="zh-CN"/>
                        </w:rPr>
                        <w:t>祝·你·平·安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841375</wp:posOffset>
            </wp:positionH>
            <wp:positionV relativeFrom="paragraph">
              <wp:posOffset>52705</wp:posOffset>
            </wp:positionV>
            <wp:extent cx="1463675" cy="651510"/>
            <wp:effectExtent l="0" t="76200" r="0" b="205740"/>
            <wp:wrapNone/>
            <wp:docPr id="44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" descr="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" flipH="1">
                      <a:off x="0" y="0"/>
                      <a:ext cx="146367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/>
    <w:p/>
    <w:p/>
    <w:p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2993390</wp:posOffset>
            </wp:positionH>
            <wp:positionV relativeFrom="paragraph">
              <wp:posOffset>15240</wp:posOffset>
            </wp:positionV>
            <wp:extent cx="1360805" cy="605790"/>
            <wp:effectExtent l="0" t="32385" r="7620" b="200025"/>
            <wp:wrapNone/>
            <wp:docPr id="8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580000">
                      <a:off x="0" y="0"/>
                      <a:ext cx="13608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2"/>
          <w:szCs w:val="28"/>
        </w:rPr>
      </w:pPr>
    </w:p>
    <w:p>
      <w:pPr>
        <w:rPr>
          <w:sz w:val="22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5240020</wp:posOffset>
                </wp:positionH>
                <wp:positionV relativeFrom="paragraph">
                  <wp:posOffset>187960</wp:posOffset>
                </wp:positionV>
                <wp:extent cx="428625" cy="18713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871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Theme="minorEastAsia" w:hAnsiTheme="minorEastAsia" w:eastAsiaTheme="minorEastAsia" w:cstheme="minorEastAsia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7"/>
                                <w:rFonts w:hint="eastAsia" w:asciiTheme="minorEastAsia" w:hAnsiTheme="minorEastAsia" w:eastAsiaTheme="minorEastAsia" w:cstheme="minorEastAsia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2"/>
                                <w:szCs w:val="32"/>
                              </w:rPr>
                              <w:t>贰零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7"/>
                                <w:rFonts w:hint="eastAsia" w:asciiTheme="minorEastAsia" w:hAnsiTheme="minorEastAsia" w:eastAsiaTheme="minorEastAsia" w:cstheme="minorEastAsia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hint="eastAsia" w:asciiTheme="minorEastAsia" w:hAnsiTheme="minorEastAsia" w:cstheme="minorEastAsia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2"/>
                                <w:szCs w:val="32"/>
                                <w:lang w:eastAsia="zh-CN"/>
                              </w:rPr>
                              <w:t>ＸＸ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 w:val="0"/>
                                <w:color w:val="BF0008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Style w:val="7"/>
                                <w:rFonts w:hint="eastAsia" w:asciiTheme="minorEastAsia" w:hAnsiTheme="minorEastAsia" w:eastAsiaTheme="minorEastAsia" w:cstheme="minorEastAsia"/>
                                <w:b/>
                                <w:bCs w:val="0"/>
                                <w:i w:val="0"/>
                                <w:caps w:val="0"/>
                                <w:color w:val="BF0008"/>
                                <w:spacing w:val="0"/>
                                <w:sz w:val="32"/>
                                <w:szCs w:val="32"/>
                              </w:rPr>
                              <w:t>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2.6pt;margin-top:14.8pt;height:147.35pt;width:33.75pt;z-index:251663360;mso-width-relative:page;mso-height-relative:page;" filled="f" stroked="f" coordsize="21600,21600" o:gfxdata="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L08Jy3AAAAAoBAAAPAAAAAAAAAAEAIAAAACIA&#10;AABkcnMvZG93bnJldi54bWxQSwECFAAUAAAACACHTuJAVTahfT4CAABo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Theme="minorEastAsia" w:hAnsiTheme="minorEastAsia" w:eastAsiaTheme="minorEastAsia" w:cstheme="minorEastAsia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2"/>
                          <w:szCs w:val="32"/>
                        </w:rPr>
                      </w:pPr>
                      <w:r>
                        <w:rPr>
                          <w:rStyle w:val="7"/>
                          <w:rFonts w:hint="eastAsia" w:asciiTheme="minorEastAsia" w:hAnsiTheme="minorEastAsia" w:eastAsiaTheme="minorEastAsia" w:cstheme="minorEastAsia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2"/>
                          <w:szCs w:val="32"/>
                        </w:rPr>
                        <w:t>贰零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7"/>
                          <w:rFonts w:hint="eastAsia" w:asciiTheme="minorEastAsia" w:hAnsiTheme="minorEastAsia" w:eastAsiaTheme="minorEastAsia" w:cstheme="minorEastAsia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Style w:val="7"/>
                          <w:rFonts w:hint="eastAsia" w:asciiTheme="minorEastAsia" w:hAnsiTheme="minorEastAsia" w:cstheme="minorEastAsia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2"/>
                          <w:szCs w:val="32"/>
                          <w:lang w:eastAsia="zh-CN"/>
                        </w:rPr>
                        <w:t>ＸＸ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Theme="minorEastAsia" w:hAnsiTheme="minorEastAsia" w:eastAsiaTheme="minorEastAsia" w:cstheme="minorEastAsia"/>
                          <w:b/>
                          <w:bCs w:val="0"/>
                          <w:color w:val="BF0008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Style w:val="7"/>
                          <w:rFonts w:hint="eastAsia" w:asciiTheme="minorEastAsia" w:hAnsiTheme="minorEastAsia" w:eastAsiaTheme="minorEastAsia" w:cstheme="minorEastAsia"/>
                          <w:b/>
                          <w:bCs w:val="0"/>
                          <w:i w:val="0"/>
                          <w:caps w:val="0"/>
                          <w:color w:val="BF0008"/>
                          <w:spacing w:val="0"/>
                          <w:sz w:val="32"/>
                          <w:szCs w:val="32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2902585</wp:posOffset>
            </wp:positionH>
            <wp:positionV relativeFrom="paragraph">
              <wp:posOffset>31750</wp:posOffset>
            </wp:positionV>
            <wp:extent cx="1098550" cy="488950"/>
            <wp:effectExtent l="0" t="0" r="0" b="6350"/>
            <wp:wrapNone/>
            <wp:docPr id="10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/>
    <w:p/>
    <w:p/>
    <w:p/>
    <w:p/>
    <w:p/>
    <w:p/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-1365250</wp:posOffset>
                </wp:positionH>
                <wp:positionV relativeFrom="page">
                  <wp:posOffset>4445</wp:posOffset>
                </wp:positionV>
                <wp:extent cx="7764780" cy="1390650"/>
                <wp:effectExtent l="0" t="0" r="0" b="0"/>
                <wp:wrapSquare wrapText="bothSides"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478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-70" w:right="172" w:rightChars="82" w:hanging="147" w:hangingChars="7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7.5pt;margin-top:0.35pt;height:109.5pt;width:611.4pt;mso-position-vertical-relative:page;mso-wrap-distance-bottom:0pt;mso-wrap-distance-left:9pt;mso-wrap-distance-right:9pt;mso-wrap-distance-top:0pt;z-index:251666432;mso-width-relative:page;mso-height-relative:page;" filled="f" stroked="f" coordsize="21600,21600" o:gfxdata="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JsuidsAAAAKAQAADwAAAAAAAAABACAAAAAiAAAA&#10;ZHJzL2Rvd25yZXYueG1sUEsBAhQAFAAAAAgAh07iQNvGxJ0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left="0" w:leftChars="-70" w:right="172" w:rightChars="82" w:hanging="147" w:hangingChars="7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/>
    <w:p>
      <w:pPr>
        <w:rPr>
          <w:rFonts w:hint="eastAsia" w:eastAsiaTheme="minorEastAsia"/>
          <w:lang w:eastAsia="zh-CN"/>
        </w:rPr>
      </w:pPr>
    </w:p>
    <w:p>
      <w:r>
        <w:rPr>
          <w:sz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111760</wp:posOffset>
            </wp:positionV>
            <wp:extent cx="318135" cy="615315"/>
            <wp:effectExtent l="0" t="0" r="5715" b="0"/>
            <wp:wrapNone/>
            <wp:docPr id="59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1270</wp:posOffset>
                </wp:positionV>
                <wp:extent cx="4243070" cy="595566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595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1、开场舞  《ＸＸＸＸＸ》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2、金曲对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eastAsia="zh-CN"/>
                              </w:rPr>
                              <w:t>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eastAsia="zh-CN"/>
                              </w:rPr>
                              <w:t>ＸＸＸＸ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3、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三句半  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4、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eastAsia="zh-CN"/>
                              </w:rPr>
                              <w:t>舞  蹈  《ＸＸＸＸＸＸ》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5、小  品  《ＸＸＸＸＸ》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6、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eastAsia="zh-CN"/>
                              </w:rPr>
                              <w:t>快  板  《ＸＸＸＸ》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 xml:space="preserve">7、扇子舞  《ＸＸＸＸＸＸ》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8、相  声  《ＸＸＸＸ》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9、舞　蹈  《ＸＸＸＸＸＸＸ》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20" w:lineRule="auto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  <w:lang w:val="en-US" w:eastAsia="zh-CN"/>
                              </w:rPr>
                              <w:t>10、全体大合唱  《ＸＸＸＸ》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D61E36"/>
                                <w:spacing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D61E36"/>
                                <w:spacing w:val="0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85pt;margin-top:0.1pt;height:468.95pt;width:334.1pt;z-index:251675648;mso-width-relative:page;mso-height-relative:page;" filled="f" stroked="f" coordsize="21600,21600" o:gfxdata="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JFyJTZAAAACAEAAA8AAAAAAAAAAQAgAAAAIgAAAGRy&#10;cy9kb3ducmV2LnhtbFBLAQIUABQAAAAIAIdO4kBB5hxVPQIAAGcEAAAOAAAAAAAAAAEAIAAAACg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1、开场舞  《ＸＸＸＸＸ》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2、金曲对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eastAsia="zh-CN"/>
                        </w:rPr>
                        <w:t>唱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《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eastAsia="zh-CN"/>
                        </w:rPr>
                        <w:t>ＸＸＸＸ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3、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  <w:t>三句半  《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4、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eastAsia="zh-CN"/>
                        </w:rPr>
                        <w:t>舞  蹈  《ＸＸＸＸＸＸ》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5、小  品  《ＸＸＸＸＸ》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6、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eastAsia="zh-CN"/>
                        </w:rPr>
                        <w:t>快  板  《ＸＸＸＸ》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 xml:space="preserve">7、扇子舞  《ＸＸＸＸＸＸ》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8、相  声  《ＸＸＸＸ》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9、舞　蹈  《ＸＸＸＸＸＸＸ》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20" w:lineRule="auto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C00000"/>
                          <w:sz w:val="36"/>
                          <w:szCs w:val="36"/>
                          <w:lang w:val="en-US" w:eastAsia="zh-CN"/>
                        </w:rPr>
                        <w:t>10、全体大合唱  《ＸＸＸＸ》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D61E36"/>
                          <w:spacing w:val="0"/>
                          <w:sz w:val="36"/>
                          <w:szCs w:val="36"/>
                          <w:lang w:val="en-US" w:eastAsia="zh-CN"/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D61E36"/>
                          <w:spacing w:val="0"/>
                          <w:sz w:val="36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sz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139065</wp:posOffset>
            </wp:positionV>
            <wp:extent cx="318135" cy="615315"/>
            <wp:effectExtent l="0" t="0" r="5715" b="0"/>
            <wp:wrapNone/>
            <wp:docPr id="60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90805</wp:posOffset>
            </wp:positionV>
            <wp:extent cx="318135" cy="615315"/>
            <wp:effectExtent l="0" t="0" r="5715" b="0"/>
            <wp:wrapNone/>
            <wp:docPr id="61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95250</wp:posOffset>
            </wp:positionV>
            <wp:extent cx="318135" cy="615315"/>
            <wp:effectExtent l="0" t="0" r="5715" b="0"/>
            <wp:wrapNone/>
            <wp:docPr id="62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122555</wp:posOffset>
            </wp:positionV>
            <wp:extent cx="318135" cy="615315"/>
            <wp:effectExtent l="0" t="0" r="5715" b="0"/>
            <wp:wrapNone/>
            <wp:docPr id="6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120015</wp:posOffset>
            </wp:positionV>
            <wp:extent cx="318135" cy="615315"/>
            <wp:effectExtent l="0" t="0" r="5715" b="0"/>
            <wp:wrapNone/>
            <wp:docPr id="64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124460</wp:posOffset>
            </wp:positionV>
            <wp:extent cx="318135" cy="615315"/>
            <wp:effectExtent l="0" t="0" r="5715" b="0"/>
            <wp:wrapNone/>
            <wp:docPr id="65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360045</wp:posOffset>
            </wp:positionH>
            <wp:positionV relativeFrom="paragraph">
              <wp:posOffset>88900</wp:posOffset>
            </wp:positionV>
            <wp:extent cx="318135" cy="615315"/>
            <wp:effectExtent l="0" t="0" r="5715" b="0"/>
            <wp:wrapNone/>
            <wp:docPr id="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144145</wp:posOffset>
            </wp:positionV>
            <wp:extent cx="318135" cy="615315"/>
            <wp:effectExtent l="0" t="0" r="5715" b="0"/>
            <wp:wrapNone/>
            <wp:docPr id="1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370205</wp:posOffset>
            </wp:positionH>
            <wp:positionV relativeFrom="paragraph">
              <wp:posOffset>121285</wp:posOffset>
            </wp:positionV>
            <wp:extent cx="318135" cy="615315"/>
            <wp:effectExtent l="0" t="0" r="5715" b="0"/>
            <wp:wrapNone/>
            <wp:docPr id="15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中国风边框"/>
                    <pic:cNvPicPr>
                      <a:picLocks noChangeAspect="1"/>
                    </pic:cNvPicPr>
                  </pic:nvPicPr>
                  <pic:blipFill>
                    <a:blip r:embed="rId6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177800</wp:posOffset>
                </wp:positionV>
                <wp:extent cx="7559675" cy="45529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widowControl/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pacing w:before="0" w:beforeAutospacing="0" w:after="120" w:afterAutospacing="0" w:line="300" w:lineRule="atLeast"/>
                              <w:ind w:left="0" w:right="0" w:firstLine="0"/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时间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val="en-US" w:eastAsia="zh-CN"/>
                              </w:rPr>
                              <w:t xml:space="preserve">XX时XX分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</w:rPr>
                              <w:t>地点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lang w:eastAsia="zh-CN"/>
                              </w:rPr>
                              <w:t>：ＸＸＸＸＸＸＸＸＸＸＸＸ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9.4pt;margin-top:14pt;height:35.85pt;width:595.25pt;z-index:251673600;mso-width-relative:page;mso-height-relative:page;" filled="f" stroked="f" coordsize="21600,21600" o:gfxdata="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YeGcbcAAAACwEAAA8AAAAAAAAAAQAgAAAAIgAA&#10;AGRycy9kb3ducmV2LnhtbFBLAQIUABQAAAAIAIdO4kDksGce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widowControl/>
                        <w:suppressLineNumbers w:val="0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spacing w:before="0" w:beforeAutospacing="0" w:after="120" w:afterAutospacing="0" w:line="300" w:lineRule="atLeast"/>
                        <w:ind w:left="0" w:right="0" w:firstLine="0"/>
                        <w:jc w:val="center"/>
                        <w:rPr>
                          <w:rFonts w:hint="default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时间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val="en-US" w:eastAsia="zh-CN"/>
                        </w:rPr>
                        <w:t xml:space="preserve">XX时XX分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</w:rPr>
                        <w:t>地点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lang w:eastAsia="zh-CN"/>
                        </w:rPr>
                        <w:t>：ＸＸＸＸＸＸＸＸＸＸＸＸ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196215</wp:posOffset>
                </wp:positionV>
                <wp:extent cx="5271135" cy="71310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6375" y="8969375"/>
                          <a:ext cx="5271135" cy="71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kinsoku/>
                              <w:spacing w:line="216" w:lineRule="auto"/>
                              <w:jc w:val="distribute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  <w:lang w:eastAsia="zh-CN"/>
                              </w:rPr>
                              <w:t>新·年·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>快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  <w:lang w:eastAsia="zh-CN"/>
                              </w:rPr>
                              <w:t>·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>乐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C00000"/>
                                <w:kern w:val="24"/>
                                <w:sz w:val="32"/>
                                <w:szCs w:val="32"/>
                                <w:lang w:eastAsia="zh-CN"/>
                              </w:rPr>
                              <w:t>祝·你·平·安</w:t>
                            </w: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6814165" cy="1478280"/>
                                  <wp:effectExtent l="0" t="0" r="6985" b="5080"/>
                                  <wp:docPr id="23" name="图片 23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图片 23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14165" cy="1478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6814165" cy="1478280"/>
                                  <wp:effectExtent l="0" t="0" r="6985" b="5080"/>
                                  <wp:docPr id="38" name="图片 38" descr="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图片 38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14165" cy="1478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35pt;margin-top:15.45pt;height:56.15pt;width:415.05pt;z-index:251676672;mso-width-relative:page;mso-height-relative:page;" filled="f" stroked="f" coordsize="21600,21600" o:gfxdata="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yDYqbaAAAACAEAAA8AAAAAAAAA&#10;AQAgAAAAIgAAAGRycy9kb3ducmV2LnhtbFBLAQIUABQAAAAIAIdO4kD7pL+PSAIAAHQ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kinsoku/>
                        <w:spacing w:line="216" w:lineRule="auto"/>
                        <w:jc w:val="distribute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  <w:lang w:eastAsia="zh-CN"/>
                        </w:rPr>
                        <w:t>新·年·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>快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  <w:lang w:eastAsia="zh-CN"/>
                        </w:rPr>
                        <w:t>·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>乐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C00000"/>
                          <w:kern w:val="24"/>
                          <w:sz w:val="32"/>
                          <w:szCs w:val="32"/>
                          <w:lang w:eastAsia="zh-CN"/>
                        </w:rPr>
                        <w:t>祝·你·平·安</w:t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16814165" cy="1478280"/>
                            <wp:effectExtent l="0" t="0" r="6985" b="5080"/>
                            <wp:docPr id="23" name="图片 23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图片 23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814165" cy="1478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16814165" cy="1478280"/>
                            <wp:effectExtent l="0" t="0" r="6985" b="5080"/>
                            <wp:docPr id="38" name="图片 38" descr="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8" name="图片 38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814165" cy="14782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D03E22-CF0E-4F46-9501-A05047FCBE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4D1557B-46A2-478A-B331-FBE0FF349FD7}"/>
  </w:font>
  <w:font w:name="方正清楷 简">
    <w:panose1 w:val="02000500000000000000"/>
    <w:charset w:val="86"/>
    <w:family w:val="auto"/>
    <w:pitch w:val="default"/>
    <w:sig w:usb0="A00002BF" w:usb1="18CF7CFA" w:usb2="00000016" w:usb3="00000000" w:csb0="00040001" w:csb1="00000000"/>
    <w:embedRegular r:id="rId3" w:fontKey="{C87A3EFA-2405-4E71-A813-121532F2E690}"/>
  </w:font>
  <w:font w:name="柳公权楷书">
    <w:panose1 w:val="02010600010101010101"/>
    <w:charset w:val="86"/>
    <w:family w:val="auto"/>
    <w:pitch w:val="default"/>
    <w:sig w:usb0="A00002BF" w:usb1="18CF7CFB" w:usb2="00000016" w:usb3="00000000" w:csb0="00040001" w:csb1="00000000"/>
    <w:embedRegular r:id="rId4" w:fontKey="{E622A327-6A49-4E82-AD0E-CDA8A14275BA}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  <w:embedRegular r:id="rId5" w:fontKey="{D12685B4-1C56-416C-8F22-DD91FFF4C567}"/>
  </w:font>
  <w:font w:name="交通标志专用字体">
    <w:panose1 w:val="02010800040101010101"/>
    <w:charset w:val="86"/>
    <w:family w:val="auto"/>
    <w:pitch w:val="default"/>
    <w:sig w:usb0="00000001" w:usb1="080F0000" w:usb2="00000000" w:usb3="00000000" w:csb0="00040000" w:csb1="00000000"/>
    <w:embedRegular r:id="rId6" w:fontKey="{44A33693-47B0-4E7B-9953-69525866B2A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7" w:fontKey="{DBBF5D8E-9E7F-4C23-B344-EE37E5A49B6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-1149985</wp:posOffset>
          </wp:positionH>
          <wp:positionV relativeFrom="paragraph">
            <wp:posOffset>-560070</wp:posOffset>
          </wp:positionV>
          <wp:extent cx="7567930" cy="10705465"/>
          <wp:effectExtent l="0" t="0" r="13970" b="635"/>
          <wp:wrapNone/>
          <wp:docPr id="19" name="图片 6" descr="C:\Users\Administrator\Desktop\春节节目单红灯笼背景图.jpg春节节目单红灯笼背景图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6" descr="C:\Users\Administrator\Desktop\春节节目单红灯笼背景图.jpg春节节目单红灯笼背景图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7930" cy="10705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7B"/>
    <w:rsid w:val="0039717B"/>
    <w:rsid w:val="013B303A"/>
    <w:rsid w:val="041B66B5"/>
    <w:rsid w:val="04446E5E"/>
    <w:rsid w:val="0581337C"/>
    <w:rsid w:val="07DC32C3"/>
    <w:rsid w:val="08516176"/>
    <w:rsid w:val="093016B2"/>
    <w:rsid w:val="0AD1164E"/>
    <w:rsid w:val="0B202106"/>
    <w:rsid w:val="0C694074"/>
    <w:rsid w:val="0EC63B65"/>
    <w:rsid w:val="10641C8A"/>
    <w:rsid w:val="12F926FD"/>
    <w:rsid w:val="1487761A"/>
    <w:rsid w:val="15BA52A1"/>
    <w:rsid w:val="181B5710"/>
    <w:rsid w:val="18FB2984"/>
    <w:rsid w:val="19423158"/>
    <w:rsid w:val="1D1B5390"/>
    <w:rsid w:val="1E942887"/>
    <w:rsid w:val="1FA605AB"/>
    <w:rsid w:val="21B6187C"/>
    <w:rsid w:val="22B6306D"/>
    <w:rsid w:val="23B91A2E"/>
    <w:rsid w:val="244B6D89"/>
    <w:rsid w:val="26CA48ED"/>
    <w:rsid w:val="28662D70"/>
    <w:rsid w:val="2DF145CB"/>
    <w:rsid w:val="2EDE276C"/>
    <w:rsid w:val="301E5C4E"/>
    <w:rsid w:val="36230542"/>
    <w:rsid w:val="37E34A6D"/>
    <w:rsid w:val="38F32963"/>
    <w:rsid w:val="3BAE16D0"/>
    <w:rsid w:val="3D796CE3"/>
    <w:rsid w:val="3DE3549C"/>
    <w:rsid w:val="3EC026D2"/>
    <w:rsid w:val="3F032B8D"/>
    <w:rsid w:val="415014BD"/>
    <w:rsid w:val="454C187F"/>
    <w:rsid w:val="476E2C8A"/>
    <w:rsid w:val="47720339"/>
    <w:rsid w:val="47AB1498"/>
    <w:rsid w:val="483B48D2"/>
    <w:rsid w:val="49C642DA"/>
    <w:rsid w:val="4A2E4C59"/>
    <w:rsid w:val="4ABF2BD5"/>
    <w:rsid w:val="4B1B5F1C"/>
    <w:rsid w:val="4C881C27"/>
    <w:rsid w:val="4D474DE2"/>
    <w:rsid w:val="4F345C05"/>
    <w:rsid w:val="51DF0E57"/>
    <w:rsid w:val="534D619F"/>
    <w:rsid w:val="55775137"/>
    <w:rsid w:val="58987606"/>
    <w:rsid w:val="599C678D"/>
    <w:rsid w:val="59BD720A"/>
    <w:rsid w:val="5C3F7AC5"/>
    <w:rsid w:val="5E2D1FA8"/>
    <w:rsid w:val="5FA11179"/>
    <w:rsid w:val="65B15F24"/>
    <w:rsid w:val="65F445CF"/>
    <w:rsid w:val="65F83D49"/>
    <w:rsid w:val="67871FF6"/>
    <w:rsid w:val="68D02FB6"/>
    <w:rsid w:val="6B7822B2"/>
    <w:rsid w:val="6E210347"/>
    <w:rsid w:val="6F8D438C"/>
    <w:rsid w:val="735A48BB"/>
    <w:rsid w:val="74C76D8D"/>
    <w:rsid w:val="75A05102"/>
    <w:rsid w:val="75C32D69"/>
    <w:rsid w:val="76435EC3"/>
    <w:rsid w:val="76AB5687"/>
    <w:rsid w:val="77F03BBA"/>
    <w:rsid w:val="785F600D"/>
    <w:rsid w:val="786A218F"/>
    <w:rsid w:val="79685170"/>
    <w:rsid w:val="7A4E1C15"/>
    <w:rsid w:val="7BAB0321"/>
    <w:rsid w:val="7BCB36EB"/>
    <w:rsid w:val="7E5B6336"/>
    <w:rsid w:val="7E72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53cebc27-fb6c-414f-b336-49f3e8ee8f89\&#26032;&#24180;&#20248;&#32654;&#22823;&#27668;&#28436;&#20986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新年优美大气演出节目单.docx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2021-12-23T02:39:00Z</dcterms:created>
  <dc:creator>文档存本地丢失不负责</dc:creator>
  <cp:lastModifiedBy>文档存本地丢失不负责</cp:lastModifiedBy>
  <dcterms:modified xsi:type="dcterms:W3CDTF">2021-12-23T02:44:51Z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v1.0_mb_rgbdD5+hCYYzN/CjNi40vg==</vt:lpwstr>
  </property>
  <property fmtid="{D5CDD505-2E9C-101B-9397-08002B2CF9AE}" pid="4" name="ICV">
    <vt:lpwstr>40D74E6BBD984BD9844A45C410DFDD73</vt:lpwstr>
  </property>
</Properties>
</file>