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1549400</wp:posOffset>
                </wp:positionH>
                <wp:positionV relativeFrom="page">
                  <wp:posOffset>2632075</wp:posOffset>
                </wp:positionV>
                <wp:extent cx="2110740" cy="687705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687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9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 w:val="0"/>
                                <w:color w:val="F8B84E"/>
                                <w:kern w:val="0"/>
                                <w:sz w:val="88"/>
                                <w:szCs w:val="8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bCs w:val="0"/>
                                <w:color w:val="F8B84E"/>
                                <w:kern w:val="0"/>
                                <w:sz w:val="88"/>
                                <w:szCs w:val="88"/>
                                <w:lang w:val="en-US" w:eastAsia="zh-CN" w:bidi="ar"/>
                              </w:rPr>
                              <w:t>20XX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22pt;margin-top:207.25pt;height:54.15pt;width:166.2pt;mso-position-vertical-relative:page;z-index:251664384;mso-width-relative:page;mso-height-relative:page;" filled="f" stroked="f" coordsize="21600,21600" o:gfxdata="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ds+Eq2AAAAAsBAAAPAAAAAAAAAAEAIAAAACIAAABkcnMvZG93bnJldi54bWxQSwECFAAUAAAA&#10;CACHTuJAx2Nvd7UBAABXAwAADgAAAAAAAAABACAAAAAnAQAAZHJzL2Uyb0RvYy54bWxQSwUGAAAA&#10;AAYABgBZAQAAT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9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 w:val="0"/>
                          <w:color w:val="F8B84E"/>
                          <w:kern w:val="0"/>
                          <w:sz w:val="88"/>
                          <w:szCs w:val="88"/>
                          <w:lang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bCs w:val="0"/>
                          <w:color w:val="F8B84E"/>
                          <w:kern w:val="0"/>
                          <w:sz w:val="88"/>
                          <w:szCs w:val="88"/>
                          <w:lang w:val="en-US" w:eastAsia="zh-CN" w:bidi="ar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772795</wp:posOffset>
                </wp:positionH>
                <wp:positionV relativeFrom="page">
                  <wp:posOffset>4732655</wp:posOffset>
                </wp:positionV>
                <wp:extent cx="3729355" cy="1426845"/>
                <wp:effectExtent l="0" t="0" r="1905" b="4445"/>
                <wp:wrapNone/>
                <wp:docPr id="3" name="Free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 rot="5400000">
                          <a:off x="0" y="0"/>
                          <a:ext cx="3729355" cy="1426845"/>
                        </a:xfrm>
                        <a:custGeom>
                          <a:avLst/>
                          <a:gdLst>
                            <a:gd name="T0" fmla="*/ 142 w 3526"/>
                            <a:gd name="T1" fmla="*/ 40 h 1349"/>
                            <a:gd name="T2" fmla="*/ 37 w 3526"/>
                            <a:gd name="T3" fmla="*/ 1312 h 1349"/>
                            <a:gd name="T4" fmla="*/ 3489 w 3526"/>
                            <a:gd name="T5" fmla="*/ 1207 h 1349"/>
                            <a:gd name="T6" fmla="*/ 16 w 3526"/>
                            <a:gd name="T7" fmla="*/ 1103 h 1349"/>
                            <a:gd name="T8" fmla="*/ 37 w 3526"/>
                            <a:gd name="T9" fmla="*/ 263 h 1349"/>
                            <a:gd name="T10" fmla="*/ 37 w 3526"/>
                            <a:gd name="T11" fmla="*/ 250 h 1349"/>
                            <a:gd name="T12" fmla="*/ 3385 w 3526"/>
                            <a:gd name="T13" fmla="*/ 145 h 1349"/>
                            <a:gd name="T14" fmla="*/ 3443 w 3526"/>
                            <a:gd name="T15" fmla="*/ 158 h 1349"/>
                            <a:gd name="T16" fmla="*/ 3376 w 3526"/>
                            <a:gd name="T17" fmla="*/ 188 h 1349"/>
                            <a:gd name="T18" fmla="*/ 3376 w 3526"/>
                            <a:gd name="T19" fmla="*/ 188 h 1349"/>
                            <a:gd name="T20" fmla="*/ 3350 w 3526"/>
                            <a:gd name="T21" fmla="*/ 145 h 1349"/>
                            <a:gd name="T22" fmla="*/ 3350 w 3526"/>
                            <a:gd name="T23" fmla="*/ 86 h 1349"/>
                            <a:gd name="T24" fmla="*/ 3368 w 3526"/>
                            <a:gd name="T25" fmla="*/ 40 h 1349"/>
                            <a:gd name="T26" fmla="*/ 3339 w 3526"/>
                            <a:gd name="T27" fmla="*/ 75 h 1349"/>
                            <a:gd name="T28" fmla="*/ 3267 w 3526"/>
                            <a:gd name="T29" fmla="*/ 40 h 1349"/>
                            <a:gd name="T30" fmla="*/ 158 w 3526"/>
                            <a:gd name="T31" fmla="*/ 40 h 1349"/>
                            <a:gd name="T32" fmla="*/ 187 w 3526"/>
                            <a:gd name="T33" fmla="*/ 75 h 1349"/>
                            <a:gd name="T34" fmla="*/ 158 w 3526"/>
                            <a:gd name="T35" fmla="*/ 105 h 1349"/>
                            <a:gd name="T36" fmla="*/ 150 w 3526"/>
                            <a:gd name="T37" fmla="*/ 121 h 1349"/>
                            <a:gd name="T38" fmla="*/ 150 w 3526"/>
                            <a:gd name="T39" fmla="*/ 188 h 1349"/>
                            <a:gd name="T40" fmla="*/ 150 w 3526"/>
                            <a:gd name="T41" fmla="*/ 188 h 1349"/>
                            <a:gd name="T42" fmla="*/ 142 w 3526"/>
                            <a:gd name="T43" fmla="*/ 121 h 1349"/>
                            <a:gd name="T44" fmla="*/ 142 w 3526"/>
                            <a:gd name="T45" fmla="*/ 153 h 1349"/>
                            <a:gd name="T46" fmla="*/ 48 w 3526"/>
                            <a:gd name="T47" fmla="*/ 48 h 1349"/>
                            <a:gd name="T48" fmla="*/ 48 w 3526"/>
                            <a:gd name="T49" fmla="*/ 48 h 1349"/>
                            <a:gd name="T50" fmla="*/ 48 w 3526"/>
                            <a:gd name="T51" fmla="*/ 250 h 1349"/>
                            <a:gd name="T52" fmla="*/ 75 w 3526"/>
                            <a:gd name="T53" fmla="*/ 1191 h 1349"/>
                            <a:gd name="T54" fmla="*/ 83 w 3526"/>
                            <a:gd name="T55" fmla="*/ 1172 h 1349"/>
                            <a:gd name="T56" fmla="*/ 75 w 3526"/>
                            <a:gd name="T57" fmla="*/ 1277 h 1349"/>
                            <a:gd name="T58" fmla="*/ 83 w 3526"/>
                            <a:gd name="T59" fmla="*/ 1266 h 1349"/>
                            <a:gd name="T60" fmla="*/ 118 w 3526"/>
                            <a:gd name="T61" fmla="*/ 1172 h 1349"/>
                            <a:gd name="T62" fmla="*/ 246 w 3526"/>
                            <a:gd name="T63" fmla="*/ 1199 h 1349"/>
                            <a:gd name="T64" fmla="*/ 150 w 3526"/>
                            <a:gd name="T65" fmla="*/ 1199 h 1349"/>
                            <a:gd name="T66" fmla="*/ 150 w 3526"/>
                            <a:gd name="T67" fmla="*/ 1207 h 1349"/>
                            <a:gd name="T68" fmla="*/ 176 w 3526"/>
                            <a:gd name="T69" fmla="*/ 1247 h 1349"/>
                            <a:gd name="T70" fmla="*/ 246 w 3526"/>
                            <a:gd name="T71" fmla="*/ 1301 h 1349"/>
                            <a:gd name="T72" fmla="*/ 246 w 3526"/>
                            <a:gd name="T73" fmla="*/ 1301 h 1349"/>
                            <a:gd name="T74" fmla="*/ 3368 w 3526"/>
                            <a:gd name="T75" fmla="*/ 1336 h 1349"/>
                            <a:gd name="T76" fmla="*/ 3280 w 3526"/>
                            <a:gd name="T77" fmla="*/ 1301 h 1349"/>
                            <a:gd name="T78" fmla="*/ 3368 w 3526"/>
                            <a:gd name="T79" fmla="*/ 1266 h 1349"/>
                            <a:gd name="T80" fmla="*/ 3350 w 3526"/>
                            <a:gd name="T81" fmla="*/ 1231 h 1349"/>
                            <a:gd name="T82" fmla="*/ 3350 w 3526"/>
                            <a:gd name="T83" fmla="*/ 1172 h 1349"/>
                            <a:gd name="T84" fmla="*/ 3280 w 3526"/>
                            <a:gd name="T85" fmla="*/ 1199 h 1349"/>
                            <a:gd name="T86" fmla="*/ 3443 w 3526"/>
                            <a:gd name="T87" fmla="*/ 1207 h 1349"/>
                            <a:gd name="T88" fmla="*/ 3385 w 3526"/>
                            <a:gd name="T89" fmla="*/ 1172 h 1349"/>
                            <a:gd name="T90" fmla="*/ 3443 w 3526"/>
                            <a:gd name="T91" fmla="*/ 1172 h 1349"/>
                            <a:gd name="T92" fmla="*/ 3454 w 3526"/>
                            <a:gd name="T93" fmla="*/ 1277 h 1349"/>
                            <a:gd name="T94" fmla="*/ 3454 w 3526"/>
                            <a:gd name="T95" fmla="*/ 1162 h 1349"/>
                            <a:gd name="T96" fmla="*/ 3409 w 3526"/>
                            <a:gd name="T97" fmla="*/ 1089 h 1349"/>
                            <a:gd name="T98" fmla="*/ 3339 w 3526"/>
                            <a:gd name="T99" fmla="*/ 1207 h 1349"/>
                            <a:gd name="T100" fmla="*/ 187 w 3526"/>
                            <a:gd name="T101" fmla="*/ 1231 h 1349"/>
                            <a:gd name="T102" fmla="*/ 118 w 3526"/>
                            <a:gd name="T103" fmla="*/ 1162 h 1349"/>
                            <a:gd name="T104" fmla="*/ 142 w 3526"/>
                            <a:gd name="T105" fmla="*/ 188 h 1349"/>
                            <a:gd name="T106" fmla="*/ 262 w 3526"/>
                            <a:gd name="T107" fmla="*/ 121 h 1349"/>
                            <a:gd name="T108" fmla="*/ 3272 w 3526"/>
                            <a:gd name="T109" fmla="*/ 145 h 1349"/>
                            <a:gd name="T110" fmla="*/ 3478 w 3526"/>
                            <a:gd name="T111" fmla="*/ 263 h 1349"/>
                            <a:gd name="T112" fmla="*/ 3454 w 3526"/>
                            <a:gd name="T113" fmla="*/ 158 h 1349"/>
                            <a:gd name="T114" fmla="*/ 3385 w 3526"/>
                            <a:gd name="T115" fmla="*/ 75 h 1349"/>
                            <a:gd name="T116" fmla="*/ 3489 w 3526"/>
                            <a:gd name="T117" fmla="*/ 1103 h 1349"/>
                            <a:gd name="T118" fmla="*/ 3513 w 3526"/>
                            <a:gd name="T119" fmla="*/ 263 h 1349"/>
                            <a:gd name="T120" fmla="*/ 3513 w 3526"/>
                            <a:gd name="T121" fmla="*/ 250 h 13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526" h="1349">
                              <a:moveTo>
                                <a:pt x="3489" y="145"/>
                              </a:moveTo>
                              <a:lnTo>
                                <a:pt x="3489" y="40"/>
                              </a:lnTo>
                              <a:lnTo>
                                <a:pt x="3385" y="40"/>
                              </a:lnTo>
                              <a:lnTo>
                                <a:pt x="3385" y="0"/>
                              </a:lnTo>
                              <a:lnTo>
                                <a:pt x="142" y="0"/>
                              </a:lnTo>
                              <a:lnTo>
                                <a:pt x="142" y="40"/>
                              </a:lnTo>
                              <a:lnTo>
                                <a:pt x="37" y="40"/>
                              </a:lnTo>
                              <a:lnTo>
                                <a:pt x="37" y="145"/>
                              </a:lnTo>
                              <a:lnTo>
                                <a:pt x="0" y="145"/>
                              </a:lnTo>
                              <a:lnTo>
                                <a:pt x="0" y="1207"/>
                              </a:lnTo>
                              <a:lnTo>
                                <a:pt x="37" y="1207"/>
                              </a:lnTo>
                              <a:lnTo>
                                <a:pt x="37" y="1312"/>
                              </a:lnTo>
                              <a:lnTo>
                                <a:pt x="142" y="1312"/>
                              </a:lnTo>
                              <a:lnTo>
                                <a:pt x="142" y="1349"/>
                              </a:lnTo>
                              <a:lnTo>
                                <a:pt x="3385" y="1349"/>
                              </a:lnTo>
                              <a:lnTo>
                                <a:pt x="3385" y="1312"/>
                              </a:lnTo>
                              <a:lnTo>
                                <a:pt x="3489" y="1312"/>
                              </a:lnTo>
                              <a:lnTo>
                                <a:pt x="3489" y="1207"/>
                              </a:lnTo>
                              <a:lnTo>
                                <a:pt x="3526" y="1207"/>
                              </a:lnTo>
                              <a:lnTo>
                                <a:pt x="3526" y="145"/>
                              </a:lnTo>
                              <a:lnTo>
                                <a:pt x="3489" y="145"/>
                              </a:lnTo>
                              <a:close/>
                              <a:moveTo>
                                <a:pt x="37" y="1191"/>
                              </a:moveTo>
                              <a:lnTo>
                                <a:pt x="16" y="1191"/>
                              </a:lnTo>
                              <a:lnTo>
                                <a:pt x="16" y="1103"/>
                              </a:lnTo>
                              <a:lnTo>
                                <a:pt x="37" y="1103"/>
                              </a:lnTo>
                              <a:lnTo>
                                <a:pt x="37" y="1191"/>
                              </a:lnTo>
                              <a:close/>
                              <a:moveTo>
                                <a:pt x="37" y="1089"/>
                              </a:moveTo>
                              <a:lnTo>
                                <a:pt x="16" y="1089"/>
                              </a:lnTo>
                              <a:lnTo>
                                <a:pt x="16" y="263"/>
                              </a:lnTo>
                              <a:lnTo>
                                <a:pt x="37" y="263"/>
                              </a:lnTo>
                              <a:lnTo>
                                <a:pt x="37" y="1089"/>
                              </a:lnTo>
                              <a:close/>
                              <a:moveTo>
                                <a:pt x="37" y="250"/>
                              </a:moveTo>
                              <a:lnTo>
                                <a:pt x="16" y="250"/>
                              </a:lnTo>
                              <a:lnTo>
                                <a:pt x="16" y="158"/>
                              </a:lnTo>
                              <a:lnTo>
                                <a:pt x="37" y="158"/>
                              </a:lnTo>
                              <a:lnTo>
                                <a:pt x="37" y="250"/>
                              </a:lnTo>
                              <a:close/>
                              <a:moveTo>
                                <a:pt x="3385" y="121"/>
                              </a:moveTo>
                              <a:lnTo>
                                <a:pt x="3385" y="121"/>
                              </a:lnTo>
                              <a:lnTo>
                                <a:pt x="3385" y="86"/>
                              </a:lnTo>
                              <a:lnTo>
                                <a:pt x="3443" y="86"/>
                              </a:lnTo>
                              <a:lnTo>
                                <a:pt x="3443" y="145"/>
                              </a:lnTo>
                              <a:lnTo>
                                <a:pt x="3385" y="145"/>
                              </a:lnTo>
                              <a:lnTo>
                                <a:pt x="3385" y="121"/>
                              </a:lnTo>
                              <a:close/>
                              <a:moveTo>
                                <a:pt x="3443" y="158"/>
                              </a:moveTo>
                              <a:lnTo>
                                <a:pt x="3443" y="180"/>
                              </a:lnTo>
                              <a:lnTo>
                                <a:pt x="3422" y="180"/>
                              </a:lnTo>
                              <a:lnTo>
                                <a:pt x="3422" y="158"/>
                              </a:lnTo>
                              <a:lnTo>
                                <a:pt x="3443" y="158"/>
                              </a:lnTo>
                              <a:close/>
                              <a:moveTo>
                                <a:pt x="3385" y="153"/>
                              </a:moveTo>
                              <a:lnTo>
                                <a:pt x="3409" y="153"/>
                              </a:lnTo>
                              <a:lnTo>
                                <a:pt x="3409" y="180"/>
                              </a:lnTo>
                              <a:lnTo>
                                <a:pt x="3385" y="180"/>
                              </a:lnTo>
                              <a:lnTo>
                                <a:pt x="3385" y="153"/>
                              </a:lnTo>
                              <a:close/>
                              <a:moveTo>
                                <a:pt x="3376" y="188"/>
                              </a:moveTo>
                              <a:lnTo>
                                <a:pt x="3376" y="250"/>
                              </a:lnTo>
                              <a:lnTo>
                                <a:pt x="3280" y="250"/>
                              </a:lnTo>
                              <a:lnTo>
                                <a:pt x="3280" y="153"/>
                              </a:lnTo>
                              <a:lnTo>
                                <a:pt x="3339" y="153"/>
                              </a:lnTo>
                              <a:lnTo>
                                <a:pt x="3339" y="188"/>
                              </a:lnTo>
                              <a:lnTo>
                                <a:pt x="3376" y="188"/>
                              </a:lnTo>
                              <a:close/>
                              <a:moveTo>
                                <a:pt x="3350" y="180"/>
                              </a:moveTo>
                              <a:lnTo>
                                <a:pt x="3350" y="153"/>
                              </a:lnTo>
                              <a:lnTo>
                                <a:pt x="3376" y="153"/>
                              </a:lnTo>
                              <a:lnTo>
                                <a:pt x="3376" y="180"/>
                              </a:lnTo>
                              <a:lnTo>
                                <a:pt x="3350" y="180"/>
                              </a:lnTo>
                              <a:close/>
                              <a:moveTo>
                                <a:pt x="3350" y="145"/>
                              </a:moveTo>
                              <a:lnTo>
                                <a:pt x="3350" y="121"/>
                              </a:lnTo>
                              <a:lnTo>
                                <a:pt x="3376" y="121"/>
                              </a:lnTo>
                              <a:lnTo>
                                <a:pt x="3376" y="145"/>
                              </a:lnTo>
                              <a:lnTo>
                                <a:pt x="3350" y="145"/>
                              </a:lnTo>
                              <a:close/>
                              <a:moveTo>
                                <a:pt x="3350" y="105"/>
                              </a:moveTo>
                              <a:lnTo>
                                <a:pt x="3350" y="86"/>
                              </a:lnTo>
                              <a:lnTo>
                                <a:pt x="3368" y="86"/>
                              </a:lnTo>
                              <a:lnTo>
                                <a:pt x="3368" y="105"/>
                              </a:lnTo>
                              <a:lnTo>
                                <a:pt x="3350" y="105"/>
                              </a:lnTo>
                              <a:close/>
                              <a:moveTo>
                                <a:pt x="3280" y="16"/>
                              </a:moveTo>
                              <a:lnTo>
                                <a:pt x="3368" y="16"/>
                              </a:lnTo>
                              <a:lnTo>
                                <a:pt x="3368" y="40"/>
                              </a:lnTo>
                              <a:lnTo>
                                <a:pt x="3280" y="40"/>
                              </a:lnTo>
                              <a:lnTo>
                                <a:pt x="3280" y="16"/>
                              </a:lnTo>
                              <a:close/>
                              <a:moveTo>
                                <a:pt x="3280" y="48"/>
                              </a:moveTo>
                              <a:lnTo>
                                <a:pt x="3368" y="48"/>
                              </a:lnTo>
                              <a:lnTo>
                                <a:pt x="3368" y="75"/>
                              </a:lnTo>
                              <a:lnTo>
                                <a:pt x="3339" y="75"/>
                              </a:lnTo>
                              <a:lnTo>
                                <a:pt x="3339" y="105"/>
                              </a:lnTo>
                              <a:lnTo>
                                <a:pt x="3280" y="105"/>
                              </a:lnTo>
                              <a:lnTo>
                                <a:pt x="3280" y="48"/>
                              </a:lnTo>
                              <a:close/>
                              <a:moveTo>
                                <a:pt x="262" y="16"/>
                              </a:moveTo>
                              <a:lnTo>
                                <a:pt x="3267" y="16"/>
                              </a:lnTo>
                              <a:lnTo>
                                <a:pt x="3267" y="40"/>
                              </a:lnTo>
                              <a:lnTo>
                                <a:pt x="262" y="40"/>
                              </a:lnTo>
                              <a:lnTo>
                                <a:pt x="262" y="16"/>
                              </a:lnTo>
                              <a:close/>
                              <a:moveTo>
                                <a:pt x="158" y="16"/>
                              </a:moveTo>
                              <a:lnTo>
                                <a:pt x="246" y="16"/>
                              </a:lnTo>
                              <a:lnTo>
                                <a:pt x="246" y="40"/>
                              </a:lnTo>
                              <a:lnTo>
                                <a:pt x="158" y="40"/>
                              </a:lnTo>
                              <a:lnTo>
                                <a:pt x="158" y="16"/>
                              </a:lnTo>
                              <a:close/>
                              <a:moveTo>
                                <a:pt x="158" y="48"/>
                              </a:moveTo>
                              <a:lnTo>
                                <a:pt x="246" y="48"/>
                              </a:lnTo>
                              <a:lnTo>
                                <a:pt x="246" y="105"/>
                              </a:lnTo>
                              <a:lnTo>
                                <a:pt x="187" y="105"/>
                              </a:lnTo>
                              <a:lnTo>
                                <a:pt x="187" y="75"/>
                              </a:lnTo>
                              <a:lnTo>
                                <a:pt x="158" y="75"/>
                              </a:lnTo>
                              <a:lnTo>
                                <a:pt x="158" y="48"/>
                              </a:lnTo>
                              <a:close/>
                              <a:moveTo>
                                <a:pt x="158" y="86"/>
                              </a:moveTo>
                              <a:lnTo>
                                <a:pt x="176" y="86"/>
                              </a:lnTo>
                              <a:lnTo>
                                <a:pt x="176" y="105"/>
                              </a:lnTo>
                              <a:lnTo>
                                <a:pt x="158" y="105"/>
                              </a:lnTo>
                              <a:lnTo>
                                <a:pt x="158" y="86"/>
                              </a:lnTo>
                              <a:close/>
                              <a:moveTo>
                                <a:pt x="150" y="121"/>
                              </a:moveTo>
                              <a:lnTo>
                                <a:pt x="176" y="121"/>
                              </a:lnTo>
                              <a:lnTo>
                                <a:pt x="176" y="145"/>
                              </a:lnTo>
                              <a:lnTo>
                                <a:pt x="150" y="145"/>
                              </a:lnTo>
                              <a:lnTo>
                                <a:pt x="150" y="121"/>
                              </a:lnTo>
                              <a:close/>
                              <a:moveTo>
                                <a:pt x="150" y="153"/>
                              </a:moveTo>
                              <a:lnTo>
                                <a:pt x="176" y="153"/>
                              </a:lnTo>
                              <a:lnTo>
                                <a:pt x="176" y="180"/>
                              </a:lnTo>
                              <a:lnTo>
                                <a:pt x="150" y="180"/>
                              </a:lnTo>
                              <a:lnTo>
                                <a:pt x="150" y="153"/>
                              </a:lnTo>
                              <a:close/>
                              <a:moveTo>
                                <a:pt x="150" y="188"/>
                              </a:moveTo>
                              <a:lnTo>
                                <a:pt x="187" y="188"/>
                              </a:lnTo>
                              <a:lnTo>
                                <a:pt x="187" y="153"/>
                              </a:lnTo>
                              <a:lnTo>
                                <a:pt x="246" y="153"/>
                              </a:lnTo>
                              <a:lnTo>
                                <a:pt x="246" y="250"/>
                              </a:lnTo>
                              <a:lnTo>
                                <a:pt x="150" y="250"/>
                              </a:lnTo>
                              <a:lnTo>
                                <a:pt x="150" y="188"/>
                              </a:lnTo>
                              <a:close/>
                              <a:moveTo>
                                <a:pt x="142" y="121"/>
                              </a:moveTo>
                              <a:lnTo>
                                <a:pt x="142" y="145"/>
                              </a:lnTo>
                              <a:lnTo>
                                <a:pt x="83" y="145"/>
                              </a:lnTo>
                              <a:lnTo>
                                <a:pt x="83" y="86"/>
                              </a:lnTo>
                              <a:lnTo>
                                <a:pt x="142" y="86"/>
                              </a:lnTo>
                              <a:lnTo>
                                <a:pt x="142" y="121"/>
                              </a:lnTo>
                              <a:lnTo>
                                <a:pt x="142" y="121"/>
                              </a:lnTo>
                              <a:close/>
                              <a:moveTo>
                                <a:pt x="142" y="153"/>
                              </a:moveTo>
                              <a:lnTo>
                                <a:pt x="142" y="180"/>
                              </a:lnTo>
                              <a:lnTo>
                                <a:pt x="118" y="180"/>
                              </a:lnTo>
                              <a:lnTo>
                                <a:pt x="118" y="153"/>
                              </a:lnTo>
                              <a:lnTo>
                                <a:pt x="142" y="153"/>
                              </a:lnTo>
                              <a:close/>
                              <a:moveTo>
                                <a:pt x="104" y="158"/>
                              </a:moveTo>
                              <a:lnTo>
                                <a:pt x="104" y="180"/>
                              </a:lnTo>
                              <a:lnTo>
                                <a:pt x="83" y="180"/>
                              </a:lnTo>
                              <a:lnTo>
                                <a:pt x="83" y="158"/>
                              </a:lnTo>
                              <a:lnTo>
                                <a:pt x="104" y="158"/>
                              </a:lnTo>
                              <a:close/>
                              <a:moveTo>
                                <a:pt x="48" y="48"/>
                              </a:moveTo>
                              <a:lnTo>
                                <a:pt x="142" y="48"/>
                              </a:lnTo>
                              <a:lnTo>
                                <a:pt x="142" y="75"/>
                              </a:lnTo>
                              <a:lnTo>
                                <a:pt x="75" y="75"/>
                              </a:lnTo>
                              <a:lnTo>
                                <a:pt x="75" y="145"/>
                              </a:lnTo>
                              <a:lnTo>
                                <a:pt x="48" y="145"/>
                              </a:lnTo>
                              <a:lnTo>
                                <a:pt x="48" y="48"/>
                              </a:lnTo>
                              <a:close/>
                              <a:moveTo>
                                <a:pt x="48" y="158"/>
                              </a:moveTo>
                              <a:lnTo>
                                <a:pt x="75" y="158"/>
                              </a:lnTo>
                              <a:lnTo>
                                <a:pt x="75" y="188"/>
                              </a:lnTo>
                              <a:lnTo>
                                <a:pt x="104" y="188"/>
                              </a:lnTo>
                              <a:lnTo>
                                <a:pt x="104" y="250"/>
                              </a:lnTo>
                              <a:lnTo>
                                <a:pt x="48" y="250"/>
                              </a:lnTo>
                              <a:lnTo>
                                <a:pt x="48" y="158"/>
                              </a:lnTo>
                              <a:close/>
                              <a:moveTo>
                                <a:pt x="48" y="1103"/>
                              </a:moveTo>
                              <a:lnTo>
                                <a:pt x="104" y="1103"/>
                              </a:lnTo>
                              <a:lnTo>
                                <a:pt x="104" y="1162"/>
                              </a:lnTo>
                              <a:lnTo>
                                <a:pt x="75" y="1162"/>
                              </a:lnTo>
                              <a:lnTo>
                                <a:pt x="75" y="1191"/>
                              </a:lnTo>
                              <a:lnTo>
                                <a:pt x="48" y="1191"/>
                              </a:lnTo>
                              <a:lnTo>
                                <a:pt x="48" y="1103"/>
                              </a:lnTo>
                              <a:close/>
                              <a:moveTo>
                                <a:pt x="104" y="1172"/>
                              </a:moveTo>
                              <a:lnTo>
                                <a:pt x="104" y="1191"/>
                              </a:lnTo>
                              <a:lnTo>
                                <a:pt x="83" y="1191"/>
                              </a:lnTo>
                              <a:lnTo>
                                <a:pt x="83" y="1172"/>
                              </a:lnTo>
                              <a:lnTo>
                                <a:pt x="104" y="1172"/>
                              </a:lnTo>
                              <a:close/>
                              <a:moveTo>
                                <a:pt x="142" y="1301"/>
                              </a:moveTo>
                              <a:lnTo>
                                <a:pt x="48" y="1301"/>
                              </a:lnTo>
                              <a:lnTo>
                                <a:pt x="48" y="1207"/>
                              </a:lnTo>
                              <a:lnTo>
                                <a:pt x="75" y="1207"/>
                              </a:lnTo>
                              <a:lnTo>
                                <a:pt x="75" y="1277"/>
                              </a:lnTo>
                              <a:lnTo>
                                <a:pt x="142" y="1277"/>
                              </a:lnTo>
                              <a:lnTo>
                                <a:pt x="142" y="1301"/>
                              </a:lnTo>
                              <a:close/>
                              <a:moveTo>
                                <a:pt x="142" y="1231"/>
                              </a:moveTo>
                              <a:lnTo>
                                <a:pt x="142" y="1231"/>
                              </a:lnTo>
                              <a:lnTo>
                                <a:pt x="142" y="1266"/>
                              </a:lnTo>
                              <a:lnTo>
                                <a:pt x="83" y="1266"/>
                              </a:lnTo>
                              <a:lnTo>
                                <a:pt x="83" y="1207"/>
                              </a:lnTo>
                              <a:lnTo>
                                <a:pt x="142" y="1207"/>
                              </a:lnTo>
                              <a:lnTo>
                                <a:pt x="142" y="1231"/>
                              </a:lnTo>
                              <a:close/>
                              <a:moveTo>
                                <a:pt x="142" y="1199"/>
                              </a:moveTo>
                              <a:lnTo>
                                <a:pt x="118" y="1199"/>
                              </a:lnTo>
                              <a:lnTo>
                                <a:pt x="118" y="1172"/>
                              </a:lnTo>
                              <a:lnTo>
                                <a:pt x="142" y="1172"/>
                              </a:lnTo>
                              <a:lnTo>
                                <a:pt x="142" y="1199"/>
                              </a:lnTo>
                              <a:close/>
                              <a:moveTo>
                                <a:pt x="150" y="1162"/>
                              </a:moveTo>
                              <a:lnTo>
                                <a:pt x="150" y="1103"/>
                              </a:lnTo>
                              <a:lnTo>
                                <a:pt x="246" y="1103"/>
                              </a:lnTo>
                              <a:lnTo>
                                <a:pt x="246" y="1199"/>
                              </a:lnTo>
                              <a:lnTo>
                                <a:pt x="187" y="1199"/>
                              </a:lnTo>
                              <a:lnTo>
                                <a:pt x="187" y="1162"/>
                              </a:lnTo>
                              <a:lnTo>
                                <a:pt x="150" y="1162"/>
                              </a:lnTo>
                              <a:close/>
                              <a:moveTo>
                                <a:pt x="176" y="1172"/>
                              </a:moveTo>
                              <a:lnTo>
                                <a:pt x="176" y="1199"/>
                              </a:lnTo>
                              <a:lnTo>
                                <a:pt x="150" y="1199"/>
                              </a:lnTo>
                              <a:lnTo>
                                <a:pt x="150" y="1172"/>
                              </a:lnTo>
                              <a:lnTo>
                                <a:pt x="176" y="1172"/>
                              </a:lnTo>
                              <a:close/>
                              <a:moveTo>
                                <a:pt x="176" y="1207"/>
                              </a:moveTo>
                              <a:lnTo>
                                <a:pt x="176" y="1231"/>
                              </a:lnTo>
                              <a:lnTo>
                                <a:pt x="150" y="1231"/>
                              </a:lnTo>
                              <a:lnTo>
                                <a:pt x="150" y="1207"/>
                              </a:lnTo>
                              <a:lnTo>
                                <a:pt x="176" y="1207"/>
                              </a:lnTo>
                              <a:close/>
                              <a:moveTo>
                                <a:pt x="176" y="1247"/>
                              </a:moveTo>
                              <a:lnTo>
                                <a:pt x="176" y="1266"/>
                              </a:lnTo>
                              <a:lnTo>
                                <a:pt x="158" y="1266"/>
                              </a:lnTo>
                              <a:lnTo>
                                <a:pt x="158" y="1247"/>
                              </a:lnTo>
                              <a:lnTo>
                                <a:pt x="176" y="1247"/>
                              </a:lnTo>
                              <a:close/>
                              <a:moveTo>
                                <a:pt x="246" y="1336"/>
                              </a:moveTo>
                              <a:lnTo>
                                <a:pt x="158" y="1336"/>
                              </a:lnTo>
                              <a:lnTo>
                                <a:pt x="158" y="1312"/>
                              </a:lnTo>
                              <a:lnTo>
                                <a:pt x="246" y="1312"/>
                              </a:lnTo>
                              <a:lnTo>
                                <a:pt x="246" y="1336"/>
                              </a:lnTo>
                              <a:close/>
                              <a:moveTo>
                                <a:pt x="246" y="1301"/>
                              </a:moveTo>
                              <a:lnTo>
                                <a:pt x="158" y="1301"/>
                              </a:lnTo>
                              <a:lnTo>
                                <a:pt x="158" y="1277"/>
                              </a:lnTo>
                              <a:lnTo>
                                <a:pt x="187" y="1277"/>
                              </a:lnTo>
                              <a:lnTo>
                                <a:pt x="187" y="1247"/>
                              </a:lnTo>
                              <a:lnTo>
                                <a:pt x="246" y="1247"/>
                              </a:lnTo>
                              <a:lnTo>
                                <a:pt x="246" y="1301"/>
                              </a:lnTo>
                              <a:close/>
                              <a:moveTo>
                                <a:pt x="3267" y="1336"/>
                              </a:moveTo>
                              <a:lnTo>
                                <a:pt x="262" y="1336"/>
                              </a:lnTo>
                              <a:lnTo>
                                <a:pt x="262" y="1312"/>
                              </a:lnTo>
                              <a:lnTo>
                                <a:pt x="3267" y="1312"/>
                              </a:lnTo>
                              <a:lnTo>
                                <a:pt x="3267" y="1336"/>
                              </a:lnTo>
                              <a:close/>
                              <a:moveTo>
                                <a:pt x="3368" y="1336"/>
                              </a:moveTo>
                              <a:lnTo>
                                <a:pt x="3280" y="1336"/>
                              </a:lnTo>
                              <a:lnTo>
                                <a:pt x="3280" y="1312"/>
                              </a:lnTo>
                              <a:lnTo>
                                <a:pt x="3368" y="1312"/>
                              </a:lnTo>
                              <a:lnTo>
                                <a:pt x="3368" y="1336"/>
                              </a:lnTo>
                              <a:close/>
                              <a:moveTo>
                                <a:pt x="3368" y="1301"/>
                              </a:moveTo>
                              <a:lnTo>
                                <a:pt x="3280" y="1301"/>
                              </a:lnTo>
                              <a:lnTo>
                                <a:pt x="3280" y="1247"/>
                              </a:lnTo>
                              <a:lnTo>
                                <a:pt x="3339" y="1247"/>
                              </a:lnTo>
                              <a:lnTo>
                                <a:pt x="3339" y="1277"/>
                              </a:lnTo>
                              <a:lnTo>
                                <a:pt x="3368" y="1277"/>
                              </a:lnTo>
                              <a:lnTo>
                                <a:pt x="3368" y="1301"/>
                              </a:lnTo>
                              <a:close/>
                              <a:moveTo>
                                <a:pt x="3368" y="1266"/>
                              </a:moveTo>
                              <a:lnTo>
                                <a:pt x="3350" y="1266"/>
                              </a:lnTo>
                              <a:lnTo>
                                <a:pt x="3350" y="1247"/>
                              </a:lnTo>
                              <a:lnTo>
                                <a:pt x="3368" y="1247"/>
                              </a:lnTo>
                              <a:lnTo>
                                <a:pt x="3368" y="1266"/>
                              </a:lnTo>
                              <a:close/>
                              <a:moveTo>
                                <a:pt x="3376" y="1231"/>
                              </a:moveTo>
                              <a:lnTo>
                                <a:pt x="3350" y="1231"/>
                              </a:lnTo>
                              <a:lnTo>
                                <a:pt x="3350" y="1207"/>
                              </a:lnTo>
                              <a:lnTo>
                                <a:pt x="3376" y="1207"/>
                              </a:lnTo>
                              <a:lnTo>
                                <a:pt x="3376" y="1231"/>
                              </a:lnTo>
                              <a:close/>
                              <a:moveTo>
                                <a:pt x="3376" y="1199"/>
                              </a:moveTo>
                              <a:lnTo>
                                <a:pt x="3350" y="1199"/>
                              </a:lnTo>
                              <a:lnTo>
                                <a:pt x="3350" y="1172"/>
                              </a:lnTo>
                              <a:lnTo>
                                <a:pt x="3376" y="1172"/>
                              </a:lnTo>
                              <a:lnTo>
                                <a:pt x="3376" y="1199"/>
                              </a:lnTo>
                              <a:close/>
                              <a:moveTo>
                                <a:pt x="3376" y="1162"/>
                              </a:moveTo>
                              <a:lnTo>
                                <a:pt x="3339" y="1162"/>
                              </a:lnTo>
                              <a:lnTo>
                                <a:pt x="3339" y="1199"/>
                              </a:lnTo>
                              <a:lnTo>
                                <a:pt x="3280" y="1199"/>
                              </a:lnTo>
                              <a:lnTo>
                                <a:pt x="3280" y="1103"/>
                              </a:lnTo>
                              <a:lnTo>
                                <a:pt x="3376" y="1103"/>
                              </a:lnTo>
                              <a:lnTo>
                                <a:pt x="3376" y="1162"/>
                              </a:lnTo>
                              <a:close/>
                              <a:moveTo>
                                <a:pt x="3385" y="1231"/>
                              </a:moveTo>
                              <a:lnTo>
                                <a:pt x="3385" y="1207"/>
                              </a:lnTo>
                              <a:lnTo>
                                <a:pt x="3443" y="1207"/>
                              </a:lnTo>
                              <a:lnTo>
                                <a:pt x="3443" y="1266"/>
                              </a:lnTo>
                              <a:lnTo>
                                <a:pt x="3385" y="1266"/>
                              </a:lnTo>
                              <a:lnTo>
                                <a:pt x="3385" y="1231"/>
                              </a:lnTo>
                              <a:lnTo>
                                <a:pt x="3385" y="1231"/>
                              </a:lnTo>
                              <a:close/>
                              <a:moveTo>
                                <a:pt x="3385" y="1199"/>
                              </a:moveTo>
                              <a:lnTo>
                                <a:pt x="3385" y="1172"/>
                              </a:lnTo>
                              <a:lnTo>
                                <a:pt x="3409" y="1172"/>
                              </a:lnTo>
                              <a:lnTo>
                                <a:pt x="3409" y="1199"/>
                              </a:lnTo>
                              <a:lnTo>
                                <a:pt x="3385" y="1199"/>
                              </a:lnTo>
                              <a:close/>
                              <a:moveTo>
                                <a:pt x="3422" y="1191"/>
                              </a:moveTo>
                              <a:lnTo>
                                <a:pt x="3422" y="1172"/>
                              </a:lnTo>
                              <a:lnTo>
                                <a:pt x="3443" y="1172"/>
                              </a:lnTo>
                              <a:lnTo>
                                <a:pt x="3443" y="1191"/>
                              </a:lnTo>
                              <a:lnTo>
                                <a:pt x="3422" y="1191"/>
                              </a:lnTo>
                              <a:close/>
                              <a:moveTo>
                                <a:pt x="3478" y="1301"/>
                              </a:moveTo>
                              <a:lnTo>
                                <a:pt x="3385" y="1301"/>
                              </a:lnTo>
                              <a:lnTo>
                                <a:pt x="3385" y="1277"/>
                              </a:lnTo>
                              <a:lnTo>
                                <a:pt x="3454" y="1277"/>
                              </a:lnTo>
                              <a:lnTo>
                                <a:pt x="3454" y="1207"/>
                              </a:lnTo>
                              <a:lnTo>
                                <a:pt x="3478" y="1207"/>
                              </a:lnTo>
                              <a:lnTo>
                                <a:pt x="3478" y="1301"/>
                              </a:lnTo>
                              <a:close/>
                              <a:moveTo>
                                <a:pt x="3478" y="1191"/>
                              </a:moveTo>
                              <a:lnTo>
                                <a:pt x="3454" y="1191"/>
                              </a:lnTo>
                              <a:lnTo>
                                <a:pt x="3454" y="1162"/>
                              </a:lnTo>
                              <a:lnTo>
                                <a:pt x="3422" y="1162"/>
                              </a:lnTo>
                              <a:lnTo>
                                <a:pt x="3422" y="1103"/>
                              </a:lnTo>
                              <a:lnTo>
                                <a:pt x="3478" y="1103"/>
                              </a:lnTo>
                              <a:lnTo>
                                <a:pt x="3478" y="1191"/>
                              </a:lnTo>
                              <a:close/>
                              <a:moveTo>
                                <a:pt x="3478" y="1089"/>
                              </a:moveTo>
                              <a:lnTo>
                                <a:pt x="3409" y="1089"/>
                              </a:lnTo>
                              <a:lnTo>
                                <a:pt x="3409" y="1162"/>
                              </a:lnTo>
                              <a:lnTo>
                                <a:pt x="3385" y="1162"/>
                              </a:lnTo>
                              <a:lnTo>
                                <a:pt x="3385" y="1094"/>
                              </a:lnTo>
                              <a:lnTo>
                                <a:pt x="3272" y="1094"/>
                              </a:lnTo>
                              <a:lnTo>
                                <a:pt x="3272" y="1207"/>
                              </a:lnTo>
                              <a:lnTo>
                                <a:pt x="3339" y="1207"/>
                              </a:lnTo>
                              <a:lnTo>
                                <a:pt x="3339" y="1231"/>
                              </a:lnTo>
                              <a:lnTo>
                                <a:pt x="3267" y="1231"/>
                              </a:lnTo>
                              <a:lnTo>
                                <a:pt x="3267" y="1301"/>
                              </a:lnTo>
                              <a:lnTo>
                                <a:pt x="262" y="1301"/>
                              </a:lnTo>
                              <a:lnTo>
                                <a:pt x="262" y="1231"/>
                              </a:lnTo>
                              <a:lnTo>
                                <a:pt x="187" y="1231"/>
                              </a:lnTo>
                              <a:lnTo>
                                <a:pt x="187" y="1207"/>
                              </a:lnTo>
                              <a:lnTo>
                                <a:pt x="254" y="1207"/>
                              </a:lnTo>
                              <a:lnTo>
                                <a:pt x="254" y="1094"/>
                              </a:lnTo>
                              <a:lnTo>
                                <a:pt x="142" y="1094"/>
                              </a:lnTo>
                              <a:lnTo>
                                <a:pt x="142" y="1162"/>
                              </a:lnTo>
                              <a:lnTo>
                                <a:pt x="118" y="1162"/>
                              </a:lnTo>
                              <a:lnTo>
                                <a:pt x="118" y="1089"/>
                              </a:lnTo>
                              <a:lnTo>
                                <a:pt x="48" y="1089"/>
                              </a:lnTo>
                              <a:lnTo>
                                <a:pt x="48" y="263"/>
                              </a:lnTo>
                              <a:lnTo>
                                <a:pt x="118" y="263"/>
                              </a:lnTo>
                              <a:lnTo>
                                <a:pt x="118" y="188"/>
                              </a:lnTo>
                              <a:lnTo>
                                <a:pt x="142" y="188"/>
                              </a:lnTo>
                              <a:lnTo>
                                <a:pt x="142" y="258"/>
                              </a:lnTo>
                              <a:lnTo>
                                <a:pt x="254" y="258"/>
                              </a:lnTo>
                              <a:lnTo>
                                <a:pt x="254" y="145"/>
                              </a:lnTo>
                              <a:lnTo>
                                <a:pt x="187" y="145"/>
                              </a:lnTo>
                              <a:lnTo>
                                <a:pt x="187" y="121"/>
                              </a:lnTo>
                              <a:lnTo>
                                <a:pt x="262" y="121"/>
                              </a:lnTo>
                              <a:lnTo>
                                <a:pt x="262" y="48"/>
                              </a:lnTo>
                              <a:lnTo>
                                <a:pt x="3267" y="48"/>
                              </a:lnTo>
                              <a:lnTo>
                                <a:pt x="3267" y="121"/>
                              </a:lnTo>
                              <a:lnTo>
                                <a:pt x="3339" y="121"/>
                              </a:lnTo>
                              <a:lnTo>
                                <a:pt x="3339" y="145"/>
                              </a:lnTo>
                              <a:lnTo>
                                <a:pt x="3272" y="145"/>
                              </a:lnTo>
                              <a:lnTo>
                                <a:pt x="3272" y="258"/>
                              </a:lnTo>
                              <a:lnTo>
                                <a:pt x="3385" y="258"/>
                              </a:lnTo>
                              <a:lnTo>
                                <a:pt x="3385" y="188"/>
                              </a:lnTo>
                              <a:lnTo>
                                <a:pt x="3409" y="188"/>
                              </a:lnTo>
                              <a:lnTo>
                                <a:pt x="3409" y="263"/>
                              </a:lnTo>
                              <a:lnTo>
                                <a:pt x="3478" y="263"/>
                              </a:lnTo>
                              <a:lnTo>
                                <a:pt x="3478" y="1089"/>
                              </a:lnTo>
                              <a:close/>
                              <a:moveTo>
                                <a:pt x="3478" y="250"/>
                              </a:moveTo>
                              <a:lnTo>
                                <a:pt x="3422" y="250"/>
                              </a:lnTo>
                              <a:lnTo>
                                <a:pt x="3422" y="188"/>
                              </a:lnTo>
                              <a:lnTo>
                                <a:pt x="3454" y="188"/>
                              </a:lnTo>
                              <a:lnTo>
                                <a:pt x="3454" y="158"/>
                              </a:lnTo>
                              <a:lnTo>
                                <a:pt x="3478" y="158"/>
                              </a:lnTo>
                              <a:lnTo>
                                <a:pt x="3478" y="250"/>
                              </a:lnTo>
                              <a:close/>
                              <a:moveTo>
                                <a:pt x="3478" y="145"/>
                              </a:moveTo>
                              <a:lnTo>
                                <a:pt x="3454" y="145"/>
                              </a:lnTo>
                              <a:lnTo>
                                <a:pt x="3454" y="75"/>
                              </a:lnTo>
                              <a:lnTo>
                                <a:pt x="3385" y="75"/>
                              </a:lnTo>
                              <a:lnTo>
                                <a:pt x="3385" y="48"/>
                              </a:lnTo>
                              <a:lnTo>
                                <a:pt x="3478" y="48"/>
                              </a:lnTo>
                              <a:lnTo>
                                <a:pt x="3478" y="145"/>
                              </a:lnTo>
                              <a:close/>
                              <a:moveTo>
                                <a:pt x="3513" y="1191"/>
                              </a:moveTo>
                              <a:lnTo>
                                <a:pt x="3489" y="1191"/>
                              </a:lnTo>
                              <a:lnTo>
                                <a:pt x="3489" y="1103"/>
                              </a:lnTo>
                              <a:lnTo>
                                <a:pt x="3513" y="1103"/>
                              </a:lnTo>
                              <a:lnTo>
                                <a:pt x="3513" y="1191"/>
                              </a:lnTo>
                              <a:close/>
                              <a:moveTo>
                                <a:pt x="3513" y="1089"/>
                              </a:moveTo>
                              <a:lnTo>
                                <a:pt x="3489" y="1089"/>
                              </a:lnTo>
                              <a:lnTo>
                                <a:pt x="3489" y="263"/>
                              </a:lnTo>
                              <a:lnTo>
                                <a:pt x="3513" y="263"/>
                              </a:lnTo>
                              <a:lnTo>
                                <a:pt x="3513" y="1089"/>
                              </a:lnTo>
                              <a:close/>
                              <a:moveTo>
                                <a:pt x="3513" y="250"/>
                              </a:moveTo>
                              <a:lnTo>
                                <a:pt x="3489" y="250"/>
                              </a:lnTo>
                              <a:lnTo>
                                <a:pt x="3489" y="158"/>
                              </a:lnTo>
                              <a:lnTo>
                                <a:pt x="3513" y="158"/>
                              </a:lnTo>
                              <a:lnTo>
                                <a:pt x="3513" y="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B84E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5" o:spid="_x0000_s1026" o:spt="100" style="position:absolute;left:0pt;margin-left:60.85pt;margin-top:372.65pt;height:112.35pt;width:293.65pt;mso-position-vertical-relative:page;rotation:5898240f;z-index:251665408;mso-width-relative:page;mso-height-relative:page;" fillcolor="#F8B84E" filled="t" stroked="f" coordsize="3526,1349" o:gfxdata="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" path="m3489,145l3489,40,3385,40,3385,0,142,0,142,40,37,40,37,145,0,145,0,1207,37,1207,37,1312,142,1312,142,1349,3385,1349,3385,1312,3489,1312,3489,1207,3526,1207,3526,145,3489,145xm37,1191l16,1191,16,1103,37,1103,37,1191xm37,1089l16,1089,16,263,37,263,37,1089xm37,250l16,250,16,158,37,158,37,250xm3385,121l3385,121,3385,86,3443,86,3443,145,3385,145,3385,121xm3443,158l3443,180,3422,180,3422,158,3443,158xm3385,153l3409,153,3409,180,3385,180,3385,153xm3376,188l3376,250,3280,250,3280,153,3339,153,3339,188,3376,188xm3350,180l3350,153,3376,153,3376,180,3350,180xm3350,145l3350,121,3376,121,3376,145,3350,145xm3350,105l3350,86,3368,86,3368,105,3350,105xm3280,16l3368,16,3368,40,3280,40,3280,16xm3280,48l3368,48,3368,75,3339,75,3339,105,3280,105,3280,48xm262,16l3267,16,3267,40,262,40,262,16xm158,16l246,16,246,40,158,40,158,16xm158,48l246,48,246,105,187,105,187,75,158,75,158,48xm158,86l176,86,176,105,158,105,158,86xm150,121l176,121,176,145,150,145,150,121xm150,153l176,153,176,180,150,180,150,153xm150,188l187,188,187,153,246,153,246,250,150,250,150,188xm142,121l142,145,83,145,83,86,142,86,142,121,142,121xm142,153l142,180,118,180,118,153,142,153xm104,158l104,180,83,180,83,158,104,158xm48,48l142,48,142,75,75,75,75,145,48,145,48,48xm48,158l75,158,75,188,104,188,104,250,48,250,48,158xm48,1103l104,1103,104,1162,75,1162,75,1191,48,1191,48,1103xm104,1172l104,1191,83,1191,83,1172,104,1172xm142,1301l48,1301,48,1207,75,1207,75,1277,142,1277,142,1301xm142,1231l142,1231,142,1266,83,1266,83,1207,142,1207,142,1231xm142,1199l118,1199,118,1172,142,1172,142,1199xm150,1162l150,1103,246,1103,246,1199,187,1199,187,1162,150,1162xm176,1172l176,1199,150,1199,150,1172,176,1172xm176,1207l176,1231,150,1231,150,1207,176,1207xm176,1247l176,1266,158,1266,158,1247,176,1247xm246,1336l158,1336,158,1312,246,1312,246,1336xm246,1301l158,1301,158,1277,187,1277,187,1247,246,1247,246,1301xm3267,1336l262,1336,262,1312,3267,1312,3267,1336xm3368,1336l3280,1336,3280,1312,3368,1312,3368,1336xm3368,1301l3280,1301,3280,1247,3339,1247,3339,1277,3368,1277,3368,1301xm3368,1266l3350,1266,3350,1247,3368,1247,3368,1266xm3376,1231l3350,1231,3350,1207,3376,1207,3376,1231xm3376,1199l3350,1199,3350,1172,3376,1172,3376,1199xm3376,1162l3339,1162,3339,1199,3280,1199,3280,1103,3376,1103,3376,1162xm3385,1231l3385,1207,3443,1207,3443,1266,3385,1266,3385,1231,3385,1231xm3385,1199l3385,1172,3409,1172,3409,1199,3385,1199xm3422,1191l3422,1172,3443,1172,3443,1191,3422,1191xm3478,1301l3385,1301,3385,1277,3454,1277,3454,1207,3478,1207,3478,1301xm3478,1191l3454,1191,3454,1162,3422,1162,3422,1103,3478,1103,3478,1191xm3478,1089l3409,1089,3409,1162,3385,1162,3385,1094,3272,1094,3272,1207,3339,1207,3339,1231,3267,1231,3267,1301,262,1301,262,1231,187,1231,187,1207,254,1207,254,1094,142,1094,142,1162,118,1162,118,1089,48,1089,48,263,118,263,118,188,142,188,142,258,254,258,254,145,187,145,187,121,262,121,262,48,3267,48,3267,121,3339,121,3339,145,3272,145,3272,258,3385,258,3385,188,3409,188,3409,263,3478,263,3478,1089xm3478,250l3422,250,3422,188,3454,188,3454,158,3478,158,3478,250xm3478,145l3454,145,3454,75,3385,75,3385,48,3478,48,3478,145xm3513,1191l3489,1191,3489,1103,3513,1103,3513,1191xm3513,1089l3489,1089,3489,263,3513,263,3513,1089xm3513,250l3489,250,3489,158,3513,158,3513,250xe">
                <v:path o:connectlocs="150189,42308;39133,1387709;3690221,1276650;16922,1166649;39133,278176;39133,264426;3580223,153367;3641568,167117;3570704,198848;3570704,198848;3543204,153367;3543204,90962;3562242,42308;3531570,79327;3455417,42308;167112,42308;197784,79327;167112,111059;158650,127982;158650,198848;158650,198848;150189,127982;150189,161828;50768,50769;50768,50769;50768,264426;79325,1259727;87786,1239631;79325,1350690;87786,1339055;124805,1239631;260187,1268189;158650,1268189;158650,1276650;186150,1318959;260187,1376075;260187,1376075;3562242,1413094;3469167,1376075;3562242,1339055;3543204,1302035;3543204,1239631;3469167,1268189;3641568,1276650;3580223,1239631;3641568,1239631;3653202,1350690;3653202,1229054;3605607,1151841;3531570,1276650;197784,1302035;124805,1229054;150189,198848;277110,127982;3460706,153367;3678586,278176;3653202,167117;3580223,79327;3690221,1166649;3715605,278176;3715605,264426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1769110</wp:posOffset>
                </wp:positionH>
                <wp:positionV relativeFrom="page">
                  <wp:posOffset>3931285</wp:posOffset>
                </wp:positionV>
                <wp:extent cx="1635125" cy="2992755"/>
                <wp:effectExtent l="0" t="0" r="3175" b="1714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5125" cy="2992755"/>
                          <a:chOff x="4869" y="6502"/>
                          <a:chExt cx="2510" cy="4594"/>
                        </a:xfrm>
                      </wpg:grpSpPr>
                      <wpg:grpSp>
                        <wpg:cNvPr id="27" name="组合 27"/>
                        <wpg:cNvGrpSpPr/>
                        <wpg:grpSpPr>
                          <a:xfrm>
                            <a:off x="4991" y="6502"/>
                            <a:ext cx="2389" cy="4595"/>
                            <a:chOff x="4738" y="6540"/>
                            <a:chExt cx="2389" cy="4595"/>
                          </a:xfrm>
                          <a:solidFill>
                            <a:srgbClr val="860000"/>
                          </a:solidFill>
                        </wpg:grpSpPr>
                        <wps:wsp>
                          <wps:cNvPr id="28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4738" y="6540"/>
                              <a:ext cx="1367" cy="1801"/>
                            </a:xfrm>
                            <a:custGeom>
                              <a:avLst/>
                              <a:gdLst>
                                <a:gd name="T0" fmla="*/ 50 w 118"/>
                                <a:gd name="T1" fmla="*/ 16 h 157"/>
                                <a:gd name="T2" fmla="*/ 56 w 118"/>
                                <a:gd name="T3" fmla="*/ 25 h 157"/>
                                <a:gd name="T4" fmla="*/ 52 w 118"/>
                                <a:gd name="T5" fmla="*/ 48 h 157"/>
                                <a:gd name="T6" fmla="*/ 45 w 118"/>
                                <a:gd name="T7" fmla="*/ 41 h 157"/>
                                <a:gd name="T8" fmla="*/ 25 w 118"/>
                                <a:gd name="T9" fmla="*/ 45 h 157"/>
                                <a:gd name="T10" fmla="*/ 13 w 118"/>
                                <a:gd name="T11" fmla="*/ 48 h 157"/>
                                <a:gd name="T12" fmla="*/ 0 w 118"/>
                                <a:gd name="T13" fmla="*/ 36 h 157"/>
                                <a:gd name="T14" fmla="*/ 21 w 118"/>
                                <a:gd name="T15" fmla="*/ 33 h 157"/>
                                <a:gd name="T16" fmla="*/ 37 w 118"/>
                                <a:gd name="T17" fmla="*/ 22 h 157"/>
                                <a:gd name="T18" fmla="*/ 32 w 118"/>
                                <a:gd name="T19" fmla="*/ 11 h 157"/>
                                <a:gd name="T20" fmla="*/ 100 w 118"/>
                                <a:gd name="T21" fmla="*/ 58 h 157"/>
                                <a:gd name="T22" fmla="*/ 114 w 118"/>
                                <a:gd name="T23" fmla="*/ 63 h 157"/>
                                <a:gd name="T24" fmla="*/ 118 w 118"/>
                                <a:gd name="T25" fmla="*/ 71 h 157"/>
                                <a:gd name="T26" fmla="*/ 115 w 118"/>
                                <a:gd name="T27" fmla="*/ 78 h 157"/>
                                <a:gd name="T28" fmla="*/ 108 w 118"/>
                                <a:gd name="T29" fmla="*/ 89 h 157"/>
                                <a:gd name="T30" fmla="*/ 104 w 118"/>
                                <a:gd name="T31" fmla="*/ 98 h 157"/>
                                <a:gd name="T32" fmla="*/ 97 w 118"/>
                                <a:gd name="T33" fmla="*/ 111 h 157"/>
                                <a:gd name="T34" fmla="*/ 95 w 118"/>
                                <a:gd name="T35" fmla="*/ 116 h 157"/>
                                <a:gd name="T36" fmla="*/ 89 w 118"/>
                                <a:gd name="T37" fmla="*/ 120 h 157"/>
                                <a:gd name="T38" fmla="*/ 80 w 118"/>
                                <a:gd name="T39" fmla="*/ 114 h 157"/>
                                <a:gd name="T40" fmla="*/ 70 w 118"/>
                                <a:gd name="T41" fmla="*/ 106 h 157"/>
                                <a:gd name="T42" fmla="*/ 67 w 118"/>
                                <a:gd name="T43" fmla="*/ 104 h 157"/>
                                <a:gd name="T44" fmla="*/ 82 w 118"/>
                                <a:gd name="T45" fmla="*/ 106 h 157"/>
                                <a:gd name="T46" fmla="*/ 90 w 118"/>
                                <a:gd name="T47" fmla="*/ 68 h 157"/>
                                <a:gd name="T48" fmla="*/ 49 w 118"/>
                                <a:gd name="T49" fmla="*/ 73 h 157"/>
                                <a:gd name="T50" fmla="*/ 22 w 118"/>
                                <a:gd name="T51" fmla="*/ 87 h 157"/>
                                <a:gd name="T52" fmla="*/ 13 w 118"/>
                                <a:gd name="T53" fmla="*/ 83 h 157"/>
                                <a:gd name="T54" fmla="*/ 11 w 118"/>
                                <a:gd name="T55" fmla="*/ 73 h 157"/>
                                <a:gd name="T56" fmla="*/ 16 w 118"/>
                                <a:gd name="T57" fmla="*/ 75 h 157"/>
                                <a:gd name="T58" fmla="*/ 56 w 118"/>
                                <a:gd name="T59" fmla="*/ 65 h 157"/>
                                <a:gd name="T60" fmla="*/ 85 w 118"/>
                                <a:gd name="T61" fmla="*/ 60 h 157"/>
                                <a:gd name="T62" fmla="*/ 94 w 118"/>
                                <a:gd name="T63" fmla="*/ 58 h 157"/>
                                <a:gd name="T64" fmla="*/ 50 w 118"/>
                                <a:gd name="T65" fmla="*/ 75 h 157"/>
                                <a:gd name="T66" fmla="*/ 58 w 118"/>
                                <a:gd name="T67" fmla="*/ 78 h 157"/>
                                <a:gd name="T68" fmla="*/ 63 w 118"/>
                                <a:gd name="T69" fmla="*/ 104 h 157"/>
                                <a:gd name="T70" fmla="*/ 63 w 118"/>
                                <a:gd name="T71" fmla="*/ 134 h 157"/>
                                <a:gd name="T72" fmla="*/ 56 w 118"/>
                                <a:gd name="T73" fmla="*/ 157 h 157"/>
                                <a:gd name="T74" fmla="*/ 50 w 118"/>
                                <a:gd name="T75" fmla="*/ 143 h 157"/>
                                <a:gd name="T76" fmla="*/ 49 w 118"/>
                                <a:gd name="T77" fmla="*/ 79 h 157"/>
                                <a:gd name="T78" fmla="*/ 88 w 118"/>
                                <a:gd name="T79" fmla="*/ 0 h 157"/>
                                <a:gd name="T80" fmla="*/ 101 w 118"/>
                                <a:gd name="T81" fmla="*/ 9 h 157"/>
                                <a:gd name="T82" fmla="*/ 98 w 118"/>
                                <a:gd name="T83" fmla="*/ 16 h 157"/>
                                <a:gd name="T84" fmla="*/ 94 w 118"/>
                                <a:gd name="T85" fmla="*/ 24 h 157"/>
                                <a:gd name="T86" fmla="*/ 113 w 118"/>
                                <a:gd name="T87" fmla="*/ 33 h 157"/>
                                <a:gd name="T88" fmla="*/ 100 w 118"/>
                                <a:gd name="T89" fmla="*/ 37 h 157"/>
                                <a:gd name="T90" fmla="*/ 91 w 118"/>
                                <a:gd name="T91" fmla="*/ 34 h 157"/>
                                <a:gd name="T92" fmla="*/ 86 w 118"/>
                                <a:gd name="T93" fmla="*/ 41 h 157"/>
                                <a:gd name="T94" fmla="*/ 76 w 118"/>
                                <a:gd name="T95" fmla="*/ 51 h 157"/>
                                <a:gd name="T96" fmla="*/ 65 w 118"/>
                                <a:gd name="T97" fmla="*/ 57 h 157"/>
                                <a:gd name="T98" fmla="*/ 75 w 118"/>
                                <a:gd name="T99" fmla="*/ 40 h 157"/>
                                <a:gd name="T100" fmla="*/ 77 w 118"/>
                                <a:gd name="T101" fmla="*/ 32 h 157"/>
                                <a:gd name="T102" fmla="*/ 66 w 118"/>
                                <a:gd name="T103" fmla="*/ 33 h 157"/>
                                <a:gd name="T104" fmla="*/ 84 w 118"/>
                                <a:gd name="T105" fmla="*/ 9 h 157"/>
                                <a:gd name="T106" fmla="*/ 77 w 118"/>
                                <a:gd name="T107" fmla="*/ 2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8" h="157">
                                  <a:moveTo>
                                    <a:pt x="35" y="10"/>
                                  </a:moveTo>
                                  <a:cubicBezTo>
                                    <a:pt x="35" y="10"/>
                                    <a:pt x="36" y="10"/>
                                    <a:pt x="38" y="10"/>
                                  </a:cubicBezTo>
                                  <a:cubicBezTo>
                                    <a:pt x="40" y="10"/>
                                    <a:pt x="42" y="11"/>
                                    <a:pt x="45" y="12"/>
                                  </a:cubicBezTo>
                                  <a:cubicBezTo>
                                    <a:pt x="46" y="13"/>
                                    <a:pt x="48" y="14"/>
                                    <a:pt x="50" y="16"/>
                                  </a:cubicBezTo>
                                  <a:cubicBezTo>
                                    <a:pt x="52" y="17"/>
                                    <a:pt x="53" y="18"/>
                                    <a:pt x="53" y="19"/>
                                  </a:cubicBezTo>
                                  <a:cubicBezTo>
                                    <a:pt x="54" y="20"/>
                                    <a:pt x="54" y="20"/>
                                    <a:pt x="54" y="20"/>
                                  </a:cubicBezTo>
                                  <a:cubicBezTo>
                                    <a:pt x="54" y="21"/>
                                    <a:pt x="55" y="22"/>
                                    <a:pt x="55" y="23"/>
                                  </a:cubicBezTo>
                                  <a:cubicBezTo>
                                    <a:pt x="55" y="24"/>
                                    <a:pt x="55" y="25"/>
                                    <a:pt x="56" y="25"/>
                                  </a:cubicBezTo>
                                  <a:cubicBezTo>
                                    <a:pt x="56" y="25"/>
                                    <a:pt x="56" y="27"/>
                                    <a:pt x="56" y="31"/>
                                  </a:cubicBezTo>
                                  <a:cubicBezTo>
                                    <a:pt x="56" y="35"/>
                                    <a:pt x="56" y="37"/>
                                    <a:pt x="56" y="37"/>
                                  </a:cubicBezTo>
                                  <a:cubicBezTo>
                                    <a:pt x="54" y="42"/>
                                    <a:pt x="54" y="42"/>
                                    <a:pt x="54" y="42"/>
                                  </a:cubicBezTo>
                                  <a:cubicBezTo>
                                    <a:pt x="52" y="45"/>
                                    <a:pt x="52" y="47"/>
                                    <a:pt x="52" y="48"/>
                                  </a:cubicBezTo>
                                  <a:cubicBezTo>
                                    <a:pt x="52" y="48"/>
                                    <a:pt x="51" y="50"/>
                                    <a:pt x="50" y="52"/>
                                  </a:cubicBezTo>
                                  <a:cubicBezTo>
                                    <a:pt x="49" y="54"/>
                                    <a:pt x="49" y="55"/>
                                    <a:pt x="49" y="55"/>
                                  </a:cubicBezTo>
                                  <a:cubicBezTo>
                                    <a:pt x="48" y="52"/>
                                    <a:pt x="48" y="52"/>
                                    <a:pt x="48" y="52"/>
                                  </a:cubicBezTo>
                                  <a:cubicBezTo>
                                    <a:pt x="47" y="49"/>
                                    <a:pt x="46" y="45"/>
                                    <a:pt x="45" y="41"/>
                                  </a:cubicBezTo>
                                  <a:cubicBezTo>
                                    <a:pt x="44" y="38"/>
                                    <a:pt x="43" y="36"/>
                                    <a:pt x="42" y="36"/>
                                  </a:cubicBezTo>
                                  <a:cubicBezTo>
                                    <a:pt x="42" y="36"/>
                                    <a:pt x="39" y="37"/>
                                    <a:pt x="35" y="39"/>
                                  </a:cubicBezTo>
                                  <a:cubicBezTo>
                                    <a:pt x="33" y="40"/>
                                    <a:pt x="31" y="41"/>
                                    <a:pt x="29" y="42"/>
                                  </a:cubicBezTo>
                                  <a:cubicBezTo>
                                    <a:pt x="27" y="44"/>
                                    <a:pt x="26" y="45"/>
                                    <a:pt x="25" y="45"/>
                                  </a:cubicBezTo>
                                  <a:cubicBezTo>
                                    <a:pt x="24" y="46"/>
                                    <a:pt x="22" y="47"/>
                                    <a:pt x="21" y="48"/>
                                  </a:cubicBezTo>
                                  <a:cubicBezTo>
                                    <a:pt x="19" y="49"/>
                                    <a:pt x="17" y="49"/>
                                    <a:pt x="16" y="49"/>
                                  </a:cubicBezTo>
                                  <a:cubicBezTo>
                                    <a:pt x="15" y="49"/>
                                    <a:pt x="14" y="49"/>
                                    <a:pt x="14" y="48"/>
                                  </a:cubicBezTo>
                                  <a:cubicBezTo>
                                    <a:pt x="14" y="48"/>
                                    <a:pt x="13" y="48"/>
                                    <a:pt x="13" y="48"/>
                                  </a:cubicBezTo>
                                  <a:cubicBezTo>
                                    <a:pt x="12" y="48"/>
                                    <a:pt x="11" y="47"/>
                                    <a:pt x="10" y="47"/>
                                  </a:cubicBezTo>
                                  <a:cubicBezTo>
                                    <a:pt x="9" y="46"/>
                                    <a:pt x="8" y="45"/>
                                    <a:pt x="7" y="45"/>
                                  </a:cubicBezTo>
                                  <a:cubicBezTo>
                                    <a:pt x="5" y="42"/>
                                    <a:pt x="3" y="40"/>
                                    <a:pt x="2" y="39"/>
                                  </a:cubicBezTo>
                                  <a:cubicBezTo>
                                    <a:pt x="1" y="38"/>
                                    <a:pt x="0" y="37"/>
                                    <a:pt x="0" y="36"/>
                                  </a:cubicBezTo>
                                  <a:cubicBezTo>
                                    <a:pt x="0" y="35"/>
                                    <a:pt x="0" y="35"/>
                                    <a:pt x="0" y="35"/>
                                  </a:cubicBezTo>
                                  <a:cubicBezTo>
                                    <a:pt x="4" y="35"/>
                                    <a:pt x="4" y="35"/>
                                    <a:pt x="4" y="35"/>
                                  </a:cubicBezTo>
                                  <a:cubicBezTo>
                                    <a:pt x="7" y="35"/>
                                    <a:pt x="9" y="34"/>
                                    <a:pt x="13" y="34"/>
                                  </a:cubicBezTo>
                                  <a:cubicBezTo>
                                    <a:pt x="16" y="33"/>
                                    <a:pt x="18" y="33"/>
                                    <a:pt x="21" y="33"/>
                                  </a:cubicBezTo>
                                  <a:cubicBezTo>
                                    <a:pt x="40" y="31"/>
                                    <a:pt x="40" y="31"/>
                                    <a:pt x="40" y="31"/>
                                  </a:cubicBezTo>
                                  <a:cubicBezTo>
                                    <a:pt x="40" y="31"/>
                                    <a:pt x="41" y="31"/>
                                    <a:pt x="41" y="31"/>
                                  </a:cubicBezTo>
                                  <a:cubicBezTo>
                                    <a:pt x="41" y="30"/>
                                    <a:pt x="40" y="29"/>
                                    <a:pt x="39" y="27"/>
                                  </a:cubicBezTo>
                                  <a:cubicBezTo>
                                    <a:pt x="37" y="22"/>
                                    <a:pt x="37" y="22"/>
                                    <a:pt x="37" y="22"/>
                                  </a:cubicBezTo>
                                  <a:cubicBezTo>
                                    <a:pt x="37" y="20"/>
                                    <a:pt x="36" y="18"/>
                                    <a:pt x="35" y="17"/>
                                  </a:cubicBezTo>
                                  <a:cubicBezTo>
                                    <a:pt x="35" y="15"/>
                                    <a:pt x="34" y="14"/>
                                    <a:pt x="33" y="13"/>
                                  </a:cubicBezTo>
                                  <a:cubicBezTo>
                                    <a:pt x="32" y="12"/>
                                    <a:pt x="31" y="12"/>
                                    <a:pt x="31" y="11"/>
                                  </a:cubicBezTo>
                                  <a:cubicBezTo>
                                    <a:pt x="31" y="11"/>
                                    <a:pt x="32" y="11"/>
                                    <a:pt x="32" y="11"/>
                                  </a:cubicBezTo>
                                  <a:cubicBezTo>
                                    <a:pt x="33" y="11"/>
                                    <a:pt x="34" y="11"/>
                                    <a:pt x="35" y="10"/>
                                  </a:cubicBezTo>
                                  <a:cubicBezTo>
                                    <a:pt x="35" y="10"/>
                                    <a:pt x="35" y="10"/>
                                    <a:pt x="35" y="10"/>
                                  </a:cubicBezTo>
                                  <a:close/>
                                  <a:moveTo>
                                    <a:pt x="98" y="58"/>
                                  </a:moveTo>
                                  <a:cubicBezTo>
                                    <a:pt x="100" y="58"/>
                                    <a:pt x="100" y="58"/>
                                    <a:pt x="100" y="58"/>
                                  </a:cubicBezTo>
                                  <a:cubicBezTo>
                                    <a:pt x="101" y="58"/>
                                    <a:pt x="102" y="58"/>
                                    <a:pt x="103" y="59"/>
                                  </a:cubicBezTo>
                                  <a:cubicBezTo>
                                    <a:pt x="106" y="60"/>
                                    <a:pt x="106" y="60"/>
                                    <a:pt x="106" y="60"/>
                                  </a:cubicBezTo>
                                  <a:cubicBezTo>
                                    <a:pt x="107" y="60"/>
                                    <a:pt x="109" y="60"/>
                                    <a:pt x="110" y="61"/>
                                  </a:cubicBezTo>
                                  <a:cubicBezTo>
                                    <a:pt x="111" y="61"/>
                                    <a:pt x="112" y="62"/>
                                    <a:pt x="114" y="63"/>
                                  </a:cubicBezTo>
                                  <a:cubicBezTo>
                                    <a:pt x="115" y="65"/>
                                    <a:pt x="116" y="65"/>
                                    <a:pt x="116" y="66"/>
                                  </a:cubicBezTo>
                                  <a:cubicBezTo>
                                    <a:pt x="116" y="66"/>
                                    <a:pt x="116" y="67"/>
                                    <a:pt x="117" y="67"/>
                                  </a:cubicBezTo>
                                  <a:cubicBezTo>
                                    <a:pt x="118" y="68"/>
                                    <a:pt x="118" y="68"/>
                                    <a:pt x="118" y="69"/>
                                  </a:cubicBezTo>
                                  <a:cubicBezTo>
                                    <a:pt x="118" y="69"/>
                                    <a:pt x="118" y="70"/>
                                    <a:pt x="118" y="71"/>
                                  </a:cubicBezTo>
                                  <a:cubicBezTo>
                                    <a:pt x="118" y="73"/>
                                    <a:pt x="118" y="74"/>
                                    <a:pt x="118" y="74"/>
                                  </a:cubicBezTo>
                                  <a:cubicBezTo>
                                    <a:pt x="117" y="74"/>
                                    <a:pt x="117" y="75"/>
                                    <a:pt x="117" y="76"/>
                                  </a:cubicBezTo>
                                  <a:cubicBezTo>
                                    <a:pt x="116" y="77"/>
                                    <a:pt x="116" y="78"/>
                                    <a:pt x="116" y="78"/>
                                  </a:cubicBezTo>
                                  <a:cubicBezTo>
                                    <a:pt x="115" y="78"/>
                                    <a:pt x="115" y="78"/>
                                    <a:pt x="115" y="78"/>
                                  </a:cubicBezTo>
                                  <a:cubicBezTo>
                                    <a:pt x="115" y="79"/>
                                    <a:pt x="115" y="79"/>
                                    <a:pt x="114" y="79"/>
                                  </a:cubicBezTo>
                                  <a:cubicBezTo>
                                    <a:pt x="114" y="79"/>
                                    <a:pt x="113" y="80"/>
                                    <a:pt x="113" y="82"/>
                                  </a:cubicBezTo>
                                  <a:cubicBezTo>
                                    <a:pt x="111" y="84"/>
                                    <a:pt x="110" y="86"/>
                                    <a:pt x="110" y="86"/>
                                  </a:cubicBezTo>
                                  <a:cubicBezTo>
                                    <a:pt x="109" y="87"/>
                                    <a:pt x="109" y="88"/>
                                    <a:pt x="108" y="89"/>
                                  </a:cubicBezTo>
                                  <a:cubicBezTo>
                                    <a:pt x="108" y="90"/>
                                    <a:pt x="108" y="91"/>
                                    <a:pt x="108" y="91"/>
                                  </a:cubicBezTo>
                                  <a:cubicBezTo>
                                    <a:pt x="107" y="92"/>
                                    <a:pt x="107" y="93"/>
                                    <a:pt x="106" y="94"/>
                                  </a:cubicBezTo>
                                  <a:cubicBezTo>
                                    <a:pt x="105" y="95"/>
                                    <a:pt x="105" y="96"/>
                                    <a:pt x="105" y="97"/>
                                  </a:cubicBezTo>
                                  <a:cubicBezTo>
                                    <a:pt x="105" y="97"/>
                                    <a:pt x="105" y="97"/>
                                    <a:pt x="104" y="98"/>
                                  </a:cubicBezTo>
                                  <a:cubicBezTo>
                                    <a:pt x="103" y="99"/>
                                    <a:pt x="102" y="100"/>
                                    <a:pt x="102" y="101"/>
                                  </a:cubicBezTo>
                                  <a:cubicBezTo>
                                    <a:pt x="102" y="102"/>
                                    <a:pt x="102" y="102"/>
                                    <a:pt x="102" y="102"/>
                                  </a:cubicBezTo>
                                  <a:cubicBezTo>
                                    <a:pt x="101" y="103"/>
                                    <a:pt x="100" y="104"/>
                                    <a:pt x="99" y="106"/>
                                  </a:cubicBezTo>
                                  <a:cubicBezTo>
                                    <a:pt x="98" y="109"/>
                                    <a:pt x="97" y="110"/>
                                    <a:pt x="97" y="111"/>
                                  </a:cubicBezTo>
                                  <a:cubicBezTo>
                                    <a:pt x="97" y="112"/>
                                    <a:pt x="97" y="112"/>
                                    <a:pt x="97" y="112"/>
                                  </a:cubicBezTo>
                                  <a:cubicBezTo>
                                    <a:pt x="97" y="113"/>
                                    <a:pt x="96" y="113"/>
                                    <a:pt x="96" y="114"/>
                                  </a:cubicBezTo>
                                  <a:cubicBezTo>
                                    <a:pt x="96" y="115"/>
                                    <a:pt x="96" y="115"/>
                                    <a:pt x="95" y="116"/>
                                  </a:cubicBezTo>
                                  <a:cubicBezTo>
                                    <a:pt x="95" y="116"/>
                                    <a:pt x="95" y="116"/>
                                    <a:pt x="95" y="116"/>
                                  </a:cubicBezTo>
                                  <a:cubicBezTo>
                                    <a:pt x="95" y="117"/>
                                    <a:pt x="94" y="117"/>
                                    <a:pt x="94" y="118"/>
                                  </a:cubicBezTo>
                                  <a:cubicBezTo>
                                    <a:pt x="93" y="118"/>
                                    <a:pt x="93" y="119"/>
                                    <a:pt x="93" y="119"/>
                                  </a:cubicBezTo>
                                  <a:cubicBezTo>
                                    <a:pt x="92" y="119"/>
                                    <a:pt x="92" y="119"/>
                                    <a:pt x="92" y="119"/>
                                  </a:cubicBezTo>
                                  <a:cubicBezTo>
                                    <a:pt x="92" y="119"/>
                                    <a:pt x="91" y="120"/>
                                    <a:pt x="89" y="120"/>
                                  </a:cubicBezTo>
                                  <a:cubicBezTo>
                                    <a:pt x="87" y="121"/>
                                    <a:pt x="86" y="121"/>
                                    <a:pt x="85" y="121"/>
                                  </a:cubicBezTo>
                                  <a:cubicBezTo>
                                    <a:pt x="85" y="121"/>
                                    <a:pt x="84" y="120"/>
                                    <a:pt x="83" y="118"/>
                                  </a:cubicBezTo>
                                  <a:cubicBezTo>
                                    <a:pt x="83" y="118"/>
                                    <a:pt x="82" y="117"/>
                                    <a:pt x="81" y="116"/>
                                  </a:cubicBezTo>
                                  <a:cubicBezTo>
                                    <a:pt x="80" y="115"/>
                                    <a:pt x="80" y="115"/>
                                    <a:pt x="80" y="114"/>
                                  </a:cubicBezTo>
                                  <a:cubicBezTo>
                                    <a:pt x="80" y="114"/>
                                    <a:pt x="79" y="113"/>
                                    <a:pt x="77" y="111"/>
                                  </a:cubicBezTo>
                                  <a:cubicBezTo>
                                    <a:pt x="76" y="109"/>
                                    <a:pt x="75" y="109"/>
                                    <a:pt x="74" y="109"/>
                                  </a:cubicBezTo>
                                  <a:cubicBezTo>
                                    <a:pt x="74" y="109"/>
                                    <a:pt x="73" y="108"/>
                                    <a:pt x="72" y="108"/>
                                  </a:cubicBezTo>
                                  <a:cubicBezTo>
                                    <a:pt x="71" y="107"/>
                                    <a:pt x="70" y="107"/>
                                    <a:pt x="70" y="106"/>
                                  </a:cubicBezTo>
                                  <a:cubicBezTo>
                                    <a:pt x="69" y="105"/>
                                    <a:pt x="68" y="105"/>
                                    <a:pt x="67" y="104"/>
                                  </a:cubicBezTo>
                                  <a:cubicBezTo>
                                    <a:pt x="67" y="104"/>
                                    <a:pt x="67" y="104"/>
                                    <a:pt x="67" y="104"/>
                                  </a:cubicBezTo>
                                  <a:cubicBezTo>
                                    <a:pt x="66" y="104"/>
                                    <a:pt x="66" y="104"/>
                                    <a:pt x="66" y="104"/>
                                  </a:cubicBezTo>
                                  <a:cubicBezTo>
                                    <a:pt x="66" y="104"/>
                                    <a:pt x="66" y="104"/>
                                    <a:pt x="67" y="104"/>
                                  </a:cubicBezTo>
                                  <a:cubicBezTo>
                                    <a:pt x="68" y="104"/>
                                    <a:pt x="68" y="104"/>
                                    <a:pt x="69" y="104"/>
                                  </a:cubicBezTo>
                                  <a:cubicBezTo>
                                    <a:pt x="70" y="104"/>
                                    <a:pt x="71" y="105"/>
                                    <a:pt x="73" y="105"/>
                                  </a:cubicBezTo>
                                  <a:cubicBezTo>
                                    <a:pt x="75" y="105"/>
                                    <a:pt x="77" y="105"/>
                                    <a:pt x="79" y="105"/>
                                  </a:cubicBezTo>
                                  <a:cubicBezTo>
                                    <a:pt x="81" y="106"/>
                                    <a:pt x="82" y="106"/>
                                    <a:pt x="82" y="106"/>
                                  </a:cubicBezTo>
                                  <a:cubicBezTo>
                                    <a:pt x="82" y="105"/>
                                    <a:pt x="83" y="103"/>
                                    <a:pt x="85" y="97"/>
                                  </a:cubicBezTo>
                                  <a:cubicBezTo>
                                    <a:pt x="87" y="92"/>
                                    <a:pt x="88" y="88"/>
                                    <a:pt x="88" y="85"/>
                                  </a:cubicBezTo>
                                  <a:cubicBezTo>
                                    <a:pt x="90" y="78"/>
                                    <a:pt x="90" y="73"/>
                                    <a:pt x="90" y="70"/>
                                  </a:cubicBezTo>
                                  <a:cubicBezTo>
                                    <a:pt x="90" y="68"/>
                                    <a:pt x="90" y="68"/>
                                    <a:pt x="90" y="68"/>
                                  </a:cubicBezTo>
                                  <a:cubicBezTo>
                                    <a:pt x="88" y="67"/>
                                    <a:pt x="88" y="67"/>
                                    <a:pt x="88" y="67"/>
                                  </a:cubicBezTo>
                                  <a:cubicBezTo>
                                    <a:pt x="86" y="67"/>
                                    <a:pt x="84" y="67"/>
                                    <a:pt x="81" y="67"/>
                                  </a:cubicBezTo>
                                  <a:cubicBezTo>
                                    <a:pt x="78" y="67"/>
                                    <a:pt x="74" y="67"/>
                                    <a:pt x="70" y="68"/>
                                  </a:cubicBezTo>
                                  <a:cubicBezTo>
                                    <a:pt x="65" y="69"/>
                                    <a:pt x="58" y="71"/>
                                    <a:pt x="49" y="73"/>
                                  </a:cubicBezTo>
                                  <a:cubicBezTo>
                                    <a:pt x="41" y="76"/>
                                    <a:pt x="35" y="78"/>
                                    <a:pt x="32" y="80"/>
                                  </a:cubicBezTo>
                                  <a:cubicBezTo>
                                    <a:pt x="30" y="80"/>
                                    <a:pt x="29" y="81"/>
                                    <a:pt x="26" y="83"/>
                                  </a:cubicBezTo>
                                  <a:cubicBezTo>
                                    <a:pt x="24" y="84"/>
                                    <a:pt x="23" y="85"/>
                                    <a:pt x="23" y="86"/>
                                  </a:cubicBezTo>
                                  <a:cubicBezTo>
                                    <a:pt x="23" y="86"/>
                                    <a:pt x="22" y="87"/>
                                    <a:pt x="22" y="87"/>
                                  </a:cubicBezTo>
                                  <a:cubicBezTo>
                                    <a:pt x="22" y="87"/>
                                    <a:pt x="21" y="87"/>
                                    <a:pt x="20" y="87"/>
                                  </a:cubicBezTo>
                                  <a:cubicBezTo>
                                    <a:pt x="19" y="87"/>
                                    <a:pt x="18" y="87"/>
                                    <a:pt x="17" y="87"/>
                                  </a:cubicBezTo>
                                  <a:cubicBezTo>
                                    <a:pt x="17" y="87"/>
                                    <a:pt x="16" y="86"/>
                                    <a:pt x="15" y="85"/>
                                  </a:cubicBezTo>
                                  <a:cubicBezTo>
                                    <a:pt x="14" y="84"/>
                                    <a:pt x="13" y="83"/>
                                    <a:pt x="13" y="83"/>
                                  </a:cubicBezTo>
                                  <a:cubicBezTo>
                                    <a:pt x="13" y="82"/>
                                    <a:pt x="12" y="82"/>
                                    <a:pt x="12" y="81"/>
                                  </a:cubicBezTo>
                                  <a:cubicBezTo>
                                    <a:pt x="12" y="81"/>
                                    <a:pt x="12" y="80"/>
                                    <a:pt x="11" y="80"/>
                                  </a:cubicBezTo>
                                  <a:cubicBezTo>
                                    <a:pt x="10" y="79"/>
                                    <a:pt x="10" y="77"/>
                                    <a:pt x="10" y="76"/>
                                  </a:cubicBezTo>
                                  <a:cubicBezTo>
                                    <a:pt x="10" y="74"/>
                                    <a:pt x="10" y="74"/>
                                    <a:pt x="11" y="73"/>
                                  </a:cubicBezTo>
                                  <a:cubicBezTo>
                                    <a:pt x="11" y="73"/>
                                    <a:pt x="12" y="73"/>
                                    <a:pt x="13" y="72"/>
                                  </a:cubicBezTo>
                                  <a:cubicBezTo>
                                    <a:pt x="14" y="71"/>
                                    <a:pt x="14" y="71"/>
                                    <a:pt x="14" y="71"/>
                                  </a:cubicBezTo>
                                  <a:cubicBezTo>
                                    <a:pt x="14" y="73"/>
                                    <a:pt x="14" y="73"/>
                                    <a:pt x="14" y="73"/>
                                  </a:cubicBezTo>
                                  <a:cubicBezTo>
                                    <a:pt x="16" y="75"/>
                                    <a:pt x="16" y="75"/>
                                    <a:pt x="16" y="75"/>
                                  </a:cubicBezTo>
                                  <a:cubicBezTo>
                                    <a:pt x="20" y="75"/>
                                    <a:pt x="20" y="75"/>
                                    <a:pt x="20" y="75"/>
                                  </a:cubicBezTo>
                                  <a:cubicBezTo>
                                    <a:pt x="22" y="75"/>
                                    <a:pt x="24" y="74"/>
                                    <a:pt x="27" y="74"/>
                                  </a:cubicBezTo>
                                  <a:cubicBezTo>
                                    <a:pt x="29" y="73"/>
                                    <a:pt x="34" y="72"/>
                                    <a:pt x="40" y="70"/>
                                  </a:cubicBezTo>
                                  <a:cubicBezTo>
                                    <a:pt x="47" y="67"/>
                                    <a:pt x="52" y="66"/>
                                    <a:pt x="56" y="65"/>
                                  </a:cubicBezTo>
                                  <a:cubicBezTo>
                                    <a:pt x="60" y="64"/>
                                    <a:pt x="64" y="63"/>
                                    <a:pt x="68" y="63"/>
                                  </a:cubicBezTo>
                                  <a:cubicBezTo>
                                    <a:pt x="75" y="61"/>
                                    <a:pt x="75" y="61"/>
                                    <a:pt x="75" y="61"/>
                                  </a:cubicBezTo>
                                  <a:cubicBezTo>
                                    <a:pt x="80" y="61"/>
                                    <a:pt x="80" y="61"/>
                                    <a:pt x="80" y="61"/>
                                  </a:cubicBezTo>
                                  <a:cubicBezTo>
                                    <a:pt x="82" y="60"/>
                                    <a:pt x="84" y="60"/>
                                    <a:pt x="85" y="60"/>
                                  </a:cubicBezTo>
                                  <a:cubicBezTo>
                                    <a:pt x="88" y="59"/>
                                    <a:pt x="88" y="59"/>
                                    <a:pt x="88" y="59"/>
                                  </a:cubicBezTo>
                                  <a:cubicBezTo>
                                    <a:pt x="88" y="59"/>
                                    <a:pt x="89" y="59"/>
                                    <a:pt x="90" y="59"/>
                                  </a:cubicBezTo>
                                  <a:cubicBezTo>
                                    <a:pt x="90" y="59"/>
                                    <a:pt x="91" y="58"/>
                                    <a:pt x="92" y="58"/>
                                  </a:cubicBezTo>
                                  <a:cubicBezTo>
                                    <a:pt x="93" y="58"/>
                                    <a:pt x="93" y="58"/>
                                    <a:pt x="94" y="58"/>
                                  </a:cubicBezTo>
                                  <a:cubicBezTo>
                                    <a:pt x="94" y="58"/>
                                    <a:pt x="94" y="58"/>
                                    <a:pt x="95" y="58"/>
                                  </a:cubicBezTo>
                                  <a:cubicBezTo>
                                    <a:pt x="96" y="58"/>
                                    <a:pt x="96" y="58"/>
                                    <a:pt x="97" y="58"/>
                                  </a:cubicBezTo>
                                  <a:cubicBezTo>
                                    <a:pt x="97" y="57"/>
                                    <a:pt x="98" y="57"/>
                                    <a:pt x="98" y="58"/>
                                  </a:cubicBezTo>
                                  <a:close/>
                                  <a:moveTo>
                                    <a:pt x="50" y="75"/>
                                  </a:moveTo>
                                  <a:cubicBezTo>
                                    <a:pt x="50" y="75"/>
                                    <a:pt x="51" y="75"/>
                                    <a:pt x="51" y="76"/>
                                  </a:cubicBezTo>
                                  <a:cubicBezTo>
                                    <a:pt x="52" y="76"/>
                                    <a:pt x="53" y="76"/>
                                    <a:pt x="53" y="76"/>
                                  </a:cubicBezTo>
                                  <a:cubicBezTo>
                                    <a:pt x="54" y="76"/>
                                    <a:pt x="55" y="76"/>
                                    <a:pt x="56" y="76"/>
                                  </a:cubicBezTo>
                                  <a:cubicBezTo>
                                    <a:pt x="56" y="77"/>
                                    <a:pt x="57" y="77"/>
                                    <a:pt x="58" y="78"/>
                                  </a:cubicBezTo>
                                  <a:cubicBezTo>
                                    <a:pt x="58" y="78"/>
                                    <a:pt x="60" y="80"/>
                                    <a:pt x="62" y="82"/>
                                  </a:cubicBezTo>
                                  <a:cubicBezTo>
                                    <a:pt x="64" y="85"/>
                                    <a:pt x="64" y="85"/>
                                    <a:pt x="64" y="85"/>
                                  </a:cubicBezTo>
                                  <a:cubicBezTo>
                                    <a:pt x="64" y="90"/>
                                    <a:pt x="64" y="90"/>
                                    <a:pt x="64" y="90"/>
                                  </a:cubicBezTo>
                                  <a:cubicBezTo>
                                    <a:pt x="63" y="104"/>
                                    <a:pt x="63" y="104"/>
                                    <a:pt x="63" y="104"/>
                                  </a:cubicBezTo>
                                  <a:cubicBezTo>
                                    <a:pt x="63" y="105"/>
                                    <a:pt x="63" y="107"/>
                                    <a:pt x="63" y="109"/>
                                  </a:cubicBezTo>
                                  <a:cubicBezTo>
                                    <a:pt x="63" y="113"/>
                                    <a:pt x="63" y="113"/>
                                    <a:pt x="63" y="113"/>
                                  </a:cubicBezTo>
                                  <a:cubicBezTo>
                                    <a:pt x="62" y="126"/>
                                    <a:pt x="62" y="126"/>
                                    <a:pt x="62" y="126"/>
                                  </a:cubicBezTo>
                                  <a:cubicBezTo>
                                    <a:pt x="63" y="134"/>
                                    <a:pt x="63" y="134"/>
                                    <a:pt x="63" y="134"/>
                                  </a:cubicBezTo>
                                  <a:cubicBezTo>
                                    <a:pt x="63" y="137"/>
                                    <a:pt x="63" y="139"/>
                                    <a:pt x="63" y="143"/>
                                  </a:cubicBezTo>
                                  <a:cubicBezTo>
                                    <a:pt x="63" y="146"/>
                                    <a:pt x="63" y="148"/>
                                    <a:pt x="62" y="150"/>
                                  </a:cubicBezTo>
                                  <a:cubicBezTo>
                                    <a:pt x="62" y="152"/>
                                    <a:pt x="61" y="153"/>
                                    <a:pt x="60" y="155"/>
                                  </a:cubicBezTo>
                                  <a:cubicBezTo>
                                    <a:pt x="59" y="156"/>
                                    <a:pt x="58" y="157"/>
                                    <a:pt x="56" y="157"/>
                                  </a:cubicBezTo>
                                  <a:cubicBezTo>
                                    <a:pt x="55" y="157"/>
                                    <a:pt x="55" y="157"/>
                                    <a:pt x="55" y="157"/>
                                  </a:cubicBezTo>
                                  <a:cubicBezTo>
                                    <a:pt x="55" y="156"/>
                                    <a:pt x="54" y="156"/>
                                    <a:pt x="54" y="155"/>
                                  </a:cubicBezTo>
                                  <a:cubicBezTo>
                                    <a:pt x="52" y="153"/>
                                    <a:pt x="51" y="149"/>
                                    <a:pt x="50" y="146"/>
                                  </a:cubicBezTo>
                                  <a:cubicBezTo>
                                    <a:pt x="50" y="145"/>
                                    <a:pt x="50" y="144"/>
                                    <a:pt x="50" y="143"/>
                                  </a:cubicBezTo>
                                  <a:cubicBezTo>
                                    <a:pt x="50" y="141"/>
                                    <a:pt x="50" y="140"/>
                                    <a:pt x="50" y="138"/>
                                  </a:cubicBezTo>
                                  <a:cubicBezTo>
                                    <a:pt x="51" y="134"/>
                                    <a:pt x="51" y="125"/>
                                    <a:pt x="51" y="111"/>
                                  </a:cubicBezTo>
                                  <a:cubicBezTo>
                                    <a:pt x="51" y="99"/>
                                    <a:pt x="51" y="92"/>
                                    <a:pt x="51" y="88"/>
                                  </a:cubicBezTo>
                                  <a:cubicBezTo>
                                    <a:pt x="51" y="84"/>
                                    <a:pt x="50" y="81"/>
                                    <a:pt x="49" y="79"/>
                                  </a:cubicBezTo>
                                  <a:cubicBezTo>
                                    <a:pt x="49" y="78"/>
                                    <a:pt x="48" y="77"/>
                                    <a:pt x="48" y="76"/>
                                  </a:cubicBezTo>
                                  <a:cubicBezTo>
                                    <a:pt x="49" y="75"/>
                                    <a:pt x="49" y="75"/>
                                    <a:pt x="50" y="75"/>
                                  </a:cubicBezTo>
                                  <a:close/>
                                  <a:moveTo>
                                    <a:pt x="84" y="0"/>
                                  </a:moveTo>
                                  <a:cubicBezTo>
                                    <a:pt x="84" y="0"/>
                                    <a:pt x="85" y="0"/>
                                    <a:pt x="88" y="0"/>
                                  </a:cubicBezTo>
                                  <a:cubicBezTo>
                                    <a:pt x="91" y="0"/>
                                    <a:pt x="93" y="0"/>
                                    <a:pt x="95" y="0"/>
                                  </a:cubicBezTo>
                                  <a:cubicBezTo>
                                    <a:pt x="96" y="1"/>
                                    <a:pt x="97" y="1"/>
                                    <a:pt x="98" y="3"/>
                                  </a:cubicBezTo>
                                  <a:cubicBezTo>
                                    <a:pt x="99" y="4"/>
                                    <a:pt x="100" y="5"/>
                                    <a:pt x="101" y="7"/>
                                  </a:cubicBezTo>
                                  <a:cubicBezTo>
                                    <a:pt x="101" y="8"/>
                                    <a:pt x="101" y="8"/>
                                    <a:pt x="101" y="9"/>
                                  </a:cubicBezTo>
                                  <a:cubicBezTo>
                                    <a:pt x="101" y="11"/>
                                    <a:pt x="101" y="11"/>
                                    <a:pt x="101" y="11"/>
                                  </a:cubicBezTo>
                                  <a:cubicBezTo>
                                    <a:pt x="100" y="13"/>
                                    <a:pt x="100" y="13"/>
                                    <a:pt x="100" y="13"/>
                                  </a:cubicBezTo>
                                  <a:cubicBezTo>
                                    <a:pt x="100" y="14"/>
                                    <a:pt x="100" y="14"/>
                                    <a:pt x="100" y="14"/>
                                  </a:cubicBezTo>
                                  <a:cubicBezTo>
                                    <a:pt x="100" y="15"/>
                                    <a:pt x="99" y="15"/>
                                    <a:pt x="98" y="16"/>
                                  </a:cubicBezTo>
                                  <a:cubicBezTo>
                                    <a:pt x="98" y="17"/>
                                    <a:pt x="97" y="18"/>
                                    <a:pt x="97" y="18"/>
                                  </a:cubicBezTo>
                                  <a:cubicBezTo>
                                    <a:pt x="97" y="19"/>
                                    <a:pt x="97" y="19"/>
                                    <a:pt x="96" y="20"/>
                                  </a:cubicBezTo>
                                  <a:cubicBezTo>
                                    <a:pt x="96" y="21"/>
                                    <a:pt x="95" y="21"/>
                                    <a:pt x="95" y="22"/>
                                  </a:cubicBezTo>
                                  <a:cubicBezTo>
                                    <a:pt x="95" y="23"/>
                                    <a:pt x="94" y="23"/>
                                    <a:pt x="94" y="24"/>
                                  </a:cubicBezTo>
                                  <a:cubicBezTo>
                                    <a:pt x="94" y="24"/>
                                    <a:pt x="94" y="25"/>
                                    <a:pt x="96" y="25"/>
                                  </a:cubicBezTo>
                                  <a:cubicBezTo>
                                    <a:pt x="100" y="25"/>
                                    <a:pt x="103" y="26"/>
                                    <a:pt x="106" y="27"/>
                                  </a:cubicBezTo>
                                  <a:cubicBezTo>
                                    <a:pt x="108" y="28"/>
                                    <a:pt x="110" y="29"/>
                                    <a:pt x="111" y="30"/>
                                  </a:cubicBezTo>
                                  <a:cubicBezTo>
                                    <a:pt x="112" y="32"/>
                                    <a:pt x="113" y="33"/>
                                    <a:pt x="113" y="33"/>
                                  </a:cubicBezTo>
                                  <a:cubicBezTo>
                                    <a:pt x="113" y="34"/>
                                    <a:pt x="112" y="35"/>
                                    <a:pt x="111" y="36"/>
                                  </a:cubicBezTo>
                                  <a:cubicBezTo>
                                    <a:pt x="109" y="38"/>
                                    <a:pt x="109" y="38"/>
                                    <a:pt x="109" y="38"/>
                                  </a:cubicBezTo>
                                  <a:cubicBezTo>
                                    <a:pt x="104" y="38"/>
                                    <a:pt x="104" y="38"/>
                                    <a:pt x="104" y="38"/>
                                  </a:cubicBezTo>
                                  <a:cubicBezTo>
                                    <a:pt x="102" y="38"/>
                                    <a:pt x="101" y="38"/>
                                    <a:pt x="100" y="37"/>
                                  </a:cubicBezTo>
                                  <a:cubicBezTo>
                                    <a:pt x="99" y="37"/>
                                    <a:pt x="98" y="37"/>
                                    <a:pt x="96" y="36"/>
                                  </a:cubicBezTo>
                                  <a:cubicBezTo>
                                    <a:pt x="95" y="36"/>
                                    <a:pt x="94" y="35"/>
                                    <a:pt x="94" y="35"/>
                                  </a:cubicBezTo>
                                  <a:cubicBezTo>
                                    <a:pt x="93" y="34"/>
                                    <a:pt x="92" y="34"/>
                                    <a:pt x="92" y="34"/>
                                  </a:cubicBezTo>
                                  <a:cubicBezTo>
                                    <a:pt x="91" y="34"/>
                                    <a:pt x="91" y="34"/>
                                    <a:pt x="91" y="34"/>
                                  </a:cubicBezTo>
                                  <a:cubicBezTo>
                                    <a:pt x="90" y="34"/>
                                    <a:pt x="90" y="34"/>
                                    <a:pt x="90" y="35"/>
                                  </a:cubicBezTo>
                                  <a:cubicBezTo>
                                    <a:pt x="90" y="35"/>
                                    <a:pt x="89" y="35"/>
                                    <a:pt x="89" y="36"/>
                                  </a:cubicBezTo>
                                  <a:cubicBezTo>
                                    <a:pt x="87" y="39"/>
                                    <a:pt x="87" y="39"/>
                                    <a:pt x="87" y="39"/>
                                  </a:cubicBezTo>
                                  <a:cubicBezTo>
                                    <a:pt x="86" y="40"/>
                                    <a:pt x="86" y="41"/>
                                    <a:pt x="86" y="41"/>
                                  </a:cubicBezTo>
                                  <a:cubicBezTo>
                                    <a:pt x="86" y="42"/>
                                    <a:pt x="86" y="42"/>
                                    <a:pt x="85" y="42"/>
                                  </a:cubicBezTo>
                                  <a:cubicBezTo>
                                    <a:pt x="85" y="42"/>
                                    <a:pt x="84" y="43"/>
                                    <a:pt x="82" y="45"/>
                                  </a:cubicBezTo>
                                  <a:cubicBezTo>
                                    <a:pt x="80" y="48"/>
                                    <a:pt x="79" y="49"/>
                                    <a:pt x="78" y="50"/>
                                  </a:cubicBezTo>
                                  <a:cubicBezTo>
                                    <a:pt x="76" y="51"/>
                                    <a:pt x="76" y="51"/>
                                    <a:pt x="76" y="51"/>
                                  </a:cubicBezTo>
                                  <a:cubicBezTo>
                                    <a:pt x="75" y="52"/>
                                    <a:pt x="74" y="52"/>
                                    <a:pt x="73" y="53"/>
                                  </a:cubicBezTo>
                                  <a:cubicBezTo>
                                    <a:pt x="72" y="54"/>
                                    <a:pt x="71" y="54"/>
                                    <a:pt x="70" y="55"/>
                                  </a:cubicBezTo>
                                  <a:cubicBezTo>
                                    <a:pt x="68" y="55"/>
                                    <a:pt x="67" y="55"/>
                                    <a:pt x="66" y="56"/>
                                  </a:cubicBezTo>
                                  <a:cubicBezTo>
                                    <a:pt x="66" y="56"/>
                                    <a:pt x="65" y="57"/>
                                    <a:pt x="65" y="57"/>
                                  </a:cubicBezTo>
                                  <a:cubicBezTo>
                                    <a:pt x="64" y="57"/>
                                    <a:pt x="64" y="57"/>
                                    <a:pt x="64" y="57"/>
                                  </a:cubicBezTo>
                                  <a:cubicBezTo>
                                    <a:pt x="64" y="57"/>
                                    <a:pt x="65" y="56"/>
                                    <a:pt x="66" y="54"/>
                                  </a:cubicBezTo>
                                  <a:cubicBezTo>
                                    <a:pt x="68" y="51"/>
                                    <a:pt x="70" y="49"/>
                                    <a:pt x="70" y="48"/>
                                  </a:cubicBezTo>
                                  <a:cubicBezTo>
                                    <a:pt x="72" y="45"/>
                                    <a:pt x="73" y="43"/>
                                    <a:pt x="75" y="40"/>
                                  </a:cubicBezTo>
                                  <a:cubicBezTo>
                                    <a:pt x="76" y="37"/>
                                    <a:pt x="78" y="34"/>
                                    <a:pt x="78" y="33"/>
                                  </a:cubicBezTo>
                                  <a:cubicBezTo>
                                    <a:pt x="78" y="32"/>
                                    <a:pt x="78" y="32"/>
                                    <a:pt x="78" y="32"/>
                                  </a:cubicBezTo>
                                  <a:cubicBezTo>
                                    <a:pt x="78" y="32"/>
                                    <a:pt x="78" y="32"/>
                                    <a:pt x="78" y="32"/>
                                  </a:cubicBezTo>
                                  <a:cubicBezTo>
                                    <a:pt x="78" y="32"/>
                                    <a:pt x="77" y="32"/>
                                    <a:pt x="77" y="32"/>
                                  </a:cubicBezTo>
                                  <a:cubicBezTo>
                                    <a:pt x="75" y="32"/>
                                    <a:pt x="74" y="32"/>
                                    <a:pt x="73" y="32"/>
                                  </a:cubicBezTo>
                                  <a:cubicBezTo>
                                    <a:pt x="72" y="32"/>
                                    <a:pt x="72" y="32"/>
                                    <a:pt x="72" y="32"/>
                                  </a:cubicBezTo>
                                  <a:cubicBezTo>
                                    <a:pt x="72" y="32"/>
                                    <a:pt x="71" y="32"/>
                                    <a:pt x="69" y="32"/>
                                  </a:cubicBezTo>
                                  <a:cubicBezTo>
                                    <a:pt x="67" y="32"/>
                                    <a:pt x="66" y="33"/>
                                    <a:pt x="66" y="33"/>
                                  </a:cubicBezTo>
                                  <a:cubicBezTo>
                                    <a:pt x="65" y="32"/>
                                    <a:pt x="67" y="31"/>
                                    <a:pt x="72" y="30"/>
                                  </a:cubicBezTo>
                                  <a:cubicBezTo>
                                    <a:pt x="75" y="29"/>
                                    <a:pt x="77" y="29"/>
                                    <a:pt x="78" y="28"/>
                                  </a:cubicBezTo>
                                  <a:cubicBezTo>
                                    <a:pt x="80" y="28"/>
                                    <a:pt x="81" y="27"/>
                                    <a:pt x="81" y="27"/>
                                  </a:cubicBezTo>
                                  <a:cubicBezTo>
                                    <a:pt x="83" y="18"/>
                                    <a:pt x="84" y="12"/>
                                    <a:pt x="84" y="9"/>
                                  </a:cubicBezTo>
                                  <a:cubicBezTo>
                                    <a:pt x="84" y="7"/>
                                    <a:pt x="84" y="6"/>
                                    <a:pt x="83" y="5"/>
                                  </a:cubicBezTo>
                                  <a:cubicBezTo>
                                    <a:pt x="83" y="5"/>
                                    <a:pt x="82" y="4"/>
                                    <a:pt x="80" y="4"/>
                                  </a:cubicBezTo>
                                  <a:cubicBezTo>
                                    <a:pt x="79" y="4"/>
                                    <a:pt x="78" y="4"/>
                                    <a:pt x="77" y="3"/>
                                  </a:cubicBezTo>
                                  <a:cubicBezTo>
                                    <a:pt x="77" y="3"/>
                                    <a:pt x="77" y="3"/>
                                    <a:pt x="77" y="2"/>
                                  </a:cubicBezTo>
                                  <a:cubicBezTo>
                                    <a:pt x="78" y="1"/>
                                    <a:pt x="79" y="1"/>
                                    <a:pt x="81" y="1"/>
                                  </a:cubicBezTo>
                                  <a:cubicBezTo>
                                    <a:pt x="82" y="1"/>
                                    <a:pt x="83" y="0"/>
                                    <a:pt x="83" y="0"/>
                                  </a:cubicBezTo>
                                  <a:cubicBezTo>
                                    <a:pt x="84" y="0"/>
                                    <a:pt x="84" y="0"/>
                                    <a:pt x="8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9" name="Freeform 20"/>
                          <wps:cNvSpPr>
                            <a:spLocks noEditPoints="1"/>
                          </wps:cNvSpPr>
                          <wps:spPr bwMode="auto">
                            <a:xfrm>
                              <a:off x="6003" y="7903"/>
                              <a:ext cx="1124" cy="1296"/>
                            </a:xfrm>
                            <a:custGeom>
                              <a:avLst/>
                              <a:gdLst>
                                <a:gd name="T0" fmla="*/ 0 w 97"/>
                                <a:gd name="T1" fmla="*/ 13 h 113"/>
                                <a:gd name="T2" fmla="*/ 13 w 97"/>
                                <a:gd name="T3" fmla="*/ 18 h 113"/>
                                <a:gd name="T4" fmla="*/ 17 w 97"/>
                                <a:gd name="T5" fmla="*/ 37 h 113"/>
                                <a:gd name="T6" fmla="*/ 17 w 97"/>
                                <a:gd name="T7" fmla="*/ 49 h 113"/>
                                <a:gd name="T8" fmla="*/ 18 w 97"/>
                                <a:gd name="T9" fmla="*/ 81 h 113"/>
                                <a:gd name="T10" fmla="*/ 16 w 97"/>
                                <a:gd name="T11" fmla="*/ 97 h 113"/>
                                <a:gd name="T12" fmla="*/ 15 w 97"/>
                                <a:gd name="T13" fmla="*/ 101 h 113"/>
                                <a:gd name="T14" fmla="*/ 9 w 97"/>
                                <a:gd name="T15" fmla="*/ 98 h 113"/>
                                <a:gd name="T16" fmla="*/ 5 w 97"/>
                                <a:gd name="T17" fmla="*/ 90 h 113"/>
                                <a:gd name="T18" fmla="*/ 5 w 97"/>
                                <a:gd name="T19" fmla="*/ 29 h 113"/>
                                <a:gd name="T20" fmla="*/ 0 w 97"/>
                                <a:gd name="T21" fmla="*/ 14 h 113"/>
                                <a:gd name="T22" fmla="*/ 72 w 97"/>
                                <a:gd name="T23" fmla="*/ 0 h 113"/>
                                <a:gd name="T24" fmla="*/ 97 w 97"/>
                                <a:gd name="T25" fmla="*/ 9 h 113"/>
                                <a:gd name="T26" fmla="*/ 97 w 97"/>
                                <a:gd name="T27" fmla="*/ 24 h 113"/>
                                <a:gd name="T28" fmla="*/ 96 w 97"/>
                                <a:gd name="T29" fmla="*/ 35 h 113"/>
                                <a:gd name="T30" fmla="*/ 94 w 97"/>
                                <a:gd name="T31" fmla="*/ 52 h 113"/>
                                <a:gd name="T32" fmla="*/ 93 w 97"/>
                                <a:gd name="T33" fmla="*/ 77 h 113"/>
                                <a:gd name="T34" fmla="*/ 94 w 97"/>
                                <a:gd name="T35" fmla="*/ 95 h 113"/>
                                <a:gd name="T36" fmla="*/ 92 w 97"/>
                                <a:gd name="T37" fmla="*/ 110 h 113"/>
                                <a:gd name="T38" fmla="*/ 85 w 97"/>
                                <a:gd name="T39" fmla="*/ 113 h 113"/>
                                <a:gd name="T40" fmla="*/ 78 w 97"/>
                                <a:gd name="T41" fmla="*/ 108 h 113"/>
                                <a:gd name="T42" fmla="*/ 65 w 97"/>
                                <a:gd name="T43" fmla="*/ 95 h 113"/>
                                <a:gd name="T44" fmla="*/ 61 w 97"/>
                                <a:gd name="T45" fmla="*/ 92 h 113"/>
                                <a:gd name="T46" fmla="*/ 55 w 97"/>
                                <a:gd name="T47" fmla="*/ 94 h 113"/>
                                <a:gd name="T48" fmla="*/ 28 w 97"/>
                                <a:gd name="T49" fmla="*/ 94 h 113"/>
                                <a:gd name="T50" fmla="*/ 22 w 97"/>
                                <a:gd name="T51" fmla="*/ 92 h 113"/>
                                <a:gd name="T52" fmla="*/ 23 w 97"/>
                                <a:gd name="T53" fmla="*/ 91 h 113"/>
                                <a:gd name="T54" fmla="*/ 44 w 97"/>
                                <a:gd name="T55" fmla="*/ 86 h 113"/>
                                <a:gd name="T56" fmla="*/ 58 w 97"/>
                                <a:gd name="T57" fmla="*/ 88 h 113"/>
                                <a:gd name="T58" fmla="*/ 75 w 97"/>
                                <a:gd name="T59" fmla="*/ 93 h 113"/>
                                <a:gd name="T60" fmla="*/ 78 w 97"/>
                                <a:gd name="T61" fmla="*/ 66 h 113"/>
                                <a:gd name="T62" fmla="*/ 76 w 97"/>
                                <a:gd name="T63" fmla="*/ 12 h 113"/>
                                <a:gd name="T64" fmla="*/ 65 w 97"/>
                                <a:gd name="T65" fmla="*/ 13 h 113"/>
                                <a:gd name="T66" fmla="*/ 37 w 97"/>
                                <a:gd name="T67" fmla="*/ 16 h 113"/>
                                <a:gd name="T68" fmla="*/ 22 w 97"/>
                                <a:gd name="T69" fmla="*/ 9 h 113"/>
                                <a:gd name="T70" fmla="*/ 37 w 97"/>
                                <a:gd name="T71" fmla="*/ 7 h 113"/>
                                <a:gd name="T72" fmla="*/ 72 w 97"/>
                                <a:gd name="T73" fmla="*/ 0 h 113"/>
                                <a:gd name="T74" fmla="*/ 46 w 97"/>
                                <a:gd name="T75" fmla="*/ 30 h 113"/>
                                <a:gd name="T76" fmla="*/ 57 w 97"/>
                                <a:gd name="T77" fmla="*/ 35 h 113"/>
                                <a:gd name="T78" fmla="*/ 56 w 97"/>
                                <a:gd name="T79" fmla="*/ 39 h 113"/>
                                <a:gd name="T80" fmla="*/ 49 w 97"/>
                                <a:gd name="T81" fmla="*/ 43 h 113"/>
                                <a:gd name="T82" fmla="*/ 41 w 97"/>
                                <a:gd name="T83" fmla="*/ 47 h 113"/>
                                <a:gd name="T84" fmla="*/ 37 w 97"/>
                                <a:gd name="T85" fmla="*/ 50 h 113"/>
                                <a:gd name="T86" fmla="*/ 31 w 97"/>
                                <a:gd name="T87" fmla="*/ 58 h 113"/>
                                <a:gd name="T88" fmla="*/ 38 w 97"/>
                                <a:gd name="T89" fmla="*/ 57 h 113"/>
                                <a:gd name="T90" fmla="*/ 53 w 97"/>
                                <a:gd name="T91" fmla="*/ 60 h 113"/>
                                <a:gd name="T92" fmla="*/ 56 w 97"/>
                                <a:gd name="T93" fmla="*/ 62 h 113"/>
                                <a:gd name="T94" fmla="*/ 49 w 97"/>
                                <a:gd name="T95" fmla="*/ 74 h 113"/>
                                <a:gd name="T96" fmla="*/ 40 w 97"/>
                                <a:gd name="T97" fmla="*/ 79 h 113"/>
                                <a:gd name="T98" fmla="*/ 28 w 97"/>
                                <a:gd name="T99" fmla="*/ 82 h 113"/>
                                <a:gd name="T100" fmla="*/ 41 w 97"/>
                                <a:gd name="T101" fmla="*/ 67 h 113"/>
                                <a:gd name="T102" fmla="*/ 36 w 97"/>
                                <a:gd name="T103" fmla="*/ 66 h 113"/>
                                <a:gd name="T104" fmla="*/ 28 w 97"/>
                                <a:gd name="T105" fmla="*/ 60 h 113"/>
                                <a:gd name="T106" fmla="*/ 28 w 97"/>
                                <a:gd name="T107" fmla="*/ 56 h 113"/>
                                <a:gd name="T108" fmla="*/ 35 w 97"/>
                                <a:gd name="T109" fmla="*/ 44 h 113"/>
                                <a:gd name="T110" fmla="*/ 30 w 97"/>
                                <a:gd name="T111" fmla="*/ 39 h 113"/>
                                <a:gd name="T112" fmla="*/ 24 w 97"/>
                                <a:gd name="T113" fmla="*/ 34 h 113"/>
                                <a:gd name="T114" fmla="*/ 39 w 97"/>
                                <a:gd name="T115" fmla="*/ 29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97" h="113">
                                  <a:moveTo>
                                    <a:pt x="0" y="13"/>
                                  </a:moveTo>
                                  <a:cubicBezTo>
                                    <a:pt x="0" y="13"/>
                                    <a:pt x="0" y="13"/>
                                    <a:pt x="0" y="13"/>
                                  </a:cubicBezTo>
                                  <a:cubicBezTo>
                                    <a:pt x="0" y="13"/>
                                    <a:pt x="0" y="13"/>
                                    <a:pt x="0" y="13"/>
                                  </a:cubicBezTo>
                                  <a:cubicBezTo>
                                    <a:pt x="1" y="13"/>
                                    <a:pt x="2" y="14"/>
                                    <a:pt x="5" y="14"/>
                                  </a:cubicBezTo>
                                  <a:cubicBezTo>
                                    <a:pt x="7" y="15"/>
                                    <a:pt x="8" y="15"/>
                                    <a:pt x="10" y="16"/>
                                  </a:cubicBezTo>
                                  <a:cubicBezTo>
                                    <a:pt x="11" y="16"/>
                                    <a:pt x="12" y="17"/>
                                    <a:pt x="13" y="18"/>
                                  </a:cubicBezTo>
                                  <a:cubicBezTo>
                                    <a:pt x="14" y="20"/>
                                    <a:pt x="14" y="21"/>
                                    <a:pt x="15" y="22"/>
                                  </a:cubicBezTo>
                                  <a:cubicBezTo>
                                    <a:pt x="16" y="23"/>
                                    <a:pt x="16" y="25"/>
                                    <a:pt x="16" y="28"/>
                                  </a:cubicBezTo>
                                  <a:cubicBezTo>
                                    <a:pt x="16" y="31"/>
                                    <a:pt x="17" y="34"/>
                                    <a:pt x="17" y="37"/>
                                  </a:cubicBezTo>
                                  <a:cubicBezTo>
                                    <a:pt x="17" y="39"/>
                                    <a:pt x="16" y="41"/>
                                    <a:pt x="16" y="41"/>
                                  </a:cubicBezTo>
                                  <a:cubicBezTo>
                                    <a:pt x="16" y="42"/>
                                    <a:pt x="16" y="43"/>
                                    <a:pt x="16" y="45"/>
                                  </a:cubicBezTo>
                                  <a:cubicBezTo>
                                    <a:pt x="17" y="49"/>
                                    <a:pt x="17" y="49"/>
                                    <a:pt x="17" y="49"/>
                                  </a:cubicBezTo>
                                  <a:cubicBezTo>
                                    <a:pt x="17" y="54"/>
                                    <a:pt x="17" y="59"/>
                                    <a:pt x="17" y="62"/>
                                  </a:cubicBezTo>
                                  <a:cubicBezTo>
                                    <a:pt x="17" y="65"/>
                                    <a:pt x="17" y="68"/>
                                    <a:pt x="17" y="70"/>
                                  </a:cubicBezTo>
                                  <a:cubicBezTo>
                                    <a:pt x="18" y="74"/>
                                    <a:pt x="18" y="77"/>
                                    <a:pt x="18" y="81"/>
                                  </a:cubicBezTo>
                                  <a:cubicBezTo>
                                    <a:pt x="18" y="85"/>
                                    <a:pt x="18" y="88"/>
                                    <a:pt x="17" y="91"/>
                                  </a:cubicBezTo>
                                  <a:cubicBezTo>
                                    <a:pt x="17" y="92"/>
                                    <a:pt x="16" y="94"/>
                                    <a:pt x="16" y="95"/>
                                  </a:cubicBezTo>
                                  <a:cubicBezTo>
                                    <a:pt x="16" y="96"/>
                                    <a:pt x="16" y="97"/>
                                    <a:pt x="16" y="97"/>
                                  </a:cubicBezTo>
                                  <a:cubicBezTo>
                                    <a:pt x="16" y="98"/>
                                    <a:pt x="16" y="99"/>
                                    <a:pt x="16" y="99"/>
                                  </a:cubicBezTo>
                                  <a:cubicBezTo>
                                    <a:pt x="16" y="100"/>
                                    <a:pt x="16" y="100"/>
                                    <a:pt x="16" y="101"/>
                                  </a:cubicBezTo>
                                  <a:cubicBezTo>
                                    <a:pt x="16" y="101"/>
                                    <a:pt x="15" y="101"/>
                                    <a:pt x="15" y="101"/>
                                  </a:cubicBezTo>
                                  <a:cubicBezTo>
                                    <a:pt x="15" y="102"/>
                                    <a:pt x="15" y="101"/>
                                    <a:pt x="15" y="101"/>
                                  </a:cubicBezTo>
                                  <a:cubicBezTo>
                                    <a:pt x="14" y="101"/>
                                    <a:pt x="13" y="101"/>
                                    <a:pt x="13" y="101"/>
                                  </a:cubicBezTo>
                                  <a:cubicBezTo>
                                    <a:pt x="12" y="101"/>
                                    <a:pt x="11" y="100"/>
                                    <a:pt x="9" y="98"/>
                                  </a:cubicBezTo>
                                  <a:cubicBezTo>
                                    <a:pt x="8" y="97"/>
                                    <a:pt x="7" y="96"/>
                                    <a:pt x="7" y="95"/>
                                  </a:cubicBezTo>
                                  <a:cubicBezTo>
                                    <a:pt x="7" y="95"/>
                                    <a:pt x="6" y="94"/>
                                    <a:pt x="6" y="94"/>
                                  </a:cubicBezTo>
                                  <a:cubicBezTo>
                                    <a:pt x="5" y="94"/>
                                    <a:pt x="5" y="93"/>
                                    <a:pt x="5" y="90"/>
                                  </a:cubicBezTo>
                                  <a:cubicBezTo>
                                    <a:pt x="5" y="88"/>
                                    <a:pt x="5" y="83"/>
                                    <a:pt x="6" y="76"/>
                                  </a:cubicBezTo>
                                  <a:cubicBezTo>
                                    <a:pt x="7" y="70"/>
                                    <a:pt x="7" y="63"/>
                                    <a:pt x="7" y="56"/>
                                  </a:cubicBezTo>
                                  <a:cubicBezTo>
                                    <a:pt x="7" y="47"/>
                                    <a:pt x="7" y="38"/>
                                    <a:pt x="5" y="29"/>
                                  </a:cubicBezTo>
                                  <a:cubicBezTo>
                                    <a:pt x="5" y="25"/>
                                    <a:pt x="5" y="22"/>
                                    <a:pt x="4" y="21"/>
                                  </a:cubicBezTo>
                                  <a:cubicBezTo>
                                    <a:pt x="4" y="19"/>
                                    <a:pt x="3" y="17"/>
                                    <a:pt x="2" y="16"/>
                                  </a:cubicBezTo>
                                  <a:cubicBezTo>
                                    <a:pt x="2" y="16"/>
                                    <a:pt x="1" y="15"/>
                                    <a:pt x="0" y="14"/>
                                  </a:cubicBezTo>
                                  <a:cubicBezTo>
                                    <a:pt x="0" y="14"/>
                                    <a:pt x="0" y="14"/>
                                    <a:pt x="0" y="13"/>
                                  </a:cubicBezTo>
                                  <a:cubicBezTo>
                                    <a:pt x="0" y="13"/>
                                    <a:pt x="0" y="13"/>
                                    <a:pt x="0" y="13"/>
                                  </a:cubicBezTo>
                                  <a:close/>
                                  <a:moveTo>
                                    <a:pt x="72" y="0"/>
                                  </a:moveTo>
                                  <a:cubicBezTo>
                                    <a:pt x="77" y="0"/>
                                    <a:pt x="81" y="0"/>
                                    <a:pt x="84" y="1"/>
                                  </a:cubicBezTo>
                                  <a:cubicBezTo>
                                    <a:pt x="87" y="2"/>
                                    <a:pt x="90" y="4"/>
                                    <a:pt x="94" y="7"/>
                                  </a:cubicBezTo>
                                  <a:cubicBezTo>
                                    <a:pt x="95" y="8"/>
                                    <a:pt x="96" y="9"/>
                                    <a:pt x="97" y="9"/>
                                  </a:cubicBezTo>
                                  <a:cubicBezTo>
                                    <a:pt x="97" y="10"/>
                                    <a:pt x="97" y="11"/>
                                    <a:pt x="97" y="12"/>
                                  </a:cubicBezTo>
                                  <a:cubicBezTo>
                                    <a:pt x="97" y="13"/>
                                    <a:pt x="97" y="15"/>
                                    <a:pt x="97" y="17"/>
                                  </a:cubicBezTo>
                                  <a:cubicBezTo>
                                    <a:pt x="97" y="21"/>
                                    <a:pt x="97" y="23"/>
                                    <a:pt x="97" y="24"/>
                                  </a:cubicBezTo>
                                  <a:cubicBezTo>
                                    <a:pt x="97" y="25"/>
                                    <a:pt x="97" y="26"/>
                                    <a:pt x="97" y="26"/>
                                  </a:cubicBezTo>
                                  <a:cubicBezTo>
                                    <a:pt x="96" y="32"/>
                                    <a:pt x="96" y="32"/>
                                    <a:pt x="96" y="32"/>
                                  </a:cubicBezTo>
                                  <a:cubicBezTo>
                                    <a:pt x="96" y="33"/>
                                    <a:pt x="96" y="34"/>
                                    <a:pt x="96" y="35"/>
                                  </a:cubicBezTo>
                                  <a:cubicBezTo>
                                    <a:pt x="96" y="37"/>
                                    <a:pt x="96" y="38"/>
                                    <a:pt x="96" y="38"/>
                                  </a:cubicBezTo>
                                  <a:cubicBezTo>
                                    <a:pt x="95" y="42"/>
                                    <a:pt x="95" y="44"/>
                                    <a:pt x="95" y="44"/>
                                  </a:cubicBezTo>
                                  <a:cubicBezTo>
                                    <a:pt x="94" y="48"/>
                                    <a:pt x="94" y="51"/>
                                    <a:pt x="94" y="52"/>
                                  </a:cubicBezTo>
                                  <a:cubicBezTo>
                                    <a:pt x="94" y="52"/>
                                    <a:pt x="94" y="53"/>
                                    <a:pt x="94" y="55"/>
                                  </a:cubicBezTo>
                                  <a:cubicBezTo>
                                    <a:pt x="93" y="57"/>
                                    <a:pt x="94" y="59"/>
                                    <a:pt x="94" y="62"/>
                                  </a:cubicBezTo>
                                  <a:cubicBezTo>
                                    <a:pt x="94" y="70"/>
                                    <a:pt x="94" y="75"/>
                                    <a:pt x="93" y="77"/>
                                  </a:cubicBezTo>
                                  <a:cubicBezTo>
                                    <a:pt x="93" y="82"/>
                                    <a:pt x="93" y="86"/>
                                    <a:pt x="93" y="87"/>
                                  </a:cubicBezTo>
                                  <a:cubicBezTo>
                                    <a:pt x="93" y="88"/>
                                    <a:pt x="93" y="89"/>
                                    <a:pt x="93" y="89"/>
                                  </a:cubicBezTo>
                                  <a:cubicBezTo>
                                    <a:pt x="93" y="91"/>
                                    <a:pt x="94" y="93"/>
                                    <a:pt x="94" y="95"/>
                                  </a:cubicBezTo>
                                  <a:cubicBezTo>
                                    <a:pt x="94" y="96"/>
                                    <a:pt x="94" y="97"/>
                                    <a:pt x="94" y="99"/>
                                  </a:cubicBezTo>
                                  <a:cubicBezTo>
                                    <a:pt x="93" y="103"/>
                                    <a:pt x="93" y="103"/>
                                    <a:pt x="93" y="103"/>
                                  </a:cubicBezTo>
                                  <a:cubicBezTo>
                                    <a:pt x="93" y="106"/>
                                    <a:pt x="92" y="108"/>
                                    <a:pt x="92" y="110"/>
                                  </a:cubicBezTo>
                                  <a:cubicBezTo>
                                    <a:pt x="91" y="111"/>
                                    <a:pt x="90" y="112"/>
                                    <a:pt x="88" y="113"/>
                                  </a:cubicBezTo>
                                  <a:cubicBezTo>
                                    <a:pt x="88" y="113"/>
                                    <a:pt x="87" y="113"/>
                                    <a:pt x="87" y="113"/>
                                  </a:cubicBezTo>
                                  <a:cubicBezTo>
                                    <a:pt x="85" y="113"/>
                                    <a:pt x="85" y="113"/>
                                    <a:pt x="85" y="113"/>
                                  </a:cubicBezTo>
                                  <a:cubicBezTo>
                                    <a:pt x="84" y="112"/>
                                    <a:pt x="83" y="111"/>
                                    <a:pt x="81" y="110"/>
                                  </a:cubicBezTo>
                                  <a:cubicBezTo>
                                    <a:pt x="80" y="109"/>
                                    <a:pt x="80" y="109"/>
                                    <a:pt x="79" y="108"/>
                                  </a:cubicBezTo>
                                  <a:cubicBezTo>
                                    <a:pt x="78" y="108"/>
                                    <a:pt x="78" y="108"/>
                                    <a:pt x="78" y="108"/>
                                  </a:cubicBezTo>
                                  <a:cubicBezTo>
                                    <a:pt x="77" y="108"/>
                                    <a:pt x="76" y="107"/>
                                    <a:pt x="74" y="105"/>
                                  </a:cubicBezTo>
                                  <a:cubicBezTo>
                                    <a:pt x="72" y="104"/>
                                    <a:pt x="70" y="102"/>
                                    <a:pt x="69" y="100"/>
                                  </a:cubicBezTo>
                                  <a:cubicBezTo>
                                    <a:pt x="67" y="98"/>
                                    <a:pt x="66" y="97"/>
                                    <a:pt x="65" y="95"/>
                                  </a:cubicBezTo>
                                  <a:cubicBezTo>
                                    <a:pt x="63" y="94"/>
                                    <a:pt x="63" y="93"/>
                                    <a:pt x="63" y="93"/>
                                  </a:cubicBezTo>
                                  <a:cubicBezTo>
                                    <a:pt x="63" y="93"/>
                                    <a:pt x="63" y="93"/>
                                    <a:pt x="62" y="92"/>
                                  </a:cubicBezTo>
                                  <a:cubicBezTo>
                                    <a:pt x="62" y="92"/>
                                    <a:pt x="61" y="92"/>
                                    <a:pt x="61" y="92"/>
                                  </a:cubicBezTo>
                                  <a:cubicBezTo>
                                    <a:pt x="61" y="93"/>
                                    <a:pt x="61" y="93"/>
                                    <a:pt x="61" y="93"/>
                                  </a:cubicBezTo>
                                  <a:cubicBezTo>
                                    <a:pt x="61" y="93"/>
                                    <a:pt x="61" y="94"/>
                                    <a:pt x="60" y="94"/>
                                  </a:cubicBezTo>
                                  <a:cubicBezTo>
                                    <a:pt x="59" y="94"/>
                                    <a:pt x="58" y="94"/>
                                    <a:pt x="55" y="94"/>
                                  </a:cubicBezTo>
                                  <a:cubicBezTo>
                                    <a:pt x="43" y="95"/>
                                    <a:pt x="43" y="95"/>
                                    <a:pt x="43" y="95"/>
                                  </a:cubicBezTo>
                                  <a:cubicBezTo>
                                    <a:pt x="40" y="95"/>
                                    <a:pt x="36" y="95"/>
                                    <a:pt x="33" y="95"/>
                                  </a:cubicBezTo>
                                  <a:cubicBezTo>
                                    <a:pt x="32" y="95"/>
                                    <a:pt x="30" y="95"/>
                                    <a:pt x="28" y="94"/>
                                  </a:cubicBezTo>
                                  <a:cubicBezTo>
                                    <a:pt x="26" y="94"/>
                                    <a:pt x="25" y="93"/>
                                    <a:pt x="25" y="93"/>
                                  </a:cubicBezTo>
                                  <a:cubicBezTo>
                                    <a:pt x="24" y="93"/>
                                    <a:pt x="24" y="93"/>
                                    <a:pt x="23" y="93"/>
                                  </a:cubicBezTo>
                                  <a:cubicBezTo>
                                    <a:pt x="22" y="92"/>
                                    <a:pt x="22" y="92"/>
                                    <a:pt x="22" y="92"/>
                                  </a:cubicBezTo>
                                  <a:cubicBezTo>
                                    <a:pt x="21" y="92"/>
                                    <a:pt x="21" y="92"/>
                                    <a:pt x="21" y="92"/>
                                  </a:cubicBezTo>
                                  <a:cubicBezTo>
                                    <a:pt x="21" y="91"/>
                                    <a:pt x="21" y="91"/>
                                    <a:pt x="22" y="91"/>
                                  </a:cubicBezTo>
                                  <a:cubicBezTo>
                                    <a:pt x="22" y="91"/>
                                    <a:pt x="22" y="91"/>
                                    <a:pt x="23" y="91"/>
                                  </a:cubicBezTo>
                                  <a:cubicBezTo>
                                    <a:pt x="24" y="91"/>
                                    <a:pt x="27" y="91"/>
                                    <a:pt x="32" y="89"/>
                                  </a:cubicBezTo>
                                  <a:cubicBezTo>
                                    <a:pt x="37" y="88"/>
                                    <a:pt x="40" y="87"/>
                                    <a:pt x="41" y="87"/>
                                  </a:cubicBezTo>
                                  <a:cubicBezTo>
                                    <a:pt x="43" y="87"/>
                                    <a:pt x="44" y="87"/>
                                    <a:pt x="44" y="86"/>
                                  </a:cubicBezTo>
                                  <a:cubicBezTo>
                                    <a:pt x="44" y="86"/>
                                    <a:pt x="45" y="86"/>
                                    <a:pt x="46" y="86"/>
                                  </a:cubicBezTo>
                                  <a:cubicBezTo>
                                    <a:pt x="51" y="86"/>
                                    <a:pt x="54" y="86"/>
                                    <a:pt x="55" y="86"/>
                                  </a:cubicBezTo>
                                  <a:cubicBezTo>
                                    <a:pt x="56" y="87"/>
                                    <a:pt x="57" y="87"/>
                                    <a:pt x="58" y="88"/>
                                  </a:cubicBezTo>
                                  <a:cubicBezTo>
                                    <a:pt x="59" y="88"/>
                                    <a:pt x="60" y="89"/>
                                    <a:pt x="61" y="89"/>
                                  </a:cubicBezTo>
                                  <a:cubicBezTo>
                                    <a:pt x="61" y="89"/>
                                    <a:pt x="62" y="89"/>
                                    <a:pt x="66" y="90"/>
                                  </a:cubicBezTo>
                                  <a:cubicBezTo>
                                    <a:pt x="71" y="92"/>
                                    <a:pt x="74" y="93"/>
                                    <a:pt x="75" y="93"/>
                                  </a:cubicBezTo>
                                  <a:cubicBezTo>
                                    <a:pt x="77" y="93"/>
                                    <a:pt x="77" y="92"/>
                                    <a:pt x="78" y="90"/>
                                  </a:cubicBezTo>
                                  <a:cubicBezTo>
                                    <a:pt x="78" y="89"/>
                                    <a:pt x="78" y="85"/>
                                    <a:pt x="78" y="80"/>
                                  </a:cubicBezTo>
                                  <a:cubicBezTo>
                                    <a:pt x="78" y="66"/>
                                    <a:pt x="78" y="66"/>
                                    <a:pt x="78" y="66"/>
                                  </a:cubicBezTo>
                                  <a:cubicBezTo>
                                    <a:pt x="78" y="61"/>
                                    <a:pt x="78" y="55"/>
                                    <a:pt x="78" y="47"/>
                                  </a:cubicBezTo>
                                  <a:cubicBezTo>
                                    <a:pt x="78" y="27"/>
                                    <a:pt x="78" y="16"/>
                                    <a:pt x="77" y="13"/>
                                  </a:cubicBezTo>
                                  <a:cubicBezTo>
                                    <a:pt x="77" y="12"/>
                                    <a:pt x="77" y="12"/>
                                    <a:pt x="76" y="12"/>
                                  </a:cubicBezTo>
                                  <a:cubicBezTo>
                                    <a:pt x="73" y="12"/>
                                    <a:pt x="73" y="12"/>
                                    <a:pt x="73" y="12"/>
                                  </a:cubicBezTo>
                                  <a:cubicBezTo>
                                    <a:pt x="70" y="12"/>
                                    <a:pt x="69" y="13"/>
                                    <a:pt x="68" y="13"/>
                                  </a:cubicBezTo>
                                  <a:cubicBezTo>
                                    <a:pt x="67" y="13"/>
                                    <a:pt x="66" y="13"/>
                                    <a:pt x="65" y="13"/>
                                  </a:cubicBezTo>
                                  <a:cubicBezTo>
                                    <a:pt x="64" y="14"/>
                                    <a:pt x="58" y="15"/>
                                    <a:pt x="47" y="17"/>
                                  </a:cubicBezTo>
                                  <a:cubicBezTo>
                                    <a:pt x="46" y="17"/>
                                    <a:pt x="45" y="17"/>
                                    <a:pt x="43" y="17"/>
                                  </a:cubicBezTo>
                                  <a:cubicBezTo>
                                    <a:pt x="42" y="17"/>
                                    <a:pt x="40" y="17"/>
                                    <a:pt x="37" y="16"/>
                                  </a:cubicBezTo>
                                  <a:cubicBezTo>
                                    <a:pt x="36" y="16"/>
                                    <a:pt x="34" y="15"/>
                                    <a:pt x="31" y="14"/>
                                  </a:cubicBezTo>
                                  <a:cubicBezTo>
                                    <a:pt x="29" y="13"/>
                                    <a:pt x="27" y="12"/>
                                    <a:pt x="25" y="11"/>
                                  </a:cubicBezTo>
                                  <a:cubicBezTo>
                                    <a:pt x="22" y="9"/>
                                    <a:pt x="22" y="9"/>
                                    <a:pt x="22" y="9"/>
                                  </a:cubicBezTo>
                                  <a:cubicBezTo>
                                    <a:pt x="22" y="9"/>
                                    <a:pt x="21" y="9"/>
                                    <a:pt x="21" y="8"/>
                                  </a:cubicBezTo>
                                  <a:cubicBezTo>
                                    <a:pt x="22" y="8"/>
                                    <a:pt x="24" y="8"/>
                                    <a:pt x="29" y="8"/>
                                  </a:cubicBezTo>
                                  <a:cubicBezTo>
                                    <a:pt x="31" y="8"/>
                                    <a:pt x="34" y="7"/>
                                    <a:pt x="37" y="7"/>
                                  </a:cubicBezTo>
                                  <a:cubicBezTo>
                                    <a:pt x="43" y="5"/>
                                    <a:pt x="49" y="4"/>
                                    <a:pt x="56" y="3"/>
                                  </a:cubicBezTo>
                                  <a:cubicBezTo>
                                    <a:pt x="62" y="1"/>
                                    <a:pt x="67" y="1"/>
                                    <a:pt x="68" y="0"/>
                                  </a:cubicBezTo>
                                  <a:lnTo>
                                    <a:pt x="72" y="0"/>
                                  </a:lnTo>
                                  <a:close/>
                                  <a:moveTo>
                                    <a:pt x="39" y="29"/>
                                  </a:moveTo>
                                  <a:cubicBezTo>
                                    <a:pt x="40" y="29"/>
                                    <a:pt x="40" y="29"/>
                                    <a:pt x="41" y="29"/>
                                  </a:cubicBezTo>
                                  <a:cubicBezTo>
                                    <a:pt x="42" y="29"/>
                                    <a:pt x="44" y="30"/>
                                    <a:pt x="46" y="30"/>
                                  </a:cubicBezTo>
                                  <a:cubicBezTo>
                                    <a:pt x="49" y="30"/>
                                    <a:pt x="51" y="31"/>
                                    <a:pt x="52" y="31"/>
                                  </a:cubicBezTo>
                                  <a:cubicBezTo>
                                    <a:pt x="53" y="31"/>
                                    <a:pt x="54" y="32"/>
                                    <a:pt x="55" y="33"/>
                                  </a:cubicBezTo>
                                  <a:cubicBezTo>
                                    <a:pt x="56" y="34"/>
                                    <a:pt x="57" y="34"/>
                                    <a:pt x="57" y="35"/>
                                  </a:cubicBezTo>
                                  <a:cubicBezTo>
                                    <a:pt x="57" y="35"/>
                                    <a:pt x="57" y="36"/>
                                    <a:pt x="57" y="36"/>
                                  </a:cubicBezTo>
                                  <a:cubicBezTo>
                                    <a:pt x="57" y="36"/>
                                    <a:pt x="56" y="37"/>
                                    <a:pt x="56" y="37"/>
                                  </a:cubicBezTo>
                                  <a:cubicBezTo>
                                    <a:pt x="56" y="39"/>
                                    <a:pt x="56" y="39"/>
                                    <a:pt x="56" y="39"/>
                                  </a:cubicBezTo>
                                  <a:cubicBezTo>
                                    <a:pt x="56" y="39"/>
                                    <a:pt x="55" y="40"/>
                                    <a:pt x="54" y="40"/>
                                  </a:cubicBezTo>
                                  <a:cubicBezTo>
                                    <a:pt x="51" y="42"/>
                                    <a:pt x="51" y="42"/>
                                    <a:pt x="51" y="42"/>
                                  </a:cubicBezTo>
                                  <a:cubicBezTo>
                                    <a:pt x="50" y="43"/>
                                    <a:pt x="49" y="43"/>
                                    <a:pt x="49" y="43"/>
                                  </a:cubicBezTo>
                                  <a:cubicBezTo>
                                    <a:pt x="49" y="43"/>
                                    <a:pt x="48" y="43"/>
                                    <a:pt x="46" y="44"/>
                                  </a:cubicBezTo>
                                  <a:cubicBezTo>
                                    <a:pt x="43" y="46"/>
                                    <a:pt x="43" y="46"/>
                                    <a:pt x="43" y="46"/>
                                  </a:cubicBezTo>
                                  <a:cubicBezTo>
                                    <a:pt x="42" y="46"/>
                                    <a:pt x="42" y="46"/>
                                    <a:pt x="41" y="47"/>
                                  </a:cubicBezTo>
                                  <a:cubicBezTo>
                                    <a:pt x="41" y="47"/>
                                    <a:pt x="41" y="48"/>
                                    <a:pt x="40" y="48"/>
                                  </a:cubicBezTo>
                                  <a:cubicBezTo>
                                    <a:pt x="40" y="48"/>
                                    <a:pt x="39" y="49"/>
                                    <a:pt x="39" y="49"/>
                                  </a:cubicBezTo>
                                  <a:cubicBezTo>
                                    <a:pt x="38" y="49"/>
                                    <a:pt x="37" y="50"/>
                                    <a:pt x="37" y="50"/>
                                  </a:cubicBezTo>
                                  <a:cubicBezTo>
                                    <a:pt x="37" y="50"/>
                                    <a:pt x="36" y="51"/>
                                    <a:pt x="35" y="53"/>
                                  </a:cubicBezTo>
                                  <a:cubicBezTo>
                                    <a:pt x="33" y="54"/>
                                    <a:pt x="32" y="55"/>
                                    <a:pt x="32" y="56"/>
                                  </a:cubicBezTo>
                                  <a:cubicBezTo>
                                    <a:pt x="32" y="57"/>
                                    <a:pt x="31" y="58"/>
                                    <a:pt x="31" y="58"/>
                                  </a:cubicBezTo>
                                  <a:cubicBezTo>
                                    <a:pt x="31" y="58"/>
                                    <a:pt x="31" y="59"/>
                                    <a:pt x="31" y="59"/>
                                  </a:cubicBezTo>
                                  <a:cubicBezTo>
                                    <a:pt x="31" y="59"/>
                                    <a:pt x="32" y="59"/>
                                    <a:pt x="34" y="59"/>
                                  </a:cubicBezTo>
                                  <a:cubicBezTo>
                                    <a:pt x="35" y="58"/>
                                    <a:pt x="37" y="58"/>
                                    <a:pt x="38" y="57"/>
                                  </a:cubicBezTo>
                                  <a:cubicBezTo>
                                    <a:pt x="38" y="57"/>
                                    <a:pt x="40" y="57"/>
                                    <a:pt x="43" y="57"/>
                                  </a:cubicBezTo>
                                  <a:cubicBezTo>
                                    <a:pt x="46" y="57"/>
                                    <a:pt x="48" y="57"/>
                                    <a:pt x="50" y="58"/>
                                  </a:cubicBezTo>
                                  <a:cubicBezTo>
                                    <a:pt x="52" y="58"/>
                                    <a:pt x="53" y="59"/>
                                    <a:pt x="53" y="60"/>
                                  </a:cubicBezTo>
                                  <a:cubicBezTo>
                                    <a:pt x="53" y="60"/>
                                    <a:pt x="54" y="60"/>
                                    <a:pt x="55" y="60"/>
                                  </a:cubicBezTo>
                                  <a:cubicBezTo>
                                    <a:pt x="55" y="61"/>
                                    <a:pt x="55" y="61"/>
                                    <a:pt x="55" y="61"/>
                                  </a:cubicBezTo>
                                  <a:cubicBezTo>
                                    <a:pt x="56" y="61"/>
                                    <a:pt x="56" y="62"/>
                                    <a:pt x="56" y="62"/>
                                  </a:cubicBezTo>
                                  <a:cubicBezTo>
                                    <a:pt x="56" y="64"/>
                                    <a:pt x="55" y="66"/>
                                    <a:pt x="54" y="68"/>
                                  </a:cubicBezTo>
                                  <a:cubicBezTo>
                                    <a:pt x="53" y="70"/>
                                    <a:pt x="52" y="71"/>
                                    <a:pt x="51" y="72"/>
                                  </a:cubicBezTo>
                                  <a:cubicBezTo>
                                    <a:pt x="50" y="73"/>
                                    <a:pt x="49" y="73"/>
                                    <a:pt x="49" y="74"/>
                                  </a:cubicBezTo>
                                  <a:cubicBezTo>
                                    <a:pt x="48" y="74"/>
                                    <a:pt x="47" y="75"/>
                                    <a:pt x="46" y="76"/>
                                  </a:cubicBezTo>
                                  <a:cubicBezTo>
                                    <a:pt x="44" y="77"/>
                                    <a:pt x="43" y="77"/>
                                    <a:pt x="42" y="78"/>
                                  </a:cubicBezTo>
                                  <a:cubicBezTo>
                                    <a:pt x="41" y="78"/>
                                    <a:pt x="40" y="78"/>
                                    <a:pt x="40" y="79"/>
                                  </a:cubicBezTo>
                                  <a:cubicBezTo>
                                    <a:pt x="38" y="80"/>
                                    <a:pt x="37" y="80"/>
                                    <a:pt x="35" y="80"/>
                                  </a:cubicBezTo>
                                  <a:cubicBezTo>
                                    <a:pt x="33" y="80"/>
                                    <a:pt x="31" y="81"/>
                                    <a:pt x="30" y="81"/>
                                  </a:cubicBezTo>
                                  <a:cubicBezTo>
                                    <a:pt x="29" y="82"/>
                                    <a:pt x="28" y="82"/>
                                    <a:pt x="28" y="82"/>
                                  </a:cubicBezTo>
                                  <a:cubicBezTo>
                                    <a:pt x="28" y="82"/>
                                    <a:pt x="30" y="81"/>
                                    <a:pt x="34" y="77"/>
                                  </a:cubicBezTo>
                                  <a:cubicBezTo>
                                    <a:pt x="36" y="75"/>
                                    <a:pt x="38" y="73"/>
                                    <a:pt x="40" y="70"/>
                                  </a:cubicBezTo>
                                  <a:cubicBezTo>
                                    <a:pt x="41" y="68"/>
                                    <a:pt x="42" y="67"/>
                                    <a:pt x="41" y="67"/>
                                  </a:cubicBezTo>
                                  <a:cubicBezTo>
                                    <a:pt x="41" y="67"/>
                                    <a:pt x="41" y="67"/>
                                    <a:pt x="40" y="67"/>
                                  </a:cubicBezTo>
                                  <a:cubicBezTo>
                                    <a:pt x="40" y="67"/>
                                    <a:pt x="40" y="67"/>
                                    <a:pt x="40" y="67"/>
                                  </a:cubicBezTo>
                                  <a:cubicBezTo>
                                    <a:pt x="36" y="66"/>
                                    <a:pt x="36" y="66"/>
                                    <a:pt x="36" y="66"/>
                                  </a:cubicBezTo>
                                  <a:cubicBezTo>
                                    <a:pt x="34" y="66"/>
                                    <a:pt x="32" y="66"/>
                                    <a:pt x="32" y="65"/>
                                  </a:cubicBezTo>
                                  <a:cubicBezTo>
                                    <a:pt x="31" y="65"/>
                                    <a:pt x="30" y="64"/>
                                    <a:pt x="29" y="62"/>
                                  </a:cubicBezTo>
                                  <a:cubicBezTo>
                                    <a:pt x="29" y="62"/>
                                    <a:pt x="29" y="61"/>
                                    <a:pt x="28" y="60"/>
                                  </a:cubicBezTo>
                                  <a:cubicBezTo>
                                    <a:pt x="28" y="59"/>
                                    <a:pt x="28" y="59"/>
                                    <a:pt x="28" y="59"/>
                                  </a:cubicBezTo>
                                  <a:cubicBezTo>
                                    <a:pt x="27" y="59"/>
                                    <a:pt x="27" y="59"/>
                                    <a:pt x="27" y="59"/>
                                  </a:cubicBezTo>
                                  <a:cubicBezTo>
                                    <a:pt x="27" y="58"/>
                                    <a:pt x="28" y="57"/>
                                    <a:pt x="28" y="56"/>
                                  </a:cubicBezTo>
                                  <a:cubicBezTo>
                                    <a:pt x="29" y="54"/>
                                    <a:pt x="29" y="53"/>
                                    <a:pt x="30" y="52"/>
                                  </a:cubicBezTo>
                                  <a:cubicBezTo>
                                    <a:pt x="31" y="50"/>
                                    <a:pt x="32" y="49"/>
                                    <a:pt x="33" y="47"/>
                                  </a:cubicBezTo>
                                  <a:cubicBezTo>
                                    <a:pt x="34" y="46"/>
                                    <a:pt x="35" y="45"/>
                                    <a:pt x="35" y="44"/>
                                  </a:cubicBezTo>
                                  <a:cubicBezTo>
                                    <a:pt x="36" y="43"/>
                                    <a:pt x="37" y="42"/>
                                    <a:pt x="37" y="41"/>
                                  </a:cubicBezTo>
                                  <a:cubicBezTo>
                                    <a:pt x="37" y="41"/>
                                    <a:pt x="36" y="41"/>
                                    <a:pt x="35" y="41"/>
                                  </a:cubicBezTo>
                                  <a:cubicBezTo>
                                    <a:pt x="34" y="41"/>
                                    <a:pt x="32" y="40"/>
                                    <a:pt x="30" y="39"/>
                                  </a:cubicBezTo>
                                  <a:cubicBezTo>
                                    <a:pt x="27" y="39"/>
                                    <a:pt x="25" y="38"/>
                                    <a:pt x="24" y="37"/>
                                  </a:cubicBezTo>
                                  <a:cubicBezTo>
                                    <a:pt x="22" y="36"/>
                                    <a:pt x="22" y="35"/>
                                    <a:pt x="22" y="35"/>
                                  </a:cubicBezTo>
                                  <a:cubicBezTo>
                                    <a:pt x="24" y="34"/>
                                    <a:pt x="24" y="34"/>
                                    <a:pt x="24" y="34"/>
                                  </a:cubicBezTo>
                                  <a:cubicBezTo>
                                    <a:pt x="27" y="33"/>
                                    <a:pt x="28" y="33"/>
                                    <a:pt x="29" y="33"/>
                                  </a:cubicBezTo>
                                  <a:cubicBezTo>
                                    <a:pt x="30" y="32"/>
                                    <a:pt x="32" y="31"/>
                                    <a:pt x="35" y="31"/>
                                  </a:cubicBezTo>
                                  <a:cubicBezTo>
                                    <a:pt x="37" y="30"/>
                                    <a:pt x="39" y="29"/>
                                    <a:pt x="39" y="29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30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5048" y="9219"/>
                              <a:ext cx="1847" cy="1916"/>
                            </a:xfrm>
                            <a:custGeom>
                              <a:avLst/>
                              <a:gdLst>
                                <a:gd name="T0" fmla="*/ 117 w 159"/>
                                <a:gd name="T1" fmla="*/ 35 h 167"/>
                                <a:gd name="T2" fmla="*/ 122 w 159"/>
                                <a:gd name="T3" fmla="*/ 39 h 167"/>
                                <a:gd name="T4" fmla="*/ 112 w 159"/>
                                <a:gd name="T5" fmla="*/ 67 h 167"/>
                                <a:gd name="T6" fmla="*/ 99 w 159"/>
                                <a:gd name="T7" fmla="*/ 72 h 167"/>
                                <a:gd name="T8" fmla="*/ 93 w 159"/>
                                <a:gd name="T9" fmla="*/ 75 h 167"/>
                                <a:gd name="T10" fmla="*/ 84 w 159"/>
                                <a:gd name="T11" fmla="*/ 82 h 167"/>
                                <a:gd name="T12" fmla="*/ 86 w 159"/>
                                <a:gd name="T13" fmla="*/ 91 h 167"/>
                                <a:gd name="T14" fmla="*/ 132 w 159"/>
                                <a:gd name="T15" fmla="*/ 87 h 167"/>
                                <a:gd name="T16" fmla="*/ 150 w 159"/>
                                <a:gd name="T17" fmla="*/ 90 h 167"/>
                                <a:gd name="T18" fmla="*/ 158 w 159"/>
                                <a:gd name="T19" fmla="*/ 97 h 167"/>
                                <a:gd name="T20" fmla="*/ 140 w 159"/>
                                <a:gd name="T21" fmla="*/ 102 h 167"/>
                                <a:gd name="T22" fmla="*/ 127 w 159"/>
                                <a:gd name="T23" fmla="*/ 104 h 167"/>
                                <a:gd name="T24" fmla="*/ 131 w 159"/>
                                <a:gd name="T25" fmla="*/ 98 h 167"/>
                                <a:gd name="T26" fmla="*/ 85 w 159"/>
                                <a:gd name="T27" fmla="*/ 101 h 167"/>
                                <a:gd name="T28" fmla="*/ 82 w 159"/>
                                <a:gd name="T29" fmla="*/ 136 h 167"/>
                                <a:gd name="T30" fmla="*/ 79 w 159"/>
                                <a:gd name="T31" fmla="*/ 152 h 167"/>
                                <a:gd name="T32" fmla="*/ 73 w 159"/>
                                <a:gd name="T33" fmla="*/ 162 h 167"/>
                                <a:gd name="T34" fmla="*/ 70 w 159"/>
                                <a:gd name="T35" fmla="*/ 165 h 167"/>
                                <a:gd name="T36" fmla="*/ 71 w 159"/>
                                <a:gd name="T37" fmla="*/ 136 h 167"/>
                                <a:gd name="T38" fmla="*/ 71 w 159"/>
                                <a:gd name="T39" fmla="*/ 99 h 167"/>
                                <a:gd name="T40" fmla="*/ 49 w 159"/>
                                <a:gd name="T41" fmla="*/ 102 h 167"/>
                                <a:gd name="T42" fmla="*/ 27 w 159"/>
                                <a:gd name="T43" fmla="*/ 106 h 167"/>
                                <a:gd name="T44" fmla="*/ 12 w 159"/>
                                <a:gd name="T45" fmla="*/ 111 h 167"/>
                                <a:gd name="T46" fmla="*/ 0 w 159"/>
                                <a:gd name="T47" fmla="*/ 102 h 167"/>
                                <a:gd name="T48" fmla="*/ 10 w 159"/>
                                <a:gd name="T49" fmla="*/ 102 h 167"/>
                                <a:gd name="T50" fmla="*/ 34 w 159"/>
                                <a:gd name="T51" fmla="*/ 99 h 167"/>
                                <a:gd name="T52" fmla="*/ 72 w 159"/>
                                <a:gd name="T53" fmla="*/ 92 h 167"/>
                                <a:gd name="T54" fmla="*/ 55 w 159"/>
                                <a:gd name="T55" fmla="*/ 80 h 167"/>
                                <a:gd name="T56" fmla="*/ 48 w 159"/>
                                <a:gd name="T57" fmla="*/ 80 h 167"/>
                                <a:gd name="T58" fmla="*/ 35 w 159"/>
                                <a:gd name="T59" fmla="*/ 68 h 167"/>
                                <a:gd name="T60" fmla="*/ 28 w 159"/>
                                <a:gd name="T61" fmla="*/ 42 h 167"/>
                                <a:gd name="T62" fmla="*/ 55 w 159"/>
                                <a:gd name="T63" fmla="*/ 58 h 167"/>
                                <a:gd name="T64" fmla="*/ 72 w 159"/>
                                <a:gd name="T65" fmla="*/ 52 h 167"/>
                                <a:gd name="T66" fmla="*/ 61 w 159"/>
                                <a:gd name="T67" fmla="*/ 48 h 167"/>
                                <a:gd name="T68" fmla="*/ 57 w 159"/>
                                <a:gd name="T69" fmla="*/ 45 h 167"/>
                                <a:gd name="T70" fmla="*/ 47 w 159"/>
                                <a:gd name="T71" fmla="*/ 7 h 167"/>
                                <a:gd name="T72" fmla="*/ 57 w 159"/>
                                <a:gd name="T73" fmla="*/ 18 h 167"/>
                                <a:gd name="T74" fmla="*/ 71 w 159"/>
                                <a:gd name="T75" fmla="*/ 11 h 167"/>
                                <a:gd name="T76" fmla="*/ 72 w 159"/>
                                <a:gd name="T77" fmla="*/ 12 h 167"/>
                                <a:gd name="T78" fmla="*/ 69 w 159"/>
                                <a:gd name="T79" fmla="*/ 32 h 167"/>
                                <a:gd name="T80" fmla="*/ 60 w 159"/>
                                <a:gd name="T81" fmla="*/ 38 h 167"/>
                                <a:gd name="T82" fmla="*/ 46 w 159"/>
                                <a:gd name="T83" fmla="*/ 27 h 167"/>
                                <a:gd name="T84" fmla="*/ 46 w 159"/>
                                <a:gd name="T85" fmla="*/ 7 h 167"/>
                                <a:gd name="T86" fmla="*/ 58 w 159"/>
                                <a:gd name="T87" fmla="*/ 62 h 167"/>
                                <a:gd name="T88" fmla="*/ 58 w 159"/>
                                <a:gd name="T89" fmla="*/ 78 h 167"/>
                                <a:gd name="T90" fmla="*/ 64 w 159"/>
                                <a:gd name="T91" fmla="*/ 77 h 167"/>
                                <a:gd name="T92" fmla="*/ 72 w 159"/>
                                <a:gd name="T93" fmla="*/ 66 h 167"/>
                                <a:gd name="T94" fmla="*/ 66 w 159"/>
                                <a:gd name="T95" fmla="*/ 64 h 167"/>
                                <a:gd name="T96" fmla="*/ 97 w 159"/>
                                <a:gd name="T97" fmla="*/ 0 h 167"/>
                                <a:gd name="T98" fmla="*/ 111 w 159"/>
                                <a:gd name="T99" fmla="*/ 16 h 167"/>
                                <a:gd name="T100" fmla="*/ 101 w 159"/>
                                <a:gd name="T101" fmla="*/ 24 h 167"/>
                                <a:gd name="T102" fmla="*/ 86 w 159"/>
                                <a:gd name="T103" fmla="*/ 30 h 167"/>
                                <a:gd name="T104" fmla="*/ 72 w 159"/>
                                <a:gd name="T105" fmla="*/ 36 h 167"/>
                                <a:gd name="T106" fmla="*/ 77 w 159"/>
                                <a:gd name="T107" fmla="*/ 29 h 167"/>
                                <a:gd name="T108" fmla="*/ 90 w 159"/>
                                <a:gd name="T109" fmla="*/ 11 h 167"/>
                                <a:gd name="T110" fmla="*/ 87 w 159"/>
                                <a:gd name="T111" fmla="*/ 3 h 167"/>
                                <a:gd name="T112" fmla="*/ 97 w 159"/>
                                <a:gd name="T113" fmla="*/ 41 h 167"/>
                                <a:gd name="T114" fmla="*/ 74 w 159"/>
                                <a:gd name="T115" fmla="*/ 45 h 167"/>
                                <a:gd name="T116" fmla="*/ 84 w 159"/>
                                <a:gd name="T117" fmla="*/ 52 h 167"/>
                                <a:gd name="T118" fmla="*/ 99 w 159"/>
                                <a:gd name="T119" fmla="*/ 50 h 167"/>
                                <a:gd name="T120" fmla="*/ 95 w 159"/>
                                <a:gd name="T121" fmla="*/ 60 h 167"/>
                                <a:gd name="T122" fmla="*/ 86 w 159"/>
                                <a:gd name="T123" fmla="*/ 63 h 167"/>
                                <a:gd name="T124" fmla="*/ 95 w 159"/>
                                <a:gd name="T125" fmla="*/ 61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9" h="167">
                                  <a:moveTo>
                                    <a:pt x="100" y="33"/>
                                  </a:moveTo>
                                  <a:cubicBezTo>
                                    <a:pt x="100" y="33"/>
                                    <a:pt x="101" y="33"/>
                                    <a:pt x="103" y="33"/>
                                  </a:cubicBezTo>
                                  <a:cubicBezTo>
                                    <a:pt x="106" y="33"/>
                                    <a:pt x="109" y="33"/>
                                    <a:pt x="112" y="34"/>
                                  </a:cubicBezTo>
                                  <a:cubicBezTo>
                                    <a:pt x="114" y="34"/>
                                    <a:pt x="116" y="35"/>
                                    <a:pt x="117" y="35"/>
                                  </a:cubicBezTo>
                                  <a:cubicBezTo>
                                    <a:pt x="119" y="36"/>
                                    <a:pt x="119" y="37"/>
                                    <a:pt x="119" y="37"/>
                                  </a:cubicBezTo>
                                  <a:cubicBezTo>
                                    <a:pt x="119" y="37"/>
                                    <a:pt x="120" y="37"/>
                                    <a:pt x="120" y="37"/>
                                  </a:cubicBezTo>
                                  <a:cubicBezTo>
                                    <a:pt x="120" y="37"/>
                                    <a:pt x="120" y="38"/>
                                    <a:pt x="120" y="38"/>
                                  </a:cubicBezTo>
                                  <a:cubicBezTo>
                                    <a:pt x="121" y="38"/>
                                    <a:pt x="121" y="38"/>
                                    <a:pt x="122" y="39"/>
                                  </a:cubicBezTo>
                                  <a:cubicBezTo>
                                    <a:pt x="123" y="40"/>
                                    <a:pt x="124" y="41"/>
                                    <a:pt x="124" y="42"/>
                                  </a:cubicBezTo>
                                  <a:cubicBezTo>
                                    <a:pt x="124" y="42"/>
                                    <a:pt x="125" y="43"/>
                                    <a:pt x="125" y="45"/>
                                  </a:cubicBezTo>
                                  <a:cubicBezTo>
                                    <a:pt x="125" y="48"/>
                                    <a:pt x="123" y="52"/>
                                    <a:pt x="120" y="57"/>
                                  </a:cubicBezTo>
                                  <a:cubicBezTo>
                                    <a:pt x="117" y="62"/>
                                    <a:pt x="114" y="65"/>
                                    <a:pt x="112" y="67"/>
                                  </a:cubicBezTo>
                                  <a:cubicBezTo>
                                    <a:pt x="111" y="68"/>
                                    <a:pt x="110" y="69"/>
                                    <a:pt x="108" y="70"/>
                                  </a:cubicBezTo>
                                  <a:cubicBezTo>
                                    <a:pt x="106" y="71"/>
                                    <a:pt x="104" y="72"/>
                                    <a:pt x="104" y="72"/>
                                  </a:cubicBezTo>
                                  <a:cubicBezTo>
                                    <a:pt x="103" y="72"/>
                                    <a:pt x="102" y="72"/>
                                    <a:pt x="101" y="72"/>
                                  </a:cubicBezTo>
                                  <a:cubicBezTo>
                                    <a:pt x="100" y="72"/>
                                    <a:pt x="99" y="72"/>
                                    <a:pt x="99" y="72"/>
                                  </a:cubicBezTo>
                                  <a:cubicBezTo>
                                    <a:pt x="98" y="73"/>
                                    <a:pt x="97" y="73"/>
                                    <a:pt x="97" y="73"/>
                                  </a:cubicBezTo>
                                  <a:cubicBezTo>
                                    <a:pt x="96" y="73"/>
                                    <a:pt x="95" y="74"/>
                                    <a:pt x="94" y="74"/>
                                  </a:cubicBezTo>
                                  <a:cubicBezTo>
                                    <a:pt x="94" y="75"/>
                                    <a:pt x="94" y="75"/>
                                    <a:pt x="93" y="75"/>
                                  </a:cubicBezTo>
                                  <a:cubicBezTo>
                                    <a:pt x="93" y="75"/>
                                    <a:pt x="93" y="75"/>
                                    <a:pt x="93" y="75"/>
                                  </a:cubicBezTo>
                                  <a:cubicBezTo>
                                    <a:pt x="93" y="75"/>
                                    <a:pt x="92" y="76"/>
                                    <a:pt x="91" y="76"/>
                                  </a:cubicBezTo>
                                  <a:cubicBezTo>
                                    <a:pt x="87" y="78"/>
                                    <a:pt x="87" y="78"/>
                                    <a:pt x="87" y="78"/>
                                  </a:cubicBezTo>
                                  <a:cubicBezTo>
                                    <a:pt x="86" y="78"/>
                                    <a:pt x="84" y="79"/>
                                    <a:pt x="84" y="80"/>
                                  </a:cubicBezTo>
                                  <a:cubicBezTo>
                                    <a:pt x="84" y="81"/>
                                    <a:pt x="84" y="81"/>
                                    <a:pt x="84" y="82"/>
                                  </a:cubicBezTo>
                                  <a:cubicBezTo>
                                    <a:pt x="84" y="82"/>
                                    <a:pt x="84" y="83"/>
                                    <a:pt x="84" y="84"/>
                                  </a:cubicBezTo>
                                  <a:cubicBezTo>
                                    <a:pt x="84" y="85"/>
                                    <a:pt x="84" y="86"/>
                                    <a:pt x="84" y="87"/>
                                  </a:cubicBezTo>
                                  <a:cubicBezTo>
                                    <a:pt x="84" y="91"/>
                                    <a:pt x="84" y="91"/>
                                    <a:pt x="84" y="91"/>
                                  </a:cubicBezTo>
                                  <a:cubicBezTo>
                                    <a:pt x="86" y="91"/>
                                    <a:pt x="86" y="91"/>
                                    <a:pt x="86" y="91"/>
                                  </a:cubicBezTo>
                                  <a:cubicBezTo>
                                    <a:pt x="87" y="91"/>
                                    <a:pt x="89" y="91"/>
                                    <a:pt x="91" y="91"/>
                                  </a:cubicBezTo>
                                  <a:cubicBezTo>
                                    <a:pt x="99" y="90"/>
                                    <a:pt x="99" y="90"/>
                                    <a:pt x="99" y="90"/>
                                  </a:cubicBezTo>
                                  <a:cubicBezTo>
                                    <a:pt x="114" y="88"/>
                                    <a:pt x="114" y="88"/>
                                    <a:pt x="114" y="88"/>
                                  </a:cubicBezTo>
                                  <a:cubicBezTo>
                                    <a:pt x="121" y="87"/>
                                    <a:pt x="127" y="87"/>
                                    <a:pt x="132" y="87"/>
                                  </a:cubicBezTo>
                                  <a:cubicBezTo>
                                    <a:pt x="136" y="87"/>
                                    <a:pt x="139" y="87"/>
                                    <a:pt x="141" y="88"/>
                                  </a:cubicBezTo>
                                  <a:cubicBezTo>
                                    <a:pt x="145" y="88"/>
                                    <a:pt x="145" y="88"/>
                                    <a:pt x="145" y="88"/>
                                  </a:cubicBezTo>
                                  <a:cubicBezTo>
                                    <a:pt x="146" y="88"/>
                                    <a:pt x="146" y="88"/>
                                    <a:pt x="148" y="89"/>
                                  </a:cubicBezTo>
                                  <a:cubicBezTo>
                                    <a:pt x="150" y="90"/>
                                    <a:pt x="150" y="90"/>
                                    <a:pt x="150" y="90"/>
                                  </a:cubicBezTo>
                                  <a:cubicBezTo>
                                    <a:pt x="150" y="90"/>
                                    <a:pt x="151" y="90"/>
                                    <a:pt x="153" y="91"/>
                                  </a:cubicBezTo>
                                  <a:cubicBezTo>
                                    <a:pt x="155" y="92"/>
                                    <a:pt x="157" y="93"/>
                                    <a:pt x="157" y="94"/>
                                  </a:cubicBezTo>
                                  <a:cubicBezTo>
                                    <a:pt x="158" y="95"/>
                                    <a:pt x="158" y="95"/>
                                    <a:pt x="158" y="95"/>
                                  </a:cubicBezTo>
                                  <a:cubicBezTo>
                                    <a:pt x="159" y="96"/>
                                    <a:pt x="159" y="96"/>
                                    <a:pt x="158" y="97"/>
                                  </a:cubicBezTo>
                                  <a:cubicBezTo>
                                    <a:pt x="158" y="98"/>
                                    <a:pt x="158" y="99"/>
                                    <a:pt x="158" y="99"/>
                                  </a:cubicBezTo>
                                  <a:cubicBezTo>
                                    <a:pt x="157" y="100"/>
                                    <a:pt x="157" y="100"/>
                                    <a:pt x="155" y="100"/>
                                  </a:cubicBezTo>
                                  <a:cubicBezTo>
                                    <a:pt x="154" y="101"/>
                                    <a:pt x="153" y="101"/>
                                    <a:pt x="151" y="101"/>
                                  </a:cubicBezTo>
                                  <a:cubicBezTo>
                                    <a:pt x="146" y="102"/>
                                    <a:pt x="143" y="102"/>
                                    <a:pt x="140" y="102"/>
                                  </a:cubicBezTo>
                                  <a:cubicBezTo>
                                    <a:pt x="138" y="102"/>
                                    <a:pt x="136" y="103"/>
                                    <a:pt x="135" y="102"/>
                                  </a:cubicBezTo>
                                  <a:cubicBezTo>
                                    <a:pt x="133" y="102"/>
                                    <a:pt x="132" y="103"/>
                                    <a:pt x="131" y="103"/>
                                  </a:cubicBezTo>
                                  <a:cubicBezTo>
                                    <a:pt x="128" y="104"/>
                                    <a:pt x="128" y="104"/>
                                    <a:pt x="128" y="104"/>
                                  </a:cubicBezTo>
                                  <a:cubicBezTo>
                                    <a:pt x="128" y="104"/>
                                    <a:pt x="127" y="104"/>
                                    <a:pt x="127" y="104"/>
                                  </a:cubicBezTo>
                                  <a:cubicBezTo>
                                    <a:pt x="127" y="104"/>
                                    <a:pt x="127" y="104"/>
                                    <a:pt x="127" y="103"/>
                                  </a:cubicBezTo>
                                  <a:cubicBezTo>
                                    <a:pt x="129" y="102"/>
                                    <a:pt x="130" y="101"/>
                                    <a:pt x="131" y="100"/>
                                  </a:cubicBezTo>
                                  <a:cubicBezTo>
                                    <a:pt x="132" y="100"/>
                                    <a:pt x="133" y="99"/>
                                    <a:pt x="133" y="99"/>
                                  </a:cubicBezTo>
                                  <a:cubicBezTo>
                                    <a:pt x="133" y="98"/>
                                    <a:pt x="132" y="98"/>
                                    <a:pt x="131" y="98"/>
                                  </a:cubicBezTo>
                                  <a:cubicBezTo>
                                    <a:pt x="129" y="97"/>
                                    <a:pt x="127" y="97"/>
                                    <a:pt x="125" y="97"/>
                                  </a:cubicBezTo>
                                  <a:cubicBezTo>
                                    <a:pt x="122" y="97"/>
                                    <a:pt x="117" y="97"/>
                                    <a:pt x="111" y="97"/>
                                  </a:cubicBezTo>
                                  <a:cubicBezTo>
                                    <a:pt x="95" y="97"/>
                                    <a:pt x="86" y="97"/>
                                    <a:pt x="85" y="98"/>
                                  </a:cubicBezTo>
                                  <a:cubicBezTo>
                                    <a:pt x="85" y="98"/>
                                    <a:pt x="85" y="99"/>
                                    <a:pt x="85" y="101"/>
                                  </a:cubicBezTo>
                                  <a:cubicBezTo>
                                    <a:pt x="84" y="103"/>
                                    <a:pt x="84" y="105"/>
                                    <a:pt x="84" y="109"/>
                                  </a:cubicBezTo>
                                  <a:cubicBezTo>
                                    <a:pt x="84" y="115"/>
                                    <a:pt x="84" y="121"/>
                                    <a:pt x="83" y="124"/>
                                  </a:cubicBezTo>
                                  <a:cubicBezTo>
                                    <a:pt x="83" y="126"/>
                                    <a:pt x="83" y="128"/>
                                    <a:pt x="83" y="130"/>
                                  </a:cubicBezTo>
                                  <a:cubicBezTo>
                                    <a:pt x="83" y="133"/>
                                    <a:pt x="83" y="135"/>
                                    <a:pt x="82" y="136"/>
                                  </a:cubicBezTo>
                                  <a:cubicBezTo>
                                    <a:pt x="82" y="137"/>
                                    <a:pt x="82" y="138"/>
                                    <a:pt x="82" y="139"/>
                                  </a:cubicBezTo>
                                  <a:cubicBezTo>
                                    <a:pt x="81" y="139"/>
                                    <a:pt x="81" y="141"/>
                                    <a:pt x="81" y="142"/>
                                  </a:cubicBezTo>
                                  <a:cubicBezTo>
                                    <a:pt x="81" y="144"/>
                                    <a:pt x="80" y="146"/>
                                    <a:pt x="79" y="147"/>
                                  </a:cubicBezTo>
                                  <a:cubicBezTo>
                                    <a:pt x="79" y="149"/>
                                    <a:pt x="79" y="151"/>
                                    <a:pt x="79" y="152"/>
                                  </a:cubicBezTo>
                                  <a:cubicBezTo>
                                    <a:pt x="79" y="154"/>
                                    <a:pt x="78" y="155"/>
                                    <a:pt x="78" y="155"/>
                                  </a:cubicBezTo>
                                  <a:cubicBezTo>
                                    <a:pt x="78" y="155"/>
                                    <a:pt x="77" y="156"/>
                                    <a:pt x="77" y="156"/>
                                  </a:cubicBezTo>
                                  <a:cubicBezTo>
                                    <a:pt x="77" y="157"/>
                                    <a:pt x="76" y="157"/>
                                    <a:pt x="76" y="158"/>
                                  </a:cubicBezTo>
                                  <a:cubicBezTo>
                                    <a:pt x="76" y="158"/>
                                    <a:pt x="75" y="160"/>
                                    <a:pt x="73" y="162"/>
                                  </a:cubicBezTo>
                                  <a:cubicBezTo>
                                    <a:pt x="72" y="163"/>
                                    <a:pt x="72" y="164"/>
                                    <a:pt x="71" y="165"/>
                                  </a:cubicBezTo>
                                  <a:cubicBezTo>
                                    <a:pt x="71" y="165"/>
                                    <a:pt x="71" y="166"/>
                                    <a:pt x="70" y="166"/>
                                  </a:cubicBezTo>
                                  <a:cubicBezTo>
                                    <a:pt x="70" y="167"/>
                                    <a:pt x="70" y="167"/>
                                    <a:pt x="69" y="166"/>
                                  </a:cubicBezTo>
                                  <a:cubicBezTo>
                                    <a:pt x="69" y="166"/>
                                    <a:pt x="69" y="166"/>
                                    <a:pt x="70" y="165"/>
                                  </a:cubicBezTo>
                                  <a:cubicBezTo>
                                    <a:pt x="70" y="164"/>
                                    <a:pt x="70" y="162"/>
                                    <a:pt x="71" y="159"/>
                                  </a:cubicBezTo>
                                  <a:cubicBezTo>
                                    <a:pt x="71" y="155"/>
                                    <a:pt x="71" y="152"/>
                                    <a:pt x="71" y="150"/>
                                  </a:cubicBezTo>
                                  <a:cubicBezTo>
                                    <a:pt x="70" y="143"/>
                                    <a:pt x="70" y="143"/>
                                    <a:pt x="70" y="143"/>
                                  </a:cubicBezTo>
                                  <a:cubicBezTo>
                                    <a:pt x="71" y="136"/>
                                    <a:pt x="71" y="136"/>
                                    <a:pt x="71" y="136"/>
                                  </a:cubicBezTo>
                                  <a:cubicBezTo>
                                    <a:pt x="71" y="111"/>
                                    <a:pt x="71" y="111"/>
                                    <a:pt x="71" y="111"/>
                                  </a:cubicBezTo>
                                  <a:cubicBezTo>
                                    <a:pt x="72" y="103"/>
                                    <a:pt x="72" y="103"/>
                                    <a:pt x="72" y="103"/>
                                  </a:cubicBezTo>
                                  <a:cubicBezTo>
                                    <a:pt x="72" y="102"/>
                                    <a:pt x="72" y="101"/>
                                    <a:pt x="72" y="100"/>
                                  </a:cubicBezTo>
                                  <a:cubicBezTo>
                                    <a:pt x="71" y="100"/>
                                    <a:pt x="71" y="99"/>
                                    <a:pt x="71" y="99"/>
                                  </a:cubicBezTo>
                                  <a:cubicBezTo>
                                    <a:pt x="71" y="99"/>
                                    <a:pt x="70" y="99"/>
                                    <a:pt x="69" y="100"/>
                                  </a:cubicBezTo>
                                  <a:cubicBezTo>
                                    <a:pt x="67" y="100"/>
                                    <a:pt x="65" y="100"/>
                                    <a:pt x="63" y="100"/>
                                  </a:cubicBezTo>
                                  <a:cubicBezTo>
                                    <a:pt x="60" y="100"/>
                                    <a:pt x="57" y="100"/>
                                    <a:pt x="55" y="101"/>
                                  </a:cubicBezTo>
                                  <a:cubicBezTo>
                                    <a:pt x="53" y="101"/>
                                    <a:pt x="51" y="101"/>
                                    <a:pt x="49" y="102"/>
                                  </a:cubicBezTo>
                                  <a:cubicBezTo>
                                    <a:pt x="43" y="103"/>
                                    <a:pt x="43" y="103"/>
                                    <a:pt x="43" y="103"/>
                                  </a:cubicBezTo>
                                  <a:cubicBezTo>
                                    <a:pt x="41" y="103"/>
                                    <a:pt x="40" y="103"/>
                                    <a:pt x="38" y="104"/>
                                  </a:cubicBezTo>
                                  <a:cubicBezTo>
                                    <a:pt x="37" y="104"/>
                                    <a:pt x="36" y="104"/>
                                    <a:pt x="33" y="105"/>
                                  </a:cubicBezTo>
                                  <a:cubicBezTo>
                                    <a:pt x="32" y="105"/>
                                    <a:pt x="29" y="106"/>
                                    <a:pt x="27" y="106"/>
                                  </a:cubicBezTo>
                                  <a:cubicBezTo>
                                    <a:pt x="24" y="107"/>
                                    <a:pt x="22" y="107"/>
                                    <a:pt x="21" y="108"/>
                                  </a:cubicBezTo>
                                  <a:cubicBezTo>
                                    <a:pt x="20" y="108"/>
                                    <a:pt x="19" y="109"/>
                                    <a:pt x="17" y="109"/>
                                  </a:cubicBezTo>
                                  <a:cubicBezTo>
                                    <a:pt x="16" y="109"/>
                                    <a:pt x="15" y="110"/>
                                    <a:pt x="14" y="110"/>
                                  </a:cubicBezTo>
                                  <a:cubicBezTo>
                                    <a:pt x="14" y="111"/>
                                    <a:pt x="13" y="111"/>
                                    <a:pt x="12" y="111"/>
                                  </a:cubicBezTo>
                                  <a:cubicBezTo>
                                    <a:pt x="12" y="111"/>
                                    <a:pt x="11" y="111"/>
                                    <a:pt x="10" y="111"/>
                                  </a:cubicBezTo>
                                  <a:cubicBezTo>
                                    <a:pt x="9" y="111"/>
                                    <a:pt x="8" y="111"/>
                                    <a:pt x="8" y="111"/>
                                  </a:cubicBezTo>
                                  <a:cubicBezTo>
                                    <a:pt x="7" y="111"/>
                                    <a:pt x="6" y="110"/>
                                    <a:pt x="5" y="109"/>
                                  </a:cubicBezTo>
                                  <a:cubicBezTo>
                                    <a:pt x="3" y="107"/>
                                    <a:pt x="1" y="105"/>
                                    <a:pt x="0" y="102"/>
                                  </a:cubicBezTo>
                                  <a:cubicBezTo>
                                    <a:pt x="0" y="101"/>
                                    <a:pt x="0" y="101"/>
                                    <a:pt x="0" y="101"/>
                                  </a:cubicBezTo>
                                  <a:cubicBezTo>
                                    <a:pt x="0" y="100"/>
                                    <a:pt x="1" y="100"/>
                                    <a:pt x="2" y="100"/>
                                  </a:cubicBezTo>
                                  <a:cubicBezTo>
                                    <a:pt x="3" y="100"/>
                                    <a:pt x="5" y="100"/>
                                    <a:pt x="7" y="101"/>
                                  </a:cubicBezTo>
                                  <a:cubicBezTo>
                                    <a:pt x="8" y="102"/>
                                    <a:pt x="10" y="102"/>
                                    <a:pt x="10" y="102"/>
                                  </a:cubicBezTo>
                                  <a:cubicBezTo>
                                    <a:pt x="11" y="103"/>
                                    <a:pt x="12" y="103"/>
                                    <a:pt x="14" y="102"/>
                                  </a:cubicBezTo>
                                  <a:cubicBezTo>
                                    <a:pt x="16" y="102"/>
                                    <a:pt x="18" y="102"/>
                                    <a:pt x="20" y="102"/>
                                  </a:cubicBezTo>
                                  <a:cubicBezTo>
                                    <a:pt x="22" y="101"/>
                                    <a:pt x="24" y="101"/>
                                    <a:pt x="27" y="100"/>
                                  </a:cubicBezTo>
                                  <a:cubicBezTo>
                                    <a:pt x="29" y="100"/>
                                    <a:pt x="31" y="100"/>
                                    <a:pt x="34" y="99"/>
                                  </a:cubicBezTo>
                                  <a:cubicBezTo>
                                    <a:pt x="35" y="99"/>
                                    <a:pt x="38" y="98"/>
                                    <a:pt x="43" y="97"/>
                                  </a:cubicBezTo>
                                  <a:cubicBezTo>
                                    <a:pt x="47" y="97"/>
                                    <a:pt x="50" y="97"/>
                                    <a:pt x="51" y="96"/>
                                  </a:cubicBezTo>
                                  <a:cubicBezTo>
                                    <a:pt x="69" y="93"/>
                                    <a:pt x="69" y="93"/>
                                    <a:pt x="69" y="93"/>
                                  </a:cubicBezTo>
                                  <a:cubicBezTo>
                                    <a:pt x="71" y="93"/>
                                    <a:pt x="72" y="93"/>
                                    <a:pt x="72" y="92"/>
                                  </a:cubicBezTo>
                                  <a:cubicBezTo>
                                    <a:pt x="72" y="92"/>
                                    <a:pt x="72" y="91"/>
                                    <a:pt x="72" y="87"/>
                                  </a:cubicBezTo>
                                  <a:cubicBezTo>
                                    <a:pt x="72" y="83"/>
                                    <a:pt x="72" y="83"/>
                                    <a:pt x="72" y="83"/>
                                  </a:cubicBezTo>
                                  <a:cubicBezTo>
                                    <a:pt x="67" y="83"/>
                                    <a:pt x="67" y="83"/>
                                    <a:pt x="67" y="83"/>
                                  </a:cubicBezTo>
                                  <a:cubicBezTo>
                                    <a:pt x="60" y="82"/>
                                    <a:pt x="56" y="82"/>
                                    <a:pt x="55" y="80"/>
                                  </a:cubicBezTo>
                                  <a:cubicBezTo>
                                    <a:pt x="55" y="80"/>
                                    <a:pt x="55" y="80"/>
                                    <a:pt x="54" y="79"/>
                                  </a:cubicBezTo>
                                  <a:cubicBezTo>
                                    <a:pt x="54" y="79"/>
                                    <a:pt x="54" y="79"/>
                                    <a:pt x="54" y="79"/>
                                  </a:cubicBezTo>
                                  <a:cubicBezTo>
                                    <a:pt x="53" y="80"/>
                                    <a:pt x="53" y="80"/>
                                    <a:pt x="52" y="80"/>
                                  </a:cubicBezTo>
                                  <a:cubicBezTo>
                                    <a:pt x="51" y="80"/>
                                    <a:pt x="50" y="80"/>
                                    <a:pt x="48" y="80"/>
                                  </a:cubicBezTo>
                                  <a:cubicBezTo>
                                    <a:pt x="47" y="80"/>
                                    <a:pt x="47" y="80"/>
                                    <a:pt x="47" y="80"/>
                                  </a:cubicBezTo>
                                  <a:cubicBezTo>
                                    <a:pt x="46" y="80"/>
                                    <a:pt x="45" y="80"/>
                                    <a:pt x="44" y="79"/>
                                  </a:cubicBezTo>
                                  <a:cubicBezTo>
                                    <a:pt x="43" y="78"/>
                                    <a:pt x="41" y="77"/>
                                    <a:pt x="39" y="75"/>
                                  </a:cubicBezTo>
                                  <a:cubicBezTo>
                                    <a:pt x="38" y="72"/>
                                    <a:pt x="36" y="70"/>
                                    <a:pt x="35" y="68"/>
                                  </a:cubicBezTo>
                                  <a:cubicBezTo>
                                    <a:pt x="33" y="64"/>
                                    <a:pt x="31" y="60"/>
                                    <a:pt x="30" y="55"/>
                                  </a:cubicBezTo>
                                  <a:cubicBezTo>
                                    <a:pt x="29" y="52"/>
                                    <a:pt x="27" y="48"/>
                                    <a:pt x="25" y="44"/>
                                  </a:cubicBezTo>
                                  <a:cubicBezTo>
                                    <a:pt x="23" y="42"/>
                                    <a:pt x="23" y="42"/>
                                    <a:pt x="23" y="42"/>
                                  </a:cubicBezTo>
                                  <a:cubicBezTo>
                                    <a:pt x="23" y="42"/>
                                    <a:pt x="25" y="42"/>
                                    <a:pt x="28" y="42"/>
                                  </a:cubicBezTo>
                                  <a:cubicBezTo>
                                    <a:pt x="30" y="42"/>
                                    <a:pt x="32" y="42"/>
                                    <a:pt x="33" y="42"/>
                                  </a:cubicBezTo>
                                  <a:cubicBezTo>
                                    <a:pt x="33" y="42"/>
                                    <a:pt x="35" y="43"/>
                                    <a:pt x="37" y="44"/>
                                  </a:cubicBezTo>
                                  <a:cubicBezTo>
                                    <a:pt x="42" y="46"/>
                                    <a:pt x="45" y="48"/>
                                    <a:pt x="48" y="50"/>
                                  </a:cubicBezTo>
                                  <a:cubicBezTo>
                                    <a:pt x="50" y="52"/>
                                    <a:pt x="53" y="54"/>
                                    <a:pt x="55" y="58"/>
                                  </a:cubicBezTo>
                                  <a:cubicBezTo>
                                    <a:pt x="57" y="60"/>
                                    <a:pt x="57" y="60"/>
                                    <a:pt x="57" y="60"/>
                                  </a:cubicBezTo>
                                  <a:cubicBezTo>
                                    <a:pt x="58" y="61"/>
                                    <a:pt x="61" y="60"/>
                                    <a:pt x="65" y="59"/>
                                  </a:cubicBezTo>
                                  <a:cubicBezTo>
                                    <a:pt x="70" y="57"/>
                                    <a:pt x="72" y="56"/>
                                    <a:pt x="73" y="56"/>
                                  </a:cubicBezTo>
                                  <a:cubicBezTo>
                                    <a:pt x="73" y="55"/>
                                    <a:pt x="73" y="54"/>
                                    <a:pt x="72" y="52"/>
                                  </a:cubicBezTo>
                                  <a:cubicBezTo>
                                    <a:pt x="72" y="50"/>
                                    <a:pt x="72" y="49"/>
                                    <a:pt x="71" y="49"/>
                                  </a:cubicBezTo>
                                  <a:cubicBezTo>
                                    <a:pt x="70" y="47"/>
                                    <a:pt x="69" y="47"/>
                                    <a:pt x="68" y="47"/>
                                  </a:cubicBezTo>
                                  <a:cubicBezTo>
                                    <a:pt x="65" y="47"/>
                                    <a:pt x="65" y="47"/>
                                    <a:pt x="65" y="47"/>
                                  </a:cubicBezTo>
                                  <a:cubicBezTo>
                                    <a:pt x="63" y="48"/>
                                    <a:pt x="62" y="48"/>
                                    <a:pt x="61" y="48"/>
                                  </a:cubicBezTo>
                                  <a:cubicBezTo>
                                    <a:pt x="61" y="48"/>
                                    <a:pt x="60" y="48"/>
                                    <a:pt x="60" y="47"/>
                                  </a:cubicBezTo>
                                  <a:cubicBezTo>
                                    <a:pt x="59" y="47"/>
                                    <a:pt x="59" y="46"/>
                                    <a:pt x="58" y="46"/>
                                  </a:cubicBezTo>
                                  <a:cubicBezTo>
                                    <a:pt x="56" y="45"/>
                                    <a:pt x="56" y="45"/>
                                    <a:pt x="56" y="45"/>
                                  </a:cubicBezTo>
                                  <a:cubicBezTo>
                                    <a:pt x="57" y="45"/>
                                    <a:pt x="57" y="45"/>
                                    <a:pt x="57" y="45"/>
                                  </a:cubicBezTo>
                                  <a:cubicBezTo>
                                    <a:pt x="75" y="39"/>
                                    <a:pt x="75" y="39"/>
                                    <a:pt x="75" y="39"/>
                                  </a:cubicBezTo>
                                  <a:cubicBezTo>
                                    <a:pt x="82" y="36"/>
                                    <a:pt x="89" y="35"/>
                                    <a:pt x="96" y="33"/>
                                  </a:cubicBezTo>
                                  <a:cubicBezTo>
                                    <a:pt x="99" y="33"/>
                                    <a:pt x="100" y="33"/>
                                    <a:pt x="100" y="33"/>
                                  </a:cubicBezTo>
                                  <a:close/>
                                  <a:moveTo>
                                    <a:pt x="47" y="7"/>
                                  </a:moveTo>
                                  <a:cubicBezTo>
                                    <a:pt x="49" y="7"/>
                                    <a:pt x="49" y="7"/>
                                    <a:pt x="49" y="7"/>
                                  </a:cubicBezTo>
                                  <a:cubicBezTo>
                                    <a:pt x="51" y="8"/>
                                    <a:pt x="52" y="9"/>
                                    <a:pt x="52" y="11"/>
                                  </a:cubicBezTo>
                                  <a:cubicBezTo>
                                    <a:pt x="52" y="12"/>
                                    <a:pt x="52" y="13"/>
                                    <a:pt x="53" y="14"/>
                                  </a:cubicBezTo>
                                  <a:cubicBezTo>
                                    <a:pt x="54" y="15"/>
                                    <a:pt x="55" y="17"/>
                                    <a:pt x="57" y="18"/>
                                  </a:cubicBezTo>
                                  <a:cubicBezTo>
                                    <a:pt x="58" y="19"/>
                                    <a:pt x="59" y="20"/>
                                    <a:pt x="60" y="20"/>
                                  </a:cubicBezTo>
                                  <a:cubicBezTo>
                                    <a:pt x="60" y="20"/>
                                    <a:pt x="62" y="19"/>
                                    <a:pt x="63" y="18"/>
                                  </a:cubicBezTo>
                                  <a:cubicBezTo>
                                    <a:pt x="65" y="17"/>
                                    <a:pt x="67" y="16"/>
                                    <a:pt x="67" y="16"/>
                                  </a:cubicBezTo>
                                  <a:cubicBezTo>
                                    <a:pt x="68" y="15"/>
                                    <a:pt x="70" y="13"/>
                                    <a:pt x="71" y="11"/>
                                  </a:cubicBezTo>
                                  <a:cubicBezTo>
                                    <a:pt x="72" y="9"/>
                                    <a:pt x="73" y="9"/>
                                    <a:pt x="73" y="9"/>
                                  </a:cubicBezTo>
                                  <a:cubicBezTo>
                                    <a:pt x="73" y="9"/>
                                    <a:pt x="73" y="9"/>
                                    <a:pt x="73" y="9"/>
                                  </a:cubicBezTo>
                                  <a:cubicBezTo>
                                    <a:pt x="73" y="11"/>
                                    <a:pt x="73" y="11"/>
                                    <a:pt x="73" y="11"/>
                                  </a:cubicBezTo>
                                  <a:cubicBezTo>
                                    <a:pt x="73" y="11"/>
                                    <a:pt x="73" y="12"/>
                                    <a:pt x="72" y="12"/>
                                  </a:cubicBezTo>
                                  <a:cubicBezTo>
                                    <a:pt x="72" y="13"/>
                                    <a:pt x="72" y="14"/>
                                    <a:pt x="72" y="14"/>
                                  </a:cubicBezTo>
                                  <a:cubicBezTo>
                                    <a:pt x="72" y="19"/>
                                    <a:pt x="71" y="22"/>
                                    <a:pt x="70" y="23"/>
                                  </a:cubicBezTo>
                                  <a:cubicBezTo>
                                    <a:pt x="70" y="23"/>
                                    <a:pt x="70" y="25"/>
                                    <a:pt x="70" y="27"/>
                                  </a:cubicBezTo>
                                  <a:cubicBezTo>
                                    <a:pt x="70" y="29"/>
                                    <a:pt x="70" y="31"/>
                                    <a:pt x="69" y="32"/>
                                  </a:cubicBezTo>
                                  <a:cubicBezTo>
                                    <a:pt x="69" y="33"/>
                                    <a:pt x="69" y="33"/>
                                    <a:pt x="69" y="33"/>
                                  </a:cubicBezTo>
                                  <a:cubicBezTo>
                                    <a:pt x="69" y="34"/>
                                    <a:pt x="68" y="34"/>
                                    <a:pt x="66" y="35"/>
                                  </a:cubicBezTo>
                                  <a:cubicBezTo>
                                    <a:pt x="64" y="36"/>
                                    <a:pt x="63" y="37"/>
                                    <a:pt x="62" y="37"/>
                                  </a:cubicBezTo>
                                  <a:cubicBezTo>
                                    <a:pt x="62" y="37"/>
                                    <a:pt x="61" y="37"/>
                                    <a:pt x="60" y="38"/>
                                  </a:cubicBezTo>
                                  <a:cubicBezTo>
                                    <a:pt x="60" y="39"/>
                                    <a:pt x="59" y="39"/>
                                    <a:pt x="58" y="39"/>
                                  </a:cubicBezTo>
                                  <a:cubicBezTo>
                                    <a:pt x="57" y="39"/>
                                    <a:pt x="57" y="39"/>
                                    <a:pt x="56" y="39"/>
                                  </a:cubicBezTo>
                                  <a:cubicBezTo>
                                    <a:pt x="55" y="38"/>
                                    <a:pt x="53" y="36"/>
                                    <a:pt x="50" y="34"/>
                                  </a:cubicBezTo>
                                  <a:cubicBezTo>
                                    <a:pt x="48" y="31"/>
                                    <a:pt x="47" y="29"/>
                                    <a:pt x="46" y="27"/>
                                  </a:cubicBezTo>
                                  <a:cubicBezTo>
                                    <a:pt x="46" y="26"/>
                                    <a:pt x="46" y="22"/>
                                    <a:pt x="45" y="16"/>
                                  </a:cubicBezTo>
                                  <a:cubicBezTo>
                                    <a:pt x="45" y="10"/>
                                    <a:pt x="45" y="10"/>
                                    <a:pt x="45" y="10"/>
                                  </a:cubicBezTo>
                                  <a:cubicBezTo>
                                    <a:pt x="45" y="9"/>
                                    <a:pt x="45" y="8"/>
                                    <a:pt x="45" y="8"/>
                                  </a:cubicBezTo>
                                  <a:cubicBezTo>
                                    <a:pt x="45" y="7"/>
                                    <a:pt x="46" y="7"/>
                                    <a:pt x="46" y="7"/>
                                  </a:cubicBezTo>
                                  <a:lnTo>
                                    <a:pt x="47" y="7"/>
                                  </a:lnTo>
                                  <a:close/>
                                  <a:moveTo>
                                    <a:pt x="59" y="62"/>
                                  </a:moveTo>
                                  <a:cubicBezTo>
                                    <a:pt x="57" y="61"/>
                                    <a:pt x="57" y="61"/>
                                    <a:pt x="57" y="61"/>
                                  </a:cubicBezTo>
                                  <a:cubicBezTo>
                                    <a:pt x="58" y="62"/>
                                    <a:pt x="58" y="62"/>
                                    <a:pt x="58" y="62"/>
                                  </a:cubicBezTo>
                                  <a:cubicBezTo>
                                    <a:pt x="60" y="67"/>
                                    <a:pt x="60" y="67"/>
                                    <a:pt x="60" y="67"/>
                                  </a:cubicBezTo>
                                  <a:cubicBezTo>
                                    <a:pt x="60" y="68"/>
                                    <a:pt x="61" y="70"/>
                                    <a:pt x="61" y="72"/>
                                  </a:cubicBezTo>
                                  <a:cubicBezTo>
                                    <a:pt x="61" y="75"/>
                                    <a:pt x="60" y="76"/>
                                    <a:pt x="59" y="76"/>
                                  </a:cubicBezTo>
                                  <a:cubicBezTo>
                                    <a:pt x="58" y="76"/>
                                    <a:pt x="58" y="77"/>
                                    <a:pt x="58" y="78"/>
                                  </a:cubicBezTo>
                                  <a:cubicBezTo>
                                    <a:pt x="57" y="79"/>
                                    <a:pt x="57" y="79"/>
                                    <a:pt x="57" y="79"/>
                                  </a:cubicBezTo>
                                  <a:cubicBezTo>
                                    <a:pt x="57" y="79"/>
                                    <a:pt x="58" y="79"/>
                                    <a:pt x="58" y="79"/>
                                  </a:cubicBezTo>
                                  <a:cubicBezTo>
                                    <a:pt x="58" y="79"/>
                                    <a:pt x="59" y="79"/>
                                    <a:pt x="59" y="79"/>
                                  </a:cubicBezTo>
                                  <a:cubicBezTo>
                                    <a:pt x="60" y="79"/>
                                    <a:pt x="62" y="78"/>
                                    <a:pt x="64" y="77"/>
                                  </a:cubicBezTo>
                                  <a:cubicBezTo>
                                    <a:pt x="66" y="77"/>
                                    <a:pt x="68" y="76"/>
                                    <a:pt x="70" y="75"/>
                                  </a:cubicBezTo>
                                  <a:cubicBezTo>
                                    <a:pt x="71" y="75"/>
                                    <a:pt x="72" y="74"/>
                                    <a:pt x="72" y="73"/>
                                  </a:cubicBezTo>
                                  <a:cubicBezTo>
                                    <a:pt x="72" y="73"/>
                                    <a:pt x="72" y="71"/>
                                    <a:pt x="72" y="69"/>
                                  </a:cubicBezTo>
                                  <a:cubicBezTo>
                                    <a:pt x="72" y="66"/>
                                    <a:pt x="72" y="66"/>
                                    <a:pt x="72" y="66"/>
                                  </a:cubicBezTo>
                                  <a:cubicBezTo>
                                    <a:pt x="70" y="66"/>
                                    <a:pt x="70" y="66"/>
                                    <a:pt x="70" y="66"/>
                                  </a:cubicBezTo>
                                  <a:cubicBezTo>
                                    <a:pt x="70" y="66"/>
                                    <a:pt x="69" y="66"/>
                                    <a:pt x="69" y="65"/>
                                  </a:cubicBezTo>
                                  <a:cubicBezTo>
                                    <a:pt x="69" y="65"/>
                                    <a:pt x="68" y="65"/>
                                    <a:pt x="67" y="65"/>
                                  </a:cubicBezTo>
                                  <a:cubicBezTo>
                                    <a:pt x="66" y="64"/>
                                    <a:pt x="66" y="64"/>
                                    <a:pt x="66" y="64"/>
                                  </a:cubicBezTo>
                                  <a:cubicBezTo>
                                    <a:pt x="63" y="64"/>
                                    <a:pt x="63" y="64"/>
                                    <a:pt x="63" y="64"/>
                                  </a:cubicBezTo>
                                  <a:cubicBezTo>
                                    <a:pt x="61" y="63"/>
                                    <a:pt x="60" y="63"/>
                                    <a:pt x="59" y="62"/>
                                  </a:cubicBezTo>
                                  <a:close/>
                                  <a:moveTo>
                                    <a:pt x="93" y="0"/>
                                  </a:moveTo>
                                  <a:cubicBezTo>
                                    <a:pt x="95" y="0"/>
                                    <a:pt x="96" y="0"/>
                                    <a:pt x="97" y="0"/>
                                  </a:cubicBezTo>
                                  <a:cubicBezTo>
                                    <a:pt x="98" y="0"/>
                                    <a:pt x="100" y="1"/>
                                    <a:pt x="101" y="1"/>
                                  </a:cubicBezTo>
                                  <a:cubicBezTo>
                                    <a:pt x="105" y="3"/>
                                    <a:pt x="108" y="5"/>
                                    <a:pt x="110" y="6"/>
                                  </a:cubicBezTo>
                                  <a:cubicBezTo>
                                    <a:pt x="113" y="8"/>
                                    <a:pt x="114" y="9"/>
                                    <a:pt x="114" y="11"/>
                                  </a:cubicBezTo>
                                  <a:cubicBezTo>
                                    <a:pt x="114" y="12"/>
                                    <a:pt x="113" y="13"/>
                                    <a:pt x="111" y="16"/>
                                  </a:cubicBezTo>
                                  <a:cubicBezTo>
                                    <a:pt x="110" y="18"/>
                                    <a:pt x="109" y="19"/>
                                    <a:pt x="108" y="19"/>
                                  </a:cubicBezTo>
                                  <a:cubicBezTo>
                                    <a:pt x="107" y="19"/>
                                    <a:pt x="107" y="20"/>
                                    <a:pt x="107" y="20"/>
                                  </a:cubicBezTo>
                                  <a:cubicBezTo>
                                    <a:pt x="107" y="20"/>
                                    <a:pt x="106" y="21"/>
                                    <a:pt x="104" y="22"/>
                                  </a:cubicBezTo>
                                  <a:cubicBezTo>
                                    <a:pt x="102" y="23"/>
                                    <a:pt x="101" y="24"/>
                                    <a:pt x="101" y="24"/>
                                  </a:cubicBezTo>
                                  <a:cubicBezTo>
                                    <a:pt x="101" y="24"/>
                                    <a:pt x="100" y="24"/>
                                    <a:pt x="100" y="25"/>
                                  </a:cubicBezTo>
                                  <a:cubicBezTo>
                                    <a:pt x="99" y="25"/>
                                    <a:pt x="99" y="26"/>
                                    <a:pt x="99" y="26"/>
                                  </a:cubicBezTo>
                                  <a:cubicBezTo>
                                    <a:pt x="98" y="26"/>
                                    <a:pt x="96" y="26"/>
                                    <a:pt x="93" y="28"/>
                                  </a:cubicBezTo>
                                  <a:cubicBezTo>
                                    <a:pt x="90" y="29"/>
                                    <a:pt x="88" y="30"/>
                                    <a:pt x="86" y="30"/>
                                  </a:cubicBezTo>
                                  <a:cubicBezTo>
                                    <a:pt x="83" y="31"/>
                                    <a:pt x="81" y="32"/>
                                    <a:pt x="81" y="32"/>
                                  </a:cubicBezTo>
                                  <a:cubicBezTo>
                                    <a:pt x="79" y="33"/>
                                    <a:pt x="78" y="34"/>
                                    <a:pt x="77" y="34"/>
                                  </a:cubicBezTo>
                                  <a:cubicBezTo>
                                    <a:pt x="75" y="35"/>
                                    <a:pt x="75" y="35"/>
                                    <a:pt x="75" y="35"/>
                                  </a:cubicBezTo>
                                  <a:cubicBezTo>
                                    <a:pt x="73" y="36"/>
                                    <a:pt x="72" y="36"/>
                                    <a:pt x="72" y="36"/>
                                  </a:cubicBezTo>
                                  <a:cubicBezTo>
                                    <a:pt x="72" y="36"/>
                                    <a:pt x="73" y="35"/>
                                    <a:pt x="75" y="33"/>
                                  </a:cubicBezTo>
                                  <a:cubicBezTo>
                                    <a:pt x="78" y="31"/>
                                    <a:pt x="79" y="30"/>
                                    <a:pt x="79" y="30"/>
                                  </a:cubicBezTo>
                                  <a:cubicBezTo>
                                    <a:pt x="79" y="29"/>
                                    <a:pt x="79" y="29"/>
                                    <a:pt x="78" y="29"/>
                                  </a:cubicBezTo>
                                  <a:cubicBezTo>
                                    <a:pt x="77" y="29"/>
                                    <a:pt x="77" y="29"/>
                                    <a:pt x="77" y="29"/>
                                  </a:cubicBezTo>
                                  <a:cubicBezTo>
                                    <a:pt x="78" y="28"/>
                                    <a:pt x="78" y="28"/>
                                    <a:pt x="78" y="28"/>
                                  </a:cubicBezTo>
                                  <a:cubicBezTo>
                                    <a:pt x="79" y="27"/>
                                    <a:pt x="80" y="27"/>
                                    <a:pt x="81" y="26"/>
                                  </a:cubicBezTo>
                                  <a:cubicBezTo>
                                    <a:pt x="83" y="22"/>
                                    <a:pt x="84" y="19"/>
                                    <a:pt x="85" y="18"/>
                                  </a:cubicBezTo>
                                  <a:cubicBezTo>
                                    <a:pt x="87" y="15"/>
                                    <a:pt x="89" y="13"/>
                                    <a:pt x="90" y="11"/>
                                  </a:cubicBezTo>
                                  <a:cubicBezTo>
                                    <a:pt x="92" y="8"/>
                                    <a:pt x="92" y="7"/>
                                    <a:pt x="92" y="6"/>
                                  </a:cubicBezTo>
                                  <a:cubicBezTo>
                                    <a:pt x="92" y="6"/>
                                    <a:pt x="92" y="6"/>
                                    <a:pt x="92" y="5"/>
                                  </a:cubicBezTo>
                                  <a:cubicBezTo>
                                    <a:pt x="91" y="5"/>
                                    <a:pt x="90" y="5"/>
                                    <a:pt x="90" y="5"/>
                                  </a:cubicBezTo>
                                  <a:cubicBezTo>
                                    <a:pt x="89" y="5"/>
                                    <a:pt x="88" y="4"/>
                                    <a:pt x="87" y="3"/>
                                  </a:cubicBezTo>
                                  <a:cubicBezTo>
                                    <a:pt x="86" y="2"/>
                                    <a:pt x="85" y="2"/>
                                    <a:pt x="85" y="1"/>
                                  </a:cubicBezTo>
                                  <a:cubicBezTo>
                                    <a:pt x="85" y="0"/>
                                    <a:pt x="86" y="0"/>
                                    <a:pt x="87" y="0"/>
                                  </a:cubicBezTo>
                                  <a:cubicBezTo>
                                    <a:pt x="89" y="0"/>
                                    <a:pt x="91" y="0"/>
                                    <a:pt x="93" y="0"/>
                                  </a:cubicBezTo>
                                  <a:close/>
                                  <a:moveTo>
                                    <a:pt x="97" y="41"/>
                                  </a:moveTo>
                                  <a:cubicBezTo>
                                    <a:pt x="92" y="41"/>
                                    <a:pt x="89" y="41"/>
                                    <a:pt x="88" y="42"/>
                                  </a:cubicBezTo>
                                  <a:cubicBezTo>
                                    <a:pt x="86" y="42"/>
                                    <a:pt x="84" y="42"/>
                                    <a:pt x="81" y="43"/>
                                  </a:cubicBezTo>
                                  <a:cubicBezTo>
                                    <a:pt x="76" y="44"/>
                                    <a:pt x="76" y="44"/>
                                    <a:pt x="76" y="44"/>
                                  </a:cubicBezTo>
                                  <a:cubicBezTo>
                                    <a:pt x="75" y="44"/>
                                    <a:pt x="74" y="45"/>
                                    <a:pt x="74" y="45"/>
                                  </a:cubicBezTo>
                                  <a:cubicBezTo>
                                    <a:pt x="74" y="45"/>
                                    <a:pt x="75" y="46"/>
                                    <a:pt x="77" y="46"/>
                                  </a:cubicBezTo>
                                  <a:cubicBezTo>
                                    <a:pt x="78" y="46"/>
                                    <a:pt x="79" y="47"/>
                                    <a:pt x="80" y="48"/>
                                  </a:cubicBezTo>
                                  <a:cubicBezTo>
                                    <a:pt x="82" y="49"/>
                                    <a:pt x="83" y="50"/>
                                    <a:pt x="83" y="51"/>
                                  </a:cubicBezTo>
                                  <a:cubicBezTo>
                                    <a:pt x="84" y="51"/>
                                    <a:pt x="84" y="52"/>
                                    <a:pt x="84" y="52"/>
                                  </a:cubicBezTo>
                                  <a:cubicBezTo>
                                    <a:pt x="85" y="52"/>
                                    <a:pt x="86" y="52"/>
                                    <a:pt x="87" y="52"/>
                                  </a:cubicBezTo>
                                  <a:cubicBezTo>
                                    <a:pt x="88" y="52"/>
                                    <a:pt x="90" y="53"/>
                                    <a:pt x="93" y="54"/>
                                  </a:cubicBezTo>
                                  <a:cubicBezTo>
                                    <a:pt x="95" y="54"/>
                                    <a:pt x="96" y="55"/>
                                    <a:pt x="97" y="55"/>
                                  </a:cubicBezTo>
                                  <a:cubicBezTo>
                                    <a:pt x="97" y="55"/>
                                    <a:pt x="98" y="53"/>
                                    <a:pt x="99" y="50"/>
                                  </a:cubicBezTo>
                                  <a:cubicBezTo>
                                    <a:pt x="101" y="46"/>
                                    <a:pt x="102" y="44"/>
                                    <a:pt x="102" y="43"/>
                                  </a:cubicBezTo>
                                  <a:cubicBezTo>
                                    <a:pt x="102" y="42"/>
                                    <a:pt x="102" y="42"/>
                                    <a:pt x="102" y="41"/>
                                  </a:cubicBezTo>
                                  <a:cubicBezTo>
                                    <a:pt x="101" y="41"/>
                                    <a:pt x="100" y="41"/>
                                    <a:pt x="97" y="41"/>
                                  </a:cubicBezTo>
                                  <a:close/>
                                  <a:moveTo>
                                    <a:pt x="95" y="60"/>
                                  </a:moveTo>
                                  <a:cubicBezTo>
                                    <a:pt x="95" y="60"/>
                                    <a:pt x="95" y="60"/>
                                    <a:pt x="94" y="60"/>
                                  </a:cubicBezTo>
                                  <a:cubicBezTo>
                                    <a:pt x="94" y="60"/>
                                    <a:pt x="93" y="60"/>
                                    <a:pt x="92" y="61"/>
                                  </a:cubicBezTo>
                                  <a:cubicBezTo>
                                    <a:pt x="91" y="61"/>
                                    <a:pt x="90" y="62"/>
                                    <a:pt x="88" y="62"/>
                                  </a:cubicBezTo>
                                  <a:cubicBezTo>
                                    <a:pt x="87" y="62"/>
                                    <a:pt x="86" y="62"/>
                                    <a:pt x="86" y="63"/>
                                  </a:cubicBezTo>
                                  <a:cubicBezTo>
                                    <a:pt x="86" y="63"/>
                                    <a:pt x="85" y="65"/>
                                    <a:pt x="85" y="66"/>
                                  </a:cubicBezTo>
                                  <a:cubicBezTo>
                                    <a:pt x="85" y="68"/>
                                    <a:pt x="85" y="69"/>
                                    <a:pt x="85" y="69"/>
                                  </a:cubicBezTo>
                                  <a:cubicBezTo>
                                    <a:pt x="87" y="69"/>
                                    <a:pt x="89" y="68"/>
                                    <a:pt x="91" y="66"/>
                                  </a:cubicBezTo>
                                  <a:cubicBezTo>
                                    <a:pt x="93" y="64"/>
                                    <a:pt x="94" y="62"/>
                                    <a:pt x="95" y="61"/>
                                  </a:cubicBezTo>
                                  <a:lnTo>
                                    <a:pt x="95" y="6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25" name="组合 25"/>
                        <wpg:cNvGrpSpPr/>
                        <wpg:grpSpPr>
                          <a:xfrm>
                            <a:off x="4869" y="6502"/>
                            <a:ext cx="2389" cy="4595"/>
                            <a:chOff x="4738" y="6540"/>
                            <a:chExt cx="2389" cy="4595"/>
                          </a:xfrm>
                        </wpg:grpSpPr>
                        <wps:wsp>
                          <wps:cNvPr id="22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4738" y="6540"/>
                              <a:ext cx="1367" cy="1801"/>
                            </a:xfrm>
                            <a:custGeom>
                              <a:avLst/>
                              <a:gdLst>
                                <a:gd name="T0" fmla="*/ 50 w 118"/>
                                <a:gd name="T1" fmla="*/ 16 h 157"/>
                                <a:gd name="T2" fmla="*/ 56 w 118"/>
                                <a:gd name="T3" fmla="*/ 25 h 157"/>
                                <a:gd name="T4" fmla="*/ 52 w 118"/>
                                <a:gd name="T5" fmla="*/ 48 h 157"/>
                                <a:gd name="T6" fmla="*/ 45 w 118"/>
                                <a:gd name="T7" fmla="*/ 41 h 157"/>
                                <a:gd name="T8" fmla="*/ 25 w 118"/>
                                <a:gd name="T9" fmla="*/ 45 h 157"/>
                                <a:gd name="T10" fmla="*/ 13 w 118"/>
                                <a:gd name="T11" fmla="*/ 48 h 157"/>
                                <a:gd name="T12" fmla="*/ 0 w 118"/>
                                <a:gd name="T13" fmla="*/ 36 h 157"/>
                                <a:gd name="T14" fmla="*/ 21 w 118"/>
                                <a:gd name="T15" fmla="*/ 33 h 157"/>
                                <a:gd name="T16" fmla="*/ 37 w 118"/>
                                <a:gd name="T17" fmla="*/ 22 h 157"/>
                                <a:gd name="T18" fmla="*/ 32 w 118"/>
                                <a:gd name="T19" fmla="*/ 11 h 157"/>
                                <a:gd name="T20" fmla="*/ 100 w 118"/>
                                <a:gd name="T21" fmla="*/ 58 h 157"/>
                                <a:gd name="T22" fmla="*/ 114 w 118"/>
                                <a:gd name="T23" fmla="*/ 63 h 157"/>
                                <a:gd name="T24" fmla="*/ 118 w 118"/>
                                <a:gd name="T25" fmla="*/ 71 h 157"/>
                                <a:gd name="T26" fmla="*/ 115 w 118"/>
                                <a:gd name="T27" fmla="*/ 78 h 157"/>
                                <a:gd name="T28" fmla="*/ 108 w 118"/>
                                <a:gd name="T29" fmla="*/ 89 h 157"/>
                                <a:gd name="T30" fmla="*/ 104 w 118"/>
                                <a:gd name="T31" fmla="*/ 98 h 157"/>
                                <a:gd name="T32" fmla="*/ 97 w 118"/>
                                <a:gd name="T33" fmla="*/ 111 h 157"/>
                                <a:gd name="T34" fmla="*/ 95 w 118"/>
                                <a:gd name="T35" fmla="*/ 116 h 157"/>
                                <a:gd name="T36" fmla="*/ 89 w 118"/>
                                <a:gd name="T37" fmla="*/ 120 h 157"/>
                                <a:gd name="T38" fmla="*/ 80 w 118"/>
                                <a:gd name="T39" fmla="*/ 114 h 157"/>
                                <a:gd name="T40" fmla="*/ 70 w 118"/>
                                <a:gd name="T41" fmla="*/ 106 h 157"/>
                                <a:gd name="T42" fmla="*/ 67 w 118"/>
                                <a:gd name="T43" fmla="*/ 104 h 157"/>
                                <a:gd name="T44" fmla="*/ 82 w 118"/>
                                <a:gd name="T45" fmla="*/ 106 h 157"/>
                                <a:gd name="T46" fmla="*/ 90 w 118"/>
                                <a:gd name="T47" fmla="*/ 68 h 157"/>
                                <a:gd name="T48" fmla="*/ 49 w 118"/>
                                <a:gd name="T49" fmla="*/ 73 h 157"/>
                                <a:gd name="T50" fmla="*/ 22 w 118"/>
                                <a:gd name="T51" fmla="*/ 87 h 157"/>
                                <a:gd name="T52" fmla="*/ 13 w 118"/>
                                <a:gd name="T53" fmla="*/ 83 h 157"/>
                                <a:gd name="T54" fmla="*/ 11 w 118"/>
                                <a:gd name="T55" fmla="*/ 73 h 157"/>
                                <a:gd name="T56" fmla="*/ 16 w 118"/>
                                <a:gd name="T57" fmla="*/ 75 h 157"/>
                                <a:gd name="T58" fmla="*/ 56 w 118"/>
                                <a:gd name="T59" fmla="*/ 65 h 157"/>
                                <a:gd name="T60" fmla="*/ 85 w 118"/>
                                <a:gd name="T61" fmla="*/ 60 h 157"/>
                                <a:gd name="T62" fmla="*/ 94 w 118"/>
                                <a:gd name="T63" fmla="*/ 58 h 157"/>
                                <a:gd name="T64" fmla="*/ 50 w 118"/>
                                <a:gd name="T65" fmla="*/ 75 h 157"/>
                                <a:gd name="T66" fmla="*/ 58 w 118"/>
                                <a:gd name="T67" fmla="*/ 78 h 157"/>
                                <a:gd name="T68" fmla="*/ 63 w 118"/>
                                <a:gd name="T69" fmla="*/ 104 h 157"/>
                                <a:gd name="T70" fmla="*/ 63 w 118"/>
                                <a:gd name="T71" fmla="*/ 134 h 157"/>
                                <a:gd name="T72" fmla="*/ 56 w 118"/>
                                <a:gd name="T73" fmla="*/ 157 h 157"/>
                                <a:gd name="T74" fmla="*/ 50 w 118"/>
                                <a:gd name="T75" fmla="*/ 143 h 157"/>
                                <a:gd name="T76" fmla="*/ 49 w 118"/>
                                <a:gd name="T77" fmla="*/ 79 h 157"/>
                                <a:gd name="T78" fmla="*/ 88 w 118"/>
                                <a:gd name="T79" fmla="*/ 0 h 157"/>
                                <a:gd name="T80" fmla="*/ 101 w 118"/>
                                <a:gd name="T81" fmla="*/ 9 h 157"/>
                                <a:gd name="T82" fmla="*/ 98 w 118"/>
                                <a:gd name="T83" fmla="*/ 16 h 157"/>
                                <a:gd name="T84" fmla="*/ 94 w 118"/>
                                <a:gd name="T85" fmla="*/ 24 h 157"/>
                                <a:gd name="T86" fmla="*/ 113 w 118"/>
                                <a:gd name="T87" fmla="*/ 33 h 157"/>
                                <a:gd name="T88" fmla="*/ 100 w 118"/>
                                <a:gd name="T89" fmla="*/ 37 h 157"/>
                                <a:gd name="T90" fmla="*/ 91 w 118"/>
                                <a:gd name="T91" fmla="*/ 34 h 157"/>
                                <a:gd name="T92" fmla="*/ 86 w 118"/>
                                <a:gd name="T93" fmla="*/ 41 h 157"/>
                                <a:gd name="T94" fmla="*/ 76 w 118"/>
                                <a:gd name="T95" fmla="*/ 51 h 157"/>
                                <a:gd name="T96" fmla="*/ 65 w 118"/>
                                <a:gd name="T97" fmla="*/ 57 h 157"/>
                                <a:gd name="T98" fmla="*/ 75 w 118"/>
                                <a:gd name="T99" fmla="*/ 40 h 157"/>
                                <a:gd name="T100" fmla="*/ 77 w 118"/>
                                <a:gd name="T101" fmla="*/ 32 h 157"/>
                                <a:gd name="T102" fmla="*/ 66 w 118"/>
                                <a:gd name="T103" fmla="*/ 33 h 157"/>
                                <a:gd name="T104" fmla="*/ 84 w 118"/>
                                <a:gd name="T105" fmla="*/ 9 h 157"/>
                                <a:gd name="T106" fmla="*/ 77 w 118"/>
                                <a:gd name="T107" fmla="*/ 2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8" h="157">
                                  <a:moveTo>
                                    <a:pt x="35" y="10"/>
                                  </a:moveTo>
                                  <a:cubicBezTo>
                                    <a:pt x="35" y="10"/>
                                    <a:pt x="36" y="10"/>
                                    <a:pt x="38" y="10"/>
                                  </a:cubicBezTo>
                                  <a:cubicBezTo>
                                    <a:pt x="40" y="10"/>
                                    <a:pt x="42" y="11"/>
                                    <a:pt x="45" y="12"/>
                                  </a:cubicBezTo>
                                  <a:cubicBezTo>
                                    <a:pt x="46" y="13"/>
                                    <a:pt x="48" y="14"/>
                                    <a:pt x="50" y="16"/>
                                  </a:cubicBezTo>
                                  <a:cubicBezTo>
                                    <a:pt x="52" y="17"/>
                                    <a:pt x="53" y="18"/>
                                    <a:pt x="53" y="19"/>
                                  </a:cubicBezTo>
                                  <a:cubicBezTo>
                                    <a:pt x="54" y="20"/>
                                    <a:pt x="54" y="20"/>
                                    <a:pt x="54" y="20"/>
                                  </a:cubicBezTo>
                                  <a:cubicBezTo>
                                    <a:pt x="54" y="21"/>
                                    <a:pt x="55" y="22"/>
                                    <a:pt x="55" y="23"/>
                                  </a:cubicBezTo>
                                  <a:cubicBezTo>
                                    <a:pt x="55" y="24"/>
                                    <a:pt x="55" y="25"/>
                                    <a:pt x="56" y="25"/>
                                  </a:cubicBezTo>
                                  <a:cubicBezTo>
                                    <a:pt x="56" y="25"/>
                                    <a:pt x="56" y="27"/>
                                    <a:pt x="56" y="31"/>
                                  </a:cubicBezTo>
                                  <a:cubicBezTo>
                                    <a:pt x="56" y="35"/>
                                    <a:pt x="56" y="37"/>
                                    <a:pt x="56" y="37"/>
                                  </a:cubicBezTo>
                                  <a:cubicBezTo>
                                    <a:pt x="54" y="42"/>
                                    <a:pt x="54" y="42"/>
                                    <a:pt x="54" y="42"/>
                                  </a:cubicBezTo>
                                  <a:cubicBezTo>
                                    <a:pt x="52" y="45"/>
                                    <a:pt x="52" y="47"/>
                                    <a:pt x="52" y="48"/>
                                  </a:cubicBezTo>
                                  <a:cubicBezTo>
                                    <a:pt x="52" y="48"/>
                                    <a:pt x="51" y="50"/>
                                    <a:pt x="50" y="52"/>
                                  </a:cubicBezTo>
                                  <a:cubicBezTo>
                                    <a:pt x="49" y="54"/>
                                    <a:pt x="49" y="55"/>
                                    <a:pt x="49" y="55"/>
                                  </a:cubicBezTo>
                                  <a:cubicBezTo>
                                    <a:pt x="48" y="52"/>
                                    <a:pt x="48" y="52"/>
                                    <a:pt x="48" y="52"/>
                                  </a:cubicBezTo>
                                  <a:cubicBezTo>
                                    <a:pt x="47" y="49"/>
                                    <a:pt x="46" y="45"/>
                                    <a:pt x="45" y="41"/>
                                  </a:cubicBezTo>
                                  <a:cubicBezTo>
                                    <a:pt x="44" y="38"/>
                                    <a:pt x="43" y="36"/>
                                    <a:pt x="42" y="36"/>
                                  </a:cubicBezTo>
                                  <a:cubicBezTo>
                                    <a:pt x="42" y="36"/>
                                    <a:pt x="39" y="37"/>
                                    <a:pt x="35" y="39"/>
                                  </a:cubicBezTo>
                                  <a:cubicBezTo>
                                    <a:pt x="33" y="40"/>
                                    <a:pt x="31" y="41"/>
                                    <a:pt x="29" y="42"/>
                                  </a:cubicBezTo>
                                  <a:cubicBezTo>
                                    <a:pt x="27" y="44"/>
                                    <a:pt x="26" y="45"/>
                                    <a:pt x="25" y="45"/>
                                  </a:cubicBezTo>
                                  <a:cubicBezTo>
                                    <a:pt x="24" y="46"/>
                                    <a:pt x="22" y="47"/>
                                    <a:pt x="21" y="48"/>
                                  </a:cubicBezTo>
                                  <a:cubicBezTo>
                                    <a:pt x="19" y="49"/>
                                    <a:pt x="17" y="49"/>
                                    <a:pt x="16" y="49"/>
                                  </a:cubicBezTo>
                                  <a:cubicBezTo>
                                    <a:pt x="15" y="49"/>
                                    <a:pt x="14" y="49"/>
                                    <a:pt x="14" y="48"/>
                                  </a:cubicBezTo>
                                  <a:cubicBezTo>
                                    <a:pt x="14" y="48"/>
                                    <a:pt x="13" y="48"/>
                                    <a:pt x="13" y="48"/>
                                  </a:cubicBezTo>
                                  <a:cubicBezTo>
                                    <a:pt x="12" y="48"/>
                                    <a:pt x="11" y="47"/>
                                    <a:pt x="10" y="47"/>
                                  </a:cubicBezTo>
                                  <a:cubicBezTo>
                                    <a:pt x="9" y="46"/>
                                    <a:pt x="8" y="45"/>
                                    <a:pt x="7" y="45"/>
                                  </a:cubicBezTo>
                                  <a:cubicBezTo>
                                    <a:pt x="5" y="42"/>
                                    <a:pt x="3" y="40"/>
                                    <a:pt x="2" y="39"/>
                                  </a:cubicBezTo>
                                  <a:cubicBezTo>
                                    <a:pt x="1" y="38"/>
                                    <a:pt x="0" y="37"/>
                                    <a:pt x="0" y="36"/>
                                  </a:cubicBezTo>
                                  <a:cubicBezTo>
                                    <a:pt x="0" y="35"/>
                                    <a:pt x="0" y="35"/>
                                    <a:pt x="0" y="35"/>
                                  </a:cubicBezTo>
                                  <a:cubicBezTo>
                                    <a:pt x="4" y="35"/>
                                    <a:pt x="4" y="35"/>
                                    <a:pt x="4" y="35"/>
                                  </a:cubicBezTo>
                                  <a:cubicBezTo>
                                    <a:pt x="7" y="35"/>
                                    <a:pt x="9" y="34"/>
                                    <a:pt x="13" y="34"/>
                                  </a:cubicBezTo>
                                  <a:cubicBezTo>
                                    <a:pt x="16" y="33"/>
                                    <a:pt x="18" y="33"/>
                                    <a:pt x="21" y="33"/>
                                  </a:cubicBezTo>
                                  <a:cubicBezTo>
                                    <a:pt x="40" y="31"/>
                                    <a:pt x="40" y="31"/>
                                    <a:pt x="40" y="31"/>
                                  </a:cubicBezTo>
                                  <a:cubicBezTo>
                                    <a:pt x="40" y="31"/>
                                    <a:pt x="41" y="31"/>
                                    <a:pt x="41" y="31"/>
                                  </a:cubicBezTo>
                                  <a:cubicBezTo>
                                    <a:pt x="41" y="30"/>
                                    <a:pt x="40" y="29"/>
                                    <a:pt x="39" y="27"/>
                                  </a:cubicBezTo>
                                  <a:cubicBezTo>
                                    <a:pt x="37" y="22"/>
                                    <a:pt x="37" y="22"/>
                                    <a:pt x="37" y="22"/>
                                  </a:cubicBezTo>
                                  <a:cubicBezTo>
                                    <a:pt x="37" y="20"/>
                                    <a:pt x="36" y="18"/>
                                    <a:pt x="35" y="17"/>
                                  </a:cubicBezTo>
                                  <a:cubicBezTo>
                                    <a:pt x="35" y="15"/>
                                    <a:pt x="34" y="14"/>
                                    <a:pt x="33" y="13"/>
                                  </a:cubicBezTo>
                                  <a:cubicBezTo>
                                    <a:pt x="32" y="12"/>
                                    <a:pt x="31" y="12"/>
                                    <a:pt x="31" y="11"/>
                                  </a:cubicBezTo>
                                  <a:cubicBezTo>
                                    <a:pt x="31" y="11"/>
                                    <a:pt x="32" y="11"/>
                                    <a:pt x="32" y="11"/>
                                  </a:cubicBezTo>
                                  <a:cubicBezTo>
                                    <a:pt x="33" y="11"/>
                                    <a:pt x="34" y="11"/>
                                    <a:pt x="35" y="10"/>
                                  </a:cubicBezTo>
                                  <a:cubicBezTo>
                                    <a:pt x="35" y="10"/>
                                    <a:pt x="35" y="10"/>
                                    <a:pt x="35" y="10"/>
                                  </a:cubicBezTo>
                                  <a:close/>
                                  <a:moveTo>
                                    <a:pt x="98" y="58"/>
                                  </a:moveTo>
                                  <a:cubicBezTo>
                                    <a:pt x="100" y="58"/>
                                    <a:pt x="100" y="58"/>
                                    <a:pt x="100" y="58"/>
                                  </a:cubicBezTo>
                                  <a:cubicBezTo>
                                    <a:pt x="101" y="58"/>
                                    <a:pt x="102" y="58"/>
                                    <a:pt x="103" y="59"/>
                                  </a:cubicBezTo>
                                  <a:cubicBezTo>
                                    <a:pt x="106" y="60"/>
                                    <a:pt x="106" y="60"/>
                                    <a:pt x="106" y="60"/>
                                  </a:cubicBezTo>
                                  <a:cubicBezTo>
                                    <a:pt x="107" y="60"/>
                                    <a:pt x="109" y="60"/>
                                    <a:pt x="110" y="61"/>
                                  </a:cubicBezTo>
                                  <a:cubicBezTo>
                                    <a:pt x="111" y="61"/>
                                    <a:pt x="112" y="62"/>
                                    <a:pt x="114" y="63"/>
                                  </a:cubicBezTo>
                                  <a:cubicBezTo>
                                    <a:pt x="115" y="65"/>
                                    <a:pt x="116" y="65"/>
                                    <a:pt x="116" y="66"/>
                                  </a:cubicBezTo>
                                  <a:cubicBezTo>
                                    <a:pt x="116" y="66"/>
                                    <a:pt x="116" y="67"/>
                                    <a:pt x="117" y="67"/>
                                  </a:cubicBezTo>
                                  <a:cubicBezTo>
                                    <a:pt x="118" y="68"/>
                                    <a:pt x="118" y="68"/>
                                    <a:pt x="118" y="69"/>
                                  </a:cubicBezTo>
                                  <a:cubicBezTo>
                                    <a:pt x="118" y="69"/>
                                    <a:pt x="118" y="70"/>
                                    <a:pt x="118" y="71"/>
                                  </a:cubicBezTo>
                                  <a:cubicBezTo>
                                    <a:pt x="118" y="73"/>
                                    <a:pt x="118" y="74"/>
                                    <a:pt x="118" y="74"/>
                                  </a:cubicBezTo>
                                  <a:cubicBezTo>
                                    <a:pt x="117" y="74"/>
                                    <a:pt x="117" y="75"/>
                                    <a:pt x="117" y="76"/>
                                  </a:cubicBezTo>
                                  <a:cubicBezTo>
                                    <a:pt x="116" y="77"/>
                                    <a:pt x="116" y="78"/>
                                    <a:pt x="116" y="78"/>
                                  </a:cubicBezTo>
                                  <a:cubicBezTo>
                                    <a:pt x="115" y="78"/>
                                    <a:pt x="115" y="78"/>
                                    <a:pt x="115" y="78"/>
                                  </a:cubicBezTo>
                                  <a:cubicBezTo>
                                    <a:pt x="115" y="79"/>
                                    <a:pt x="115" y="79"/>
                                    <a:pt x="114" y="79"/>
                                  </a:cubicBezTo>
                                  <a:cubicBezTo>
                                    <a:pt x="114" y="79"/>
                                    <a:pt x="113" y="80"/>
                                    <a:pt x="113" y="82"/>
                                  </a:cubicBezTo>
                                  <a:cubicBezTo>
                                    <a:pt x="111" y="84"/>
                                    <a:pt x="110" y="86"/>
                                    <a:pt x="110" y="86"/>
                                  </a:cubicBezTo>
                                  <a:cubicBezTo>
                                    <a:pt x="109" y="87"/>
                                    <a:pt x="109" y="88"/>
                                    <a:pt x="108" y="89"/>
                                  </a:cubicBezTo>
                                  <a:cubicBezTo>
                                    <a:pt x="108" y="90"/>
                                    <a:pt x="108" y="91"/>
                                    <a:pt x="108" y="91"/>
                                  </a:cubicBezTo>
                                  <a:cubicBezTo>
                                    <a:pt x="107" y="92"/>
                                    <a:pt x="107" y="93"/>
                                    <a:pt x="106" y="94"/>
                                  </a:cubicBezTo>
                                  <a:cubicBezTo>
                                    <a:pt x="105" y="95"/>
                                    <a:pt x="105" y="96"/>
                                    <a:pt x="105" y="97"/>
                                  </a:cubicBezTo>
                                  <a:cubicBezTo>
                                    <a:pt x="105" y="97"/>
                                    <a:pt x="105" y="97"/>
                                    <a:pt x="104" y="98"/>
                                  </a:cubicBezTo>
                                  <a:cubicBezTo>
                                    <a:pt x="103" y="99"/>
                                    <a:pt x="102" y="100"/>
                                    <a:pt x="102" y="101"/>
                                  </a:cubicBezTo>
                                  <a:cubicBezTo>
                                    <a:pt x="102" y="102"/>
                                    <a:pt x="102" y="102"/>
                                    <a:pt x="102" y="102"/>
                                  </a:cubicBezTo>
                                  <a:cubicBezTo>
                                    <a:pt x="101" y="103"/>
                                    <a:pt x="100" y="104"/>
                                    <a:pt x="99" y="106"/>
                                  </a:cubicBezTo>
                                  <a:cubicBezTo>
                                    <a:pt x="98" y="109"/>
                                    <a:pt x="97" y="110"/>
                                    <a:pt x="97" y="111"/>
                                  </a:cubicBezTo>
                                  <a:cubicBezTo>
                                    <a:pt x="97" y="112"/>
                                    <a:pt x="97" y="112"/>
                                    <a:pt x="97" y="112"/>
                                  </a:cubicBezTo>
                                  <a:cubicBezTo>
                                    <a:pt x="97" y="113"/>
                                    <a:pt x="96" y="113"/>
                                    <a:pt x="96" y="114"/>
                                  </a:cubicBezTo>
                                  <a:cubicBezTo>
                                    <a:pt x="96" y="115"/>
                                    <a:pt x="96" y="115"/>
                                    <a:pt x="95" y="116"/>
                                  </a:cubicBezTo>
                                  <a:cubicBezTo>
                                    <a:pt x="95" y="116"/>
                                    <a:pt x="95" y="116"/>
                                    <a:pt x="95" y="116"/>
                                  </a:cubicBezTo>
                                  <a:cubicBezTo>
                                    <a:pt x="95" y="117"/>
                                    <a:pt x="94" y="117"/>
                                    <a:pt x="94" y="118"/>
                                  </a:cubicBezTo>
                                  <a:cubicBezTo>
                                    <a:pt x="93" y="118"/>
                                    <a:pt x="93" y="119"/>
                                    <a:pt x="93" y="119"/>
                                  </a:cubicBezTo>
                                  <a:cubicBezTo>
                                    <a:pt x="92" y="119"/>
                                    <a:pt x="92" y="119"/>
                                    <a:pt x="92" y="119"/>
                                  </a:cubicBezTo>
                                  <a:cubicBezTo>
                                    <a:pt x="92" y="119"/>
                                    <a:pt x="91" y="120"/>
                                    <a:pt x="89" y="120"/>
                                  </a:cubicBezTo>
                                  <a:cubicBezTo>
                                    <a:pt x="87" y="121"/>
                                    <a:pt x="86" y="121"/>
                                    <a:pt x="85" y="121"/>
                                  </a:cubicBezTo>
                                  <a:cubicBezTo>
                                    <a:pt x="85" y="121"/>
                                    <a:pt x="84" y="120"/>
                                    <a:pt x="83" y="118"/>
                                  </a:cubicBezTo>
                                  <a:cubicBezTo>
                                    <a:pt x="83" y="118"/>
                                    <a:pt x="82" y="117"/>
                                    <a:pt x="81" y="116"/>
                                  </a:cubicBezTo>
                                  <a:cubicBezTo>
                                    <a:pt x="80" y="115"/>
                                    <a:pt x="80" y="115"/>
                                    <a:pt x="80" y="114"/>
                                  </a:cubicBezTo>
                                  <a:cubicBezTo>
                                    <a:pt x="80" y="114"/>
                                    <a:pt x="79" y="113"/>
                                    <a:pt x="77" y="111"/>
                                  </a:cubicBezTo>
                                  <a:cubicBezTo>
                                    <a:pt x="76" y="109"/>
                                    <a:pt x="75" y="109"/>
                                    <a:pt x="74" y="109"/>
                                  </a:cubicBezTo>
                                  <a:cubicBezTo>
                                    <a:pt x="74" y="109"/>
                                    <a:pt x="73" y="108"/>
                                    <a:pt x="72" y="108"/>
                                  </a:cubicBezTo>
                                  <a:cubicBezTo>
                                    <a:pt x="71" y="107"/>
                                    <a:pt x="70" y="107"/>
                                    <a:pt x="70" y="106"/>
                                  </a:cubicBezTo>
                                  <a:cubicBezTo>
                                    <a:pt x="69" y="105"/>
                                    <a:pt x="68" y="105"/>
                                    <a:pt x="67" y="104"/>
                                  </a:cubicBezTo>
                                  <a:cubicBezTo>
                                    <a:pt x="67" y="104"/>
                                    <a:pt x="67" y="104"/>
                                    <a:pt x="67" y="104"/>
                                  </a:cubicBezTo>
                                  <a:cubicBezTo>
                                    <a:pt x="66" y="104"/>
                                    <a:pt x="66" y="104"/>
                                    <a:pt x="66" y="104"/>
                                  </a:cubicBezTo>
                                  <a:cubicBezTo>
                                    <a:pt x="66" y="104"/>
                                    <a:pt x="66" y="104"/>
                                    <a:pt x="67" y="104"/>
                                  </a:cubicBezTo>
                                  <a:cubicBezTo>
                                    <a:pt x="68" y="104"/>
                                    <a:pt x="68" y="104"/>
                                    <a:pt x="69" y="104"/>
                                  </a:cubicBezTo>
                                  <a:cubicBezTo>
                                    <a:pt x="70" y="104"/>
                                    <a:pt x="71" y="105"/>
                                    <a:pt x="73" y="105"/>
                                  </a:cubicBezTo>
                                  <a:cubicBezTo>
                                    <a:pt x="75" y="105"/>
                                    <a:pt x="77" y="105"/>
                                    <a:pt x="79" y="105"/>
                                  </a:cubicBezTo>
                                  <a:cubicBezTo>
                                    <a:pt x="81" y="106"/>
                                    <a:pt x="82" y="106"/>
                                    <a:pt x="82" y="106"/>
                                  </a:cubicBezTo>
                                  <a:cubicBezTo>
                                    <a:pt x="82" y="105"/>
                                    <a:pt x="83" y="103"/>
                                    <a:pt x="85" y="97"/>
                                  </a:cubicBezTo>
                                  <a:cubicBezTo>
                                    <a:pt x="87" y="92"/>
                                    <a:pt x="88" y="88"/>
                                    <a:pt x="88" y="85"/>
                                  </a:cubicBezTo>
                                  <a:cubicBezTo>
                                    <a:pt x="90" y="78"/>
                                    <a:pt x="90" y="73"/>
                                    <a:pt x="90" y="70"/>
                                  </a:cubicBezTo>
                                  <a:cubicBezTo>
                                    <a:pt x="90" y="68"/>
                                    <a:pt x="90" y="68"/>
                                    <a:pt x="90" y="68"/>
                                  </a:cubicBezTo>
                                  <a:cubicBezTo>
                                    <a:pt x="88" y="67"/>
                                    <a:pt x="88" y="67"/>
                                    <a:pt x="88" y="67"/>
                                  </a:cubicBezTo>
                                  <a:cubicBezTo>
                                    <a:pt x="86" y="67"/>
                                    <a:pt x="84" y="67"/>
                                    <a:pt x="81" y="67"/>
                                  </a:cubicBezTo>
                                  <a:cubicBezTo>
                                    <a:pt x="78" y="67"/>
                                    <a:pt x="74" y="67"/>
                                    <a:pt x="70" y="68"/>
                                  </a:cubicBezTo>
                                  <a:cubicBezTo>
                                    <a:pt x="65" y="69"/>
                                    <a:pt x="58" y="71"/>
                                    <a:pt x="49" y="73"/>
                                  </a:cubicBezTo>
                                  <a:cubicBezTo>
                                    <a:pt x="41" y="76"/>
                                    <a:pt x="35" y="78"/>
                                    <a:pt x="32" y="80"/>
                                  </a:cubicBezTo>
                                  <a:cubicBezTo>
                                    <a:pt x="30" y="80"/>
                                    <a:pt x="29" y="81"/>
                                    <a:pt x="26" y="83"/>
                                  </a:cubicBezTo>
                                  <a:cubicBezTo>
                                    <a:pt x="24" y="84"/>
                                    <a:pt x="23" y="85"/>
                                    <a:pt x="23" y="86"/>
                                  </a:cubicBezTo>
                                  <a:cubicBezTo>
                                    <a:pt x="23" y="86"/>
                                    <a:pt x="22" y="87"/>
                                    <a:pt x="22" y="87"/>
                                  </a:cubicBezTo>
                                  <a:cubicBezTo>
                                    <a:pt x="22" y="87"/>
                                    <a:pt x="21" y="87"/>
                                    <a:pt x="20" y="87"/>
                                  </a:cubicBezTo>
                                  <a:cubicBezTo>
                                    <a:pt x="19" y="87"/>
                                    <a:pt x="18" y="87"/>
                                    <a:pt x="17" y="87"/>
                                  </a:cubicBezTo>
                                  <a:cubicBezTo>
                                    <a:pt x="17" y="87"/>
                                    <a:pt x="16" y="86"/>
                                    <a:pt x="15" y="85"/>
                                  </a:cubicBezTo>
                                  <a:cubicBezTo>
                                    <a:pt x="14" y="84"/>
                                    <a:pt x="13" y="83"/>
                                    <a:pt x="13" y="83"/>
                                  </a:cubicBezTo>
                                  <a:cubicBezTo>
                                    <a:pt x="13" y="82"/>
                                    <a:pt x="12" y="82"/>
                                    <a:pt x="12" y="81"/>
                                  </a:cubicBezTo>
                                  <a:cubicBezTo>
                                    <a:pt x="12" y="81"/>
                                    <a:pt x="12" y="80"/>
                                    <a:pt x="11" y="80"/>
                                  </a:cubicBezTo>
                                  <a:cubicBezTo>
                                    <a:pt x="10" y="79"/>
                                    <a:pt x="10" y="77"/>
                                    <a:pt x="10" y="76"/>
                                  </a:cubicBezTo>
                                  <a:cubicBezTo>
                                    <a:pt x="10" y="74"/>
                                    <a:pt x="10" y="74"/>
                                    <a:pt x="11" y="73"/>
                                  </a:cubicBezTo>
                                  <a:cubicBezTo>
                                    <a:pt x="11" y="73"/>
                                    <a:pt x="12" y="73"/>
                                    <a:pt x="13" y="72"/>
                                  </a:cubicBezTo>
                                  <a:cubicBezTo>
                                    <a:pt x="14" y="71"/>
                                    <a:pt x="14" y="71"/>
                                    <a:pt x="14" y="71"/>
                                  </a:cubicBezTo>
                                  <a:cubicBezTo>
                                    <a:pt x="14" y="73"/>
                                    <a:pt x="14" y="73"/>
                                    <a:pt x="14" y="73"/>
                                  </a:cubicBezTo>
                                  <a:cubicBezTo>
                                    <a:pt x="16" y="75"/>
                                    <a:pt x="16" y="75"/>
                                    <a:pt x="16" y="75"/>
                                  </a:cubicBezTo>
                                  <a:cubicBezTo>
                                    <a:pt x="20" y="75"/>
                                    <a:pt x="20" y="75"/>
                                    <a:pt x="20" y="75"/>
                                  </a:cubicBezTo>
                                  <a:cubicBezTo>
                                    <a:pt x="22" y="75"/>
                                    <a:pt x="24" y="74"/>
                                    <a:pt x="27" y="74"/>
                                  </a:cubicBezTo>
                                  <a:cubicBezTo>
                                    <a:pt x="29" y="73"/>
                                    <a:pt x="34" y="72"/>
                                    <a:pt x="40" y="70"/>
                                  </a:cubicBezTo>
                                  <a:cubicBezTo>
                                    <a:pt x="47" y="67"/>
                                    <a:pt x="52" y="66"/>
                                    <a:pt x="56" y="65"/>
                                  </a:cubicBezTo>
                                  <a:cubicBezTo>
                                    <a:pt x="60" y="64"/>
                                    <a:pt x="64" y="63"/>
                                    <a:pt x="68" y="63"/>
                                  </a:cubicBezTo>
                                  <a:cubicBezTo>
                                    <a:pt x="75" y="61"/>
                                    <a:pt x="75" y="61"/>
                                    <a:pt x="75" y="61"/>
                                  </a:cubicBezTo>
                                  <a:cubicBezTo>
                                    <a:pt x="80" y="61"/>
                                    <a:pt x="80" y="61"/>
                                    <a:pt x="80" y="61"/>
                                  </a:cubicBezTo>
                                  <a:cubicBezTo>
                                    <a:pt x="82" y="60"/>
                                    <a:pt x="84" y="60"/>
                                    <a:pt x="85" y="60"/>
                                  </a:cubicBezTo>
                                  <a:cubicBezTo>
                                    <a:pt x="88" y="59"/>
                                    <a:pt x="88" y="59"/>
                                    <a:pt x="88" y="59"/>
                                  </a:cubicBezTo>
                                  <a:cubicBezTo>
                                    <a:pt x="88" y="59"/>
                                    <a:pt x="89" y="59"/>
                                    <a:pt x="90" y="59"/>
                                  </a:cubicBezTo>
                                  <a:cubicBezTo>
                                    <a:pt x="90" y="59"/>
                                    <a:pt x="91" y="58"/>
                                    <a:pt x="92" y="58"/>
                                  </a:cubicBezTo>
                                  <a:cubicBezTo>
                                    <a:pt x="93" y="58"/>
                                    <a:pt x="93" y="58"/>
                                    <a:pt x="94" y="58"/>
                                  </a:cubicBezTo>
                                  <a:cubicBezTo>
                                    <a:pt x="94" y="58"/>
                                    <a:pt x="94" y="58"/>
                                    <a:pt x="95" y="58"/>
                                  </a:cubicBezTo>
                                  <a:cubicBezTo>
                                    <a:pt x="96" y="58"/>
                                    <a:pt x="96" y="58"/>
                                    <a:pt x="97" y="58"/>
                                  </a:cubicBezTo>
                                  <a:cubicBezTo>
                                    <a:pt x="97" y="57"/>
                                    <a:pt x="98" y="57"/>
                                    <a:pt x="98" y="58"/>
                                  </a:cubicBezTo>
                                  <a:close/>
                                  <a:moveTo>
                                    <a:pt x="50" y="75"/>
                                  </a:moveTo>
                                  <a:cubicBezTo>
                                    <a:pt x="50" y="75"/>
                                    <a:pt x="51" y="75"/>
                                    <a:pt x="51" y="76"/>
                                  </a:cubicBezTo>
                                  <a:cubicBezTo>
                                    <a:pt x="52" y="76"/>
                                    <a:pt x="53" y="76"/>
                                    <a:pt x="53" y="76"/>
                                  </a:cubicBezTo>
                                  <a:cubicBezTo>
                                    <a:pt x="54" y="76"/>
                                    <a:pt x="55" y="76"/>
                                    <a:pt x="56" y="76"/>
                                  </a:cubicBezTo>
                                  <a:cubicBezTo>
                                    <a:pt x="56" y="77"/>
                                    <a:pt x="57" y="77"/>
                                    <a:pt x="58" y="78"/>
                                  </a:cubicBezTo>
                                  <a:cubicBezTo>
                                    <a:pt x="58" y="78"/>
                                    <a:pt x="60" y="80"/>
                                    <a:pt x="62" y="82"/>
                                  </a:cubicBezTo>
                                  <a:cubicBezTo>
                                    <a:pt x="64" y="85"/>
                                    <a:pt x="64" y="85"/>
                                    <a:pt x="64" y="85"/>
                                  </a:cubicBezTo>
                                  <a:cubicBezTo>
                                    <a:pt x="64" y="90"/>
                                    <a:pt x="64" y="90"/>
                                    <a:pt x="64" y="90"/>
                                  </a:cubicBezTo>
                                  <a:cubicBezTo>
                                    <a:pt x="63" y="104"/>
                                    <a:pt x="63" y="104"/>
                                    <a:pt x="63" y="104"/>
                                  </a:cubicBezTo>
                                  <a:cubicBezTo>
                                    <a:pt x="63" y="105"/>
                                    <a:pt x="63" y="107"/>
                                    <a:pt x="63" y="109"/>
                                  </a:cubicBezTo>
                                  <a:cubicBezTo>
                                    <a:pt x="63" y="113"/>
                                    <a:pt x="63" y="113"/>
                                    <a:pt x="63" y="113"/>
                                  </a:cubicBezTo>
                                  <a:cubicBezTo>
                                    <a:pt x="62" y="126"/>
                                    <a:pt x="62" y="126"/>
                                    <a:pt x="62" y="126"/>
                                  </a:cubicBezTo>
                                  <a:cubicBezTo>
                                    <a:pt x="63" y="134"/>
                                    <a:pt x="63" y="134"/>
                                    <a:pt x="63" y="134"/>
                                  </a:cubicBezTo>
                                  <a:cubicBezTo>
                                    <a:pt x="63" y="137"/>
                                    <a:pt x="63" y="139"/>
                                    <a:pt x="63" y="143"/>
                                  </a:cubicBezTo>
                                  <a:cubicBezTo>
                                    <a:pt x="63" y="146"/>
                                    <a:pt x="63" y="148"/>
                                    <a:pt x="62" y="150"/>
                                  </a:cubicBezTo>
                                  <a:cubicBezTo>
                                    <a:pt x="62" y="152"/>
                                    <a:pt x="61" y="153"/>
                                    <a:pt x="60" y="155"/>
                                  </a:cubicBezTo>
                                  <a:cubicBezTo>
                                    <a:pt x="59" y="156"/>
                                    <a:pt x="58" y="157"/>
                                    <a:pt x="56" y="157"/>
                                  </a:cubicBezTo>
                                  <a:cubicBezTo>
                                    <a:pt x="55" y="157"/>
                                    <a:pt x="55" y="157"/>
                                    <a:pt x="55" y="157"/>
                                  </a:cubicBezTo>
                                  <a:cubicBezTo>
                                    <a:pt x="55" y="156"/>
                                    <a:pt x="54" y="156"/>
                                    <a:pt x="54" y="155"/>
                                  </a:cubicBezTo>
                                  <a:cubicBezTo>
                                    <a:pt x="52" y="153"/>
                                    <a:pt x="51" y="149"/>
                                    <a:pt x="50" y="146"/>
                                  </a:cubicBezTo>
                                  <a:cubicBezTo>
                                    <a:pt x="50" y="145"/>
                                    <a:pt x="50" y="144"/>
                                    <a:pt x="50" y="143"/>
                                  </a:cubicBezTo>
                                  <a:cubicBezTo>
                                    <a:pt x="50" y="141"/>
                                    <a:pt x="50" y="140"/>
                                    <a:pt x="50" y="138"/>
                                  </a:cubicBezTo>
                                  <a:cubicBezTo>
                                    <a:pt x="51" y="134"/>
                                    <a:pt x="51" y="125"/>
                                    <a:pt x="51" y="111"/>
                                  </a:cubicBezTo>
                                  <a:cubicBezTo>
                                    <a:pt x="51" y="99"/>
                                    <a:pt x="51" y="92"/>
                                    <a:pt x="51" y="88"/>
                                  </a:cubicBezTo>
                                  <a:cubicBezTo>
                                    <a:pt x="51" y="84"/>
                                    <a:pt x="50" y="81"/>
                                    <a:pt x="49" y="79"/>
                                  </a:cubicBezTo>
                                  <a:cubicBezTo>
                                    <a:pt x="49" y="78"/>
                                    <a:pt x="48" y="77"/>
                                    <a:pt x="48" y="76"/>
                                  </a:cubicBezTo>
                                  <a:cubicBezTo>
                                    <a:pt x="49" y="75"/>
                                    <a:pt x="49" y="75"/>
                                    <a:pt x="50" y="75"/>
                                  </a:cubicBezTo>
                                  <a:close/>
                                  <a:moveTo>
                                    <a:pt x="84" y="0"/>
                                  </a:moveTo>
                                  <a:cubicBezTo>
                                    <a:pt x="84" y="0"/>
                                    <a:pt x="85" y="0"/>
                                    <a:pt x="88" y="0"/>
                                  </a:cubicBezTo>
                                  <a:cubicBezTo>
                                    <a:pt x="91" y="0"/>
                                    <a:pt x="93" y="0"/>
                                    <a:pt x="95" y="0"/>
                                  </a:cubicBezTo>
                                  <a:cubicBezTo>
                                    <a:pt x="96" y="1"/>
                                    <a:pt x="97" y="1"/>
                                    <a:pt x="98" y="3"/>
                                  </a:cubicBezTo>
                                  <a:cubicBezTo>
                                    <a:pt x="99" y="4"/>
                                    <a:pt x="100" y="5"/>
                                    <a:pt x="101" y="7"/>
                                  </a:cubicBezTo>
                                  <a:cubicBezTo>
                                    <a:pt x="101" y="8"/>
                                    <a:pt x="101" y="8"/>
                                    <a:pt x="101" y="9"/>
                                  </a:cubicBezTo>
                                  <a:cubicBezTo>
                                    <a:pt x="101" y="11"/>
                                    <a:pt x="101" y="11"/>
                                    <a:pt x="101" y="11"/>
                                  </a:cubicBezTo>
                                  <a:cubicBezTo>
                                    <a:pt x="100" y="13"/>
                                    <a:pt x="100" y="13"/>
                                    <a:pt x="100" y="13"/>
                                  </a:cubicBezTo>
                                  <a:cubicBezTo>
                                    <a:pt x="100" y="14"/>
                                    <a:pt x="100" y="14"/>
                                    <a:pt x="100" y="14"/>
                                  </a:cubicBezTo>
                                  <a:cubicBezTo>
                                    <a:pt x="100" y="15"/>
                                    <a:pt x="99" y="15"/>
                                    <a:pt x="98" y="16"/>
                                  </a:cubicBezTo>
                                  <a:cubicBezTo>
                                    <a:pt x="98" y="17"/>
                                    <a:pt x="97" y="18"/>
                                    <a:pt x="97" y="18"/>
                                  </a:cubicBezTo>
                                  <a:cubicBezTo>
                                    <a:pt x="97" y="19"/>
                                    <a:pt x="97" y="19"/>
                                    <a:pt x="96" y="20"/>
                                  </a:cubicBezTo>
                                  <a:cubicBezTo>
                                    <a:pt x="96" y="21"/>
                                    <a:pt x="95" y="21"/>
                                    <a:pt x="95" y="22"/>
                                  </a:cubicBezTo>
                                  <a:cubicBezTo>
                                    <a:pt x="95" y="23"/>
                                    <a:pt x="94" y="23"/>
                                    <a:pt x="94" y="24"/>
                                  </a:cubicBezTo>
                                  <a:cubicBezTo>
                                    <a:pt x="94" y="24"/>
                                    <a:pt x="94" y="25"/>
                                    <a:pt x="96" y="25"/>
                                  </a:cubicBezTo>
                                  <a:cubicBezTo>
                                    <a:pt x="100" y="25"/>
                                    <a:pt x="103" y="26"/>
                                    <a:pt x="106" y="27"/>
                                  </a:cubicBezTo>
                                  <a:cubicBezTo>
                                    <a:pt x="108" y="28"/>
                                    <a:pt x="110" y="29"/>
                                    <a:pt x="111" y="30"/>
                                  </a:cubicBezTo>
                                  <a:cubicBezTo>
                                    <a:pt x="112" y="32"/>
                                    <a:pt x="113" y="33"/>
                                    <a:pt x="113" y="33"/>
                                  </a:cubicBezTo>
                                  <a:cubicBezTo>
                                    <a:pt x="113" y="34"/>
                                    <a:pt x="112" y="35"/>
                                    <a:pt x="111" y="36"/>
                                  </a:cubicBezTo>
                                  <a:cubicBezTo>
                                    <a:pt x="109" y="38"/>
                                    <a:pt x="109" y="38"/>
                                    <a:pt x="109" y="38"/>
                                  </a:cubicBezTo>
                                  <a:cubicBezTo>
                                    <a:pt x="104" y="38"/>
                                    <a:pt x="104" y="38"/>
                                    <a:pt x="104" y="38"/>
                                  </a:cubicBezTo>
                                  <a:cubicBezTo>
                                    <a:pt x="102" y="38"/>
                                    <a:pt x="101" y="38"/>
                                    <a:pt x="100" y="37"/>
                                  </a:cubicBezTo>
                                  <a:cubicBezTo>
                                    <a:pt x="99" y="37"/>
                                    <a:pt x="98" y="37"/>
                                    <a:pt x="96" y="36"/>
                                  </a:cubicBezTo>
                                  <a:cubicBezTo>
                                    <a:pt x="95" y="36"/>
                                    <a:pt x="94" y="35"/>
                                    <a:pt x="94" y="35"/>
                                  </a:cubicBezTo>
                                  <a:cubicBezTo>
                                    <a:pt x="93" y="34"/>
                                    <a:pt x="92" y="34"/>
                                    <a:pt x="92" y="34"/>
                                  </a:cubicBezTo>
                                  <a:cubicBezTo>
                                    <a:pt x="91" y="34"/>
                                    <a:pt x="91" y="34"/>
                                    <a:pt x="91" y="34"/>
                                  </a:cubicBezTo>
                                  <a:cubicBezTo>
                                    <a:pt x="90" y="34"/>
                                    <a:pt x="90" y="34"/>
                                    <a:pt x="90" y="35"/>
                                  </a:cubicBezTo>
                                  <a:cubicBezTo>
                                    <a:pt x="90" y="35"/>
                                    <a:pt x="89" y="35"/>
                                    <a:pt x="89" y="36"/>
                                  </a:cubicBezTo>
                                  <a:cubicBezTo>
                                    <a:pt x="87" y="39"/>
                                    <a:pt x="87" y="39"/>
                                    <a:pt x="87" y="39"/>
                                  </a:cubicBezTo>
                                  <a:cubicBezTo>
                                    <a:pt x="86" y="40"/>
                                    <a:pt x="86" y="41"/>
                                    <a:pt x="86" y="41"/>
                                  </a:cubicBezTo>
                                  <a:cubicBezTo>
                                    <a:pt x="86" y="42"/>
                                    <a:pt x="86" y="42"/>
                                    <a:pt x="85" y="42"/>
                                  </a:cubicBezTo>
                                  <a:cubicBezTo>
                                    <a:pt x="85" y="42"/>
                                    <a:pt x="84" y="43"/>
                                    <a:pt x="82" y="45"/>
                                  </a:cubicBezTo>
                                  <a:cubicBezTo>
                                    <a:pt x="80" y="48"/>
                                    <a:pt x="79" y="49"/>
                                    <a:pt x="78" y="50"/>
                                  </a:cubicBezTo>
                                  <a:cubicBezTo>
                                    <a:pt x="76" y="51"/>
                                    <a:pt x="76" y="51"/>
                                    <a:pt x="76" y="51"/>
                                  </a:cubicBezTo>
                                  <a:cubicBezTo>
                                    <a:pt x="75" y="52"/>
                                    <a:pt x="74" y="52"/>
                                    <a:pt x="73" y="53"/>
                                  </a:cubicBezTo>
                                  <a:cubicBezTo>
                                    <a:pt x="72" y="54"/>
                                    <a:pt x="71" y="54"/>
                                    <a:pt x="70" y="55"/>
                                  </a:cubicBezTo>
                                  <a:cubicBezTo>
                                    <a:pt x="68" y="55"/>
                                    <a:pt x="67" y="55"/>
                                    <a:pt x="66" y="56"/>
                                  </a:cubicBezTo>
                                  <a:cubicBezTo>
                                    <a:pt x="66" y="56"/>
                                    <a:pt x="65" y="57"/>
                                    <a:pt x="65" y="57"/>
                                  </a:cubicBezTo>
                                  <a:cubicBezTo>
                                    <a:pt x="64" y="57"/>
                                    <a:pt x="64" y="57"/>
                                    <a:pt x="64" y="57"/>
                                  </a:cubicBezTo>
                                  <a:cubicBezTo>
                                    <a:pt x="64" y="57"/>
                                    <a:pt x="65" y="56"/>
                                    <a:pt x="66" y="54"/>
                                  </a:cubicBezTo>
                                  <a:cubicBezTo>
                                    <a:pt x="68" y="51"/>
                                    <a:pt x="70" y="49"/>
                                    <a:pt x="70" y="48"/>
                                  </a:cubicBezTo>
                                  <a:cubicBezTo>
                                    <a:pt x="72" y="45"/>
                                    <a:pt x="73" y="43"/>
                                    <a:pt x="75" y="40"/>
                                  </a:cubicBezTo>
                                  <a:cubicBezTo>
                                    <a:pt x="76" y="37"/>
                                    <a:pt x="78" y="34"/>
                                    <a:pt x="78" y="33"/>
                                  </a:cubicBezTo>
                                  <a:cubicBezTo>
                                    <a:pt x="78" y="32"/>
                                    <a:pt x="78" y="32"/>
                                    <a:pt x="78" y="32"/>
                                  </a:cubicBezTo>
                                  <a:cubicBezTo>
                                    <a:pt x="78" y="32"/>
                                    <a:pt x="78" y="32"/>
                                    <a:pt x="78" y="32"/>
                                  </a:cubicBezTo>
                                  <a:cubicBezTo>
                                    <a:pt x="78" y="32"/>
                                    <a:pt x="77" y="32"/>
                                    <a:pt x="77" y="32"/>
                                  </a:cubicBezTo>
                                  <a:cubicBezTo>
                                    <a:pt x="75" y="32"/>
                                    <a:pt x="74" y="32"/>
                                    <a:pt x="73" y="32"/>
                                  </a:cubicBezTo>
                                  <a:cubicBezTo>
                                    <a:pt x="72" y="32"/>
                                    <a:pt x="72" y="32"/>
                                    <a:pt x="72" y="32"/>
                                  </a:cubicBezTo>
                                  <a:cubicBezTo>
                                    <a:pt x="72" y="32"/>
                                    <a:pt x="71" y="32"/>
                                    <a:pt x="69" y="32"/>
                                  </a:cubicBezTo>
                                  <a:cubicBezTo>
                                    <a:pt x="67" y="32"/>
                                    <a:pt x="66" y="33"/>
                                    <a:pt x="66" y="33"/>
                                  </a:cubicBezTo>
                                  <a:cubicBezTo>
                                    <a:pt x="65" y="32"/>
                                    <a:pt x="67" y="31"/>
                                    <a:pt x="72" y="30"/>
                                  </a:cubicBezTo>
                                  <a:cubicBezTo>
                                    <a:pt x="75" y="29"/>
                                    <a:pt x="77" y="29"/>
                                    <a:pt x="78" y="28"/>
                                  </a:cubicBezTo>
                                  <a:cubicBezTo>
                                    <a:pt x="80" y="28"/>
                                    <a:pt x="81" y="27"/>
                                    <a:pt x="81" y="27"/>
                                  </a:cubicBezTo>
                                  <a:cubicBezTo>
                                    <a:pt x="83" y="18"/>
                                    <a:pt x="84" y="12"/>
                                    <a:pt x="84" y="9"/>
                                  </a:cubicBezTo>
                                  <a:cubicBezTo>
                                    <a:pt x="84" y="7"/>
                                    <a:pt x="84" y="6"/>
                                    <a:pt x="83" y="5"/>
                                  </a:cubicBezTo>
                                  <a:cubicBezTo>
                                    <a:pt x="83" y="5"/>
                                    <a:pt x="82" y="4"/>
                                    <a:pt x="80" y="4"/>
                                  </a:cubicBezTo>
                                  <a:cubicBezTo>
                                    <a:pt x="79" y="4"/>
                                    <a:pt x="78" y="4"/>
                                    <a:pt x="77" y="3"/>
                                  </a:cubicBezTo>
                                  <a:cubicBezTo>
                                    <a:pt x="77" y="3"/>
                                    <a:pt x="77" y="3"/>
                                    <a:pt x="77" y="2"/>
                                  </a:cubicBezTo>
                                  <a:cubicBezTo>
                                    <a:pt x="78" y="1"/>
                                    <a:pt x="79" y="1"/>
                                    <a:pt x="81" y="1"/>
                                  </a:cubicBezTo>
                                  <a:cubicBezTo>
                                    <a:pt x="82" y="1"/>
                                    <a:pt x="83" y="0"/>
                                    <a:pt x="83" y="0"/>
                                  </a:cubicBezTo>
                                  <a:cubicBezTo>
                                    <a:pt x="84" y="0"/>
                                    <a:pt x="84" y="0"/>
                                    <a:pt x="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B84E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3" name="Freeform 20"/>
                          <wps:cNvSpPr>
                            <a:spLocks noEditPoints="1"/>
                          </wps:cNvSpPr>
                          <wps:spPr bwMode="auto">
                            <a:xfrm>
                              <a:off x="6003" y="7903"/>
                              <a:ext cx="1124" cy="1296"/>
                            </a:xfrm>
                            <a:custGeom>
                              <a:avLst/>
                              <a:gdLst>
                                <a:gd name="T0" fmla="*/ 0 w 97"/>
                                <a:gd name="T1" fmla="*/ 13 h 113"/>
                                <a:gd name="T2" fmla="*/ 13 w 97"/>
                                <a:gd name="T3" fmla="*/ 18 h 113"/>
                                <a:gd name="T4" fmla="*/ 17 w 97"/>
                                <a:gd name="T5" fmla="*/ 37 h 113"/>
                                <a:gd name="T6" fmla="*/ 17 w 97"/>
                                <a:gd name="T7" fmla="*/ 49 h 113"/>
                                <a:gd name="T8" fmla="*/ 18 w 97"/>
                                <a:gd name="T9" fmla="*/ 81 h 113"/>
                                <a:gd name="T10" fmla="*/ 16 w 97"/>
                                <a:gd name="T11" fmla="*/ 97 h 113"/>
                                <a:gd name="T12" fmla="*/ 15 w 97"/>
                                <a:gd name="T13" fmla="*/ 101 h 113"/>
                                <a:gd name="T14" fmla="*/ 9 w 97"/>
                                <a:gd name="T15" fmla="*/ 98 h 113"/>
                                <a:gd name="T16" fmla="*/ 5 w 97"/>
                                <a:gd name="T17" fmla="*/ 90 h 113"/>
                                <a:gd name="T18" fmla="*/ 5 w 97"/>
                                <a:gd name="T19" fmla="*/ 29 h 113"/>
                                <a:gd name="T20" fmla="*/ 0 w 97"/>
                                <a:gd name="T21" fmla="*/ 14 h 113"/>
                                <a:gd name="T22" fmla="*/ 72 w 97"/>
                                <a:gd name="T23" fmla="*/ 0 h 113"/>
                                <a:gd name="T24" fmla="*/ 97 w 97"/>
                                <a:gd name="T25" fmla="*/ 9 h 113"/>
                                <a:gd name="T26" fmla="*/ 97 w 97"/>
                                <a:gd name="T27" fmla="*/ 24 h 113"/>
                                <a:gd name="T28" fmla="*/ 96 w 97"/>
                                <a:gd name="T29" fmla="*/ 35 h 113"/>
                                <a:gd name="T30" fmla="*/ 94 w 97"/>
                                <a:gd name="T31" fmla="*/ 52 h 113"/>
                                <a:gd name="T32" fmla="*/ 93 w 97"/>
                                <a:gd name="T33" fmla="*/ 77 h 113"/>
                                <a:gd name="T34" fmla="*/ 94 w 97"/>
                                <a:gd name="T35" fmla="*/ 95 h 113"/>
                                <a:gd name="T36" fmla="*/ 92 w 97"/>
                                <a:gd name="T37" fmla="*/ 110 h 113"/>
                                <a:gd name="T38" fmla="*/ 85 w 97"/>
                                <a:gd name="T39" fmla="*/ 113 h 113"/>
                                <a:gd name="T40" fmla="*/ 78 w 97"/>
                                <a:gd name="T41" fmla="*/ 108 h 113"/>
                                <a:gd name="T42" fmla="*/ 65 w 97"/>
                                <a:gd name="T43" fmla="*/ 95 h 113"/>
                                <a:gd name="T44" fmla="*/ 61 w 97"/>
                                <a:gd name="T45" fmla="*/ 92 h 113"/>
                                <a:gd name="T46" fmla="*/ 55 w 97"/>
                                <a:gd name="T47" fmla="*/ 94 h 113"/>
                                <a:gd name="T48" fmla="*/ 28 w 97"/>
                                <a:gd name="T49" fmla="*/ 94 h 113"/>
                                <a:gd name="T50" fmla="*/ 22 w 97"/>
                                <a:gd name="T51" fmla="*/ 92 h 113"/>
                                <a:gd name="T52" fmla="*/ 23 w 97"/>
                                <a:gd name="T53" fmla="*/ 91 h 113"/>
                                <a:gd name="T54" fmla="*/ 44 w 97"/>
                                <a:gd name="T55" fmla="*/ 86 h 113"/>
                                <a:gd name="T56" fmla="*/ 58 w 97"/>
                                <a:gd name="T57" fmla="*/ 88 h 113"/>
                                <a:gd name="T58" fmla="*/ 75 w 97"/>
                                <a:gd name="T59" fmla="*/ 93 h 113"/>
                                <a:gd name="T60" fmla="*/ 78 w 97"/>
                                <a:gd name="T61" fmla="*/ 66 h 113"/>
                                <a:gd name="T62" fmla="*/ 76 w 97"/>
                                <a:gd name="T63" fmla="*/ 12 h 113"/>
                                <a:gd name="T64" fmla="*/ 65 w 97"/>
                                <a:gd name="T65" fmla="*/ 13 h 113"/>
                                <a:gd name="T66" fmla="*/ 37 w 97"/>
                                <a:gd name="T67" fmla="*/ 16 h 113"/>
                                <a:gd name="T68" fmla="*/ 22 w 97"/>
                                <a:gd name="T69" fmla="*/ 9 h 113"/>
                                <a:gd name="T70" fmla="*/ 37 w 97"/>
                                <a:gd name="T71" fmla="*/ 7 h 113"/>
                                <a:gd name="T72" fmla="*/ 72 w 97"/>
                                <a:gd name="T73" fmla="*/ 0 h 113"/>
                                <a:gd name="T74" fmla="*/ 46 w 97"/>
                                <a:gd name="T75" fmla="*/ 30 h 113"/>
                                <a:gd name="T76" fmla="*/ 57 w 97"/>
                                <a:gd name="T77" fmla="*/ 35 h 113"/>
                                <a:gd name="T78" fmla="*/ 56 w 97"/>
                                <a:gd name="T79" fmla="*/ 39 h 113"/>
                                <a:gd name="T80" fmla="*/ 49 w 97"/>
                                <a:gd name="T81" fmla="*/ 43 h 113"/>
                                <a:gd name="T82" fmla="*/ 41 w 97"/>
                                <a:gd name="T83" fmla="*/ 47 h 113"/>
                                <a:gd name="T84" fmla="*/ 37 w 97"/>
                                <a:gd name="T85" fmla="*/ 50 h 113"/>
                                <a:gd name="T86" fmla="*/ 31 w 97"/>
                                <a:gd name="T87" fmla="*/ 58 h 113"/>
                                <a:gd name="T88" fmla="*/ 38 w 97"/>
                                <a:gd name="T89" fmla="*/ 57 h 113"/>
                                <a:gd name="T90" fmla="*/ 53 w 97"/>
                                <a:gd name="T91" fmla="*/ 60 h 113"/>
                                <a:gd name="T92" fmla="*/ 56 w 97"/>
                                <a:gd name="T93" fmla="*/ 62 h 113"/>
                                <a:gd name="T94" fmla="*/ 49 w 97"/>
                                <a:gd name="T95" fmla="*/ 74 h 113"/>
                                <a:gd name="T96" fmla="*/ 40 w 97"/>
                                <a:gd name="T97" fmla="*/ 79 h 113"/>
                                <a:gd name="T98" fmla="*/ 28 w 97"/>
                                <a:gd name="T99" fmla="*/ 82 h 113"/>
                                <a:gd name="T100" fmla="*/ 41 w 97"/>
                                <a:gd name="T101" fmla="*/ 67 h 113"/>
                                <a:gd name="T102" fmla="*/ 36 w 97"/>
                                <a:gd name="T103" fmla="*/ 66 h 113"/>
                                <a:gd name="T104" fmla="*/ 28 w 97"/>
                                <a:gd name="T105" fmla="*/ 60 h 113"/>
                                <a:gd name="T106" fmla="*/ 28 w 97"/>
                                <a:gd name="T107" fmla="*/ 56 h 113"/>
                                <a:gd name="T108" fmla="*/ 35 w 97"/>
                                <a:gd name="T109" fmla="*/ 44 h 113"/>
                                <a:gd name="T110" fmla="*/ 30 w 97"/>
                                <a:gd name="T111" fmla="*/ 39 h 113"/>
                                <a:gd name="T112" fmla="*/ 24 w 97"/>
                                <a:gd name="T113" fmla="*/ 34 h 113"/>
                                <a:gd name="T114" fmla="*/ 39 w 97"/>
                                <a:gd name="T115" fmla="*/ 29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97" h="113">
                                  <a:moveTo>
                                    <a:pt x="0" y="13"/>
                                  </a:moveTo>
                                  <a:cubicBezTo>
                                    <a:pt x="0" y="13"/>
                                    <a:pt x="0" y="13"/>
                                    <a:pt x="0" y="13"/>
                                  </a:cubicBezTo>
                                  <a:cubicBezTo>
                                    <a:pt x="0" y="13"/>
                                    <a:pt x="0" y="13"/>
                                    <a:pt x="0" y="13"/>
                                  </a:cubicBezTo>
                                  <a:cubicBezTo>
                                    <a:pt x="1" y="13"/>
                                    <a:pt x="2" y="14"/>
                                    <a:pt x="5" y="14"/>
                                  </a:cubicBezTo>
                                  <a:cubicBezTo>
                                    <a:pt x="7" y="15"/>
                                    <a:pt x="8" y="15"/>
                                    <a:pt x="10" y="16"/>
                                  </a:cubicBezTo>
                                  <a:cubicBezTo>
                                    <a:pt x="11" y="16"/>
                                    <a:pt x="12" y="17"/>
                                    <a:pt x="13" y="18"/>
                                  </a:cubicBezTo>
                                  <a:cubicBezTo>
                                    <a:pt x="14" y="20"/>
                                    <a:pt x="14" y="21"/>
                                    <a:pt x="15" y="22"/>
                                  </a:cubicBezTo>
                                  <a:cubicBezTo>
                                    <a:pt x="16" y="23"/>
                                    <a:pt x="16" y="25"/>
                                    <a:pt x="16" y="28"/>
                                  </a:cubicBezTo>
                                  <a:cubicBezTo>
                                    <a:pt x="16" y="31"/>
                                    <a:pt x="17" y="34"/>
                                    <a:pt x="17" y="37"/>
                                  </a:cubicBezTo>
                                  <a:cubicBezTo>
                                    <a:pt x="17" y="39"/>
                                    <a:pt x="16" y="41"/>
                                    <a:pt x="16" y="41"/>
                                  </a:cubicBezTo>
                                  <a:cubicBezTo>
                                    <a:pt x="16" y="42"/>
                                    <a:pt x="16" y="43"/>
                                    <a:pt x="16" y="45"/>
                                  </a:cubicBezTo>
                                  <a:cubicBezTo>
                                    <a:pt x="17" y="49"/>
                                    <a:pt x="17" y="49"/>
                                    <a:pt x="17" y="49"/>
                                  </a:cubicBezTo>
                                  <a:cubicBezTo>
                                    <a:pt x="17" y="54"/>
                                    <a:pt x="17" y="59"/>
                                    <a:pt x="17" y="62"/>
                                  </a:cubicBezTo>
                                  <a:cubicBezTo>
                                    <a:pt x="17" y="65"/>
                                    <a:pt x="17" y="68"/>
                                    <a:pt x="17" y="70"/>
                                  </a:cubicBezTo>
                                  <a:cubicBezTo>
                                    <a:pt x="18" y="74"/>
                                    <a:pt x="18" y="77"/>
                                    <a:pt x="18" y="81"/>
                                  </a:cubicBezTo>
                                  <a:cubicBezTo>
                                    <a:pt x="18" y="85"/>
                                    <a:pt x="18" y="88"/>
                                    <a:pt x="17" y="91"/>
                                  </a:cubicBezTo>
                                  <a:cubicBezTo>
                                    <a:pt x="17" y="92"/>
                                    <a:pt x="16" y="94"/>
                                    <a:pt x="16" y="95"/>
                                  </a:cubicBezTo>
                                  <a:cubicBezTo>
                                    <a:pt x="16" y="96"/>
                                    <a:pt x="16" y="97"/>
                                    <a:pt x="16" y="97"/>
                                  </a:cubicBezTo>
                                  <a:cubicBezTo>
                                    <a:pt x="16" y="98"/>
                                    <a:pt x="16" y="99"/>
                                    <a:pt x="16" y="99"/>
                                  </a:cubicBezTo>
                                  <a:cubicBezTo>
                                    <a:pt x="16" y="100"/>
                                    <a:pt x="16" y="100"/>
                                    <a:pt x="16" y="101"/>
                                  </a:cubicBezTo>
                                  <a:cubicBezTo>
                                    <a:pt x="16" y="101"/>
                                    <a:pt x="15" y="101"/>
                                    <a:pt x="15" y="101"/>
                                  </a:cubicBezTo>
                                  <a:cubicBezTo>
                                    <a:pt x="15" y="102"/>
                                    <a:pt x="15" y="101"/>
                                    <a:pt x="15" y="101"/>
                                  </a:cubicBezTo>
                                  <a:cubicBezTo>
                                    <a:pt x="14" y="101"/>
                                    <a:pt x="13" y="101"/>
                                    <a:pt x="13" y="101"/>
                                  </a:cubicBezTo>
                                  <a:cubicBezTo>
                                    <a:pt x="12" y="101"/>
                                    <a:pt x="11" y="100"/>
                                    <a:pt x="9" y="98"/>
                                  </a:cubicBezTo>
                                  <a:cubicBezTo>
                                    <a:pt x="8" y="97"/>
                                    <a:pt x="7" y="96"/>
                                    <a:pt x="7" y="95"/>
                                  </a:cubicBezTo>
                                  <a:cubicBezTo>
                                    <a:pt x="7" y="95"/>
                                    <a:pt x="6" y="94"/>
                                    <a:pt x="6" y="94"/>
                                  </a:cubicBezTo>
                                  <a:cubicBezTo>
                                    <a:pt x="5" y="94"/>
                                    <a:pt x="5" y="93"/>
                                    <a:pt x="5" y="90"/>
                                  </a:cubicBezTo>
                                  <a:cubicBezTo>
                                    <a:pt x="5" y="88"/>
                                    <a:pt x="5" y="83"/>
                                    <a:pt x="6" y="76"/>
                                  </a:cubicBezTo>
                                  <a:cubicBezTo>
                                    <a:pt x="7" y="70"/>
                                    <a:pt x="7" y="63"/>
                                    <a:pt x="7" y="56"/>
                                  </a:cubicBezTo>
                                  <a:cubicBezTo>
                                    <a:pt x="7" y="47"/>
                                    <a:pt x="7" y="38"/>
                                    <a:pt x="5" y="29"/>
                                  </a:cubicBezTo>
                                  <a:cubicBezTo>
                                    <a:pt x="5" y="25"/>
                                    <a:pt x="5" y="22"/>
                                    <a:pt x="4" y="21"/>
                                  </a:cubicBezTo>
                                  <a:cubicBezTo>
                                    <a:pt x="4" y="19"/>
                                    <a:pt x="3" y="17"/>
                                    <a:pt x="2" y="16"/>
                                  </a:cubicBezTo>
                                  <a:cubicBezTo>
                                    <a:pt x="2" y="16"/>
                                    <a:pt x="1" y="15"/>
                                    <a:pt x="0" y="14"/>
                                  </a:cubicBezTo>
                                  <a:cubicBezTo>
                                    <a:pt x="0" y="14"/>
                                    <a:pt x="0" y="14"/>
                                    <a:pt x="0" y="13"/>
                                  </a:cubicBezTo>
                                  <a:cubicBezTo>
                                    <a:pt x="0" y="13"/>
                                    <a:pt x="0" y="13"/>
                                    <a:pt x="0" y="13"/>
                                  </a:cubicBezTo>
                                  <a:close/>
                                  <a:moveTo>
                                    <a:pt x="72" y="0"/>
                                  </a:moveTo>
                                  <a:cubicBezTo>
                                    <a:pt x="77" y="0"/>
                                    <a:pt x="81" y="0"/>
                                    <a:pt x="84" y="1"/>
                                  </a:cubicBezTo>
                                  <a:cubicBezTo>
                                    <a:pt x="87" y="2"/>
                                    <a:pt x="90" y="4"/>
                                    <a:pt x="94" y="7"/>
                                  </a:cubicBezTo>
                                  <a:cubicBezTo>
                                    <a:pt x="95" y="8"/>
                                    <a:pt x="96" y="9"/>
                                    <a:pt x="97" y="9"/>
                                  </a:cubicBezTo>
                                  <a:cubicBezTo>
                                    <a:pt x="97" y="10"/>
                                    <a:pt x="97" y="11"/>
                                    <a:pt x="97" y="12"/>
                                  </a:cubicBezTo>
                                  <a:cubicBezTo>
                                    <a:pt x="97" y="13"/>
                                    <a:pt x="97" y="15"/>
                                    <a:pt x="97" y="17"/>
                                  </a:cubicBezTo>
                                  <a:cubicBezTo>
                                    <a:pt x="97" y="21"/>
                                    <a:pt x="97" y="23"/>
                                    <a:pt x="97" y="24"/>
                                  </a:cubicBezTo>
                                  <a:cubicBezTo>
                                    <a:pt x="97" y="25"/>
                                    <a:pt x="97" y="26"/>
                                    <a:pt x="97" y="26"/>
                                  </a:cubicBezTo>
                                  <a:cubicBezTo>
                                    <a:pt x="96" y="32"/>
                                    <a:pt x="96" y="32"/>
                                    <a:pt x="96" y="32"/>
                                  </a:cubicBezTo>
                                  <a:cubicBezTo>
                                    <a:pt x="96" y="33"/>
                                    <a:pt x="96" y="34"/>
                                    <a:pt x="96" y="35"/>
                                  </a:cubicBezTo>
                                  <a:cubicBezTo>
                                    <a:pt x="96" y="37"/>
                                    <a:pt x="96" y="38"/>
                                    <a:pt x="96" y="38"/>
                                  </a:cubicBezTo>
                                  <a:cubicBezTo>
                                    <a:pt x="95" y="42"/>
                                    <a:pt x="95" y="44"/>
                                    <a:pt x="95" y="44"/>
                                  </a:cubicBezTo>
                                  <a:cubicBezTo>
                                    <a:pt x="94" y="48"/>
                                    <a:pt x="94" y="51"/>
                                    <a:pt x="94" y="52"/>
                                  </a:cubicBezTo>
                                  <a:cubicBezTo>
                                    <a:pt x="94" y="52"/>
                                    <a:pt x="94" y="53"/>
                                    <a:pt x="94" y="55"/>
                                  </a:cubicBezTo>
                                  <a:cubicBezTo>
                                    <a:pt x="93" y="57"/>
                                    <a:pt x="94" y="59"/>
                                    <a:pt x="94" y="62"/>
                                  </a:cubicBezTo>
                                  <a:cubicBezTo>
                                    <a:pt x="94" y="70"/>
                                    <a:pt x="94" y="75"/>
                                    <a:pt x="93" y="77"/>
                                  </a:cubicBezTo>
                                  <a:cubicBezTo>
                                    <a:pt x="93" y="82"/>
                                    <a:pt x="93" y="86"/>
                                    <a:pt x="93" y="87"/>
                                  </a:cubicBezTo>
                                  <a:cubicBezTo>
                                    <a:pt x="93" y="88"/>
                                    <a:pt x="93" y="89"/>
                                    <a:pt x="93" y="89"/>
                                  </a:cubicBezTo>
                                  <a:cubicBezTo>
                                    <a:pt x="93" y="91"/>
                                    <a:pt x="94" y="93"/>
                                    <a:pt x="94" y="95"/>
                                  </a:cubicBezTo>
                                  <a:cubicBezTo>
                                    <a:pt x="94" y="96"/>
                                    <a:pt x="94" y="97"/>
                                    <a:pt x="94" y="99"/>
                                  </a:cubicBezTo>
                                  <a:cubicBezTo>
                                    <a:pt x="93" y="103"/>
                                    <a:pt x="93" y="103"/>
                                    <a:pt x="93" y="103"/>
                                  </a:cubicBezTo>
                                  <a:cubicBezTo>
                                    <a:pt x="93" y="106"/>
                                    <a:pt x="92" y="108"/>
                                    <a:pt x="92" y="110"/>
                                  </a:cubicBezTo>
                                  <a:cubicBezTo>
                                    <a:pt x="91" y="111"/>
                                    <a:pt x="90" y="112"/>
                                    <a:pt x="88" y="113"/>
                                  </a:cubicBezTo>
                                  <a:cubicBezTo>
                                    <a:pt x="88" y="113"/>
                                    <a:pt x="87" y="113"/>
                                    <a:pt x="87" y="113"/>
                                  </a:cubicBezTo>
                                  <a:cubicBezTo>
                                    <a:pt x="85" y="113"/>
                                    <a:pt x="85" y="113"/>
                                    <a:pt x="85" y="113"/>
                                  </a:cubicBezTo>
                                  <a:cubicBezTo>
                                    <a:pt x="84" y="112"/>
                                    <a:pt x="83" y="111"/>
                                    <a:pt x="81" y="110"/>
                                  </a:cubicBezTo>
                                  <a:cubicBezTo>
                                    <a:pt x="80" y="109"/>
                                    <a:pt x="80" y="109"/>
                                    <a:pt x="79" y="108"/>
                                  </a:cubicBezTo>
                                  <a:cubicBezTo>
                                    <a:pt x="78" y="108"/>
                                    <a:pt x="78" y="108"/>
                                    <a:pt x="78" y="108"/>
                                  </a:cubicBezTo>
                                  <a:cubicBezTo>
                                    <a:pt x="77" y="108"/>
                                    <a:pt x="76" y="107"/>
                                    <a:pt x="74" y="105"/>
                                  </a:cubicBezTo>
                                  <a:cubicBezTo>
                                    <a:pt x="72" y="104"/>
                                    <a:pt x="70" y="102"/>
                                    <a:pt x="69" y="100"/>
                                  </a:cubicBezTo>
                                  <a:cubicBezTo>
                                    <a:pt x="67" y="98"/>
                                    <a:pt x="66" y="97"/>
                                    <a:pt x="65" y="95"/>
                                  </a:cubicBezTo>
                                  <a:cubicBezTo>
                                    <a:pt x="63" y="94"/>
                                    <a:pt x="63" y="93"/>
                                    <a:pt x="63" y="93"/>
                                  </a:cubicBezTo>
                                  <a:cubicBezTo>
                                    <a:pt x="63" y="93"/>
                                    <a:pt x="63" y="93"/>
                                    <a:pt x="62" y="92"/>
                                  </a:cubicBezTo>
                                  <a:cubicBezTo>
                                    <a:pt x="62" y="92"/>
                                    <a:pt x="61" y="92"/>
                                    <a:pt x="61" y="92"/>
                                  </a:cubicBezTo>
                                  <a:cubicBezTo>
                                    <a:pt x="61" y="93"/>
                                    <a:pt x="61" y="93"/>
                                    <a:pt x="61" y="93"/>
                                  </a:cubicBezTo>
                                  <a:cubicBezTo>
                                    <a:pt x="61" y="93"/>
                                    <a:pt x="61" y="94"/>
                                    <a:pt x="60" y="94"/>
                                  </a:cubicBezTo>
                                  <a:cubicBezTo>
                                    <a:pt x="59" y="94"/>
                                    <a:pt x="58" y="94"/>
                                    <a:pt x="55" y="94"/>
                                  </a:cubicBezTo>
                                  <a:cubicBezTo>
                                    <a:pt x="43" y="95"/>
                                    <a:pt x="43" y="95"/>
                                    <a:pt x="43" y="95"/>
                                  </a:cubicBezTo>
                                  <a:cubicBezTo>
                                    <a:pt x="40" y="95"/>
                                    <a:pt x="36" y="95"/>
                                    <a:pt x="33" y="95"/>
                                  </a:cubicBezTo>
                                  <a:cubicBezTo>
                                    <a:pt x="32" y="95"/>
                                    <a:pt x="30" y="95"/>
                                    <a:pt x="28" y="94"/>
                                  </a:cubicBezTo>
                                  <a:cubicBezTo>
                                    <a:pt x="26" y="94"/>
                                    <a:pt x="25" y="93"/>
                                    <a:pt x="25" y="93"/>
                                  </a:cubicBezTo>
                                  <a:cubicBezTo>
                                    <a:pt x="24" y="93"/>
                                    <a:pt x="24" y="93"/>
                                    <a:pt x="23" y="93"/>
                                  </a:cubicBezTo>
                                  <a:cubicBezTo>
                                    <a:pt x="22" y="92"/>
                                    <a:pt x="22" y="92"/>
                                    <a:pt x="22" y="92"/>
                                  </a:cubicBezTo>
                                  <a:cubicBezTo>
                                    <a:pt x="21" y="92"/>
                                    <a:pt x="21" y="92"/>
                                    <a:pt x="21" y="92"/>
                                  </a:cubicBezTo>
                                  <a:cubicBezTo>
                                    <a:pt x="21" y="91"/>
                                    <a:pt x="21" y="91"/>
                                    <a:pt x="22" y="91"/>
                                  </a:cubicBezTo>
                                  <a:cubicBezTo>
                                    <a:pt x="22" y="91"/>
                                    <a:pt x="22" y="91"/>
                                    <a:pt x="23" y="91"/>
                                  </a:cubicBezTo>
                                  <a:cubicBezTo>
                                    <a:pt x="24" y="91"/>
                                    <a:pt x="27" y="91"/>
                                    <a:pt x="32" y="89"/>
                                  </a:cubicBezTo>
                                  <a:cubicBezTo>
                                    <a:pt x="37" y="88"/>
                                    <a:pt x="40" y="87"/>
                                    <a:pt x="41" y="87"/>
                                  </a:cubicBezTo>
                                  <a:cubicBezTo>
                                    <a:pt x="43" y="87"/>
                                    <a:pt x="44" y="87"/>
                                    <a:pt x="44" y="86"/>
                                  </a:cubicBezTo>
                                  <a:cubicBezTo>
                                    <a:pt x="44" y="86"/>
                                    <a:pt x="45" y="86"/>
                                    <a:pt x="46" y="86"/>
                                  </a:cubicBezTo>
                                  <a:cubicBezTo>
                                    <a:pt x="51" y="86"/>
                                    <a:pt x="54" y="86"/>
                                    <a:pt x="55" y="86"/>
                                  </a:cubicBezTo>
                                  <a:cubicBezTo>
                                    <a:pt x="56" y="87"/>
                                    <a:pt x="57" y="87"/>
                                    <a:pt x="58" y="88"/>
                                  </a:cubicBezTo>
                                  <a:cubicBezTo>
                                    <a:pt x="59" y="88"/>
                                    <a:pt x="60" y="89"/>
                                    <a:pt x="61" y="89"/>
                                  </a:cubicBezTo>
                                  <a:cubicBezTo>
                                    <a:pt x="61" y="89"/>
                                    <a:pt x="62" y="89"/>
                                    <a:pt x="66" y="90"/>
                                  </a:cubicBezTo>
                                  <a:cubicBezTo>
                                    <a:pt x="71" y="92"/>
                                    <a:pt x="74" y="93"/>
                                    <a:pt x="75" y="93"/>
                                  </a:cubicBezTo>
                                  <a:cubicBezTo>
                                    <a:pt x="77" y="93"/>
                                    <a:pt x="77" y="92"/>
                                    <a:pt x="78" y="90"/>
                                  </a:cubicBezTo>
                                  <a:cubicBezTo>
                                    <a:pt x="78" y="89"/>
                                    <a:pt x="78" y="85"/>
                                    <a:pt x="78" y="80"/>
                                  </a:cubicBezTo>
                                  <a:cubicBezTo>
                                    <a:pt x="78" y="66"/>
                                    <a:pt x="78" y="66"/>
                                    <a:pt x="78" y="66"/>
                                  </a:cubicBezTo>
                                  <a:cubicBezTo>
                                    <a:pt x="78" y="61"/>
                                    <a:pt x="78" y="55"/>
                                    <a:pt x="78" y="47"/>
                                  </a:cubicBezTo>
                                  <a:cubicBezTo>
                                    <a:pt x="78" y="27"/>
                                    <a:pt x="78" y="16"/>
                                    <a:pt x="77" y="13"/>
                                  </a:cubicBezTo>
                                  <a:cubicBezTo>
                                    <a:pt x="77" y="12"/>
                                    <a:pt x="77" y="12"/>
                                    <a:pt x="76" y="12"/>
                                  </a:cubicBezTo>
                                  <a:cubicBezTo>
                                    <a:pt x="73" y="12"/>
                                    <a:pt x="73" y="12"/>
                                    <a:pt x="73" y="12"/>
                                  </a:cubicBezTo>
                                  <a:cubicBezTo>
                                    <a:pt x="70" y="12"/>
                                    <a:pt x="69" y="13"/>
                                    <a:pt x="68" y="13"/>
                                  </a:cubicBezTo>
                                  <a:cubicBezTo>
                                    <a:pt x="67" y="13"/>
                                    <a:pt x="66" y="13"/>
                                    <a:pt x="65" y="13"/>
                                  </a:cubicBezTo>
                                  <a:cubicBezTo>
                                    <a:pt x="64" y="14"/>
                                    <a:pt x="58" y="15"/>
                                    <a:pt x="47" y="17"/>
                                  </a:cubicBezTo>
                                  <a:cubicBezTo>
                                    <a:pt x="46" y="17"/>
                                    <a:pt x="45" y="17"/>
                                    <a:pt x="43" y="17"/>
                                  </a:cubicBezTo>
                                  <a:cubicBezTo>
                                    <a:pt x="42" y="17"/>
                                    <a:pt x="40" y="17"/>
                                    <a:pt x="37" y="16"/>
                                  </a:cubicBezTo>
                                  <a:cubicBezTo>
                                    <a:pt x="36" y="16"/>
                                    <a:pt x="34" y="15"/>
                                    <a:pt x="31" y="14"/>
                                  </a:cubicBezTo>
                                  <a:cubicBezTo>
                                    <a:pt x="29" y="13"/>
                                    <a:pt x="27" y="12"/>
                                    <a:pt x="25" y="11"/>
                                  </a:cubicBezTo>
                                  <a:cubicBezTo>
                                    <a:pt x="22" y="9"/>
                                    <a:pt x="22" y="9"/>
                                    <a:pt x="22" y="9"/>
                                  </a:cubicBezTo>
                                  <a:cubicBezTo>
                                    <a:pt x="22" y="9"/>
                                    <a:pt x="21" y="9"/>
                                    <a:pt x="21" y="8"/>
                                  </a:cubicBezTo>
                                  <a:cubicBezTo>
                                    <a:pt x="22" y="8"/>
                                    <a:pt x="24" y="8"/>
                                    <a:pt x="29" y="8"/>
                                  </a:cubicBezTo>
                                  <a:cubicBezTo>
                                    <a:pt x="31" y="8"/>
                                    <a:pt x="34" y="7"/>
                                    <a:pt x="37" y="7"/>
                                  </a:cubicBezTo>
                                  <a:cubicBezTo>
                                    <a:pt x="43" y="5"/>
                                    <a:pt x="49" y="4"/>
                                    <a:pt x="56" y="3"/>
                                  </a:cubicBezTo>
                                  <a:cubicBezTo>
                                    <a:pt x="62" y="1"/>
                                    <a:pt x="67" y="1"/>
                                    <a:pt x="68" y="0"/>
                                  </a:cubicBezTo>
                                  <a:lnTo>
                                    <a:pt x="72" y="0"/>
                                  </a:lnTo>
                                  <a:close/>
                                  <a:moveTo>
                                    <a:pt x="39" y="29"/>
                                  </a:moveTo>
                                  <a:cubicBezTo>
                                    <a:pt x="40" y="29"/>
                                    <a:pt x="40" y="29"/>
                                    <a:pt x="41" y="29"/>
                                  </a:cubicBezTo>
                                  <a:cubicBezTo>
                                    <a:pt x="42" y="29"/>
                                    <a:pt x="44" y="30"/>
                                    <a:pt x="46" y="30"/>
                                  </a:cubicBezTo>
                                  <a:cubicBezTo>
                                    <a:pt x="49" y="30"/>
                                    <a:pt x="51" y="31"/>
                                    <a:pt x="52" y="31"/>
                                  </a:cubicBezTo>
                                  <a:cubicBezTo>
                                    <a:pt x="53" y="31"/>
                                    <a:pt x="54" y="32"/>
                                    <a:pt x="55" y="33"/>
                                  </a:cubicBezTo>
                                  <a:cubicBezTo>
                                    <a:pt x="56" y="34"/>
                                    <a:pt x="57" y="34"/>
                                    <a:pt x="57" y="35"/>
                                  </a:cubicBezTo>
                                  <a:cubicBezTo>
                                    <a:pt x="57" y="35"/>
                                    <a:pt x="57" y="36"/>
                                    <a:pt x="57" y="36"/>
                                  </a:cubicBezTo>
                                  <a:cubicBezTo>
                                    <a:pt x="57" y="36"/>
                                    <a:pt x="56" y="37"/>
                                    <a:pt x="56" y="37"/>
                                  </a:cubicBezTo>
                                  <a:cubicBezTo>
                                    <a:pt x="56" y="39"/>
                                    <a:pt x="56" y="39"/>
                                    <a:pt x="56" y="39"/>
                                  </a:cubicBezTo>
                                  <a:cubicBezTo>
                                    <a:pt x="56" y="39"/>
                                    <a:pt x="55" y="40"/>
                                    <a:pt x="54" y="40"/>
                                  </a:cubicBezTo>
                                  <a:cubicBezTo>
                                    <a:pt x="51" y="42"/>
                                    <a:pt x="51" y="42"/>
                                    <a:pt x="51" y="42"/>
                                  </a:cubicBezTo>
                                  <a:cubicBezTo>
                                    <a:pt x="50" y="43"/>
                                    <a:pt x="49" y="43"/>
                                    <a:pt x="49" y="43"/>
                                  </a:cubicBezTo>
                                  <a:cubicBezTo>
                                    <a:pt x="49" y="43"/>
                                    <a:pt x="48" y="43"/>
                                    <a:pt x="46" y="44"/>
                                  </a:cubicBezTo>
                                  <a:cubicBezTo>
                                    <a:pt x="43" y="46"/>
                                    <a:pt x="43" y="46"/>
                                    <a:pt x="43" y="46"/>
                                  </a:cubicBezTo>
                                  <a:cubicBezTo>
                                    <a:pt x="42" y="46"/>
                                    <a:pt x="42" y="46"/>
                                    <a:pt x="41" y="47"/>
                                  </a:cubicBezTo>
                                  <a:cubicBezTo>
                                    <a:pt x="41" y="47"/>
                                    <a:pt x="41" y="48"/>
                                    <a:pt x="40" y="48"/>
                                  </a:cubicBezTo>
                                  <a:cubicBezTo>
                                    <a:pt x="40" y="48"/>
                                    <a:pt x="39" y="49"/>
                                    <a:pt x="39" y="49"/>
                                  </a:cubicBezTo>
                                  <a:cubicBezTo>
                                    <a:pt x="38" y="49"/>
                                    <a:pt x="37" y="50"/>
                                    <a:pt x="37" y="50"/>
                                  </a:cubicBezTo>
                                  <a:cubicBezTo>
                                    <a:pt x="37" y="50"/>
                                    <a:pt x="36" y="51"/>
                                    <a:pt x="35" y="53"/>
                                  </a:cubicBezTo>
                                  <a:cubicBezTo>
                                    <a:pt x="33" y="54"/>
                                    <a:pt x="32" y="55"/>
                                    <a:pt x="32" y="56"/>
                                  </a:cubicBezTo>
                                  <a:cubicBezTo>
                                    <a:pt x="32" y="57"/>
                                    <a:pt x="31" y="58"/>
                                    <a:pt x="31" y="58"/>
                                  </a:cubicBezTo>
                                  <a:cubicBezTo>
                                    <a:pt x="31" y="58"/>
                                    <a:pt x="31" y="59"/>
                                    <a:pt x="31" y="59"/>
                                  </a:cubicBezTo>
                                  <a:cubicBezTo>
                                    <a:pt x="31" y="59"/>
                                    <a:pt x="32" y="59"/>
                                    <a:pt x="34" y="59"/>
                                  </a:cubicBezTo>
                                  <a:cubicBezTo>
                                    <a:pt x="35" y="58"/>
                                    <a:pt x="37" y="58"/>
                                    <a:pt x="38" y="57"/>
                                  </a:cubicBezTo>
                                  <a:cubicBezTo>
                                    <a:pt x="38" y="57"/>
                                    <a:pt x="40" y="57"/>
                                    <a:pt x="43" y="57"/>
                                  </a:cubicBezTo>
                                  <a:cubicBezTo>
                                    <a:pt x="46" y="57"/>
                                    <a:pt x="48" y="57"/>
                                    <a:pt x="50" y="58"/>
                                  </a:cubicBezTo>
                                  <a:cubicBezTo>
                                    <a:pt x="52" y="58"/>
                                    <a:pt x="53" y="59"/>
                                    <a:pt x="53" y="60"/>
                                  </a:cubicBezTo>
                                  <a:cubicBezTo>
                                    <a:pt x="53" y="60"/>
                                    <a:pt x="54" y="60"/>
                                    <a:pt x="55" y="60"/>
                                  </a:cubicBezTo>
                                  <a:cubicBezTo>
                                    <a:pt x="55" y="61"/>
                                    <a:pt x="55" y="61"/>
                                    <a:pt x="55" y="61"/>
                                  </a:cubicBezTo>
                                  <a:cubicBezTo>
                                    <a:pt x="56" y="61"/>
                                    <a:pt x="56" y="62"/>
                                    <a:pt x="56" y="62"/>
                                  </a:cubicBezTo>
                                  <a:cubicBezTo>
                                    <a:pt x="56" y="64"/>
                                    <a:pt x="55" y="66"/>
                                    <a:pt x="54" y="68"/>
                                  </a:cubicBezTo>
                                  <a:cubicBezTo>
                                    <a:pt x="53" y="70"/>
                                    <a:pt x="52" y="71"/>
                                    <a:pt x="51" y="72"/>
                                  </a:cubicBezTo>
                                  <a:cubicBezTo>
                                    <a:pt x="50" y="73"/>
                                    <a:pt x="49" y="73"/>
                                    <a:pt x="49" y="74"/>
                                  </a:cubicBezTo>
                                  <a:cubicBezTo>
                                    <a:pt x="48" y="74"/>
                                    <a:pt x="47" y="75"/>
                                    <a:pt x="46" y="76"/>
                                  </a:cubicBezTo>
                                  <a:cubicBezTo>
                                    <a:pt x="44" y="77"/>
                                    <a:pt x="43" y="77"/>
                                    <a:pt x="42" y="78"/>
                                  </a:cubicBezTo>
                                  <a:cubicBezTo>
                                    <a:pt x="41" y="78"/>
                                    <a:pt x="40" y="78"/>
                                    <a:pt x="40" y="79"/>
                                  </a:cubicBezTo>
                                  <a:cubicBezTo>
                                    <a:pt x="38" y="80"/>
                                    <a:pt x="37" y="80"/>
                                    <a:pt x="35" y="80"/>
                                  </a:cubicBezTo>
                                  <a:cubicBezTo>
                                    <a:pt x="33" y="80"/>
                                    <a:pt x="31" y="81"/>
                                    <a:pt x="30" y="81"/>
                                  </a:cubicBezTo>
                                  <a:cubicBezTo>
                                    <a:pt x="29" y="82"/>
                                    <a:pt x="28" y="82"/>
                                    <a:pt x="28" y="82"/>
                                  </a:cubicBezTo>
                                  <a:cubicBezTo>
                                    <a:pt x="28" y="82"/>
                                    <a:pt x="30" y="81"/>
                                    <a:pt x="34" y="77"/>
                                  </a:cubicBezTo>
                                  <a:cubicBezTo>
                                    <a:pt x="36" y="75"/>
                                    <a:pt x="38" y="73"/>
                                    <a:pt x="40" y="70"/>
                                  </a:cubicBezTo>
                                  <a:cubicBezTo>
                                    <a:pt x="41" y="68"/>
                                    <a:pt x="42" y="67"/>
                                    <a:pt x="41" y="67"/>
                                  </a:cubicBezTo>
                                  <a:cubicBezTo>
                                    <a:pt x="41" y="67"/>
                                    <a:pt x="41" y="67"/>
                                    <a:pt x="40" y="67"/>
                                  </a:cubicBezTo>
                                  <a:cubicBezTo>
                                    <a:pt x="40" y="67"/>
                                    <a:pt x="40" y="67"/>
                                    <a:pt x="40" y="67"/>
                                  </a:cubicBezTo>
                                  <a:cubicBezTo>
                                    <a:pt x="36" y="66"/>
                                    <a:pt x="36" y="66"/>
                                    <a:pt x="36" y="66"/>
                                  </a:cubicBezTo>
                                  <a:cubicBezTo>
                                    <a:pt x="34" y="66"/>
                                    <a:pt x="32" y="66"/>
                                    <a:pt x="32" y="65"/>
                                  </a:cubicBezTo>
                                  <a:cubicBezTo>
                                    <a:pt x="31" y="65"/>
                                    <a:pt x="30" y="64"/>
                                    <a:pt x="29" y="62"/>
                                  </a:cubicBezTo>
                                  <a:cubicBezTo>
                                    <a:pt x="29" y="62"/>
                                    <a:pt x="29" y="61"/>
                                    <a:pt x="28" y="60"/>
                                  </a:cubicBezTo>
                                  <a:cubicBezTo>
                                    <a:pt x="28" y="59"/>
                                    <a:pt x="28" y="59"/>
                                    <a:pt x="28" y="59"/>
                                  </a:cubicBezTo>
                                  <a:cubicBezTo>
                                    <a:pt x="27" y="59"/>
                                    <a:pt x="27" y="59"/>
                                    <a:pt x="27" y="59"/>
                                  </a:cubicBezTo>
                                  <a:cubicBezTo>
                                    <a:pt x="27" y="58"/>
                                    <a:pt x="28" y="57"/>
                                    <a:pt x="28" y="56"/>
                                  </a:cubicBezTo>
                                  <a:cubicBezTo>
                                    <a:pt x="29" y="54"/>
                                    <a:pt x="29" y="53"/>
                                    <a:pt x="30" y="52"/>
                                  </a:cubicBezTo>
                                  <a:cubicBezTo>
                                    <a:pt x="31" y="50"/>
                                    <a:pt x="32" y="49"/>
                                    <a:pt x="33" y="47"/>
                                  </a:cubicBezTo>
                                  <a:cubicBezTo>
                                    <a:pt x="34" y="46"/>
                                    <a:pt x="35" y="45"/>
                                    <a:pt x="35" y="44"/>
                                  </a:cubicBezTo>
                                  <a:cubicBezTo>
                                    <a:pt x="36" y="43"/>
                                    <a:pt x="37" y="42"/>
                                    <a:pt x="37" y="41"/>
                                  </a:cubicBezTo>
                                  <a:cubicBezTo>
                                    <a:pt x="37" y="41"/>
                                    <a:pt x="36" y="41"/>
                                    <a:pt x="35" y="41"/>
                                  </a:cubicBezTo>
                                  <a:cubicBezTo>
                                    <a:pt x="34" y="41"/>
                                    <a:pt x="32" y="40"/>
                                    <a:pt x="30" y="39"/>
                                  </a:cubicBezTo>
                                  <a:cubicBezTo>
                                    <a:pt x="27" y="39"/>
                                    <a:pt x="25" y="38"/>
                                    <a:pt x="24" y="37"/>
                                  </a:cubicBezTo>
                                  <a:cubicBezTo>
                                    <a:pt x="22" y="36"/>
                                    <a:pt x="22" y="35"/>
                                    <a:pt x="22" y="35"/>
                                  </a:cubicBezTo>
                                  <a:cubicBezTo>
                                    <a:pt x="24" y="34"/>
                                    <a:pt x="24" y="34"/>
                                    <a:pt x="24" y="34"/>
                                  </a:cubicBezTo>
                                  <a:cubicBezTo>
                                    <a:pt x="27" y="33"/>
                                    <a:pt x="28" y="33"/>
                                    <a:pt x="29" y="33"/>
                                  </a:cubicBezTo>
                                  <a:cubicBezTo>
                                    <a:pt x="30" y="32"/>
                                    <a:pt x="32" y="31"/>
                                    <a:pt x="35" y="31"/>
                                  </a:cubicBezTo>
                                  <a:cubicBezTo>
                                    <a:pt x="37" y="30"/>
                                    <a:pt x="39" y="29"/>
                                    <a:pt x="39" y="2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B84E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4" name="Freeform 21"/>
                          <wps:cNvSpPr>
                            <a:spLocks noEditPoints="1"/>
                          </wps:cNvSpPr>
                          <wps:spPr bwMode="auto">
                            <a:xfrm>
                              <a:off x="5048" y="9219"/>
                              <a:ext cx="1847" cy="1916"/>
                            </a:xfrm>
                            <a:custGeom>
                              <a:avLst/>
                              <a:gdLst>
                                <a:gd name="T0" fmla="*/ 117 w 159"/>
                                <a:gd name="T1" fmla="*/ 35 h 167"/>
                                <a:gd name="T2" fmla="*/ 122 w 159"/>
                                <a:gd name="T3" fmla="*/ 39 h 167"/>
                                <a:gd name="T4" fmla="*/ 112 w 159"/>
                                <a:gd name="T5" fmla="*/ 67 h 167"/>
                                <a:gd name="T6" fmla="*/ 99 w 159"/>
                                <a:gd name="T7" fmla="*/ 72 h 167"/>
                                <a:gd name="T8" fmla="*/ 93 w 159"/>
                                <a:gd name="T9" fmla="*/ 75 h 167"/>
                                <a:gd name="T10" fmla="*/ 84 w 159"/>
                                <a:gd name="T11" fmla="*/ 82 h 167"/>
                                <a:gd name="T12" fmla="*/ 86 w 159"/>
                                <a:gd name="T13" fmla="*/ 91 h 167"/>
                                <a:gd name="T14" fmla="*/ 132 w 159"/>
                                <a:gd name="T15" fmla="*/ 87 h 167"/>
                                <a:gd name="T16" fmla="*/ 150 w 159"/>
                                <a:gd name="T17" fmla="*/ 90 h 167"/>
                                <a:gd name="T18" fmla="*/ 158 w 159"/>
                                <a:gd name="T19" fmla="*/ 97 h 167"/>
                                <a:gd name="T20" fmla="*/ 140 w 159"/>
                                <a:gd name="T21" fmla="*/ 102 h 167"/>
                                <a:gd name="T22" fmla="*/ 127 w 159"/>
                                <a:gd name="T23" fmla="*/ 104 h 167"/>
                                <a:gd name="T24" fmla="*/ 131 w 159"/>
                                <a:gd name="T25" fmla="*/ 98 h 167"/>
                                <a:gd name="T26" fmla="*/ 85 w 159"/>
                                <a:gd name="T27" fmla="*/ 101 h 167"/>
                                <a:gd name="T28" fmla="*/ 82 w 159"/>
                                <a:gd name="T29" fmla="*/ 136 h 167"/>
                                <a:gd name="T30" fmla="*/ 79 w 159"/>
                                <a:gd name="T31" fmla="*/ 152 h 167"/>
                                <a:gd name="T32" fmla="*/ 73 w 159"/>
                                <a:gd name="T33" fmla="*/ 162 h 167"/>
                                <a:gd name="T34" fmla="*/ 70 w 159"/>
                                <a:gd name="T35" fmla="*/ 165 h 167"/>
                                <a:gd name="T36" fmla="*/ 71 w 159"/>
                                <a:gd name="T37" fmla="*/ 136 h 167"/>
                                <a:gd name="T38" fmla="*/ 71 w 159"/>
                                <a:gd name="T39" fmla="*/ 99 h 167"/>
                                <a:gd name="T40" fmla="*/ 49 w 159"/>
                                <a:gd name="T41" fmla="*/ 102 h 167"/>
                                <a:gd name="T42" fmla="*/ 27 w 159"/>
                                <a:gd name="T43" fmla="*/ 106 h 167"/>
                                <a:gd name="T44" fmla="*/ 12 w 159"/>
                                <a:gd name="T45" fmla="*/ 111 h 167"/>
                                <a:gd name="T46" fmla="*/ 0 w 159"/>
                                <a:gd name="T47" fmla="*/ 102 h 167"/>
                                <a:gd name="T48" fmla="*/ 10 w 159"/>
                                <a:gd name="T49" fmla="*/ 102 h 167"/>
                                <a:gd name="T50" fmla="*/ 34 w 159"/>
                                <a:gd name="T51" fmla="*/ 99 h 167"/>
                                <a:gd name="T52" fmla="*/ 72 w 159"/>
                                <a:gd name="T53" fmla="*/ 92 h 167"/>
                                <a:gd name="T54" fmla="*/ 55 w 159"/>
                                <a:gd name="T55" fmla="*/ 80 h 167"/>
                                <a:gd name="T56" fmla="*/ 48 w 159"/>
                                <a:gd name="T57" fmla="*/ 80 h 167"/>
                                <a:gd name="T58" fmla="*/ 35 w 159"/>
                                <a:gd name="T59" fmla="*/ 68 h 167"/>
                                <a:gd name="T60" fmla="*/ 28 w 159"/>
                                <a:gd name="T61" fmla="*/ 42 h 167"/>
                                <a:gd name="T62" fmla="*/ 55 w 159"/>
                                <a:gd name="T63" fmla="*/ 58 h 167"/>
                                <a:gd name="T64" fmla="*/ 72 w 159"/>
                                <a:gd name="T65" fmla="*/ 52 h 167"/>
                                <a:gd name="T66" fmla="*/ 61 w 159"/>
                                <a:gd name="T67" fmla="*/ 48 h 167"/>
                                <a:gd name="T68" fmla="*/ 57 w 159"/>
                                <a:gd name="T69" fmla="*/ 45 h 167"/>
                                <a:gd name="T70" fmla="*/ 47 w 159"/>
                                <a:gd name="T71" fmla="*/ 7 h 167"/>
                                <a:gd name="T72" fmla="*/ 57 w 159"/>
                                <a:gd name="T73" fmla="*/ 18 h 167"/>
                                <a:gd name="T74" fmla="*/ 71 w 159"/>
                                <a:gd name="T75" fmla="*/ 11 h 167"/>
                                <a:gd name="T76" fmla="*/ 72 w 159"/>
                                <a:gd name="T77" fmla="*/ 12 h 167"/>
                                <a:gd name="T78" fmla="*/ 69 w 159"/>
                                <a:gd name="T79" fmla="*/ 32 h 167"/>
                                <a:gd name="T80" fmla="*/ 60 w 159"/>
                                <a:gd name="T81" fmla="*/ 38 h 167"/>
                                <a:gd name="T82" fmla="*/ 46 w 159"/>
                                <a:gd name="T83" fmla="*/ 27 h 167"/>
                                <a:gd name="T84" fmla="*/ 46 w 159"/>
                                <a:gd name="T85" fmla="*/ 7 h 167"/>
                                <a:gd name="T86" fmla="*/ 58 w 159"/>
                                <a:gd name="T87" fmla="*/ 62 h 167"/>
                                <a:gd name="T88" fmla="*/ 58 w 159"/>
                                <a:gd name="T89" fmla="*/ 78 h 167"/>
                                <a:gd name="T90" fmla="*/ 64 w 159"/>
                                <a:gd name="T91" fmla="*/ 77 h 167"/>
                                <a:gd name="T92" fmla="*/ 72 w 159"/>
                                <a:gd name="T93" fmla="*/ 66 h 167"/>
                                <a:gd name="T94" fmla="*/ 66 w 159"/>
                                <a:gd name="T95" fmla="*/ 64 h 167"/>
                                <a:gd name="T96" fmla="*/ 97 w 159"/>
                                <a:gd name="T97" fmla="*/ 0 h 167"/>
                                <a:gd name="T98" fmla="*/ 111 w 159"/>
                                <a:gd name="T99" fmla="*/ 16 h 167"/>
                                <a:gd name="T100" fmla="*/ 101 w 159"/>
                                <a:gd name="T101" fmla="*/ 24 h 167"/>
                                <a:gd name="T102" fmla="*/ 86 w 159"/>
                                <a:gd name="T103" fmla="*/ 30 h 167"/>
                                <a:gd name="T104" fmla="*/ 72 w 159"/>
                                <a:gd name="T105" fmla="*/ 36 h 167"/>
                                <a:gd name="T106" fmla="*/ 77 w 159"/>
                                <a:gd name="T107" fmla="*/ 29 h 167"/>
                                <a:gd name="T108" fmla="*/ 90 w 159"/>
                                <a:gd name="T109" fmla="*/ 11 h 167"/>
                                <a:gd name="T110" fmla="*/ 87 w 159"/>
                                <a:gd name="T111" fmla="*/ 3 h 167"/>
                                <a:gd name="T112" fmla="*/ 97 w 159"/>
                                <a:gd name="T113" fmla="*/ 41 h 167"/>
                                <a:gd name="T114" fmla="*/ 74 w 159"/>
                                <a:gd name="T115" fmla="*/ 45 h 167"/>
                                <a:gd name="T116" fmla="*/ 84 w 159"/>
                                <a:gd name="T117" fmla="*/ 52 h 167"/>
                                <a:gd name="T118" fmla="*/ 99 w 159"/>
                                <a:gd name="T119" fmla="*/ 50 h 167"/>
                                <a:gd name="T120" fmla="*/ 95 w 159"/>
                                <a:gd name="T121" fmla="*/ 60 h 167"/>
                                <a:gd name="T122" fmla="*/ 86 w 159"/>
                                <a:gd name="T123" fmla="*/ 63 h 167"/>
                                <a:gd name="T124" fmla="*/ 95 w 159"/>
                                <a:gd name="T125" fmla="*/ 61 h 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159" h="167">
                                  <a:moveTo>
                                    <a:pt x="100" y="33"/>
                                  </a:moveTo>
                                  <a:cubicBezTo>
                                    <a:pt x="100" y="33"/>
                                    <a:pt x="101" y="33"/>
                                    <a:pt x="103" y="33"/>
                                  </a:cubicBezTo>
                                  <a:cubicBezTo>
                                    <a:pt x="106" y="33"/>
                                    <a:pt x="109" y="33"/>
                                    <a:pt x="112" y="34"/>
                                  </a:cubicBezTo>
                                  <a:cubicBezTo>
                                    <a:pt x="114" y="34"/>
                                    <a:pt x="116" y="35"/>
                                    <a:pt x="117" y="35"/>
                                  </a:cubicBezTo>
                                  <a:cubicBezTo>
                                    <a:pt x="119" y="36"/>
                                    <a:pt x="119" y="37"/>
                                    <a:pt x="119" y="37"/>
                                  </a:cubicBezTo>
                                  <a:cubicBezTo>
                                    <a:pt x="119" y="37"/>
                                    <a:pt x="120" y="37"/>
                                    <a:pt x="120" y="37"/>
                                  </a:cubicBezTo>
                                  <a:cubicBezTo>
                                    <a:pt x="120" y="37"/>
                                    <a:pt x="120" y="38"/>
                                    <a:pt x="120" y="38"/>
                                  </a:cubicBezTo>
                                  <a:cubicBezTo>
                                    <a:pt x="121" y="38"/>
                                    <a:pt x="121" y="38"/>
                                    <a:pt x="122" y="39"/>
                                  </a:cubicBezTo>
                                  <a:cubicBezTo>
                                    <a:pt x="123" y="40"/>
                                    <a:pt x="124" y="41"/>
                                    <a:pt x="124" y="42"/>
                                  </a:cubicBezTo>
                                  <a:cubicBezTo>
                                    <a:pt x="124" y="42"/>
                                    <a:pt x="125" y="43"/>
                                    <a:pt x="125" y="45"/>
                                  </a:cubicBezTo>
                                  <a:cubicBezTo>
                                    <a:pt x="125" y="48"/>
                                    <a:pt x="123" y="52"/>
                                    <a:pt x="120" y="57"/>
                                  </a:cubicBezTo>
                                  <a:cubicBezTo>
                                    <a:pt x="117" y="62"/>
                                    <a:pt x="114" y="65"/>
                                    <a:pt x="112" y="67"/>
                                  </a:cubicBezTo>
                                  <a:cubicBezTo>
                                    <a:pt x="111" y="68"/>
                                    <a:pt x="110" y="69"/>
                                    <a:pt x="108" y="70"/>
                                  </a:cubicBezTo>
                                  <a:cubicBezTo>
                                    <a:pt x="106" y="71"/>
                                    <a:pt x="104" y="72"/>
                                    <a:pt x="104" y="72"/>
                                  </a:cubicBezTo>
                                  <a:cubicBezTo>
                                    <a:pt x="103" y="72"/>
                                    <a:pt x="102" y="72"/>
                                    <a:pt x="101" y="72"/>
                                  </a:cubicBezTo>
                                  <a:cubicBezTo>
                                    <a:pt x="100" y="72"/>
                                    <a:pt x="99" y="72"/>
                                    <a:pt x="99" y="72"/>
                                  </a:cubicBezTo>
                                  <a:cubicBezTo>
                                    <a:pt x="98" y="73"/>
                                    <a:pt x="97" y="73"/>
                                    <a:pt x="97" y="73"/>
                                  </a:cubicBezTo>
                                  <a:cubicBezTo>
                                    <a:pt x="96" y="73"/>
                                    <a:pt x="95" y="74"/>
                                    <a:pt x="94" y="74"/>
                                  </a:cubicBezTo>
                                  <a:cubicBezTo>
                                    <a:pt x="94" y="75"/>
                                    <a:pt x="94" y="75"/>
                                    <a:pt x="93" y="75"/>
                                  </a:cubicBezTo>
                                  <a:cubicBezTo>
                                    <a:pt x="93" y="75"/>
                                    <a:pt x="93" y="75"/>
                                    <a:pt x="93" y="75"/>
                                  </a:cubicBezTo>
                                  <a:cubicBezTo>
                                    <a:pt x="93" y="75"/>
                                    <a:pt x="92" y="76"/>
                                    <a:pt x="91" y="76"/>
                                  </a:cubicBezTo>
                                  <a:cubicBezTo>
                                    <a:pt x="87" y="78"/>
                                    <a:pt x="87" y="78"/>
                                    <a:pt x="87" y="78"/>
                                  </a:cubicBezTo>
                                  <a:cubicBezTo>
                                    <a:pt x="86" y="78"/>
                                    <a:pt x="84" y="79"/>
                                    <a:pt x="84" y="80"/>
                                  </a:cubicBezTo>
                                  <a:cubicBezTo>
                                    <a:pt x="84" y="81"/>
                                    <a:pt x="84" y="81"/>
                                    <a:pt x="84" y="82"/>
                                  </a:cubicBezTo>
                                  <a:cubicBezTo>
                                    <a:pt x="84" y="82"/>
                                    <a:pt x="84" y="83"/>
                                    <a:pt x="84" y="84"/>
                                  </a:cubicBezTo>
                                  <a:cubicBezTo>
                                    <a:pt x="84" y="85"/>
                                    <a:pt x="84" y="86"/>
                                    <a:pt x="84" y="87"/>
                                  </a:cubicBezTo>
                                  <a:cubicBezTo>
                                    <a:pt x="84" y="91"/>
                                    <a:pt x="84" y="91"/>
                                    <a:pt x="84" y="91"/>
                                  </a:cubicBezTo>
                                  <a:cubicBezTo>
                                    <a:pt x="86" y="91"/>
                                    <a:pt x="86" y="91"/>
                                    <a:pt x="86" y="91"/>
                                  </a:cubicBezTo>
                                  <a:cubicBezTo>
                                    <a:pt x="87" y="91"/>
                                    <a:pt x="89" y="91"/>
                                    <a:pt x="91" y="91"/>
                                  </a:cubicBezTo>
                                  <a:cubicBezTo>
                                    <a:pt x="99" y="90"/>
                                    <a:pt x="99" y="90"/>
                                    <a:pt x="99" y="90"/>
                                  </a:cubicBezTo>
                                  <a:cubicBezTo>
                                    <a:pt x="114" y="88"/>
                                    <a:pt x="114" y="88"/>
                                    <a:pt x="114" y="88"/>
                                  </a:cubicBezTo>
                                  <a:cubicBezTo>
                                    <a:pt x="121" y="87"/>
                                    <a:pt x="127" y="87"/>
                                    <a:pt x="132" y="87"/>
                                  </a:cubicBezTo>
                                  <a:cubicBezTo>
                                    <a:pt x="136" y="87"/>
                                    <a:pt x="139" y="87"/>
                                    <a:pt x="141" y="88"/>
                                  </a:cubicBezTo>
                                  <a:cubicBezTo>
                                    <a:pt x="145" y="88"/>
                                    <a:pt x="145" y="88"/>
                                    <a:pt x="145" y="88"/>
                                  </a:cubicBezTo>
                                  <a:cubicBezTo>
                                    <a:pt x="146" y="88"/>
                                    <a:pt x="146" y="88"/>
                                    <a:pt x="148" y="89"/>
                                  </a:cubicBezTo>
                                  <a:cubicBezTo>
                                    <a:pt x="150" y="90"/>
                                    <a:pt x="150" y="90"/>
                                    <a:pt x="150" y="90"/>
                                  </a:cubicBezTo>
                                  <a:cubicBezTo>
                                    <a:pt x="150" y="90"/>
                                    <a:pt x="151" y="90"/>
                                    <a:pt x="153" y="91"/>
                                  </a:cubicBezTo>
                                  <a:cubicBezTo>
                                    <a:pt x="155" y="92"/>
                                    <a:pt x="157" y="93"/>
                                    <a:pt x="157" y="94"/>
                                  </a:cubicBezTo>
                                  <a:cubicBezTo>
                                    <a:pt x="158" y="95"/>
                                    <a:pt x="158" y="95"/>
                                    <a:pt x="158" y="95"/>
                                  </a:cubicBezTo>
                                  <a:cubicBezTo>
                                    <a:pt x="159" y="96"/>
                                    <a:pt x="159" y="96"/>
                                    <a:pt x="158" y="97"/>
                                  </a:cubicBezTo>
                                  <a:cubicBezTo>
                                    <a:pt x="158" y="98"/>
                                    <a:pt x="158" y="99"/>
                                    <a:pt x="158" y="99"/>
                                  </a:cubicBezTo>
                                  <a:cubicBezTo>
                                    <a:pt x="157" y="100"/>
                                    <a:pt x="157" y="100"/>
                                    <a:pt x="155" y="100"/>
                                  </a:cubicBezTo>
                                  <a:cubicBezTo>
                                    <a:pt x="154" y="101"/>
                                    <a:pt x="153" y="101"/>
                                    <a:pt x="151" y="101"/>
                                  </a:cubicBezTo>
                                  <a:cubicBezTo>
                                    <a:pt x="146" y="102"/>
                                    <a:pt x="143" y="102"/>
                                    <a:pt x="140" y="102"/>
                                  </a:cubicBezTo>
                                  <a:cubicBezTo>
                                    <a:pt x="138" y="102"/>
                                    <a:pt x="136" y="103"/>
                                    <a:pt x="135" y="102"/>
                                  </a:cubicBezTo>
                                  <a:cubicBezTo>
                                    <a:pt x="133" y="102"/>
                                    <a:pt x="132" y="103"/>
                                    <a:pt x="131" y="103"/>
                                  </a:cubicBezTo>
                                  <a:cubicBezTo>
                                    <a:pt x="128" y="104"/>
                                    <a:pt x="128" y="104"/>
                                    <a:pt x="128" y="104"/>
                                  </a:cubicBezTo>
                                  <a:cubicBezTo>
                                    <a:pt x="128" y="104"/>
                                    <a:pt x="127" y="104"/>
                                    <a:pt x="127" y="104"/>
                                  </a:cubicBezTo>
                                  <a:cubicBezTo>
                                    <a:pt x="127" y="104"/>
                                    <a:pt x="127" y="104"/>
                                    <a:pt x="127" y="103"/>
                                  </a:cubicBezTo>
                                  <a:cubicBezTo>
                                    <a:pt x="129" y="102"/>
                                    <a:pt x="130" y="101"/>
                                    <a:pt x="131" y="100"/>
                                  </a:cubicBezTo>
                                  <a:cubicBezTo>
                                    <a:pt x="132" y="100"/>
                                    <a:pt x="133" y="99"/>
                                    <a:pt x="133" y="99"/>
                                  </a:cubicBezTo>
                                  <a:cubicBezTo>
                                    <a:pt x="133" y="98"/>
                                    <a:pt x="132" y="98"/>
                                    <a:pt x="131" y="98"/>
                                  </a:cubicBezTo>
                                  <a:cubicBezTo>
                                    <a:pt x="129" y="97"/>
                                    <a:pt x="127" y="97"/>
                                    <a:pt x="125" y="97"/>
                                  </a:cubicBezTo>
                                  <a:cubicBezTo>
                                    <a:pt x="122" y="97"/>
                                    <a:pt x="117" y="97"/>
                                    <a:pt x="111" y="97"/>
                                  </a:cubicBezTo>
                                  <a:cubicBezTo>
                                    <a:pt x="95" y="97"/>
                                    <a:pt x="86" y="97"/>
                                    <a:pt x="85" y="98"/>
                                  </a:cubicBezTo>
                                  <a:cubicBezTo>
                                    <a:pt x="85" y="98"/>
                                    <a:pt x="85" y="99"/>
                                    <a:pt x="85" y="101"/>
                                  </a:cubicBezTo>
                                  <a:cubicBezTo>
                                    <a:pt x="84" y="103"/>
                                    <a:pt x="84" y="105"/>
                                    <a:pt x="84" y="109"/>
                                  </a:cubicBezTo>
                                  <a:cubicBezTo>
                                    <a:pt x="84" y="115"/>
                                    <a:pt x="84" y="121"/>
                                    <a:pt x="83" y="124"/>
                                  </a:cubicBezTo>
                                  <a:cubicBezTo>
                                    <a:pt x="83" y="126"/>
                                    <a:pt x="83" y="128"/>
                                    <a:pt x="83" y="130"/>
                                  </a:cubicBezTo>
                                  <a:cubicBezTo>
                                    <a:pt x="83" y="133"/>
                                    <a:pt x="83" y="135"/>
                                    <a:pt x="82" y="136"/>
                                  </a:cubicBezTo>
                                  <a:cubicBezTo>
                                    <a:pt x="82" y="137"/>
                                    <a:pt x="82" y="138"/>
                                    <a:pt x="82" y="139"/>
                                  </a:cubicBezTo>
                                  <a:cubicBezTo>
                                    <a:pt x="81" y="139"/>
                                    <a:pt x="81" y="141"/>
                                    <a:pt x="81" y="142"/>
                                  </a:cubicBezTo>
                                  <a:cubicBezTo>
                                    <a:pt x="81" y="144"/>
                                    <a:pt x="80" y="146"/>
                                    <a:pt x="79" y="147"/>
                                  </a:cubicBezTo>
                                  <a:cubicBezTo>
                                    <a:pt x="79" y="149"/>
                                    <a:pt x="79" y="151"/>
                                    <a:pt x="79" y="152"/>
                                  </a:cubicBezTo>
                                  <a:cubicBezTo>
                                    <a:pt x="79" y="154"/>
                                    <a:pt x="78" y="155"/>
                                    <a:pt x="78" y="155"/>
                                  </a:cubicBezTo>
                                  <a:cubicBezTo>
                                    <a:pt x="78" y="155"/>
                                    <a:pt x="77" y="156"/>
                                    <a:pt x="77" y="156"/>
                                  </a:cubicBezTo>
                                  <a:cubicBezTo>
                                    <a:pt x="77" y="157"/>
                                    <a:pt x="76" y="157"/>
                                    <a:pt x="76" y="158"/>
                                  </a:cubicBezTo>
                                  <a:cubicBezTo>
                                    <a:pt x="76" y="158"/>
                                    <a:pt x="75" y="160"/>
                                    <a:pt x="73" y="162"/>
                                  </a:cubicBezTo>
                                  <a:cubicBezTo>
                                    <a:pt x="72" y="163"/>
                                    <a:pt x="72" y="164"/>
                                    <a:pt x="71" y="165"/>
                                  </a:cubicBezTo>
                                  <a:cubicBezTo>
                                    <a:pt x="71" y="165"/>
                                    <a:pt x="71" y="166"/>
                                    <a:pt x="70" y="166"/>
                                  </a:cubicBezTo>
                                  <a:cubicBezTo>
                                    <a:pt x="70" y="167"/>
                                    <a:pt x="70" y="167"/>
                                    <a:pt x="69" y="166"/>
                                  </a:cubicBezTo>
                                  <a:cubicBezTo>
                                    <a:pt x="69" y="166"/>
                                    <a:pt x="69" y="166"/>
                                    <a:pt x="70" y="165"/>
                                  </a:cubicBezTo>
                                  <a:cubicBezTo>
                                    <a:pt x="70" y="164"/>
                                    <a:pt x="70" y="162"/>
                                    <a:pt x="71" y="159"/>
                                  </a:cubicBezTo>
                                  <a:cubicBezTo>
                                    <a:pt x="71" y="155"/>
                                    <a:pt x="71" y="152"/>
                                    <a:pt x="71" y="150"/>
                                  </a:cubicBezTo>
                                  <a:cubicBezTo>
                                    <a:pt x="70" y="143"/>
                                    <a:pt x="70" y="143"/>
                                    <a:pt x="70" y="143"/>
                                  </a:cubicBezTo>
                                  <a:cubicBezTo>
                                    <a:pt x="71" y="136"/>
                                    <a:pt x="71" y="136"/>
                                    <a:pt x="71" y="136"/>
                                  </a:cubicBezTo>
                                  <a:cubicBezTo>
                                    <a:pt x="71" y="111"/>
                                    <a:pt x="71" y="111"/>
                                    <a:pt x="71" y="111"/>
                                  </a:cubicBezTo>
                                  <a:cubicBezTo>
                                    <a:pt x="72" y="103"/>
                                    <a:pt x="72" y="103"/>
                                    <a:pt x="72" y="103"/>
                                  </a:cubicBezTo>
                                  <a:cubicBezTo>
                                    <a:pt x="72" y="102"/>
                                    <a:pt x="72" y="101"/>
                                    <a:pt x="72" y="100"/>
                                  </a:cubicBezTo>
                                  <a:cubicBezTo>
                                    <a:pt x="71" y="100"/>
                                    <a:pt x="71" y="99"/>
                                    <a:pt x="71" y="99"/>
                                  </a:cubicBezTo>
                                  <a:cubicBezTo>
                                    <a:pt x="71" y="99"/>
                                    <a:pt x="70" y="99"/>
                                    <a:pt x="69" y="100"/>
                                  </a:cubicBezTo>
                                  <a:cubicBezTo>
                                    <a:pt x="67" y="100"/>
                                    <a:pt x="65" y="100"/>
                                    <a:pt x="63" y="100"/>
                                  </a:cubicBezTo>
                                  <a:cubicBezTo>
                                    <a:pt x="60" y="100"/>
                                    <a:pt x="57" y="100"/>
                                    <a:pt x="55" y="101"/>
                                  </a:cubicBezTo>
                                  <a:cubicBezTo>
                                    <a:pt x="53" y="101"/>
                                    <a:pt x="51" y="101"/>
                                    <a:pt x="49" y="102"/>
                                  </a:cubicBezTo>
                                  <a:cubicBezTo>
                                    <a:pt x="43" y="103"/>
                                    <a:pt x="43" y="103"/>
                                    <a:pt x="43" y="103"/>
                                  </a:cubicBezTo>
                                  <a:cubicBezTo>
                                    <a:pt x="41" y="103"/>
                                    <a:pt x="40" y="103"/>
                                    <a:pt x="38" y="104"/>
                                  </a:cubicBezTo>
                                  <a:cubicBezTo>
                                    <a:pt x="37" y="104"/>
                                    <a:pt x="36" y="104"/>
                                    <a:pt x="33" y="105"/>
                                  </a:cubicBezTo>
                                  <a:cubicBezTo>
                                    <a:pt x="32" y="105"/>
                                    <a:pt x="29" y="106"/>
                                    <a:pt x="27" y="106"/>
                                  </a:cubicBezTo>
                                  <a:cubicBezTo>
                                    <a:pt x="24" y="107"/>
                                    <a:pt x="22" y="107"/>
                                    <a:pt x="21" y="108"/>
                                  </a:cubicBezTo>
                                  <a:cubicBezTo>
                                    <a:pt x="20" y="108"/>
                                    <a:pt x="19" y="109"/>
                                    <a:pt x="17" y="109"/>
                                  </a:cubicBezTo>
                                  <a:cubicBezTo>
                                    <a:pt x="16" y="109"/>
                                    <a:pt x="15" y="110"/>
                                    <a:pt x="14" y="110"/>
                                  </a:cubicBezTo>
                                  <a:cubicBezTo>
                                    <a:pt x="14" y="111"/>
                                    <a:pt x="13" y="111"/>
                                    <a:pt x="12" y="111"/>
                                  </a:cubicBezTo>
                                  <a:cubicBezTo>
                                    <a:pt x="12" y="111"/>
                                    <a:pt x="11" y="111"/>
                                    <a:pt x="10" y="111"/>
                                  </a:cubicBezTo>
                                  <a:cubicBezTo>
                                    <a:pt x="9" y="111"/>
                                    <a:pt x="8" y="111"/>
                                    <a:pt x="8" y="111"/>
                                  </a:cubicBezTo>
                                  <a:cubicBezTo>
                                    <a:pt x="7" y="111"/>
                                    <a:pt x="6" y="110"/>
                                    <a:pt x="5" y="109"/>
                                  </a:cubicBezTo>
                                  <a:cubicBezTo>
                                    <a:pt x="3" y="107"/>
                                    <a:pt x="1" y="105"/>
                                    <a:pt x="0" y="102"/>
                                  </a:cubicBezTo>
                                  <a:cubicBezTo>
                                    <a:pt x="0" y="101"/>
                                    <a:pt x="0" y="101"/>
                                    <a:pt x="0" y="101"/>
                                  </a:cubicBezTo>
                                  <a:cubicBezTo>
                                    <a:pt x="0" y="100"/>
                                    <a:pt x="1" y="100"/>
                                    <a:pt x="2" y="100"/>
                                  </a:cubicBezTo>
                                  <a:cubicBezTo>
                                    <a:pt x="3" y="100"/>
                                    <a:pt x="5" y="100"/>
                                    <a:pt x="7" y="101"/>
                                  </a:cubicBezTo>
                                  <a:cubicBezTo>
                                    <a:pt x="8" y="102"/>
                                    <a:pt x="10" y="102"/>
                                    <a:pt x="10" y="102"/>
                                  </a:cubicBezTo>
                                  <a:cubicBezTo>
                                    <a:pt x="11" y="103"/>
                                    <a:pt x="12" y="103"/>
                                    <a:pt x="14" y="102"/>
                                  </a:cubicBezTo>
                                  <a:cubicBezTo>
                                    <a:pt x="16" y="102"/>
                                    <a:pt x="18" y="102"/>
                                    <a:pt x="20" y="102"/>
                                  </a:cubicBezTo>
                                  <a:cubicBezTo>
                                    <a:pt x="22" y="101"/>
                                    <a:pt x="24" y="101"/>
                                    <a:pt x="27" y="100"/>
                                  </a:cubicBezTo>
                                  <a:cubicBezTo>
                                    <a:pt x="29" y="100"/>
                                    <a:pt x="31" y="100"/>
                                    <a:pt x="34" y="99"/>
                                  </a:cubicBezTo>
                                  <a:cubicBezTo>
                                    <a:pt x="35" y="99"/>
                                    <a:pt x="38" y="98"/>
                                    <a:pt x="43" y="97"/>
                                  </a:cubicBezTo>
                                  <a:cubicBezTo>
                                    <a:pt x="47" y="97"/>
                                    <a:pt x="50" y="97"/>
                                    <a:pt x="51" y="96"/>
                                  </a:cubicBezTo>
                                  <a:cubicBezTo>
                                    <a:pt x="69" y="93"/>
                                    <a:pt x="69" y="93"/>
                                    <a:pt x="69" y="93"/>
                                  </a:cubicBezTo>
                                  <a:cubicBezTo>
                                    <a:pt x="71" y="93"/>
                                    <a:pt x="72" y="93"/>
                                    <a:pt x="72" y="92"/>
                                  </a:cubicBezTo>
                                  <a:cubicBezTo>
                                    <a:pt x="72" y="92"/>
                                    <a:pt x="72" y="91"/>
                                    <a:pt x="72" y="87"/>
                                  </a:cubicBezTo>
                                  <a:cubicBezTo>
                                    <a:pt x="72" y="83"/>
                                    <a:pt x="72" y="83"/>
                                    <a:pt x="72" y="83"/>
                                  </a:cubicBezTo>
                                  <a:cubicBezTo>
                                    <a:pt x="67" y="83"/>
                                    <a:pt x="67" y="83"/>
                                    <a:pt x="67" y="83"/>
                                  </a:cubicBezTo>
                                  <a:cubicBezTo>
                                    <a:pt x="60" y="82"/>
                                    <a:pt x="56" y="82"/>
                                    <a:pt x="55" y="80"/>
                                  </a:cubicBezTo>
                                  <a:cubicBezTo>
                                    <a:pt x="55" y="80"/>
                                    <a:pt x="55" y="80"/>
                                    <a:pt x="54" y="79"/>
                                  </a:cubicBezTo>
                                  <a:cubicBezTo>
                                    <a:pt x="54" y="79"/>
                                    <a:pt x="54" y="79"/>
                                    <a:pt x="54" y="79"/>
                                  </a:cubicBezTo>
                                  <a:cubicBezTo>
                                    <a:pt x="53" y="80"/>
                                    <a:pt x="53" y="80"/>
                                    <a:pt x="52" y="80"/>
                                  </a:cubicBezTo>
                                  <a:cubicBezTo>
                                    <a:pt x="51" y="80"/>
                                    <a:pt x="50" y="80"/>
                                    <a:pt x="48" y="80"/>
                                  </a:cubicBezTo>
                                  <a:cubicBezTo>
                                    <a:pt x="47" y="80"/>
                                    <a:pt x="47" y="80"/>
                                    <a:pt x="47" y="80"/>
                                  </a:cubicBezTo>
                                  <a:cubicBezTo>
                                    <a:pt x="46" y="80"/>
                                    <a:pt x="45" y="80"/>
                                    <a:pt x="44" y="79"/>
                                  </a:cubicBezTo>
                                  <a:cubicBezTo>
                                    <a:pt x="43" y="78"/>
                                    <a:pt x="41" y="77"/>
                                    <a:pt x="39" y="75"/>
                                  </a:cubicBezTo>
                                  <a:cubicBezTo>
                                    <a:pt x="38" y="72"/>
                                    <a:pt x="36" y="70"/>
                                    <a:pt x="35" y="68"/>
                                  </a:cubicBezTo>
                                  <a:cubicBezTo>
                                    <a:pt x="33" y="64"/>
                                    <a:pt x="31" y="60"/>
                                    <a:pt x="30" y="55"/>
                                  </a:cubicBezTo>
                                  <a:cubicBezTo>
                                    <a:pt x="29" y="52"/>
                                    <a:pt x="27" y="48"/>
                                    <a:pt x="25" y="44"/>
                                  </a:cubicBezTo>
                                  <a:cubicBezTo>
                                    <a:pt x="23" y="42"/>
                                    <a:pt x="23" y="42"/>
                                    <a:pt x="23" y="42"/>
                                  </a:cubicBezTo>
                                  <a:cubicBezTo>
                                    <a:pt x="23" y="42"/>
                                    <a:pt x="25" y="42"/>
                                    <a:pt x="28" y="42"/>
                                  </a:cubicBezTo>
                                  <a:cubicBezTo>
                                    <a:pt x="30" y="42"/>
                                    <a:pt x="32" y="42"/>
                                    <a:pt x="33" y="42"/>
                                  </a:cubicBezTo>
                                  <a:cubicBezTo>
                                    <a:pt x="33" y="42"/>
                                    <a:pt x="35" y="43"/>
                                    <a:pt x="37" y="44"/>
                                  </a:cubicBezTo>
                                  <a:cubicBezTo>
                                    <a:pt x="42" y="46"/>
                                    <a:pt x="45" y="48"/>
                                    <a:pt x="48" y="50"/>
                                  </a:cubicBezTo>
                                  <a:cubicBezTo>
                                    <a:pt x="50" y="52"/>
                                    <a:pt x="53" y="54"/>
                                    <a:pt x="55" y="58"/>
                                  </a:cubicBezTo>
                                  <a:cubicBezTo>
                                    <a:pt x="57" y="60"/>
                                    <a:pt x="57" y="60"/>
                                    <a:pt x="57" y="60"/>
                                  </a:cubicBezTo>
                                  <a:cubicBezTo>
                                    <a:pt x="58" y="61"/>
                                    <a:pt x="61" y="60"/>
                                    <a:pt x="65" y="59"/>
                                  </a:cubicBezTo>
                                  <a:cubicBezTo>
                                    <a:pt x="70" y="57"/>
                                    <a:pt x="72" y="56"/>
                                    <a:pt x="73" y="56"/>
                                  </a:cubicBezTo>
                                  <a:cubicBezTo>
                                    <a:pt x="73" y="55"/>
                                    <a:pt x="73" y="54"/>
                                    <a:pt x="72" y="52"/>
                                  </a:cubicBezTo>
                                  <a:cubicBezTo>
                                    <a:pt x="72" y="50"/>
                                    <a:pt x="72" y="49"/>
                                    <a:pt x="71" y="49"/>
                                  </a:cubicBezTo>
                                  <a:cubicBezTo>
                                    <a:pt x="70" y="47"/>
                                    <a:pt x="69" y="47"/>
                                    <a:pt x="68" y="47"/>
                                  </a:cubicBezTo>
                                  <a:cubicBezTo>
                                    <a:pt x="65" y="47"/>
                                    <a:pt x="65" y="47"/>
                                    <a:pt x="65" y="47"/>
                                  </a:cubicBezTo>
                                  <a:cubicBezTo>
                                    <a:pt x="63" y="48"/>
                                    <a:pt x="62" y="48"/>
                                    <a:pt x="61" y="48"/>
                                  </a:cubicBezTo>
                                  <a:cubicBezTo>
                                    <a:pt x="61" y="48"/>
                                    <a:pt x="60" y="48"/>
                                    <a:pt x="60" y="47"/>
                                  </a:cubicBezTo>
                                  <a:cubicBezTo>
                                    <a:pt x="59" y="47"/>
                                    <a:pt x="59" y="46"/>
                                    <a:pt x="58" y="46"/>
                                  </a:cubicBezTo>
                                  <a:cubicBezTo>
                                    <a:pt x="56" y="45"/>
                                    <a:pt x="56" y="45"/>
                                    <a:pt x="56" y="45"/>
                                  </a:cubicBezTo>
                                  <a:cubicBezTo>
                                    <a:pt x="57" y="45"/>
                                    <a:pt x="57" y="45"/>
                                    <a:pt x="57" y="45"/>
                                  </a:cubicBezTo>
                                  <a:cubicBezTo>
                                    <a:pt x="75" y="39"/>
                                    <a:pt x="75" y="39"/>
                                    <a:pt x="75" y="39"/>
                                  </a:cubicBezTo>
                                  <a:cubicBezTo>
                                    <a:pt x="82" y="36"/>
                                    <a:pt x="89" y="35"/>
                                    <a:pt x="96" y="33"/>
                                  </a:cubicBezTo>
                                  <a:cubicBezTo>
                                    <a:pt x="99" y="33"/>
                                    <a:pt x="100" y="33"/>
                                    <a:pt x="100" y="33"/>
                                  </a:cubicBezTo>
                                  <a:close/>
                                  <a:moveTo>
                                    <a:pt x="47" y="7"/>
                                  </a:moveTo>
                                  <a:cubicBezTo>
                                    <a:pt x="49" y="7"/>
                                    <a:pt x="49" y="7"/>
                                    <a:pt x="49" y="7"/>
                                  </a:cubicBezTo>
                                  <a:cubicBezTo>
                                    <a:pt x="51" y="8"/>
                                    <a:pt x="52" y="9"/>
                                    <a:pt x="52" y="11"/>
                                  </a:cubicBezTo>
                                  <a:cubicBezTo>
                                    <a:pt x="52" y="12"/>
                                    <a:pt x="52" y="13"/>
                                    <a:pt x="53" y="14"/>
                                  </a:cubicBezTo>
                                  <a:cubicBezTo>
                                    <a:pt x="54" y="15"/>
                                    <a:pt x="55" y="17"/>
                                    <a:pt x="57" y="18"/>
                                  </a:cubicBezTo>
                                  <a:cubicBezTo>
                                    <a:pt x="58" y="19"/>
                                    <a:pt x="59" y="20"/>
                                    <a:pt x="60" y="20"/>
                                  </a:cubicBezTo>
                                  <a:cubicBezTo>
                                    <a:pt x="60" y="20"/>
                                    <a:pt x="62" y="19"/>
                                    <a:pt x="63" y="18"/>
                                  </a:cubicBezTo>
                                  <a:cubicBezTo>
                                    <a:pt x="65" y="17"/>
                                    <a:pt x="67" y="16"/>
                                    <a:pt x="67" y="16"/>
                                  </a:cubicBezTo>
                                  <a:cubicBezTo>
                                    <a:pt x="68" y="15"/>
                                    <a:pt x="70" y="13"/>
                                    <a:pt x="71" y="11"/>
                                  </a:cubicBezTo>
                                  <a:cubicBezTo>
                                    <a:pt x="72" y="9"/>
                                    <a:pt x="73" y="9"/>
                                    <a:pt x="73" y="9"/>
                                  </a:cubicBezTo>
                                  <a:cubicBezTo>
                                    <a:pt x="73" y="9"/>
                                    <a:pt x="73" y="9"/>
                                    <a:pt x="73" y="9"/>
                                  </a:cubicBezTo>
                                  <a:cubicBezTo>
                                    <a:pt x="73" y="11"/>
                                    <a:pt x="73" y="11"/>
                                    <a:pt x="73" y="11"/>
                                  </a:cubicBezTo>
                                  <a:cubicBezTo>
                                    <a:pt x="73" y="11"/>
                                    <a:pt x="73" y="12"/>
                                    <a:pt x="72" y="12"/>
                                  </a:cubicBezTo>
                                  <a:cubicBezTo>
                                    <a:pt x="72" y="13"/>
                                    <a:pt x="72" y="14"/>
                                    <a:pt x="72" y="14"/>
                                  </a:cubicBezTo>
                                  <a:cubicBezTo>
                                    <a:pt x="72" y="19"/>
                                    <a:pt x="71" y="22"/>
                                    <a:pt x="70" y="23"/>
                                  </a:cubicBezTo>
                                  <a:cubicBezTo>
                                    <a:pt x="70" y="23"/>
                                    <a:pt x="70" y="25"/>
                                    <a:pt x="70" y="27"/>
                                  </a:cubicBezTo>
                                  <a:cubicBezTo>
                                    <a:pt x="70" y="29"/>
                                    <a:pt x="70" y="31"/>
                                    <a:pt x="69" y="32"/>
                                  </a:cubicBezTo>
                                  <a:cubicBezTo>
                                    <a:pt x="69" y="33"/>
                                    <a:pt x="69" y="33"/>
                                    <a:pt x="69" y="33"/>
                                  </a:cubicBezTo>
                                  <a:cubicBezTo>
                                    <a:pt x="69" y="34"/>
                                    <a:pt x="68" y="34"/>
                                    <a:pt x="66" y="35"/>
                                  </a:cubicBezTo>
                                  <a:cubicBezTo>
                                    <a:pt x="64" y="36"/>
                                    <a:pt x="63" y="37"/>
                                    <a:pt x="62" y="37"/>
                                  </a:cubicBezTo>
                                  <a:cubicBezTo>
                                    <a:pt x="62" y="37"/>
                                    <a:pt x="61" y="37"/>
                                    <a:pt x="60" y="38"/>
                                  </a:cubicBezTo>
                                  <a:cubicBezTo>
                                    <a:pt x="60" y="39"/>
                                    <a:pt x="59" y="39"/>
                                    <a:pt x="58" y="39"/>
                                  </a:cubicBezTo>
                                  <a:cubicBezTo>
                                    <a:pt x="57" y="39"/>
                                    <a:pt x="57" y="39"/>
                                    <a:pt x="56" y="39"/>
                                  </a:cubicBezTo>
                                  <a:cubicBezTo>
                                    <a:pt x="55" y="38"/>
                                    <a:pt x="53" y="36"/>
                                    <a:pt x="50" y="34"/>
                                  </a:cubicBezTo>
                                  <a:cubicBezTo>
                                    <a:pt x="48" y="31"/>
                                    <a:pt x="47" y="29"/>
                                    <a:pt x="46" y="27"/>
                                  </a:cubicBezTo>
                                  <a:cubicBezTo>
                                    <a:pt x="46" y="26"/>
                                    <a:pt x="46" y="22"/>
                                    <a:pt x="45" y="16"/>
                                  </a:cubicBezTo>
                                  <a:cubicBezTo>
                                    <a:pt x="45" y="10"/>
                                    <a:pt x="45" y="10"/>
                                    <a:pt x="45" y="10"/>
                                  </a:cubicBezTo>
                                  <a:cubicBezTo>
                                    <a:pt x="45" y="9"/>
                                    <a:pt x="45" y="8"/>
                                    <a:pt x="45" y="8"/>
                                  </a:cubicBezTo>
                                  <a:cubicBezTo>
                                    <a:pt x="45" y="7"/>
                                    <a:pt x="46" y="7"/>
                                    <a:pt x="46" y="7"/>
                                  </a:cubicBezTo>
                                  <a:lnTo>
                                    <a:pt x="47" y="7"/>
                                  </a:lnTo>
                                  <a:close/>
                                  <a:moveTo>
                                    <a:pt x="59" y="62"/>
                                  </a:moveTo>
                                  <a:cubicBezTo>
                                    <a:pt x="57" y="61"/>
                                    <a:pt x="57" y="61"/>
                                    <a:pt x="57" y="61"/>
                                  </a:cubicBezTo>
                                  <a:cubicBezTo>
                                    <a:pt x="58" y="62"/>
                                    <a:pt x="58" y="62"/>
                                    <a:pt x="58" y="62"/>
                                  </a:cubicBezTo>
                                  <a:cubicBezTo>
                                    <a:pt x="60" y="67"/>
                                    <a:pt x="60" y="67"/>
                                    <a:pt x="60" y="67"/>
                                  </a:cubicBezTo>
                                  <a:cubicBezTo>
                                    <a:pt x="60" y="68"/>
                                    <a:pt x="61" y="70"/>
                                    <a:pt x="61" y="72"/>
                                  </a:cubicBezTo>
                                  <a:cubicBezTo>
                                    <a:pt x="61" y="75"/>
                                    <a:pt x="60" y="76"/>
                                    <a:pt x="59" y="76"/>
                                  </a:cubicBezTo>
                                  <a:cubicBezTo>
                                    <a:pt x="58" y="76"/>
                                    <a:pt x="58" y="77"/>
                                    <a:pt x="58" y="78"/>
                                  </a:cubicBezTo>
                                  <a:cubicBezTo>
                                    <a:pt x="57" y="79"/>
                                    <a:pt x="57" y="79"/>
                                    <a:pt x="57" y="79"/>
                                  </a:cubicBezTo>
                                  <a:cubicBezTo>
                                    <a:pt x="57" y="79"/>
                                    <a:pt x="58" y="79"/>
                                    <a:pt x="58" y="79"/>
                                  </a:cubicBezTo>
                                  <a:cubicBezTo>
                                    <a:pt x="58" y="79"/>
                                    <a:pt x="59" y="79"/>
                                    <a:pt x="59" y="79"/>
                                  </a:cubicBezTo>
                                  <a:cubicBezTo>
                                    <a:pt x="60" y="79"/>
                                    <a:pt x="62" y="78"/>
                                    <a:pt x="64" y="77"/>
                                  </a:cubicBezTo>
                                  <a:cubicBezTo>
                                    <a:pt x="66" y="77"/>
                                    <a:pt x="68" y="76"/>
                                    <a:pt x="70" y="75"/>
                                  </a:cubicBezTo>
                                  <a:cubicBezTo>
                                    <a:pt x="71" y="75"/>
                                    <a:pt x="72" y="74"/>
                                    <a:pt x="72" y="73"/>
                                  </a:cubicBezTo>
                                  <a:cubicBezTo>
                                    <a:pt x="72" y="73"/>
                                    <a:pt x="72" y="71"/>
                                    <a:pt x="72" y="69"/>
                                  </a:cubicBezTo>
                                  <a:cubicBezTo>
                                    <a:pt x="72" y="66"/>
                                    <a:pt x="72" y="66"/>
                                    <a:pt x="72" y="66"/>
                                  </a:cubicBezTo>
                                  <a:cubicBezTo>
                                    <a:pt x="70" y="66"/>
                                    <a:pt x="70" y="66"/>
                                    <a:pt x="70" y="66"/>
                                  </a:cubicBezTo>
                                  <a:cubicBezTo>
                                    <a:pt x="70" y="66"/>
                                    <a:pt x="69" y="66"/>
                                    <a:pt x="69" y="65"/>
                                  </a:cubicBezTo>
                                  <a:cubicBezTo>
                                    <a:pt x="69" y="65"/>
                                    <a:pt x="68" y="65"/>
                                    <a:pt x="67" y="65"/>
                                  </a:cubicBezTo>
                                  <a:cubicBezTo>
                                    <a:pt x="66" y="64"/>
                                    <a:pt x="66" y="64"/>
                                    <a:pt x="66" y="64"/>
                                  </a:cubicBezTo>
                                  <a:cubicBezTo>
                                    <a:pt x="63" y="64"/>
                                    <a:pt x="63" y="64"/>
                                    <a:pt x="63" y="64"/>
                                  </a:cubicBezTo>
                                  <a:cubicBezTo>
                                    <a:pt x="61" y="63"/>
                                    <a:pt x="60" y="63"/>
                                    <a:pt x="59" y="62"/>
                                  </a:cubicBezTo>
                                  <a:close/>
                                  <a:moveTo>
                                    <a:pt x="93" y="0"/>
                                  </a:moveTo>
                                  <a:cubicBezTo>
                                    <a:pt x="95" y="0"/>
                                    <a:pt x="96" y="0"/>
                                    <a:pt x="97" y="0"/>
                                  </a:cubicBezTo>
                                  <a:cubicBezTo>
                                    <a:pt x="98" y="0"/>
                                    <a:pt x="100" y="1"/>
                                    <a:pt x="101" y="1"/>
                                  </a:cubicBezTo>
                                  <a:cubicBezTo>
                                    <a:pt x="105" y="3"/>
                                    <a:pt x="108" y="5"/>
                                    <a:pt x="110" y="6"/>
                                  </a:cubicBezTo>
                                  <a:cubicBezTo>
                                    <a:pt x="113" y="8"/>
                                    <a:pt x="114" y="9"/>
                                    <a:pt x="114" y="11"/>
                                  </a:cubicBezTo>
                                  <a:cubicBezTo>
                                    <a:pt x="114" y="12"/>
                                    <a:pt x="113" y="13"/>
                                    <a:pt x="111" y="16"/>
                                  </a:cubicBezTo>
                                  <a:cubicBezTo>
                                    <a:pt x="110" y="18"/>
                                    <a:pt x="109" y="19"/>
                                    <a:pt x="108" y="19"/>
                                  </a:cubicBezTo>
                                  <a:cubicBezTo>
                                    <a:pt x="107" y="19"/>
                                    <a:pt x="107" y="20"/>
                                    <a:pt x="107" y="20"/>
                                  </a:cubicBezTo>
                                  <a:cubicBezTo>
                                    <a:pt x="107" y="20"/>
                                    <a:pt x="106" y="21"/>
                                    <a:pt x="104" y="22"/>
                                  </a:cubicBezTo>
                                  <a:cubicBezTo>
                                    <a:pt x="102" y="23"/>
                                    <a:pt x="101" y="24"/>
                                    <a:pt x="101" y="24"/>
                                  </a:cubicBezTo>
                                  <a:cubicBezTo>
                                    <a:pt x="101" y="24"/>
                                    <a:pt x="100" y="24"/>
                                    <a:pt x="100" y="25"/>
                                  </a:cubicBezTo>
                                  <a:cubicBezTo>
                                    <a:pt x="99" y="25"/>
                                    <a:pt x="99" y="26"/>
                                    <a:pt x="99" y="26"/>
                                  </a:cubicBezTo>
                                  <a:cubicBezTo>
                                    <a:pt x="98" y="26"/>
                                    <a:pt x="96" y="26"/>
                                    <a:pt x="93" y="28"/>
                                  </a:cubicBezTo>
                                  <a:cubicBezTo>
                                    <a:pt x="90" y="29"/>
                                    <a:pt x="88" y="30"/>
                                    <a:pt x="86" y="30"/>
                                  </a:cubicBezTo>
                                  <a:cubicBezTo>
                                    <a:pt x="83" y="31"/>
                                    <a:pt x="81" y="32"/>
                                    <a:pt x="81" y="32"/>
                                  </a:cubicBezTo>
                                  <a:cubicBezTo>
                                    <a:pt x="79" y="33"/>
                                    <a:pt x="78" y="34"/>
                                    <a:pt x="77" y="34"/>
                                  </a:cubicBezTo>
                                  <a:cubicBezTo>
                                    <a:pt x="75" y="35"/>
                                    <a:pt x="75" y="35"/>
                                    <a:pt x="75" y="35"/>
                                  </a:cubicBezTo>
                                  <a:cubicBezTo>
                                    <a:pt x="73" y="36"/>
                                    <a:pt x="72" y="36"/>
                                    <a:pt x="72" y="36"/>
                                  </a:cubicBezTo>
                                  <a:cubicBezTo>
                                    <a:pt x="72" y="36"/>
                                    <a:pt x="73" y="35"/>
                                    <a:pt x="75" y="33"/>
                                  </a:cubicBezTo>
                                  <a:cubicBezTo>
                                    <a:pt x="78" y="31"/>
                                    <a:pt x="79" y="30"/>
                                    <a:pt x="79" y="30"/>
                                  </a:cubicBezTo>
                                  <a:cubicBezTo>
                                    <a:pt x="79" y="29"/>
                                    <a:pt x="79" y="29"/>
                                    <a:pt x="78" y="29"/>
                                  </a:cubicBezTo>
                                  <a:cubicBezTo>
                                    <a:pt x="77" y="29"/>
                                    <a:pt x="77" y="29"/>
                                    <a:pt x="77" y="29"/>
                                  </a:cubicBezTo>
                                  <a:cubicBezTo>
                                    <a:pt x="78" y="28"/>
                                    <a:pt x="78" y="28"/>
                                    <a:pt x="78" y="28"/>
                                  </a:cubicBezTo>
                                  <a:cubicBezTo>
                                    <a:pt x="79" y="27"/>
                                    <a:pt x="80" y="27"/>
                                    <a:pt x="81" y="26"/>
                                  </a:cubicBezTo>
                                  <a:cubicBezTo>
                                    <a:pt x="83" y="22"/>
                                    <a:pt x="84" y="19"/>
                                    <a:pt x="85" y="18"/>
                                  </a:cubicBezTo>
                                  <a:cubicBezTo>
                                    <a:pt x="87" y="15"/>
                                    <a:pt x="89" y="13"/>
                                    <a:pt x="90" y="11"/>
                                  </a:cubicBezTo>
                                  <a:cubicBezTo>
                                    <a:pt x="92" y="8"/>
                                    <a:pt x="92" y="7"/>
                                    <a:pt x="92" y="6"/>
                                  </a:cubicBezTo>
                                  <a:cubicBezTo>
                                    <a:pt x="92" y="6"/>
                                    <a:pt x="92" y="6"/>
                                    <a:pt x="92" y="5"/>
                                  </a:cubicBezTo>
                                  <a:cubicBezTo>
                                    <a:pt x="91" y="5"/>
                                    <a:pt x="90" y="5"/>
                                    <a:pt x="90" y="5"/>
                                  </a:cubicBezTo>
                                  <a:cubicBezTo>
                                    <a:pt x="89" y="5"/>
                                    <a:pt x="88" y="4"/>
                                    <a:pt x="87" y="3"/>
                                  </a:cubicBezTo>
                                  <a:cubicBezTo>
                                    <a:pt x="86" y="2"/>
                                    <a:pt x="85" y="2"/>
                                    <a:pt x="85" y="1"/>
                                  </a:cubicBezTo>
                                  <a:cubicBezTo>
                                    <a:pt x="85" y="0"/>
                                    <a:pt x="86" y="0"/>
                                    <a:pt x="87" y="0"/>
                                  </a:cubicBezTo>
                                  <a:cubicBezTo>
                                    <a:pt x="89" y="0"/>
                                    <a:pt x="91" y="0"/>
                                    <a:pt x="93" y="0"/>
                                  </a:cubicBezTo>
                                  <a:close/>
                                  <a:moveTo>
                                    <a:pt x="97" y="41"/>
                                  </a:moveTo>
                                  <a:cubicBezTo>
                                    <a:pt x="92" y="41"/>
                                    <a:pt x="89" y="41"/>
                                    <a:pt x="88" y="42"/>
                                  </a:cubicBezTo>
                                  <a:cubicBezTo>
                                    <a:pt x="86" y="42"/>
                                    <a:pt x="84" y="42"/>
                                    <a:pt x="81" y="43"/>
                                  </a:cubicBezTo>
                                  <a:cubicBezTo>
                                    <a:pt x="76" y="44"/>
                                    <a:pt x="76" y="44"/>
                                    <a:pt x="76" y="44"/>
                                  </a:cubicBezTo>
                                  <a:cubicBezTo>
                                    <a:pt x="75" y="44"/>
                                    <a:pt x="74" y="45"/>
                                    <a:pt x="74" y="45"/>
                                  </a:cubicBezTo>
                                  <a:cubicBezTo>
                                    <a:pt x="74" y="45"/>
                                    <a:pt x="75" y="46"/>
                                    <a:pt x="77" y="46"/>
                                  </a:cubicBezTo>
                                  <a:cubicBezTo>
                                    <a:pt x="78" y="46"/>
                                    <a:pt x="79" y="47"/>
                                    <a:pt x="80" y="48"/>
                                  </a:cubicBezTo>
                                  <a:cubicBezTo>
                                    <a:pt x="82" y="49"/>
                                    <a:pt x="83" y="50"/>
                                    <a:pt x="83" y="51"/>
                                  </a:cubicBezTo>
                                  <a:cubicBezTo>
                                    <a:pt x="84" y="51"/>
                                    <a:pt x="84" y="52"/>
                                    <a:pt x="84" y="52"/>
                                  </a:cubicBezTo>
                                  <a:cubicBezTo>
                                    <a:pt x="85" y="52"/>
                                    <a:pt x="86" y="52"/>
                                    <a:pt x="87" y="52"/>
                                  </a:cubicBezTo>
                                  <a:cubicBezTo>
                                    <a:pt x="88" y="52"/>
                                    <a:pt x="90" y="53"/>
                                    <a:pt x="93" y="54"/>
                                  </a:cubicBezTo>
                                  <a:cubicBezTo>
                                    <a:pt x="95" y="54"/>
                                    <a:pt x="96" y="55"/>
                                    <a:pt x="97" y="55"/>
                                  </a:cubicBezTo>
                                  <a:cubicBezTo>
                                    <a:pt x="97" y="55"/>
                                    <a:pt x="98" y="53"/>
                                    <a:pt x="99" y="50"/>
                                  </a:cubicBezTo>
                                  <a:cubicBezTo>
                                    <a:pt x="101" y="46"/>
                                    <a:pt x="102" y="44"/>
                                    <a:pt x="102" y="43"/>
                                  </a:cubicBezTo>
                                  <a:cubicBezTo>
                                    <a:pt x="102" y="42"/>
                                    <a:pt x="102" y="42"/>
                                    <a:pt x="102" y="41"/>
                                  </a:cubicBezTo>
                                  <a:cubicBezTo>
                                    <a:pt x="101" y="41"/>
                                    <a:pt x="100" y="41"/>
                                    <a:pt x="97" y="41"/>
                                  </a:cubicBezTo>
                                  <a:close/>
                                  <a:moveTo>
                                    <a:pt x="95" y="60"/>
                                  </a:moveTo>
                                  <a:cubicBezTo>
                                    <a:pt x="95" y="60"/>
                                    <a:pt x="95" y="60"/>
                                    <a:pt x="94" y="60"/>
                                  </a:cubicBezTo>
                                  <a:cubicBezTo>
                                    <a:pt x="94" y="60"/>
                                    <a:pt x="93" y="60"/>
                                    <a:pt x="92" y="61"/>
                                  </a:cubicBezTo>
                                  <a:cubicBezTo>
                                    <a:pt x="91" y="61"/>
                                    <a:pt x="90" y="62"/>
                                    <a:pt x="88" y="62"/>
                                  </a:cubicBezTo>
                                  <a:cubicBezTo>
                                    <a:pt x="87" y="62"/>
                                    <a:pt x="86" y="62"/>
                                    <a:pt x="86" y="63"/>
                                  </a:cubicBezTo>
                                  <a:cubicBezTo>
                                    <a:pt x="86" y="63"/>
                                    <a:pt x="85" y="65"/>
                                    <a:pt x="85" y="66"/>
                                  </a:cubicBezTo>
                                  <a:cubicBezTo>
                                    <a:pt x="85" y="68"/>
                                    <a:pt x="85" y="69"/>
                                    <a:pt x="85" y="69"/>
                                  </a:cubicBezTo>
                                  <a:cubicBezTo>
                                    <a:pt x="87" y="69"/>
                                    <a:pt x="89" y="68"/>
                                    <a:pt x="91" y="66"/>
                                  </a:cubicBezTo>
                                  <a:cubicBezTo>
                                    <a:pt x="93" y="64"/>
                                    <a:pt x="94" y="62"/>
                                    <a:pt x="95" y="61"/>
                                  </a:cubicBezTo>
                                  <a:lnTo>
                                    <a:pt x="95" y="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B84E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.3pt;margin-top:309.55pt;height:235.65pt;width:128.75pt;mso-position-vertical-relative:page;z-index:251666432;mso-width-relative:page;mso-height-relative:page;" coordorigin="4869,6502" coordsize="2510,4594" o:gfxdata="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">
                <o:lock v:ext="edit" aspectratio="f"/>
                <v:group id="_x0000_s1026" o:spid="_x0000_s1026" o:spt="203" style="position:absolute;left:4991;top:6502;height:4595;width:2389;" coordorigin="4738,6540" coordsize="2389,4595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Freeform 19" o:spid="_x0000_s1026" o:spt="100" style="position:absolute;left:4738;top:6540;height:1801;width:1367;" filled="t" stroked="f" coordsize="118,157" o:gfxdata="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NpjrsAAADb&#10;AAAADwAAAAAAAAABACAAAAAiAAAAZHJzL2Rvd25yZXYueG1sUEsBAhQAFAAAAAgAh07iQDMvBZ47&#10;AAAAOQAAABAAAAAAAAAAAQAgAAAACgEAAGRycy9zaGFwZXhtbC54bWxQSwUGAAAAAAYABgBbAQAA&#10;tAMAAAAA&#10;" path="m35,10c35,10,36,10,38,10c40,10,42,11,45,12c46,13,48,14,50,16c52,17,53,18,53,19c54,20,54,20,54,20c54,21,55,22,55,23c55,24,55,25,56,25c56,25,56,27,56,31c56,35,56,37,56,37c54,42,54,42,54,42c52,45,52,47,52,48c52,48,51,50,50,52c49,54,49,55,49,55c48,52,48,52,48,52c47,49,46,45,45,41c44,38,43,36,42,36c42,36,39,37,35,39c33,40,31,41,29,42c27,44,26,45,25,45c24,46,22,47,21,48c19,49,17,49,16,49c15,49,14,49,14,48c14,48,13,48,13,48c12,48,11,47,10,47c9,46,8,45,7,45c5,42,3,40,2,39c1,38,0,37,0,36c0,35,0,35,0,35c4,35,4,35,4,35c7,35,9,34,13,34c16,33,18,33,21,33c40,31,40,31,40,31c40,31,41,31,41,31c41,30,40,29,39,27c37,22,37,22,37,22c37,20,36,18,35,17c35,15,34,14,33,13c32,12,31,12,31,11c31,11,32,11,32,11c33,11,34,11,35,10c35,10,35,10,35,10xm98,58c100,58,100,58,100,58c101,58,102,58,103,59c106,60,106,60,106,60c107,60,109,60,110,61c111,61,112,62,114,63c115,65,116,65,116,66c116,66,116,67,117,67c118,68,118,68,118,69c118,69,118,70,118,71c118,73,118,74,118,74c117,74,117,75,117,76c116,77,116,78,116,78c115,78,115,78,115,78c115,79,115,79,114,79c114,79,113,80,113,82c111,84,110,86,110,86c109,87,109,88,108,89c108,90,108,91,108,91c107,92,107,93,106,94c105,95,105,96,105,97c105,97,105,97,104,98c103,99,102,100,102,101c102,102,102,102,102,102c101,103,100,104,99,106c98,109,97,110,97,111c97,112,97,112,97,112c97,113,96,113,96,114c96,115,96,115,95,116c95,116,95,116,95,116c95,117,94,117,94,118c93,118,93,119,93,119c92,119,92,119,92,119c92,119,91,120,89,120c87,121,86,121,85,121c85,121,84,120,83,118c83,118,82,117,81,116c80,115,80,115,80,114c80,114,79,113,77,111c76,109,75,109,74,109c74,109,73,108,72,108c71,107,70,107,70,106c69,105,68,105,67,104c67,104,67,104,67,104c66,104,66,104,66,104c66,104,66,104,67,104c68,104,68,104,69,104c70,104,71,105,73,105c75,105,77,105,79,105c81,106,82,106,82,106c82,105,83,103,85,97c87,92,88,88,88,85c90,78,90,73,90,70c90,68,90,68,90,68c88,67,88,67,88,67c86,67,84,67,81,67c78,67,74,67,70,68c65,69,58,71,49,73c41,76,35,78,32,80c30,80,29,81,26,83c24,84,23,85,23,86c23,86,22,87,22,87c22,87,21,87,20,87c19,87,18,87,17,87c17,87,16,86,15,85c14,84,13,83,13,83c13,82,12,82,12,81c12,81,12,80,11,80c10,79,10,77,10,76c10,74,10,74,11,73c11,73,12,73,13,72c14,71,14,71,14,71c14,73,14,73,14,73c16,75,16,75,16,75c20,75,20,75,20,75c22,75,24,74,27,74c29,73,34,72,40,70c47,67,52,66,56,65c60,64,64,63,68,63c75,61,75,61,75,61c80,61,80,61,80,61c82,60,84,60,85,60c88,59,88,59,88,59c88,59,89,59,90,59c90,59,91,58,92,58c93,58,93,58,94,58c94,58,94,58,95,58c96,58,96,58,97,58c97,57,98,57,98,58xm50,75c50,75,51,75,51,76c52,76,53,76,53,76c54,76,55,76,56,76c56,77,57,77,58,78c58,78,60,80,62,82c64,85,64,85,64,85c64,90,64,90,64,90c63,104,63,104,63,104c63,105,63,107,63,109c63,113,63,113,63,113c62,126,62,126,62,126c63,134,63,134,63,134c63,137,63,139,63,143c63,146,63,148,62,150c62,152,61,153,60,155c59,156,58,157,56,157c55,157,55,157,55,157c55,156,54,156,54,155c52,153,51,149,50,146c50,145,50,144,50,143c50,141,50,140,50,138c51,134,51,125,51,111c51,99,51,92,51,88c51,84,50,81,49,79c49,78,48,77,48,76c49,75,49,75,50,75xm84,0c84,0,85,0,88,0c91,0,93,0,95,0c96,1,97,1,98,3c99,4,100,5,101,7c101,8,101,8,101,9c101,11,101,11,101,11c100,13,100,13,100,13c100,14,100,14,100,14c100,15,99,15,98,16c98,17,97,18,97,18c97,19,97,19,96,20c96,21,95,21,95,22c95,23,94,23,94,24c94,24,94,25,96,25c100,25,103,26,106,27c108,28,110,29,111,30c112,32,113,33,113,33c113,34,112,35,111,36c109,38,109,38,109,38c104,38,104,38,104,38c102,38,101,38,100,37c99,37,98,37,96,36c95,36,94,35,94,35c93,34,92,34,92,34c91,34,91,34,91,34c90,34,90,34,90,35c90,35,89,35,89,36c87,39,87,39,87,39c86,40,86,41,86,41c86,42,86,42,85,42c85,42,84,43,82,45c80,48,79,49,78,50c76,51,76,51,76,51c75,52,74,52,73,53c72,54,71,54,70,55c68,55,67,55,66,56c66,56,65,57,65,57c64,57,64,57,64,57c64,57,65,56,66,54c68,51,70,49,70,48c72,45,73,43,75,40c76,37,78,34,78,33c78,32,78,32,78,32c78,32,78,32,78,32c78,32,77,32,77,32c75,32,74,32,73,32c72,32,72,32,72,32c72,32,71,32,69,32c67,32,66,33,66,33c65,32,67,31,72,30c75,29,77,29,78,28c80,28,81,27,81,27c83,18,84,12,84,9c84,7,84,6,83,5c83,5,82,4,80,4c79,4,78,4,77,3c77,3,77,3,77,2c78,1,79,1,81,1c82,1,83,0,83,0c84,0,84,0,84,0xe">
                    <v:path o:connectlocs="579,183;648,286;602,550;521,470;289,516;150,550;0,412;243,378;428,252;370,126;1158,665;1320,722;1367,814;1332,894;1251,1020;1204,1124;1123,1273;1100,1330;1031,1376;926,1307;810,1215;776,1193;949,1215;1042,780;567,837;254,998;150,952;127,837;185,860;648,745;984,688;1088,665;579,860;671,894;729,1193;729,1537;648,1801;579,1640;567,906;1019,0;1170,103;1135,183;1088,275;1309,378;1158,424;1054,390;996,470;880,585;753,653;868,458;892,367;764,378;973,103;892,22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0" o:spid="_x0000_s1026" o:spt="100" style="position:absolute;left:6003;top:7903;height:1296;width:1124;" filled="t" stroked="f" coordsize="97,113" o:gfxdata="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JHqEvQAA&#10;ANsAAAAPAAAAAAAAAAEAIAAAACIAAABkcnMvZG93bnJldi54bWxQSwECFAAUAAAACACHTuJAMy8F&#10;njsAAAA5AAAAEAAAAAAAAAABACAAAAAMAQAAZHJzL3NoYXBleG1sLnhtbFBLBQYAAAAABgAGAFsB&#10;AAC2AwAAAAA=&#10;" path="m0,13c0,13,0,13,0,13c0,13,0,13,0,13c1,13,2,14,5,14c7,15,8,15,10,16c11,16,12,17,13,18c14,20,14,21,15,22c16,23,16,25,16,28c16,31,17,34,17,37c17,39,16,41,16,41c16,42,16,43,16,45c17,49,17,49,17,49c17,54,17,59,17,62c17,65,17,68,17,70c18,74,18,77,18,81c18,85,18,88,17,91c17,92,16,94,16,95c16,96,16,97,16,97c16,98,16,99,16,99c16,100,16,100,16,101c16,101,15,101,15,101c15,102,15,101,15,101c14,101,13,101,13,101c12,101,11,100,9,98c8,97,7,96,7,95c7,95,6,94,6,94c5,94,5,93,5,90c5,88,5,83,6,76c7,70,7,63,7,56c7,47,7,38,5,29c5,25,5,22,4,21c4,19,3,17,2,16c2,16,1,15,0,14c0,14,0,14,0,13c0,13,0,13,0,13xm72,0c77,0,81,0,84,1c87,2,90,4,94,7c95,8,96,9,97,9c97,10,97,11,97,12c97,13,97,15,97,17c97,21,97,23,97,24c97,25,97,26,97,26c96,32,96,32,96,32c96,33,96,34,96,35c96,37,96,38,96,38c95,42,95,44,95,44c94,48,94,51,94,52c94,52,94,53,94,55c93,57,94,59,94,62c94,70,94,75,93,77c93,82,93,86,93,87c93,88,93,89,93,89c93,91,94,93,94,95c94,96,94,97,94,99c93,103,93,103,93,103c93,106,92,108,92,110c91,111,90,112,88,113c88,113,87,113,87,113c85,113,85,113,85,113c84,112,83,111,81,110c80,109,80,109,79,108c78,108,78,108,78,108c77,108,76,107,74,105c72,104,70,102,69,100c67,98,66,97,65,95c63,94,63,93,63,93c63,93,63,93,62,92c62,92,61,92,61,92c61,93,61,93,61,93c61,93,61,94,60,94c59,94,58,94,55,94c43,95,43,95,43,95c40,95,36,95,33,95c32,95,30,95,28,94c26,94,25,93,25,93c24,93,24,93,23,93c22,92,22,92,22,92c21,92,21,92,21,92c21,91,21,91,22,91c22,91,22,91,23,91c24,91,27,91,32,89c37,88,40,87,41,87c43,87,44,87,44,86c44,86,45,86,46,86c51,86,54,86,55,86c56,87,57,87,58,88c59,88,60,89,61,89c61,89,62,89,66,90c71,92,74,93,75,93c77,93,77,92,78,90c78,89,78,85,78,80c78,66,78,66,78,66c78,61,78,55,78,47c78,27,78,16,77,13c77,12,77,12,76,12c73,12,73,12,73,12c70,12,69,13,68,13c67,13,66,13,65,13c64,14,58,15,47,17c46,17,45,17,43,17c42,17,40,17,37,16c36,16,34,15,31,14c29,13,27,12,25,11c22,9,22,9,22,9c22,9,21,9,21,8c22,8,24,8,29,8c31,8,34,7,37,7c43,5,49,4,56,3c62,1,67,1,68,0l72,0xm39,29c40,29,40,29,41,29c42,29,44,30,46,30c49,30,51,31,52,31c53,31,54,32,55,33c56,34,57,34,57,35c57,35,57,36,57,36c57,36,56,37,56,37c56,39,56,39,56,39c56,39,55,40,54,40c51,42,51,42,51,42c50,43,49,43,49,43c49,43,48,43,46,44c43,46,43,46,43,46c42,46,42,46,41,47c41,47,41,48,40,48c40,48,39,49,39,49c38,49,37,50,37,50c37,50,36,51,35,53c33,54,32,55,32,56c32,57,31,58,31,58c31,58,31,59,31,59c31,59,32,59,34,59c35,58,37,58,38,57c38,57,40,57,43,57c46,57,48,57,50,58c52,58,53,59,53,60c53,60,54,60,55,60c55,61,55,61,55,61c56,61,56,62,56,62c56,64,55,66,54,68c53,70,52,71,51,72c50,73,49,73,49,74c48,74,47,75,46,76c44,77,43,77,42,78c41,78,40,78,40,79c38,80,37,80,35,80c33,80,31,81,30,81c29,82,28,82,28,82c28,82,30,81,34,77c36,75,38,73,40,70c41,68,42,67,41,67c41,67,41,67,40,67c40,67,40,67,40,67c36,66,36,66,36,66c34,66,32,66,32,65c31,65,30,64,29,62c29,62,29,61,28,60c28,59,28,59,28,59c27,59,27,59,27,59c27,58,28,57,28,56c29,54,29,53,30,52c31,50,32,49,33,47c34,46,35,45,35,44c36,43,37,42,37,41c37,41,36,41,35,41c34,41,32,40,30,39c27,39,25,38,24,37c22,36,22,35,22,35c24,34,24,34,24,34c27,33,28,33,29,33c30,32,32,31,35,31c37,30,39,29,39,29xe">
                    <v:path o:connectlocs="0,149;150,206;196,424;196,561;208,928;185,1112;173,1158;104,1123;57,1032;57,332;0,160;834,0;1124,103;1124,275;1112,401;1089,596;1077,883;1089,1089;1066,1261;984,1296;903,1238;753,1089;706,1055;637,1078;324,1078;254,1055;266,1043;509,986;672,1009;869,1066;903,756;880,137;753,149;428,183;254,103;428,80;834,0;533,344;660,401;648,447;567,493;475,539;428,573;359,665;440,653;614,688;648,711;567,848;463,906;324,940;475,768;417,756;324,688;324,642;405,504;347,447;278,389;451,332" o:connectangles="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5048;top:9219;height:1916;width:1847;" filled="t" stroked="f" coordsize="159,167" o:gfxdata="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7JNG5AAAA2wAA&#10;AA8AAAAAAAAAAQAgAAAAIgAAAGRycy9kb3ducmV2LnhtbFBLAQIUABQAAAAIAIdO4kAzLwWeOwAA&#10;ADkAAAAQAAAAAAAAAAEAIAAAAAgBAABkcnMvc2hhcGV4bWwueG1sUEsFBgAAAAAGAAYAWwEAALID&#10;AAAAAA==&#10;" path="m100,33c100,33,101,33,103,33c106,33,109,33,112,34c114,34,116,35,117,35c119,36,119,37,119,37c119,37,120,37,120,37c120,37,120,38,120,38c121,38,121,38,122,39c123,40,124,41,124,42c124,42,125,43,125,45c125,48,123,52,120,57c117,62,114,65,112,67c111,68,110,69,108,70c106,71,104,72,104,72c103,72,102,72,101,72c100,72,99,72,99,72c98,73,97,73,97,73c96,73,95,74,94,74c94,75,94,75,93,75c93,75,93,75,93,75c93,75,92,76,91,76c87,78,87,78,87,78c86,78,84,79,84,80c84,81,84,81,84,82c84,82,84,83,84,84c84,85,84,86,84,87c84,91,84,91,84,91c86,91,86,91,86,91c87,91,89,91,91,91c99,90,99,90,99,90c114,88,114,88,114,88c121,87,127,87,132,87c136,87,139,87,141,88c145,88,145,88,145,88c146,88,146,88,148,89c150,90,150,90,150,90c150,90,151,90,153,91c155,92,157,93,157,94c158,95,158,95,158,95c159,96,159,96,158,97c158,98,158,99,158,99c157,100,157,100,155,100c154,101,153,101,151,101c146,102,143,102,140,102c138,102,136,103,135,102c133,102,132,103,131,103c128,104,128,104,128,104c128,104,127,104,127,104c127,104,127,104,127,103c129,102,130,101,131,100c132,100,133,99,133,99c133,98,132,98,131,98c129,97,127,97,125,97c122,97,117,97,111,97c95,97,86,97,85,98c85,98,85,99,85,101c84,103,84,105,84,109c84,115,84,121,83,124c83,126,83,128,83,130c83,133,83,135,82,136c82,137,82,138,82,139c81,139,81,141,81,142c81,144,80,146,79,147c79,149,79,151,79,152c79,154,78,155,78,155c78,155,77,156,77,156c77,157,76,157,76,158c76,158,75,160,73,162c72,163,72,164,71,165c71,165,71,166,70,166c70,167,70,167,69,166c69,166,69,166,70,165c70,164,70,162,71,159c71,155,71,152,71,150c70,143,70,143,70,143c71,136,71,136,71,136c71,111,71,111,71,111c72,103,72,103,72,103c72,102,72,101,72,100c71,100,71,99,71,99c71,99,70,99,69,100c67,100,65,100,63,100c60,100,57,100,55,101c53,101,51,101,49,102c43,103,43,103,43,103c41,103,40,103,38,104c37,104,36,104,33,105c32,105,29,106,27,106c24,107,22,107,21,108c20,108,19,109,17,109c16,109,15,110,14,110c14,111,13,111,12,111c12,111,11,111,10,111c9,111,8,111,8,111c7,111,6,110,5,109c3,107,1,105,0,102c0,101,0,101,0,101c0,100,1,100,2,100c3,100,5,100,7,101c8,102,10,102,10,102c11,103,12,103,14,102c16,102,18,102,20,102c22,101,24,101,27,100c29,100,31,100,34,99c35,99,38,98,43,97c47,97,50,97,51,96c69,93,69,93,69,93c71,93,72,93,72,92c72,92,72,91,72,87c72,83,72,83,72,83c67,83,67,83,67,83c60,82,56,82,55,80c55,80,55,80,54,79c54,79,54,79,54,79c53,80,53,80,52,80c51,80,50,80,48,80c47,80,47,80,47,80c46,80,45,80,44,79c43,78,41,77,39,75c38,72,36,70,35,68c33,64,31,60,30,55c29,52,27,48,25,44c23,42,23,42,23,42c23,42,25,42,28,42c30,42,32,42,33,42c33,42,35,43,37,44c42,46,45,48,48,50c50,52,53,54,55,58c57,60,57,60,57,60c58,61,61,60,65,59c70,57,72,56,73,56c73,55,73,54,72,52c72,50,72,49,71,49c70,47,69,47,68,47c65,47,65,47,65,47c63,48,62,48,61,48c61,48,60,48,60,47c59,47,59,46,58,46c56,45,56,45,56,45c57,45,57,45,57,45c75,39,75,39,75,39c82,36,89,35,96,33c99,33,100,33,100,33xm47,7c49,7,49,7,49,7c51,8,52,9,52,11c52,12,52,13,53,14c54,15,55,17,57,18c58,19,59,20,60,20c60,20,62,19,63,18c65,17,67,16,67,16c68,15,70,13,71,11c72,9,73,9,73,9c73,9,73,9,73,9c73,11,73,11,73,11c73,11,73,12,72,12c72,13,72,14,72,14c72,19,71,22,70,23c70,23,70,25,70,27c70,29,70,31,69,32c69,33,69,33,69,33c69,34,68,34,66,35c64,36,63,37,62,37c62,37,61,37,60,38c60,39,59,39,58,39c57,39,57,39,56,39c55,38,53,36,50,34c48,31,47,29,46,27c46,26,46,22,45,16c45,10,45,10,45,10c45,9,45,8,45,8c45,7,46,7,46,7l47,7xm59,62c57,61,57,61,57,61c58,62,58,62,58,62c60,67,60,67,60,67c60,68,61,70,61,72c61,75,60,76,59,76c58,76,58,77,58,78c57,79,57,79,57,79c57,79,58,79,58,79c58,79,59,79,59,79c60,79,62,78,64,77c66,77,68,76,70,75c71,75,72,74,72,73c72,73,72,71,72,69c72,66,72,66,72,66c70,66,70,66,70,66c70,66,69,66,69,65c69,65,68,65,67,65c66,64,66,64,66,64c63,64,63,64,63,64c61,63,60,63,59,62xm93,0c95,0,96,0,97,0c98,0,100,1,101,1c105,3,108,5,110,6c113,8,114,9,114,11c114,12,113,13,111,16c110,18,109,19,108,19c107,19,107,20,107,20c107,20,106,21,104,22c102,23,101,24,101,24c101,24,100,24,100,25c99,25,99,26,99,26c98,26,96,26,93,28c90,29,88,30,86,30c83,31,81,32,81,32c79,33,78,34,77,34c75,35,75,35,75,35c73,36,72,36,72,36c72,36,73,35,75,33c78,31,79,30,79,30c79,29,79,29,78,29c77,29,77,29,77,29c78,28,78,28,78,28c79,27,80,27,81,26c83,22,84,19,85,18c87,15,89,13,90,11c92,8,92,7,92,6c92,6,92,6,92,5c91,5,90,5,90,5c89,5,88,4,87,3c86,2,85,2,85,1c85,0,86,0,87,0c89,0,91,0,93,0xm97,41c92,41,89,41,88,42c86,42,84,42,81,43c76,44,76,44,76,44c75,44,74,45,74,45c74,45,75,46,77,46c78,46,79,47,80,48c82,49,83,50,83,51c84,51,84,52,84,52c85,52,86,52,87,52c88,52,90,53,93,54c95,54,96,55,97,55c97,55,98,53,99,50c101,46,102,44,102,43c102,42,102,42,102,41c101,41,100,41,97,41xm95,60c95,60,95,60,94,60c94,60,93,60,92,61c91,61,90,62,88,62c87,62,86,62,86,63c86,63,85,65,85,66c85,68,85,69,85,69c87,69,89,68,91,66c93,64,94,62,95,61l95,60xe">
                    <v:path o:connectlocs="1359,401;1417,447;1301,768;1150,826;1080,860;975,940;999,1044;1533,998;1742,1032;1835,1112;1626,1170;1475,1193;1521,1124;987,1158;952,1560;917,1743;847,1858;813,1893;824,1560;824,1135;569,1170;313,1216;139,1273;0,1170;116,1170;394,1135;836,1055;638,917;557,917;406,780;325,481;638,665;836,596;708,550;662,516;545,80;662,206;824,126;836,137;801,367;696,435;534,309;534,80;673,711;673,894;743,883;836,757;766,734;1126,0;1289,183;1173,275;999,344;836,413;894,332;1045,126;1010,34;1126,470;859,516;975,596;1150,573;1103,688;999,722;1103,699" o:connectangles="0,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869;top:6502;height:4595;width:2389;" coordorigin="4738,6540" coordsize="2389,4595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9" o:spid="_x0000_s1026" o:spt="100" style="position:absolute;left:4738;top:6540;height:1801;width:1367;" fillcolor="#F8B84E" filled="t" stroked="f" coordsize="118,157" o:gfxdata="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eJC&#10;MsEAAADbAAAADwAAAAAAAAABACAAAAAiAAAAZHJzL2Rvd25yZXYueG1sUEsBAhQAFAAAAAgAh07i&#10;QDMvBZ47AAAAOQAAABAAAAAAAAAAAQAgAAAAEAEAAGRycy9zaGFwZXhtbC54bWxQSwUGAAAAAAYA&#10;BgBbAQAAugMAAAAA&#10;" path="m35,10c35,10,36,10,38,10c40,10,42,11,45,12c46,13,48,14,50,16c52,17,53,18,53,19c54,20,54,20,54,20c54,21,55,22,55,23c55,24,55,25,56,25c56,25,56,27,56,31c56,35,56,37,56,37c54,42,54,42,54,42c52,45,52,47,52,48c52,48,51,50,50,52c49,54,49,55,49,55c48,52,48,52,48,52c47,49,46,45,45,41c44,38,43,36,42,36c42,36,39,37,35,39c33,40,31,41,29,42c27,44,26,45,25,45c24,46,22,47,21,48c19,49,17,49,16,49c15,49,14,49,14,48c14,48,13,48,13,48c12,48,11,47,10,47c9,46,8,45,7,45c5,42,3,40,2,39c1,38,0,37,0,36c0,35,0,35,0,35c4,35,4,35,4,35c7,35,9,34,13,34c16,33,18,33,21,33c40,31,40,31,40,31c40,31,41,31,41,31c41,30,40,29,39,27c37,22,37,22,37,22c37,20,36,18,35,17c35,15,34,14,33,13c32,12,31,12,31,11c31,11,32,11,32,11c33,11,34,11,35,10c35,10,35,10,35,10xm98,58c100,58,100,58,100,58c101,58,102,58,103,59c106,60,106,60,106,60c107,60,109,60,110,61c111,61,112,62,114,63c115,65,116,65,116,66c116,66,116,67,117,67c118,68,118,68,118,69c118,69,118,70,118,71c118,73,118,74,118,74c117,74,117,75,117,76c116,77,116,78,116,78c115,78,115,78,115,78c115,79,115,79,114,79c114,79,113,80,113,82c111,84,110,86,110,86c109,87,109,88,108,89c108,90,108,91,108,91c107,92,107,93,106,94c105,95,105,96,105,97c105,97,105,97,104,98c103,99,102,100,102,101c102,102,102,102,102,102c101,103,100,104,99,106c98,109,97,110,97,111c97,112,97,112,97,112c97,113,96,113,96,114c96,115,96,115,95,116c95,116,95,116,95,116c95,117,94,117,94,118c93,118,93,119,93,119c92,119,92,119,92,119c92,119,91,120,89,120c87,121,86,121,85,121c85,121,84,120,83,118c83,118,82,117,81,116c80,115,80,115,80,114c80,114,79,113,77,111c76,109,75,109,74,109c74,109,73,108,72,108c71,107,70,107,70,106c69,105,68,105,67,104c67,104,67,104,67,104c66,104,66,104,66,104c66,104,66,104,67,104c68,104,68,104,69,104c70,104,71,105,73,105c75,105,77,105,79,105c81,106,82,106,82,106c82,105,83,103,85,97c87,92,88,88,88,85c90,78,90,73,90,70c90,68,90,68,90,68c88,67,88,67,88,67c86,67,84,67,81,67c78,67,74,67,70,68c65,69,58,71,49,73c41,76,35,78,32,80c30,80,29,81,26,83c24,84,23,85,23,86c23,86,22,87,22,87c22,87,21,87,20,87c19,87,18,87,17,87c17,87,16,86,15,85c14,84,13,83,13,83c13,82,12,82,12,81c12,81,12,80,11,80c10,79,10,77,10,76c10,74,10,74,11,73c11,73,12,73,13,72c14,71,14,71,14,71c14,73,14,73,14,73c16,75,16,75,16,75c20,75,20,75,20,75c22,75,24,74,27,74c29,73,34,72,40,70c47,67,52,66,56,65c60,64,64,63,68,63c75,61,75,61,75,61c80,61,80,61,80,61c82,60,84,60,85,60c88,59,88,59,88,59c88,59,89,59,90,59c90,59,91,58,92,58c93,58,93,58,94,58c94,58,94,58,95,58c96,58,96,58,97,58c97,57,98,57,98,58xm50,75c50,75,51,75,51,76c52,76,53,76,53,76c54,76,55,76,56,76c56,77,57,77,58,78c58,78,60,80,62,82c64,85,64,85,64,85c64,90,64,90,64,90c63,104,63,104,63,104c63,105,63,107,63,109c63,113,63,113,63,113c62,126,62,126,62,126c63,134,63,134,63,134c63,137,63,139,63,143c63,146,63,148,62,150c62,152,61,153,60,155c59,156,58,157,56,157c55,157,55,157,55,157c55,156,54,156,54,155c52,153,51,149,50,146c50,145,50,144,50,143c50,141,50,140,50,138c51,134,51,125,51,111c51,99,51,92,51,88c51,84,50,81,49,79c49,78,48,77,48,76c49,75,49,75,50,75xm84,0c84,0,85,0,88,0c91,0,93,0,95,0c96,1,97,1,98,3c99,4,100,5,101,7c101,8,101,8,101,9c101,11,101,11,101,11c100,13,100,13,100,13c100,14,100,14,100,14c100,15,99,15,98,16c98,17,97,18,97,18c97,19,97,19,96,20c96,21,95,21,95,22c95,23,94,23,94,24c94,24,94,25,96,25c100,25,103,26,106,27c108,28,110,29,111,30c112,32,113,33,113,33c113,34,112,35,111,36c109,38,109,38,109,38c104,38,104,38,104,38c102,38,101,38,100,37c99,37,98,37,96,36c95,36,94,35,94,35c93,34,92,34,92,34c91,34,91,34,91,34c90,34,90,34,90,35c90,35,89,35,89,36c87,39,87,39,87,39c86,40,86,41,86,41c86,42,86,42,85,42c85,42,84,43,82,45c80,48,79,49,78,50c76,51,76,51,76,51c75,52,74,52,73,53c72,54,71,54,70,55c68,55,67,55,66,56c66,56,65,57,65,57c64,57,64,57,64,57c64,57,65,56,66,54c68,51,70,49,70,48c72,45,73,43,75,40c76,37,78,34,78,33c78,32,78,32,78,32c78,32,78,32,78,32c78,32,77,32,77,32c75,32,74,32,73,32c72,32,72,32,72,32c72,32,71,32,69,32c67,32,66,33,66,33c65,32,67,31,72,30c75,29,77,29,78,28c80,28,81,27,81,27c83,18,84,12,84,9c84,7,84,6,83,5c83,5,82,4,80,4c79,4,78,4,77,3c77,3,77,3,77,2c78,1,79,1,81,1c82,1,83,0,83,0c84,0,84,0,84,0xe">
                    <v:path o:connectlocs="579,183;648,286;602,550;521,470;289,516;150,550;0,412;243,378;428,252;370,126;1158,665;1320,722;1367,814;1332,894;1251,1020;1204,1124;1123,1273;1100,1330;1031,1376;926,1307;810,1215;776,1193;949,1215;1042,780;567,837;254,998;150,952;127,837;185,860;648,745;984,688;1088,665;579,860;671,894;729,1193;729,1537;648,1801;579,1640;567,906;1019,0;1170,103;1135,183;1088,275;1309,378;1158,424;1054,390;996,470;880,585;753,653;868,458;892,367;764,378;973,103;892,22" o:connectangles="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0" o:spid="_x0000_s1026" o:spt="100" style="position:absolute;left:6003;top:7903;height:1296;width:1124;" fillcolor="#F8B84E" filled="t" stroked="f" coordsize="97,113" o:gfxdata="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+FQL4A&#10;AADbAAAADwAAAAAAAAABACAAAAAiAAAAZHJzL2Rvd25yZXYueG1sUEsBAhQAFAAAAAgAh07iQDMv&#10;BZ47AAAAOQAAABAAAAAAAAAAAQAgAAAADQEAAGRycy9zaGFwZXhtbC54bWxQSwUGAAAAAAYABgBb&#10;AQAAtwMAAAAA&#10;" path="m0,13c0,13,0,13,0,13c0,13,0,13,0,13c1,13,2,14,5,14c7,15,8,15,10,16c11,16,12,17,13,18c14,20,14,21,15,22c16,23,16,25,16,28c16,31,17,34,17,37c17,39,16,41,16,41c16,42,16,43,16,45c17,49,17,49,17,49c17,54,17,59,17,62c17,65,17,68,17,70c18,74,18,77,18,81c18,85,18,88,17,91c17,92,16,94,16,95c16,96,16,97,16,97c16,98,16,99,16,99c16,100,16,100,16,101c16,101,15,101,15,101c15,102,15,101,15,101c14,101,13,101,13,101c12,101,11,100,9,98c8,97,7,96,7,95c7,95,6,94,6,94c5,94,5,93,5,90c5,88,5,83,6,76c7,70,7,63,7,56c7,47,7,38,5,29c5,25,5,22,4,21c4,19,3,17,2,16c2,16,1,15,0,14c0,14,0,14,0,13c0,13,0,13,0,13xm72,0c77,0,81,0,84,1c87,2,90,4,94,7c95,8,96,9,97,9c97,10,97,11,97,12c97,13,97,15,97,17c97,21,97,23,97,24c97,25,97,26,97,26c96,32,96,32,96,32c96,33,96,34,96,35c96,37,96,38,96,38c95,42,95,44,95,44c94,48,94,51,94,52c94,52,94,53,94,55c93,57,94,59,94,62c94,70,94,75,93,77c93,82,93,86,93,87c93,88,93,89,93,89c93,91,94,93,94,95c94,96,94,97,94,99c93,103,93,103,93,103c93,106,92,108,92,110c91,111,90,112,88,113c88,113,87,113,87,113c85,113,85,113,85,113c84,112,83,111,81,110c80,109,80,109,79,108c78,108,78,108,78,108c77,108,76,107,74,105c72,104,70,102,69,100c67,98,66,97,65,95c63,94,63,93,63,93c63,93,63,93,62,92c62,92,61,92,61,92c61,93,61,93,61,93c61,93,61,94,60,94c59,94,58,94,55,94c43,95,43,95,43,95c40,95,36,95,33,95c32,95,30,95,28,94c26,94,25,93,25,93c24,93,24,93,23,93c22,92,22,92,22,92c21,92,21,92,21,92c21,91,21,91,22,91c22,91,22,91,23,91c24,91,27,91,32,89c37,88,40,87,41,87c43,87,44,87,44,86c44,86,45,86,46,86c51,86,54,86,55,86c56,87,57,87,58,88c59,88,60,89,61,89c61,89,62,89,66,90c71,92,74,93,75,93c77,93,77,92,78,90c78,89,78,85,78,80c78,66,78,66,78,66c78,61,78,55,78,47c78,27,78,16,77,13c77,12,77,12,76,12c73,12,73,12,73,12c70,12,69,13,68,13c67,13,66,13,65,13c64,14,58,15,47,17c46,17,45,17,43,17c42,17,40,17,37,16c36,16,34,15,31,14c29,13,27,12,25,11c22,9,22,9,22,9c22,9,21,9,21,8c22,8,24,8,29,8c31,8,34,7,37,7c43,5,49,4,56,3c62,1,67,1,68,0l72,0xm39,29c40,29,40,29,41,29c42,29,44,30,46,30c49,30,51,31,52,31c53,31,54,32,55,33c56,34,57,34,57,35c57,35,57,36,57,36c57,36,56,37,56,37c56,39,56,39,56,39c56,39,55,40,54,40c51,42,51,42,51,42c50,43,49,43,49,43c49,43,48,43,46,44c43,46,43,46,43,46c42,46,42,46,41,47c41,47,41,48,40,48c40,48,39,49,39,49c38,49,37,50,37,50c37,50,36,51,35,53c33,54,32,55,32,56c32,57,31,58,31,58c31,58,31,59,31,59c31,59,32,59,34,59c35,58,37,58,38,57c38,57,40,57,43,57c46,57,48,57,50,58c52,58,53,59,53,60c53,60,54,60,55,60c55,61,55,61,55,61c56,61,56,62,56,62c56,64,55,66,54,68c53,70,52,71,51,72c50,73,49,73,49,74c48,74,47,75,46,76c44,77,43,77,42,78c41,78,40,78,40,79c38,80,37,80,35,80c33,80,31,81,30,81c29,82,28,82,28,82c28,82,30,81,34,77c36,75,38,73,40,70c41,68,42,67,41,67c41,67,41,67,40,67c40,67,40,67,40,67c36,66,36,66,36,66c34,66,32,66,32,65c31,65,30,64,29,62c29,62,29,61,28,60c28,59,28,59,28,59c27,59,27,59,27,59c27,58,28,57,28,56c29,54,29,53,30,52c31,50,32,49,33,47c34,46,35,45,35,44c36,43,37,42,37,41c37,41,36,41,35,41c34,41,32,40,30,39c27,39,25,38,24,37c22,36,22,35,22,35c24,34,24,34,24,34c27,33,28,33,29,33c30,32,32,31,35,31c37,30,39,29,39,29xe">
                    <v:path o:connectlocs="0,149;150,206;196,424;196,561;208,928;185,1112;173,1158;104,1123;57,1032;57,332;0,160;834,0;1124,103;1124,275;1112,401;1089,596;1077,883;1089,1089;1066,1261;984,1296;903,1238;753,1089;706,1055;637,1078;324,1078;254,1055;266,1043;509,986;672,1009;869,1066;903,756;880,137;753,149;428,183;254,103;428,80;834,0;533,344;660,401;648,447;567,493;475,539;428,573;359,665;440,653;614,688;648,711;567,848;463,906;324,940;475,768;417,756;324,688;324,642;405,504;347,447;278,389;451,332" o:connectangles="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5048;top:9219;height:1916;width:1847;" fillcolor="#F8B84E" filled="t" stroked="f" coordsize="159,167" o:gfxdata="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ogdTvQAA&#10;ANsAAAAPAAAAAAAAAAEAIAAAACIAAABkcnMvZG93bnJldi54bWxQSwECFAAUAAAACACHTuJAMy8F&#10;njsAAAA5AAAAEAAAAAAAAAABACAAAAAMAQAAZHJzL3NoYXBleG1sLnhtbFBLBQYAAAAABgAGAFsB&#10;AAC2AwAAAAA=&#10;" path="m100,33c100,33,101,33,103,33c106,33,109,33,112,34c114,34,116,35,117,35c119,36,119,37,119,37c119,37,120,37,120,37c120,37,120,38,120,38c121,38,121,38,122,39c123,40,124,41,124,42c124,42,125,43,125,45c125,48,123,52,120,57c117,62,114,65,112,67c111,68,110,69,108,70c106,71,104,72,104,72c103,72,102,72,101,72c100,72,99,72,99,72c98,73,97,73,97,73c96,73,95,74,94,74c94,75,94,75,93,75c93,75,93,75,93,75c93,75,92,76,91,76c87,78,87,78,87,78c86,78,84,79,84,80c84,81,84,81,84,82c84,82,84,83,84,84c84,85,84,86,84,87c84,91,84,91,84,91c86,91,86,91,86,91c87,91,89,91,91,91c99,90,99,90,99,90c114,88,114,88,114,88c121,87,127,87,132,87c136,87,139,87,141,88c145,88,145,88,145,88c146,88,146,88,148,89c150,90,150,90,150,90c150,90,151,90,153,91c155,92,157,93,157,94c158,95,158,95,158,95c159,96,159,96,158,97c158,98,158,99,158,99c157,100,157,100,155,100c154,101,153,101,151,101c146,102,143,102,140,102c138,102,136,103,135,102c133,102,132,103,131,103c128,104,128,104,128,104c128,104,127,104,127,104c127,104,127,104,127,103c129,102,130,101,131,100c132,100,133,99,133,99c133,98,132,98,131,98c129,97,127,97,125,97c122,97,117,97,111,97c95,97,86,97,85,98c85,98,85,99,85,101c84,103,84,105,84,109c84,115,84,121,83,124c83,126,83,128,83,130c83,133,83,135,82,136c82,137,82,138,82,139c81,139,81,141,81,142c81,144,80,146,79,147c79,149,79,151,79,152c79,154,78,155,78,155c78,155,77,156,77,156c77,157,76,157,76,158c76,158,75,160,73,162c72,163,72,164,71,165c71,165,71,166,70,166c70,167,70,167,69,166c69,166,69,166,70,165c70,164,70,162,71,159c71,155,71,152,71,150c70,143,70,143,70,143c71,136,71,136,71,136c71,111,71,111,71,111c72,103,72,103,72,103c72,102,72,101,72,100c71,100,71,99,71,99c71,99,70,99,69,100c67,100,65,100,63,100c60,100,57,100,55,101c53,101,51,101,49,102c43,103,43,103,43,103c41,103,40,103,38,104c37,104,36,104,33,105c32,105,29,106,27,106c24,107,22,107,21,108c20,108,19,109,17,109c16,109,15,110,14,110c14,111,13,111,12,111c12,111,11,111,10,111c9,111,8,111,8,111c7,111,6,110,5,109c3,107,1,105,0,102c0,101,0,101,0,101c0,100,1,100,2,100c3,100,5,100,7,101c8,102,10,102,10,102c11,103,12,103,14,102c16,102,18,102,20,102c22,101,24,101,27,100c29,100,31,100,34,99c35,99,38,98,43,97c47,97,50,97,51,96c69,93,69,93,69,93c71,93,72,93,72,92c72,92,72,91,72,87c72,83,72,83,72,83c67,83,67,83,67,83c60,82,56,82,55,80c55,80,55,80,54,79c54,79,54,79,54,79c53,80,53,80,52,80c51,80,50,80,48,80c47,80,47,80,47,80c46,80,45,80,44,79c43,78,41,77,39,75c38,72,36,70,35,68c33,64,31,60,30,55c29,52,27,48,25,44c23,42,23,42,23,42c23,42,25,42,28,42c30,42,32,42,33,42c33,42,35,43,37,44c42,46,45,48,48,50c50,52,53,54,55,58c57,60,57,60,57,60c58,61,61,60,65,59c70,57,72,56,73,56c73,55,73,54,72,52c72,50,72,49,71,49c70,47,69,47,68,47c65,47,65,47,65,47c63,48,62,48,61,48c61,48,60,48,60,47c59,47,59,46,58,46c56,45,56,45,56,45c57,45,57,45,57,45c75,39,75,39,75,39c82,36,89,35,96,33c99,33,100,33,100,33xm47,7c49,7,49,7,49,7c51,8,52,9,52,11c52,12,52,13,53,14c54,15,55,17,57,18c58,19,59,20,60,20c60,20,62,19,63,18c65,17,67,16,67,16c68,15,70,13,71,11c72,9,73,9,73,9c73,9,73,9,73,9c73,11,73,11,73,11c73,11,73,12,72,12c72,13,72,14,72,14c72,19,71,22,70,23c70,23,70,25,70,27c70,29,70,31,69,32c69,33,69,33,69,33c69,34,68,34,66,35c64,36,63,37,62,37c62,37,61,37,60,38c60,39,59,39,58,39c57,39,57,39,56,39c55,38,53,36,50,34c48,31,47,29,46,27c46,26,46,22,45,16c45,10,45,10,45,10c45,9,45,8,45,8c45,7,46,7,46,7l47,7xm59,62c57,61,57,61,57,61c58,62,58,62,58,62c60,67,60,67,60,67c60,68,61,70,61,72c61,75,60,76,59,76c58,76,58,77,58,78c57,79,57,79,57,79c57,79,58,79,58,79c58,79,59,79,59,79c60,79,62,78,64,77c66,77,68,76,70,75c71,75,72,74,72,73c72,73,72,71,72,69c72,66,72,66,72,66c70,66,70,66,70,66c70,66,69,66,69,65c69,65,68,65,67,65c66,64,66,64,66,64c63,64,63,64,63,64c61,63,60,63,59,62xm93,0c95,0,96,0,97,0c98,0,100,1,101,1c105,3,108,5,110,6c113,8,114,9,114,11c114,12,113,13,111,16c110,18,109,19,108,19c107,19,107,20,107,20c107,20,106,21,104,22c102,23,101,24,101,24c101,24,100,24,100,25c99,25,99,26,99,26c98,26,96,26,93,28c90,29,88,30,86,30c83,31,81,32,81,32c79,33,78,34,77,34c75,35,75,35,75,35c73,36,72,36,72,36c72,36,73,35,75,33c78,31,79,30,79,30c79,29,79,29,78,29c77,29,77,29,77,29c78,28,78,28,78,28c79,27,80,27,81,26c83,22,84,19,85,18c87,15,89,13,90,11c92,8,92,7,92,6c92,6,92,6,92,5c91,5,90,5,90,5c89,5,88,4,87,3c86,2,85,2,85,1c85,0,86,0,87,0c89,0,91,0,93,0xm97,41c92,41,89,41,88,42c86,42,84,42,81,43c76,44,76,44,76,44c75,44,74,45,74,45c74,45,75,46,77,46c78,46,79,47,80,48c82,49,83,50,83,51c84,51,84,52,84,52c85,52,86,52,87,52c88,52,90,53,93,54c95,54,96,55,97,55c97,55,98,53,99,50c101,46,102,44,102,43c102,42,102,42,102,41c101,41,100,41,97,41xm95,60c95,60,95,60,94,60c94,60,93,60,92,61c91,61,90,62,88,62c87,62,86,62,86,63c86,63,85,65,85,66c85,68,85,69,85,69c87,69,89,68,91,66c93,64,94,62,95,61l95,60xe">
                    <v:path o:connectlocs="1359,401;1417,447;1301,768;1150,826;1080,860;975,940;999,1044;1533,998;1742,1032;1835,1112;1626,1170;1475,1193;1521,1124;987,1158;952,1560;917,1743;847,1858;813,1893;824,1560;824,1135;569,1170;313,1216;139,1273;0,1170;116,1170;394,1135;836,1055;638,917;557,917;406,780;325,481;638,665;836,596;708,550;662,516;545,80;662,206;824,126;836,137;801,367;696,435;534,309;534,80;673,711;673,894;743,883;836,757;766,734;1126,0;1289,183;1173,275;999,344;836,413;894,332;1045,126;1010,34;1126,470;859,516;975,596;1150,573;1103,688;999,722;1103,699" o:connectangles="0,0,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right" w:pos="8306"/>
        </w:tabs>
        <w:bidi w:val="0"/>
        <w:jc w:val="left"/>
        <w:rPr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2431415</wp:posOffset>
                </wp:positionV>
                <wp:extent cx="2272665" cy="1918335"/>
                <wp:effectExtent l="0" t="0" r="13335" b="57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52725" y="8695055"/>
                          <a:ext cx="2272665" cy="1918335"/>
                        </a:xfrm>
                        <a:prstGeom prst="rect">
                          <a:avLst/>
                        </a:prstGeom>
                        <a:solidFill>
                          <a:srgbClr val="B4192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B419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75pt;margin-top:191.45pt;height:151.05pt;width:178.95pt;z-index:251667456;mso-width-relative:page;mso-height-relative:page;" fillcolor="#B41921" filled="t" stroked="f" coordsize="21600,21600" o:gfxdata="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0VxGdkAAAALAQAADwAAAAAAAAABACAAAAAiAAAAZHJzL2Rvd25yZXYueG1sUEsBAhQAFAAA&#10;AAgAh07iQOz+OK1gAgAAnAQAAA4AAAAAAAAAAQAgAAAAKA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B419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ge">
                  <wp:posOffset>7931785</wp:posOffset>
                </wp:positionV>
                <wp:extent cx="3199130" cy="478790"/>
                <wp:effectExtent l="0" t="0" r="0" b="0"/>
                <wp:wrapNone/>
                <wp:docPr id="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130" cy="478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/>
                                <w:color w:val="F8B84E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/>
                                <w:color w:val="F8B84E"/>
                                <w:kern w:val="0"/>
                                <w:sz w:val="44"/>
                                <w:szCs w:val="44"/>
                                <w:lang w:eastAsia="zh-CN" w:bidi="ar"/>
                              </w:rPr>
                              <w:t>幸福安康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/>
                                <w:color w:val="F8B84E"/>
                                <w:kern w:val="0"/>
                                <w:sz w:val="44"/>
                                <w:szCs w:val="44"/>
                                <w:lang w:val="en-US" w:eastAsia="zh-CN" w:bidi="ar"/>
                              </w:rPr>
                              <w:t>·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 w:val="0"/>
                                <w:bCs/>
                                <w:color w:val="F8B84E"/>
                                <w:kern w:val="0"/>
                                <w:sz w:val="44"/>
                                <w:szCs w:val="44"/>
                                <w:lang w:eastAsia="zh-CN" w:bidi="ar"/>
                              </w:rPr>
                              <w:t>如意吉祥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72.3pt;margin-top:624.55pt;height:37.7pt;width:251.9pt;mso-position-vertical-relative:page;z-index:251661312;mso-width-relative:page;mso-height-relative:page;" filled="f" stroked="f" coordsize="21600,21600" o:gfxdata="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Osb//ZAAAADQEAAA8AAAAAAAAAAQAgAAAAIgAAAGRycy9kb3ducmV2LnhtbFBLAQIUABQA&#10;AAAIAIdO4kDaAeGdtgEAAFcDAAAOAAAAAAAAAAEAIAAAACg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/>
                          <w:color w:val="F8B84E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/>
                          <w:color w:val="F8B84E"/>
                          <w:kern w:val="0"/>
                          <w:sz w:val="44"/>
                          <w:szCs w:val="44"/>
                          <w:lang w:eastAsia="zh-CN" w:bidi="ar"/>
                        </w:rPr>
                        <w:t>幸福安康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/>
                          <w:color w:val="F8B84E"/>
                          <w:kern w:val="0"/>
                          <w:sz w:val="44"/>
                          <w:szCs w:val="44"/>
                          <w:lang w:val="en-US" w:eastAsia="zh-CN" w:bidi="ar"/>
                        </w:rPr>
                        <w:t>·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 w:val="0"/>
                          <w:bCs/>
                          <w:color w:val="F8B84E"/>
                          <w:kern w:val="0"/>
                          <w:sz w:val="44"/>
                          <w:szCs w:val="44"/>
                          <w:lang w:eastAsia="zh-CN" w:bidi="ar"/>
                        </w:rPr>
                        <w:t>如意吉祥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bookmarkStart w:id="0" w:name="_GoBack"/>
      <w:bookmarkEnd w:id="0"/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ge">
                  <wp:posOffset>2628900</wp:posOffset>
                </wp:positionV>
                <wp:extent cx="5142865" cy="6637020"/>
                <wp:effectExtent l="0" t="0" r="0" b="0"/>
                <wp:wrapNone/>
                <wp:docPr id="1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865" cy="663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【开场舞】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《秧歌情》~表演者：行政部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【红歌联唱】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《红星照我去战斗》~表演者：研发中心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【少儿节目】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《胖胖梦》~表演者：某某幼儿园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【混声小合唱】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《玉茗堂》~表演者：某某项目组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【舞蹈表演】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《小苹果》~表演者：某某项目组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【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eastAsia="zh-CN" w:bidi="ar"/>
                              </w:rPr>
                              <w:t>谢幕舞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40"/>
                                <w:szCs w:val="48"/>
                                <w:lang w:bidi="ar"/>
                              </w:rPr>
                              <w:t>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0" w:lineRule="exact"/>
                              <w:jc w:val="center"/>
                              <w:textAlignment w:val="auto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40"/>
                                <w:szCs w:val="48"/>
                                <w:lang w:bidi="ar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《秧歌情》~表演者：行政部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9.05pt;margin-top:207pt;height:522.6pt;width:404.95pt;mso-position-vertical-relative:page;z-index:251663360;mso-width-relative:page;mso-height-relative:page;" filled="f" stroked="f" coordsize="21600,21600" o:gfxdata="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tHqajXAAAACwEAAA8AAAAAAAAAAQAgAAAAIgAAAGRycy9kb3ducmV2LnhtbFBLAQIUABQA&#10;AAAIAIdO4kAcBDAsuAEAAFk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【开场舞】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《秧歌情》~表演者：行政部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【红歌联唱】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《红星照我去战斗》~表演者：研发中心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【少儿节目】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《胖胖梦》~表演者：某某幼儿园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【混声小合唱】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《玉茗堂》~表演者：某某项目组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【舞蹈表演】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《小苹果》~表演者：某某项目组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【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eastAsia="zh-CN" w:bidi="ar"/>
                        </w:rPr>
                        <w:t>谢幕舞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C00000"/>
                          <w:kern w:val="0"/>
                          <w:sz w:val="40"/>
                          <w:szCs w:val="48"/>
                          <w:lang w:bidi="ar"/>
                        </w:rPr>
                        <w:t>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0" w:lineRule="exact"/>
                        <w:jc w:val="center"/>
                        <w:textAlignment w:val="auto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40"/>
                          <w:szCs w:val="48"/>
                          <w:lang w:bidi="ar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《秧歌情》~表演者：行政部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ge">
                  <wp:posOffset>1913255</wp:posOffset>
                </wp:positionV>
                <wp:extent cx="5143500" cy="505460"/>
                <wp:effectExtent l="0" t="0" r="0" b="0"/>
                <wp:wrapNone/>
                <wp:docPr id="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505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7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C00000"/>
                                <w:kern w:val="0"/>
                                <w:sz w:val="68"/>
                                <w:szCs w:val="68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C00000"/>
                                <w:kern w:val="0"/>
                                <w:sz w:val="68"/>
                                <w:szCs w:val="68"/>
                                <w:lang w:eastAsia="zh-CN" w:bidi="ar"/>
                              </w:rPr>
                              <w:t>某某某公司年会节目单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2.65pt;margin-top:150.65pt;height:39.8pt;width:405pt;mso-position-vertical-relative:page;z-index:251662336;mso-width-relative:page;mso-height-relative:page;" filled="f" stroked="f" coordsize="21600,21600" o:gfxdata="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vHxJ3tcAAAAKAQAADwAAAAAAAAABACAAAAAiAAAA&#10;ZHJzL2Rvd25yZXYueG1sUEsBAhQAFAAAAAgAh07iQNY4nVrPAQAAfAMAAA4AAAAAAAAAAQAgAAAA&#10;JgEAAGRycy9lMm9Eb2MueG1sUEsFBgAAAAAGAAYAWQEAAG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7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C00000"/>
                          <w:kern w:val="0"/>
                          <w:sz w:val="68"/>
                          <w:szCs w:val="68"/>
                          <w:lang w:eastAsia="zh-CN"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C00000"/>
                          <w:kern w:val="0"/>
                          <w:sz w:val="68"/>
                          <w:szCs w:val="68"/>
                          <w:lang w:eastAsia="zh-CN" w:bidi="ar"/>
                        </w:rPr>
                        <w:t>某某某公司年会节目单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0288" behindDoc="1" locked="0" layoutInCell="1" allowOverlap="0">
            <wp:simplePos x="0" y="0"/>
            <wp:positionH relativeFrom="margin">
              <wp:posOffset>-1143000</wp:posOffset>
            </wp:positionH>
            <wp:positionV relativeFrom="margin">
              <wp:posOffset>-911860</wp:posOffset>
            </wp:positionV>
            <wp:extent cx="7559675" cy="10687685"/>
            <wp:effectExtent l="0" t="0" r="3175" b="18415"/>
            <wp:wrapNone/>
            <wp:docPr id="20" name="图片 1" descr="H:\春节系列\2021年春节\2021\节目单\节目单-02.jpg节目单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H:\春节系列\2021年春节\2021\节目单\节目单-02.jpg节目单-0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9675" cy="10687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Heavy">
    <w:panose1 w:val="020B0A00000000000000"/>
    <w:charset w:val="86"/>
    <w:family w:val="auto"/>
    <w:pitch w:val="default"/>
    <w:sig w:usb0="20000003" w:usb1="2ADF3C10" w:usb2="00000016" w:usb3="00000000" w:csb0="60060107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drawing>
        <wp:anchor distT="0" distB="0" distL="114300" distR="114300" simplePos="0" relativeHeight="251659264" behindDoc="1" locked="0" layoutInCell="1" allowOverlap="0">
          <wp:simplePos x="0" y="0"/>
          <wp:positionH relativeFrom="margin">
            <wp:posOffset>-1142365</wp:posOffset>
          </wp:positionH>
          <wp:positionV relativeFrom="margin">
            <wp:posOffset>-914400</wp:posOffset>
          </wp:positionV>
          <wp:extent cx="7559040" cy="10692130"/>
          <wp:effectExtent l="0" t="0" r="3810" b="13970"/>
          <wp:wrapNone/>
          <wp:docPr id="9" name="图片 1" descr="H:\春节系列\2021年春节\2021\节目单\节目单-03.jpg节目单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 descr="H:\春节系列\2021年春节\2021\节目单\节目单-03.jpg节目单-03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81871"/>
    <w:rsid w:val="008717D4"/>
    <w:rsid w:val="00A328A2"/>
    <w:rsid w:val="00B569AE"/>
    <w:rsid w:val="027C5EAF"/>
    <w:rsid w:val="081E707E"/>
    <w:rsid w:val="15F72B68"/>
    <w:rsid w:val="16843BBC"/>
    <w:rsid w:val="17096104"/>
    <w:rsid w:val="1CE027F6"/>
    <w:rsid w:val="1E5F453F"/>
    <w:rsid w:val="1FE20EFD"/>
    <w:rsid w:val="24760B1C"/>
    <w:rsid w:val="25636364"/>
    <w:rsid w:val="2602169C"/>
    <w:rsid w:val="28422AAB"/>
    <w:rsid w:val="2FF20F6D"/>
    <w:rsid w:val="31BD320E"/>
    <w:rsid w:val="3EAB1C76"/>
    <w:rsid w:val="42036525"/>
    <w:rsid w:val="421B3BA3"/>
    <w:rsid w:val="45F57C30"/>
    <w:rsid w:val="464A1740"/>
    <w:rsid w:val="46F60747"/>
    <w:rsid w:val="4B5B70FD"/>
    <w:rsid w:val="4EB1785A"/>
    <w:rsid w:val="4EE64FC6"/>
    <w:rsid w:val="542B4619"/>
    <w:rsid w:val="54B13A46"/>
    <w:rsid w:val="557C19E4"/>
    <w:rsid w:val="5ADB5B95"/>
    <w:rsid w:val="66081871"/>
    <w:rsid w:val="6DE97F94"/>
    <w:rsid w:val="70164176"/>
    <w:rsid w:val="733009B7"/>
    <w:rsid w:val="749453F4"/>
    <w:rsid w:val="75644CB1"/>
    <w:rsid w:val="78093460"/>
    <w:rsid w:val="7CE43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6a5e6513-29b1-4d84-8e28-93ad92527825\&#24180;&#20250;&#33410;&#30446;&#21333;&#27169;&#26495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年会节目单模板.docx</Template>
  <Pages>2</Pages>
  <Words>0</Words>
  <Characters>0</Characters>
  <Lines>1</Lines>
  <Paragraphs>1</Paragraphs>
  <TotalTime>2</TotalTime>
  <ScaleCrop>false</ScaleCrop>
  <LinksUpToDate>false</LinksUpToDate>
  <CharactersWithSpaces>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2021-12-23T02:35:00Z</dcterms:created>
  <dc:creator>文档存本地丢失不负责</dc:creator>
  <cp:lastModifiedBy>泄凶卮赵坦</cp:lastModifiedBy>
  <dcterms:modified xsi:type="dcterms:W3CDTF">2021-12-23T09:55:00Z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v1.0_mb_xt7BkyUFBNIBNgbIm55gtA==</vt:lpwstr>
  </property>
  <property fmtid="{D5CDD505-2E9C-101B-9397-08002B2CF9AE}" pid="4" name="ICV">
    <vt:lpwstr>D3BBA1C618044F158601AE307E286588</vt:lpwstr>
  </property>
</Properties>
</file>