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-201930</wp:posOffset>
                </wp:positionV>
                <wp:extent cx="1183640" cy="59880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640" cy="598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Diavlo Bold" w:hAnsi="Diavlo Bold" w:cs="Diavlo Bold" w:eastAsiaTheme="minorEastAsia"/>
                                <w:color w:val="FBDB91"/>
                                <w:sz w:val="56"/>
                                <w:szCs w:val="96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Diavlo Bold" w:hAnsi="Diavlo Bold" w:cs="Diavlo Bold"/>
                                <w:color w:val="FBDB91"/>
                                <w:sz w:val="56"/>
                                <w:szCs w:val="96"/>
                                <w:lang w:val="en-US" w:eastAsia="zh-CN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.05pt;margin-top:-15.9pt;height:47.15pt;width:93.2pt;z-index:251660288;mso-width-relative:page;mso-height-relative:page;" filled="f" stroked="f" coordsize="21600,21600" o:gfxdata="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Ex6uy/bAAAACgEAAA8AAAAAAAAAAQAgAAAAIgAAAGRy&#10;cy9kb3ducmV2LnhtbFBLAQIUABQAAAAIAIdO4kCB8f/JOwIAAGY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Diavlo Bold" w:hAnsi="Diavlo Bold" w:cs="Diavlo Bold" w:eastAsiaTheme="minorEastAsia"/>
                          <w:color w:val="FBDB91"/>
                          <w:sz w:val="56"/>
                          <w:szCs w:val="96"/>
                          <w:lang w:val="en-US" w:eastAsia="zh-CN"/>
                        </w:rPr>
                      </w:pPr>
                      <w:r>
                        <w:rPr>
                          <w:rFonts w:hint="default" w:ascii="Diavlo Bold" w:hAnsi="Diavlo Bold" w:cs="Diavlo Bold"/>
                          <w:color w:val="FBDB91"/>
                          <w:sz w:val="56"/>
                          <w:szCs w:val="96"/>
                          <w:lang w:val="en-US" w:eastAsia="zh-CN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982980</wp:posOffset>
                </wp:positionV>
                <wp:extent cx="1348105" cy="63353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105" cy="6335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eastAsia" w:ascii="隶书" w:hAnsi="隶书" w:eastAsia="隶书" w:cs="隶书"/>
                                <w:b w:val="0"/>
                                <w:bCs w:val="0"/>
                                <w:color w:val="FBDB91"/>
                                <w:sz w:val="144"/>
                                <w:szCs w:val="180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b w:val="0"/>
                                <w:bCs w:val="0"/>
                                <w:color w:val="FBDB91"/>
                                <w:sz w:val="144"/>
                                <w:szCs w:val="180"/>
                                <w:lang w:val="en-US" w:eastAsia="zh-CN"/>
                              </w:rPr>
                              <w:t>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4pt;margin-top:77.4pt;height:498.85pt;width:106.15pt;z-index:251659264;mso-width-relative:page;mso-height-relative:page;" filled="f" stroked="f" coordsize="21600,21600" o:gfxdata="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KVjSJ3AAAAAwBAAAPAAAAAAAAAAEAIAAAACIAAABk&#10;cnMvZG93bnJldi54bWxQSwECFAAUAAAACACHTuJAzCY1ODsCAABn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eastAsia" w:ascii="隶书" w:hAnsi="隶书" w:eastAsia="隶书" w:cs="隶书"/>
                          <w:b w:val="0"/>
                          <w:bCs w:val="0"/>
                          <w:color w:val="FBDB91"/>
                          <w:sz w:val="144"/>
                          <w:szCs w:val="180"/>
                        </w:rPr>
                      </w:pPr>
                      <w:r>
                        <w:rPr>
                          <w:rFonts w:hint="eastAsia" w:ascii="隶书" w:hAnsi="隶书" w:eastAsia="隶书" w:cs="隶书"/>
                          <w:b w:val="0"/>
                          <w:bCs w:val="0"/>
                          <w:color w:val="FBDB91"/>
                          <w:sz w:val="144"/>
                          <w:szCs w:val="180"/>
                          <w:lang w:val="en-US" w:eastAsia="zh-CN"/>
                        </w:rPr>
                        <w:t>晚会节目单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8150225</wp:posOffset>
                </wp:positionV>
                <wp:extent cx="2775585" cy="49022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490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隶书" w:hAnsi="隶书" w:eastAsia="隶书" w:cs="隶书"/>
                                <w:color w:val="FBDB91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color w:val="FBDB91"/>
                                <w:sz w:val="44"/>
                                <w:szCs w:val="52"/>
                                <w:lang w:val="en-US" w:eastAsia="zh-CN"/>
                              </w:rPr>
                              <w:t>上海XXXX酒店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8pt;margin-top:641.75pt;height:38.6pt;width:218.55pt;z-index:251661312;mso-width-relative:page;mso-height-relative:page;" filled="f" stroked="f" coordsize="21600,21600" o:gfxdata="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D5vvDDbAAAADQEAAA8AAAAAAAAAAQAgAAAAIgAA&#10;AGRycy9kb3ducmV2LnhtbFBLAQIUABQAAAAIAIdO4kAP005OPgIAAGYEAAAOAAAAAAAAAAEAIAAA&#10;ACo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隶书" w:hAnsi="隶书" w:eastAsia="隶书" w:cs="隶书"/>
                          <w:color w:val="FBDB91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隶书" w:hAnsi="隶书" w:eastAsia="隶书" w:cs="隶书"/>
                          <w:color w:val="FBDB91"/>
                          <w:sz w:val="44"/>
                          <w:szCs w:val="52"/>
                          <w:lang w:val="en-US" w:eastAsia="zh-CN"/>
                        </w:rPr>
                        <w:t>上海XXXX酒店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7988300</wp:posOffset>
                </wp:positionV>
                <wp:extent cx="4737735" cy="49276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735" cy="492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insoku/>
                              <w:spacing w:line="240" w:lineRule="auto"/>
                              <w:ind w:left="0"/>
                              <w:jc w:val="center"/>
                              <w:textAlignment w:val="top"/>
                              <w:rPr>
                                <w:rFonts w:hint="eastAsia" w:ascii="隶书" w:hAnsi="隶书" w:eastAsia="隶书" w:cs="隶书"/>
                                <w:color w:val="FBDB9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b/>
                                <w:color w:val="FBDB91"/>
                                <w:kern w:val="2"/>
                                <w:sz w:val="30"/>
                                <w:szCs w:val="30"/>
                              </w:rPr>
                              <w:t>晚会时间：20</w:t>
                            </w:r>
                            <w:r>
                              <w:rPr>
                                <w:rFonts w:hint="eastAsia" w:ascii="隶书" w:hAnsi="隶书" w:eastAsia="隶书" w:cs="隶书"/>
                                <w:b/>
                                <w:color w:val="FBDB91"/>
                                <w:kern w:val="2"/>
                                <w:sz w:val="30"/>
                                <w:szCs w:val="30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隶书" w:hAnsi="隶书" w:eastAsia="隶书" w:cs="隶书"/>
                                <w:b/>
                                <w:color w:val="FBDB91"/>
                                <w:kern w:val="2"/>
                                <w:sz w:val="30"/>
                                <w:szCs w:val="30"/>
                              </w:rPr>
                              <w:t>年2月1号  晚上20:00-22:00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1pt;margin-top:629pt;height:38.8pt;width:373.05pt;z-index:251664384;mso-width-relative:page;mso-height-relative:page;" filled="f" stroked="f" coordsize="21600,21600" o:gfxdata="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b1tvdsAAAAMAQAADwAAAAAAAAABACAAAAAiAAAA&#10;ZHJzL2Rvd25yZXYueG1sUEsBAhQAFAAAAAgAh07iQFQ4/Xw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insoku/>
                        <w:spacing w:line="240" w:lineRule="auto"/>
                        <w:ind w:left="0"/>
                        <w:jc w:val="center"/>
                        <w:textAlignment w:val="top"/>
                        <w:rPr>
                          <w:rFonts w:hint="eastAsia" w:ascii="隶书" w:hAnsi="隶书" w:eastAsia="隶书" w:cs="隶书"/>
                          <w:color w:val="FBDB91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隶书" w:hAnsi="隶书" w:eastAsia="隶书" w:cs="隶书"/>
                          <w:b/>
                          <w:color w:val="FBDB91"/>
                          <w:kern w:val="2"/>
                          <w:sz w:val="30"/>
                          <w:szCs w:val="30"/>
                        </w:rPr>
                        <w:t>晚会时间：20</w:t>
                      </w:r>
                      <w:r>
                        <w:rPr>
                          <w:rFonts w:hint="eastAsia" w:ascii="隶书" w:hAnsi="隶书" w:eastAsia="隶书" w:cs="隶书"/>
                          <w:b/>
                          <w:color w:val="FBDB91"/>
                          <w:kern w:val="2"/>
                          <w:sz w:val="30"/>
                          <w:szCs w:val="30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隶书" w:hAnsi="隶书" w:eastAsia="隶书" w:cs="隶书"/>
                          <w:b/>
                          <w:color w:val="FBDB91"/>
                          <w:kern w:val="2"/>
                          <w:sz w:val="30"/>
                          <w:szCs w:val="30"/>
                        </w:rPr>
                        <w:t>年2月1号  晚上20:00-22:00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18415</wp:posOffset>
                </wp:positionV>
                <wp:extent cx="2894965" cy="94869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965" cy="948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insoku/>
                              <w:spacing w:line="1400" w:lineRule="exact"/>
                              <w:ind w:left="0"/>
                              <w:jc w:val="distribute"/>
                              <w:textAlignment w:val="top"/>
                              <w:rPr>
                                <w:rFonts w:hint="eastAsia" w:ascii="隶书" w:hAnsi="隶书" w:eastAsia="隶书" w:cs="隶书"/>
                                <w:b/>
                                <w:bCs w:val="0"/>
                                <w:color w:val="FBDB9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b/>
                                <w:bCs w:val="0"/>
                                <w:color w:val="FBDB91"/>
                                <w:kern w:val="2"/>
                                <w:sz w:val="96"/>
                                <w:szCs w:val="96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8pt;margin-top:1.45pt;height:74.7pt;width:227.95pt;z-index:251662336;mso-width-relative:page;mso-height-relative:page;" filled="f" stroked="f" coordsize="21600,21600" o:gfxdata="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hDjfA2gAAAAkBAAAPAAAAAAAAAAEAIAAAACIAAABk&#10;cnMvZG93bnJldi54bWxQSwECFAAUAAAACACHTuJAsKDlGT0CAABm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insoku/>
                        <w:spacing w:line="1400" w:lineRule="exact"/>
                        <w:ind w:left="0"/>
                        <w:jc w:val="distribute"/>
                        <w:textAlignment w:val="top"/>
                        <w:rPr>
                          <w:rFonts w:hint="eastAsia" w:ascii="隶书" w:hAnsi="隶书" w:eastAsia="隶书" w:cs="隶书"/>
                          <w:b/>
                          <w:bCs w:val="0"/>
                          <w:color w:val="FBDB9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隶书" w:hAnsi="隶书" w:eastAsia="隶书" w:cs="隶书"/>
                          <w:b/>
                          <w:bCs w:val="0"/>
                          <w:color w:val="FBDB91"/>
                          <w:kern w:val="2"/>
                          <w:sz w:val="96"/>
                          <w:szCs w:val="96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1461770</wp:posOffset>
                </wp:positionV>
                <wp:extent cx="4059555" cy="422910"/>
                <wp:effectExtent l="0" t="0" r="0" b="0"/>
                <wp:wrapNone/>
                <wp:docPr id="9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9555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insoku/>
                              <w:spacing w:line="240" w:lineRule="auto"/>
                              <w:ind w:left="0"/>
                              <w:jc w:val="center"/>
                              <w:textAlignment w:val="top"/>
                              <w:rPr>
                                <w:rFonts w:hint="eastAsia" w:ascii="隶书" w:hAnsi="隶书" w:eastAsia="隶书" w:cs="隶书"/>
                                <w:color w:val="FBDB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color w:val="FBDB91"/>
                                <w:kern w:val="2"/>
                                <w:sz w:val="28"/>
                                <w:szCs w:val="28"/>
                              </w:rPr>
                              <w:t>主  持：蓝凤凰 蓝凤凰 蓝凤凰 蓝凤凰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36.35pt;margin-top:115.1pt;height:33.3pt;width:319.65pt;z-index:251663360;mso-width-relative:page;mso-height-relative:page;" filled="f" stroked="f" coordsize="21600,21600" o:gfxdata="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Hti4M2gAAAAoBAAAPAAAAAAAAAAEAIAAAACIAAABk&#10;cnMvZG93bnJldi54bWxQSwECFAAUAAAACACHTuJAExvF3z0CAABm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insoku/>
                        <w:spacing w:line="240" w:lineRule="auto"/>
                        <w:ind w:left="0"/>
                        <w:jc w:val="center"/>
                        <w:textAlignment w:val="top"/>
                        <w:rPr>
                          <w:rFonts w:hint="eastAsia" w:ascii="隶书" w:hAnsi="隶书" w:eastAsia="隶书" w:cs="隶书"/>
                          <w:color w:val="FBDB91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隶书" w:hAnsi="隶书" w:eastAsia="隶书" w:cs="隶书"/>
                          <w:color w:val="FBDB91"/>
                          <w:kern w:val="2"/>
                          <w:sz w:val="28"/>
                          <w:szCs w:val="28"/>
                        </w:rPr>
                        <w:t>主  持：蓝凤凰 蓝凤凰 蓝凤凰 蓝凤凰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2045335</wp:posOffset>
                </wp:positionV>
                <wp:extent cx="5121275" cy="5946140"/>
                <wp:effectExtent l="0" t="0" r="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1275" cy="5946140"/>
                          <a:chOff x="12495" y="22299"/>
                          <a:chExt cx="8065" cy="9364"/>
                        </a:xfrm>
                      </wpg:grpSpPr>
                      <wps:wsp>
                        <wps:cNvPr id="8" name="文本框 5"/>
                        <wps:cNvSpPr txBox="1"/>
                        <wps:spPr>
                          <a:xfrm>
                            <a:off x="12495" y="22299"/>
                            <a:ext cx="4330" cy="91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歌曲《问明月》    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情景歌舞《月上枝头》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歌曲《秋画》        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歌曲串烧               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歌曲《心升明月》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歌曲《最近好吗》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歌曲《花好月更圆》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歌曲《问明月》   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情景歌舞《月上枝头》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歌曲《秋画》      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歌曲串烧              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歌曲《心升明月》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歌曲《最近好吗》  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歌曲《花好月更圆》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kinsoku/>
                                <w:spacing w:line="600" w:lineRule="exact"/>
                                <w:ind w:firstLineChars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 xml:space="preserve">歌曲《花好月更圆》         </w:t>
                              </w:r>
                            </w:p>
                            <w:p>
                              <w:pPr>
                                <w:pStyle w:val="4"/>
                                <w:kinsoku/>
                                <w:spacing w:line="600" w:lineRule="exact"/>
                                <w:ind w:left="0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b/>
                                  <w:color w:val="FBDB91"/>
                                  <w:kern w:val="24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2" name="文本框 5"/>
                        <wps:cNvSpPr txBox="1"/>
                        <wps:spPr>
                          <a:xfrm>
                            <a:off x="17135" y="22299"/>
                            <a:ext cx="3425" cy="936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kinsoku/>
                                <w:spacing w:line="600" w:lineRule="exact"/>
                                <w:jc w:val="left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FBDB91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FBDB91"/>
                                  <w:kern w:val="24"/>
                                  <w:sz w:val="28"/>
                                  <w:szCs w:val="28"/>
                                </w:rPr>
                                <w:t>表演者：--------------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pt;margin-top:161.05pt;height:468.2pt;width:403.25pt;z-index:251665408;mso-width-relative:page;mso-height-relative:page;" coordorigin="12495,22299" coordsize="8065,9364" o:gfxdata="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NsEJa2QAAAAsBAAAPAAAA&#10;AAAAAAEAIAAAACIAAABkcnMvZG93bnJldi54bWxQSwECFAAUAAAACACHTuJA6j0m3U0CAAAYBgAA&#10;DgAAAAAAAAABACAAAAAoAQAAZHJzL2Uyb0RvYy54bWxQSwUGAAAAAAYABgBZAQAA5wUAAAAA&#10;">
                <o:lock v:ext="edit" aspectratio="f"/>
                <v:shape id="文本框 5" o:spid="_x0000_s1026" o:spt="202" type="#_x0000_t202" style="position:absolute;left:12495;top:22299;height:9128;width:4330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歌曲《问明月》    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情景歌舞《月上枝头》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歌曲《秋画》        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歌曲串烧               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歌曲《心升明月》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歌曲《最近好吗》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歌曲《花好月更圆》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歌曲《问明月》   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情景歌舞《月上枝头》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歌曲《秋画》      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歌曲串烧              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歌曲《心升明月》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歌曲《最近好吗》   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歌曲《花好月更圆》          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kinsoku/>
                          <w:spacing w:line="600" w:lineRule="exact"/>
                          <w:ind w:firstLineChars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8"/>
                            <w:szCs w:val="28"/>
                          </w:rPr>
                          <w:t xml:space="preserve">歌曲《花好月更圆》         </w:t>
                        </w:r>
                      </w:p>
                      <w:p>
                        <w:pPr>
                          <w:pStyle w:val="4"/>
                          <w:kinsoku/>
                          <w:spacing w:line="600" w:lineRule="exact"/>
                          <w:ind w:left="0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b/>
                            <w:color w:val="FBDB91"/>
                            <w:kern w:val="24"/>
                            <w:sz w:val="24"/>
                            <w:szCs w:val="24"/>
                          </w:rPr>
                          <w:t> </w:t>
                        </w:r>
                      </w:p>
                    </w:txbxContent>
                  </v:textbox>
                </v:shape>
                <v:shape id="文本框 5" o:spid="_x0000_s1026" o:spt="202" type="#_x0000_t202" style="position:absolute;left:17135;top:22299;height:9364;width:3425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  <w:sz w:val="36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kinsoku/>
                          <w:spacing w:line="600" w:lineRule="exact"/>
                          <w:jc w:val="left"/>
                          <w:textAlignment w:val="top"/>
                          <w:rPr>
                            <w:rFonts w:hint="eastAsia" w:ascii="隶书" w:hAnsi="隶书" w:eastAsia="隶书" w:cs="隶书"/>
                            <w:color w:val="FBDB91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FBDB91"/>
                            <w:kern w:val="24"/>
                            <w:sz w:val="28"/>
                            <w:szCs w:val="28"/>
                          </w:rPr>
                          <w:t>表演者：--------------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979805</wp:posOffset>
                </wp:positionV>
                <wp:extent cx="5047615" cy="361315"/>
                <wp:effectExtent l="0" t="0" r="635" b="63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7615" cy="361315"/>
                          <a:chOff x="12985" y="20333"/>
                          <a:chExt cx="7949" cy="569"/>
                        </a:xfrm>
                      </wpg:grpSpPr>
                      <wps:wsp>
                        <wps:cNvPr id="11" name="圆角矩形 11"/>
                        <wps:cNvSpPr/>
                        <wps:spPr>
                          <a:xfrm>
                            <a:off x="12985" y="20362"/>
                            <a:ext cx="7949" cy="51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adFill>
                            <a:gsLst>
                              <a:gs pos="0">
                                <a:srgbClr val="FBDB91"/>
                              </a:gs>
                              <a:gs pos="100000">
                                <a:srgbClr val="F2BF74"/>
                              </a:gs>
                            </a:gsLst>
                            <a:lin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13284" y="20333"/>
                            <a:ext cx="7351" cy="5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4"/>
                                <w:kinsoku/>
                                <w:spacing w:line="600" w:lineRule="exact"/>
                                <w:ind w:left="0"/>
                                <w:jc w:val="distribute"/>
                                <w:textAlignment w:val="top"/>
                                <w:rPr>
                                  <w:rFonts w:hint="eastAsia" w:ascii="隶书" w:hAnsi="隶书" w:eastAsia="隶书" w:cs="隶书"/>
                                  <w:color w:val="C0404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隶书" w:hAnsi="隶书" w:eastAsia="隶书" w:cs="隶书"/>
                                  <w:color w:val="C0404F"/>
                                  <w:kern w:val="2"/>
                                  <w:sz w:val="28"/>
                                  <w:szCs w:val="28"/>
                                  <w:lang w:val="en-US" w:eastAsia="zh-CN"/>
                                </w:rPr>
                                <w:t>上海</w:t>
                              </w:r>
                              <w:r>
                                <w:rPr>
                                  <w:rFonts w:hint="eastAsia" w:ascii="隶书" w:hAnsi="隶书" w:eastAsia="隶书" w:cs="隶书"/>
                                  <w:color w:val="C0404F"/>
                                  <w:kern w:val="2"/>
                                  <w:sz w:val="28"/>
                                  <w:szCs w:val="28"/>
                                </w:rPr>
                                <w:t>XXXX</w:t>
                              </w:r>
                              <w:r>
                                <w:rPr>
                                  <w:rFonts w:hint="eastAsia" w:ascii="隶书" w:hAnsi="隶书" w:eastAsia="隶书" w:cs="隶书"/>
                                  <w:color w:val="C0404F"/>
                                  <w:kern w:val="2"/>
                                  <w:sz w:val="28"/>
                                  <w:szCs w:val="28"/>
                                  <w:lang w:val="en-US" w:eastAsia="zh-CN"/>
                                </w:rPr>
                                <w:t>酒店</w:t>
                              </w:r>
                              <w:r>
                                <w:rPr>
                                  <w:rFonts w:hint="eastAsia" w:ascii="隶书" w:hAnsi="隶书" w:eastAsia="隶书" w:cs="隶书"/>
                                  <w:color w:val="C0404F"/>
                                  <w:kern w:val="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隶书" w:hAnsi="隶书" w:eastAsia="隶书" w:cs="隶书"/>
                                  <w:color w:val="C0404F"/>
                                  <w:kern w:val="2"/>
                                  <w:sz w:val="28"/>
                                  <w:szCs w:val="28"/>
                                  <w:lang w:val="en-US" w:eastAsia="zh-CN"/>
                                </w:rPr>
                                <w:t>商务</w:t>
                              </w:r>
                              <w:r>
                                <w:rPr>
                                  <w:rFonts w:hint="eastAsia" w:ascii="隶书" w:hAnsi="隶书" w:eastAsia="隶书" w:cs="隶书"/>
                                  <w:color w:val="C0404F"/>
                                  <w:kern w:val="2"/>
                                  <w:sz w:val="28"/>
                                  <w:szCs w:val="28"/>
                                </w:rPr>
                                <w:t>联欢晚会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.95pt;margin-top:77.15pt;height:28.45pt;width:397.45pt;z-index:251666432;mso-width-relative:page;mso-height-relative:page;" coordorigin="12985,20333" coordsize="7949,569" o:gfxdata="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By3lyO2QAAAAoBAAAPAAAAAAAAAAEAIAAA&#10;ACIAAABkcnMvZG93bnJldi54bWxQSwECFAAUAAAACACHTuJAHMVDI5oDAAA6CQAADgAAAAAAAAAB&#10;ACAAAAAoAQAAZHJzL2Uyb0RvYy54bWxQSwUGAAAAAAYABgBZAQAANAcAAAAA&#10;">
                <o:lock v:ext="edit" aspectratio="f"/>
                <v:roundrect id="_x0000_s1026" o:spid="_x0000_s1026" o:spt="2" style="position:absolute;left:12985;top:20362;height:511;width:7949;v-text-anchor:middle;" fillcolor="#FBDB91" filled="t" stroked="f" coordsize="21600,21600" arcsize="0.5" o:gfxdata="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ALmai5AAAA2wAA&#10;AA8AAAAAAAAAAQAgAAAAIgAAAGRycy9kb3ducmV2LnhtbFBLAQIUABQAAAAIAIdO4kAzLwWeOwAA&#10;ADkAAAAQAAAAAAAAAAEAIAAAAAgBAABkcnMvc2hhcGV4bWwueG1sUEsFBgAAAAAGAAYAWwEAALID&#10;AAAAAA==&#10;">
                  <v:fill type="gradient" on="t" color2="#F2BF74" angle="90" focus="100%" focussize="0,0" rotate="t">
                    <o:fill type="gradientUnscaled" v:ext="backwardCompatible"/>
                  </v:fill>
                  <v:stroke on="f" weight="1pt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oundrect>
                <v:shape id="_x0000_s1026" o:spid="_x0000_s1026" o:spt="202" type="#_x0000_t202" style="position:absolute;left:13284;top:20333;height:569;width:7351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kinsoku/>
                          <w:spacing w:line="600" w:lineRule="exact"/>
                          <w:ind w:left="0"/>
                          <w:jc w:val="distribute"/>
                          <w:textAlignment w:val="top"/>
                          <w:rPr>
                            <w:rFonts w:hint="eastAsia" w:ascii="隶书" w:hAnsi="隶书" w:eastAsia="隶书" w:cs="隶书"/>
                            <w:color w:val="C0404F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隶书" w:hAnsi="隶书" w:eastAsia="隶书" w:cs="隶书"/>
                            <w:color w:val="C0404F"/>
                            <w:kern w:val="2"/>
                            <w:sz w:val="28"/>
                            <w:szCs w:val="28"/>
                            <w:lang w:val="en-US" w:eastAsia="zh-CN"/>
                          </w:rPr>
                          <w:t>上海</w:t>
                        </w:r>
                        <w:r>
                          <w:rPr>
                            <w:rFonts w:hint="eastAsia" w:ascii="隶书" w:hAnsi="隶书" w:eastAsia="隶书" w:cs="隶书"/>
                            <w:color w:val="C0404F"/>
                            <w:kern w:val="2"/>
                            <w:sz w:val="28"/>
                            <w:szCs w:val="28"/>
                          </w:rPr>
                          <w:t>XXXX</w:t>
                        </w:r>
                        <w:r>
                          <w:rPr>
                            <w:rFonts w:hint="eastAsia" w:ascii="隶书" w:hAnsi="隶书" w:eastAsia="隶书" w:cs="隶书"/>
                            <w:color w:val="C0404F"/>
                            <w:kern w:val="2"/>
                            <w:sz w:val="28"/>
                            <w:szCs w:val="28"/>
                            <w:lang w:val="en-US" w:eastAsia="zh-CN"/>
                          </w:rPr>
                          <w:t>酒店</w:t>
                        </w:r>
                        <w:r>
                          <w:rPr>
                            <w:rFonts w:hint="eastAsia" w:ascii="隶书" w:hAnsi="隶书" w:eastAsia="隶书" w:cs="隶书"/>
                            <w:color w:val="C0404F"/>
                            <w:kern w:val="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="隶书" w:hAnsi="隶书" w:eastAsia="隶书" w:cs="隶书"/>
                            <w:color w:val="C0404F"/>
                            <w:kern w:val="2"/>
                            <w:sz w:val="28"/>
                            <w:szCs w:val="28"/>
                            <w:lang w:val="en-US" w:eastAsia="zh-CN"/>
                          </w:rPr>
                          <w:t>商务</w:t>
                        </w:r>
                        <w:r>
                          <w:rPr>
                            <w:rFonts w:hint="eastAsia" w:ascii="隶书" w:hAnsi="隶书" w:eastAsia="隶书" w:cs="隶书"/>
                            <w:color w:val="C0404F"/>
                            <w:kern w:val="2"/>
                            <w:sz w:val="28"/>
                            <w:szCs w:val="28"/>
                          </w:rPr>
                          <w:t>联欢晚会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iavlo Bold">
    <w:altName w:val="数码管"/>
    <w:panose1 w:val="02000000000000000000"/>
    <w:charset w:val="00"/>
    <w:family w:val="auto"/>
    <w:pitch w:val="default"/>
    <w:sig w:usb0="00000000" w:usb1="00000000" w:usb2="00000000" w:usb3="00000000" w:csb0="20000093" w:csb1="00000000"/>
  </w:font>
  <w:font w:name="数码管">
    <w:panose1 w:val="02000500000000000000"/>
    <w:charset w:val="00"/>
    <w:family w:val="auto"/>
    <w:pitch w:val="default"/>
    <w:sig w:usb0="800000A7" w:usb1="5000004A" w:usb2="00000000" w:usb3="00000000" w:csb0="20000111" w:csb1="41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-641350</wp:posOffset>
          </wp:positionV>
          <wp:extent cx="7614920" cy="10869295"/>
          <wp:effectExtent l="0" t="0" r="5080" b="8255"/>
          <wp:wrapNone/>
          <wp:docPr id="1" name="图片 1" descr="K:\稻壳\2021年\节目单\20210924-01\01.jpg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K:\稻壳\2021年\节目单\20210924-01\01.jpg01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4920" cy="10869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-1142365</wp:posOffset>
          </wp:positionH>
          <wp:positionV relativeFrom="paragraph">
            <wp:posOffset>-601980</wp:posOffset>
          </wp:positionV>
          <wp:extent cx="7559675" cy="10789920"/>
          <wp:effectExtent l="0" t="0" r="3175" b="11430"/>
          <wp:wrapNone/>
          <wp:docPr id="5" name="图片 5" descr="K:\稻壳\2021年\节目单\20210924-01\02.jpg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K:\稻壳\2021年\节目单\20210924-01\02.jpg0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10789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0E431E"/>
    <w:multiLevelType w:val="multilevel"/>
    <w:tmpl w:val="4F0E43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A4ABD"/>
    <w:rsid w:val="09B2756B"/>
    <w:rsid w:val="1BE225C5"/>
    <w:rsid w:val="2085577C"/>
    <w:rsid w:val="566450AC"/>
    <w:rsid w:val="78FA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dd879450-caf5-4788-8154-86f3c1a44fcc\&#39640;&#31471;&#32418;&#33394;&#21916;&#24198;&#33410;&#26085;&#26202;&#2025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高端红色喜庆节日晚会节目单.docx</Template>
  <Pages>2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2021-12-23T02:32:00Z</dcterms:created>
  <dc:creator>文档存本地丢失不负责</dc:creator>
  <cp:lastModifiedBy>文档存本地丢失不负责</cp:lastModifiedBy>
  <dcterms:modified xsi:type="dcterms:W3CDTF">2021-12-23T02:45:19Z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B88F0C281F944CDEAF0B6BD1AE41DA4F</vt:lpwstr>
  </property>
  <property fmtid="{D5CDD505-2E9C-101B-9397-08002B2CF9AE}" pid="4" name="KSOTemplateUUID">
    <vt:lpwstr>v1.0_mb_zbfrcd6VANfl93NcU0RXcQ==</vt:lpwstr>
  </property>
</Properties>
</file>