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-529590</wp:posOffset>
                </wp:positionH>
                <wp:positionV relativeFrom="paragraph">
                  <wp:posOffset>-569595</wp:posOffset>
                </wp:positionV>
                <wp:extent cx="6337300" cy="107188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202</w:t>
                            </w:r>
                            <w:r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72"/>
                                <w:szCs w:val="7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年文艺联欢晚会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1.7pt;margin-top:-44.85pt;height:84.4pt;width:499pt;mso-position-horizontal-relative:margin;z-index:251669504;v-text-anchor:middle;mso-width-relative:page;mso-height-relative:page;" filled="f" stroked="f" coordsize="21600,21600" o:gfxdata="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egjrQ2wAAAAoBAAAPAAAAAAAAAAEAIAAAACIAAABk&#10;cnMvZG93bnJldi54bWxQSwECFAAUAAAACACHTuJA6D1IoDwCAABr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202</w:t>
                      </w:r>
                      <w:r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72"/>
                          <w:szCs w:val="7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年文艺联欢晚会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-551180</wp:posOffset>
                </wp:positionH>
                <wp:positionV relativeFrom="paragraph">
                  <wp:posOffset>-29210</wp:posOffset>
                </wp:positionV>
                <wp:extent cx="6362700" cy="102933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29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HINESE NEW YEAR  YEAR OF THE MOUSE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3.4pt;margin-top:-2.3pt;height:81.05pt;width:501pt;mso-position-horizontal-relative:margin;z-index:251667456;v-text-anchor:middle;mso-width-relative:page;mso-height-relative:page;" filled="f" stroked="f" coordsize="21600,21600" o:gfxdata="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K5WUdsAAAAKAQAADwAAAAAAAAABACAAAAAiAAAA&#10;ZHJzL2Rvd25yZXYueG1sUEsBAhQAFAAAAAgAh07iQNqR/Uc9AgAAa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HINESE NEW YEAR  YEAR OF THE MOUSE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-3670300</wp:posOffset>
                </wp:positionV>
                <wp:extent cx="4744720" cy="1541208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4800" cy="15412221"/>
                          <a:chOff x="0" y="0"/>
                          <a:chExt cx="4744800" cy="15412221"/>
                        </a:xfrm>
                      </wpg:grpSpPr>
                      <wps:wsp>
                        <wps:cNvPr id="48" name="矩形 48"/>
                        <wps:cNvSpPr/>
                        <wps:spPr>
                          <a:xfrm>
                            <a:off x="0" y="0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矩形 49"/>
                        <wps:cNvSpPr/>
                        <wps:spPr>
                          <a:xfrm>
                            <a:off x="0" y="10689021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85pt;margin-top:-289pt;height:1213.55pt;width:373.6pt;z-index:251672576;mso-width-relative:page;mso-height-relative:page;" coordsize="4744800,15412221" o:gfxdata="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">
                <o:lock v:ext="edit" aspectratio="f"/>
                <v:rect id="_x0000_s1026" o:spid="_x0000_s1026" o:spt="1" style="position:absolute;left:0;top:0;height:4723200;width:4744800;v-text-anchor:middle;" filled="t" stroked="f" coordsize="21600,21600" o:gfxdata="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VZvBbsAAADb&#10;AAAADwAAAAAAAAABACAAAAAiAAAAZHJzL2Rvd25yZXYueG1sUEsBAhQAFAAAAAgAh07iQDMvBZ47&#10;AAAAOQAAABAAAAAAAAAAAQAgAAAACgEAAGRycy9zaGFwZXhtbC54bWxQSwUGAAAAAAYABgBbAQAA&#10;tAMAAAAA&#10;">
                  <v:fill type="frame" on="t" opacity="6553f" focussize="0,0" recolor="t" rotate="t" r:id="rId4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0;top:10689021;height:4723200;width:4744800;v-text-anchor:middle;" filled="t" stroked="f" coordsize="21600,21600" o:gfxdata="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rKnrsAAADb&#10;AAAADwAAAAAAAAABACAAAAAiAAAAZHJzL2Rvd25yZXYueG1sUEsBAhQAFAAAAAgAh07iQDMvBZ47&#10;AAAAOQAAABAAAAAAAAAAAQAgAAAACgEAAGRycy9zaGFwZXhtbC54bWxQSwUGAAAAAAYABgBbAQAA&#10;tAMAAAAA&#10;">
                  <v:fill type="frame" on="t" opacity="6553f" focussize="0,0" recolor="t" rotate="t" r:id="rId4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-542925</wp:posOffset>
                </wp:positionH>
                <wp:positionV relativeFrom="paragraph">
                  <wp:posOffset>8084185</wp:posOffset>
                </wp:positionV>
                <wp:extent cx="6362700" cy="102933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29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北京吉小志有限公司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www.docer.com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.75pt;margin-top:636.55pt;height:81.05pt;width:501pt;mso-position-horizontal-relative:margin;z-index:251668480;v-text-anchor:middle;mso-width-relative:page;mso-height-relative:page;" filled="f" stroked="f" coordsize="21600,21600" o:gfxdata="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fqyDD3QAAAA0BAAAPAAAAAAAAAAEAIAAAACIA&#10;AABkcnMvZG93bnJldi54bWxQSwECFAAUAAAACACHTuJAyL9yjj0CAABr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北京吉小志有限公司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www.docer.com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864235</wp:posOffset>
                </wp:positionH>
                <wp:positionV relativeFrom="paragraph">
                  <wp:posOffset>1684020</wp:posOffset>
                </wp:positionV>
                <wp:extent cx="3619500" cy="4966335"/>
                <wp:effectExtent l="0" t="0" r="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96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 w:ascii="杨任东竹石体-Heavy" w:hAnsi="庞门正道粗书体" w:eastAsia="杨任东竹石体-Heavy"/>
                                <w:color w:val="FFFFFF" w:themeColor="background1"/>
                                <w:sz w:val="220"/>
                                <w:szCs w:val="2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杨任东竹石体-Heavy" w:hAnsi="庞门正道粗书体" w:eastAsia="杨任东竹石体-Heavy"/>
                                <w:color w:val="FFFFFF" w:themeColor="background1"/>
                                <w:sz w:val="220"/>
                                <w:szCs w:val="2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05pt;margin-top:132.6pt;height:391.05pt;width:285pt;mso-position-horizontal-relative:margin;z-index:251665408;v-text-anchor:middle;mso-width-relative:page;mso-height-relative:page;" filled="f" stroked="f" coordsize="21600,21600" o:gfxdata="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tINGSdgAAAAMAQAADwAAAAAAAAABACAAAAAiAAAA&#10;ZHJzL2Rvd25yZXYueG1sUEsBAhQAFAAAAAgAh07iQAaIAv1AAgAAawQAAA4AAAAAAAAAAQAgAAAA&#10;J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left"/>
                        <w:rPr>
                          <w:rFonts w:hint="eastAsia" w:ascii="杨任东竹石体-Heavy" w:hAnsi="庞门正道粗书体" w:eastAsia="杨任东竹石体-Heavy"/>
                          <w:color w:val="FFFFFF" w:themeColor="background1"/>
                          <w:sz w:val="220"/>
                          <w:szCs w:val="2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杨任东竹石体-Heavy" w:hAnsi="庞门正道粗书体" w:eastAsia="杨任东竹石体-Heavy"/>
                          <w:color w:val="FFFFFF" w:themeColor="background1"/>
                          <w:sz w:val="220"/>
                          <w:szCs w:val="2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1681480</wp:posOffset>
            </wp:positionV>
            <wp:extent cx="4745355" cy="4721860"/>
            <wp:effectExtent l="0" t="0" r="0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421" cy="472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310" cy="1069213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144B91"/>
                            </a:gs>
                            <a:gs pos="0">
                              <a:srgbClr val="144B91"/>
                            </a:gs>
                            <a:gs pos="75000">
                              <a:srgbClr val="143F72"/>
                            </a:gs>
                            <a:gs pos="25000">
                              <a:srgbClr val="143253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height:841.9pt;width:595.3pt;mso-position-horizontal:center;mso-position-horizontal-relative:margin;mso-position-vertical:center;mso-position-vertical-relative:margin;z-index:251660288;v-text-anchor:middle;mso-width-relative:page;mso-height-relative:page;" fillcolor="#144B91" filled="t" stroked="f" coordsize="21600,21600" o:gfxdata="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CqfiJ/TAAAABwEAAA8A&#10;AAAAAAAAAQAgAAAAIgAAAGRycy9kb3ducmV2LnhtbFBLAQIUABQAAAAIAIdO4kA9fNrAxwIAANYF&#10;AAAOAAAAAAAAAAEAIAAAACIBAABkcnMvZTJvRG9jLnhtbFBLBQYAAAAABgAGAFkBAABbBgAAAAA=&#10;">
                <v:fill type="gradient" on="t" color2="#144B91" colors="0f #144B91;16384f #143253;49152f #143F72;65536f #144B91" angle="180" focus="100%" focussize="0,0" rotate="t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br w:type="page"/>
      </w:r>
    </w:p>
    <w:p>
      <w:pPr>
        <w:widowControl/>
        <w:jc w:val="left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-3274060</wp:posOffset>
                </wp:positionV>
                <wp:extent cx="4744720" cy="15412085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4800" cy="15412221"/>
                          <a:chOff x="0" y="0"/>
                          <a:chExt cx="4744800" cy="15412221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0" y="0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0" y="10689021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85pt;margin-top:-257.8pt;height:1213.55pt;width:373.6pt;z-index:251671552;mso-width-relative:page;mso-height-relative:page;" coordsize="4744800,15412221" o:gfxdata="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">
                <o:lock v:ext="edit" aspectratio="f"/>
                <v:rect id="_x0000_s1026" o:spid="_x0000_s1026" o:spt="1" style="position:absolute;left:0;top:0;height:4723200;width:4744800;v-text-anchor:middle;" filled="t" stroked="f" coordsize="21600,21600" o:gfxdata="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SAoLsAAADb&#10;AAAADwAAAAAAAAABACAAAAAiAAAAZHJzL2Rvd25yZXYueG1sUEsBAhQAFAAAAAgAh07iQDMvBZ47&#10;AAAAOQAAABAAAAAAAAAAAQAgAAAACgEAAGRycy9zaGFwZXhtbC54bWxQSwUGAAAAAAYABgBbAQAA&#10;tAMAAAAA&#10;">
                  <v:fill type="frame" on="t" opacity="6553f" focussize="0,0" recolor="t" rotate="t" r:id="rId4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0;top:10689021;height:4723200;width:4744800;v-text-anchor:middle;" filled="t" stroked="f" coordsize="21600,21600" o:gfxdata="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glO7sAAADb&#10;AAAADwAAAAAAAAABACAAAAAiAAAAZHJzL2Rvd25yZXYueG1sUEsBAhQAFAAAAAgAh07iQDMvBZ47&#10;AAAAOQAAABAAAAAAAAAAAQAgAAAACgEAAGRycy9zaGFwZXhtbC54bWxQSwUGAAAAAAYABgBbAQAA&#10;tAMAAAAA&#10;">
                  <v:fill type="frame" on="t" opacity="6553f" focussize="0,0" recolor="t" rotate="t" r:id="rId4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-3522345</wp:posOffset>
            </wp:positionH>
            <wp:positionV relativeFrom="paragraph">
              <wp:posOffset>2065020</wp:posOffset>
            </wp:positionV>
            <wp:extent cx="4745355" cy="4721860"/>
            <wp:effectExtent l="0" t="0" r="0" b="254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5355" cy="472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310" cy="10692130"/>
                <wp:effectExtent l="0" t="0" r="317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144B91"/>
                            </a:gs>
                            <a:gs pos="0">
                              <a:srgbClr val="144B91"/>
                            </a:gs>
                            <a:gs pos="75000">
                              <a:srgbClr val="143F72"/>
                            </a:gs>
                            <a:gs pos="25000">
                              <a:srgbClr val="143253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height:841.9pt;width:595.3pt;mso-position-horizontal:center;mso-position-horizontal-relative:margin;mso-position-vertical:center;mso-position-vertical-relative:margin;z-index:251659264;v-text-anchor:middle;mso-width-relative:page;mso-height-relative:page;" fillcolor="#144B91" filled="t" stroked="f" coordsize="21600,21600" o:gfxdata="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CqfiJ/TAAAABwEAAA8A&#10;AAAAAAAAAQAgAAAAIgAAAGRycy9kb3ducmV2LnhtbFBLAQIUABQAAAAIAIdO4kBmJf44xwIAANYF&#10;AAAOAAAAAAAAAAEAIAAAACIBAABkcnMvZTJvRG9jLnhtbFBLBQYAAAAABgAGAFkBAABbBgAAAAA=&#10;">
                <v:fill type="gradient" on="t" color2="#144B91" colors="0f #144B91;16384f #143253;49152f #143F72;65536f #144B91" angle="180" focus="100%" focussize="0,0" rotate="t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-533400</wp:posOffset>
                </wp:positionH>
                <wp:positionV relativeFrom="paragraph">
                  <wp:posOffset>-647700</wp:posOffset>
                </wp:positionV>
                <wp:extent cx="6337300" cy="107188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杨任东竹石体-Heavy" w:hAnsi="庞门正道粗书体" w:eastAsia="杨任东竹石体-Heavy" w:cs="阿里巴巴普惠体 L"/>
                                <w:color w:val="FFFFFF" w:themeColor="background1"/>
                                <w:spacing w:val="60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文艺联欢晚会节目单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2pt;margin-top:-51pt;height:84.4pt;width:499pt;mso-position-horizontal-relative:margin;z-index:251666432;v-text-anchor:middle;mso-width-relative:page;mso-height-relative:page;" filled="f" stroked="f" coordsize="21600,21600" o:gfxdata="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bPuQ2gAAAAsBAAAPAAAAAAAAAAEAIAAAACIAAABk&#10;cnMvZG93bnJldi54bWxQSwECFAAUAAAACACHTuJAbvrrHT0CAABr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杨任东竹石体-Heavy" w:hAnsi="庞门正道粗书体" w:eastAsia="杨任东竹石体-Heavy" w:cs="阿里巴巴普惠体 L"/>
                          <w:color w:val="FFFFFF" w:themeColor="background1"/>
                          <w:spacing w:val="60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文艺联欢晚会节目单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212725</wp:posOffset>
                </wp:positionH>
                <wp:positionV relativeFrom="margin">
                  <wp:posOffset>850900</wp:posOffset>
                </wp:positionV>
                <wp:extent cx="4847590" cy="82765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7590" cy="8276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 场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01/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致辞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《感恩有你》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合唱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《张灯结彩》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第一篇章 · 感 恩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舞蹈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《欢天喜地》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歌曲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《感恩的心》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小品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《还不是因为你》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第二篇章 </w:t>
                            </w:r>
                            <w:r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· </w:t>
                            </w: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共 赢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舞蹈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《欢天喜地》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歌曲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《感恩的心》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小品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《还不是因为你》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第三篇章 · 颁 奖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年度优秀部门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年度优秀员工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颁奖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2019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最佳新人奖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尾 声</w:t>
                            </w:r>
                          </w:p>
                          <w:p>
                            <w:pPr>
                              <w:ind w:firstLine="480" w:firstLineChars="200"/>
                              <w:jc w:val="center"/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2/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合唱 </w:t>
                            </w:r>
                            <w:r>
                              <w:rPr>
                                <w:rFonts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阿里巴巴普惠体 L" w:hAnsi="阿里巴巴普惠体 L" w:eastAsia="阿里巴巴普惠体 L" w:cs="阿里巴巴普惠体 L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75pt;margin-top:67pt;height:651.7pt;width:381.7pt;mso-position-vertical-relative:margin;z-index:251661312;mso-width-relative:page;mso-height-relative:page;" filled="f" stroked="f" coordsize="21600,21600" o:gfxdata="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ElhA7fbAAAACwEAAA8AAAAAAAAAAQAgAAAAIgAA&#10;AGRycy9kb3ducmV2LnhtbFBLAQIUABQAAAAIAIdO4kBwbdOoPgIAAGk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 场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01/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致辞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《感恩有你》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合唱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《张灯结彩》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第一篇章 · 感 恩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舞蹈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《欢天喜地》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歌曲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《感恩的心》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小品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《还不是因为你》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第二篇章 </w:t>
                      </w:r>
                      <w:r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· </w:t>
                      </w: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共 赢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舞蹈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《欢天喜地》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歌曲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《感恩的心》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小品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《还不是因为你》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第三篇章 · 颁 奖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年度优秀部门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0/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年度优秀员工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颁奖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2019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最佳新人奖</w:t>
                      </w:r>
                    </w:p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尾 声</w:t>
                      </w:r>
                    </w:p>
                    <w:p>
                      <w:pPr>
                        <w:ind w:firstLine="480" w:firstLineChars="200"/>
                        <w:jc w:val="center"/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2/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合唱 </w:t>
                      </w:r>
                      <w:r>
                        <w:rPr>
                          <w:rFonts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阿里巴巴普惠体 L" w:hAnsi="阿里巴巴普惠体 L" w:eastAsia="阿里巴巴普惠体 L" w:cs="阿里巴巴普惠体 L"/>
                          <w:color w:val="FFFFFF" w:themeColor="background1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《明天会更好》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4798060</wp:posOffset>
                </wp:positionH>
                <wp:positionV relativeFrom="paragraph">
                  <wp:posOffset>7015480</wp:posOffset>
                </wp:positionV>
                <wp:extent cx="533400" cy="396240"/>
                <wp:effectExtent l="0" t="0" r="0" b="0"/>
                <wp:wrapNone/>
                <wp:docPr id="3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962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字体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杨任东竹石体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阿里巴巴普惠体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377.8pt;margin-top:552.4pt;height:31.2pt;width:42pt;mso-wrap-style:none;z-index:251662336;mso-width-relative:page;mso-height-relative:page;" filled="f" stroked="f" coordsize="21600,21600" o:gfxdata="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zfUjz2gAAAA0BAAAPAAAA&#10;AAAAAAEAIAAAACIAAABkcnMvZG93bnJldi54bWxQSwECFAAUAAAACACHTuJAbPGOKKEBAAA4AwAA&#10;DgAAAAAAAAABACAAAAApAQAAZHJzL2Uyb0RvYy54bWxQSwUGAAAAAAYABgBZAQAAP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-</w:t>
                      </w:r>
                    </w:p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字体</w:t>
                      </w:r>
                    </w:p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杨任东竹石体</w:t>
                      </w:r>
                    </w:p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阿里巴巴普惠体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7980680</wp:posOffset>
                </wp:positionV>
                <wp:extent cx="483870" cy="599440"/>
                <wp:effectExtent l="0" t="0" r="0" b="0"/>
                <wp:wrapNone/>
                <wp:docPr id="4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599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-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更多模板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扫描获取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PPT</w:t>
                            </w:r>
                            <w:r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工作表/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BE5D6" w:themeColor="accent2" w:themeTint="33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accent2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工作证/名片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286.15pt;margin-top:628.4pt;height:47.2pt;width:38.1pt;mso-wrap-style:none;z-index:251663360;mso-width-relative:page;mso-height-relative:page;" filled="f" stroked="f" coordsize="21600,21600" o:gfxdata="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MahPHXaAAAADQEAAA8AAAAA&#10;AAAAAQAgAAAAIgAAAGRycy9kb3ducmV2LnhtbFBLAQIUABQAAAAIAIdO4kCowodqoAEAADkDAAAO&#10;AAAAAAAAAAEAIAAAACkBAABkcnMvZTJvRG9jLnhtbFBLBQYAAAAABgAGAFkBAAA7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-</w:t>
                      </w:r>
                    </w:p>
                    <w:p>
                      <w:pPr>
                        <w:spacing w:line="400" w:lineRule="exact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更多模板</w:t>
                      </w:r>
                    </w:p>
                    <w:p>
                      <w:pPr>
                        <w:spacing w:line="400" w:lineRule="exac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扫描获取</w:t>
                      </w:r>
                    </w:p>
                    <w:p>
                      <w:pPr>
                        <w:spacing w:line="400" w:lineRule="exac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PPT</w:t>
                      </w:r>
                      <w:r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工作表/</w:t>
                      </w:r>
                    </w:p>
                    <w:p>
                      <w:pPr>
                        <w:spacing w:line="400" w:lineRule="exact"/>
                        <w:rPr>
                          <w:rFonts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BE5D6" w:themeColor="accent2" w:themeTint="33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accent2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工作证/名片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4895215</wp:posOffset>
            </wp:positionH>
            <wp:positionV relativeFrom="paragraph">
              <wp:posOffset>8192770</wp:posOffset>
            </wp:positionV>
            <wp:extent cx="1141730" cy="1141730"/>
            <wp:effectExtent l="0" t="0" r="1270" b="1270"/>
            <wp:wrapNone/>
            <wp:docPr id="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884" cy="1141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swiss"/>
    <w:pitch w:val="default"/>
    <w:sig w:usb0="20000003" w:usb1="2ADF3C10" w:usb2="00000016" w:usb3="00000000" w:csb0="60060107" w:csb1="00000000"/>
  </w:font>
  <w:font w:name="杨任东竹石体-Heavy">
    <w:altName w:val="宋体"/>
    <w:panose1 w:val="02000000000000000000"/>
    <w:charset w:val="86"/>
    <w:family w:val="auto"/>
    <w:pitch w:val="default"/>
    <w:sig w:usb0="00000000" w:usb1="00000000" w:usb2="00000012" w:usb3="00000000" w:csb0="00040000" w:csb1="00000000"/>
  </w:font>
  <w:font w:name="庞门正道粗书体">
    <w:altName w:val="宋体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阿里巴巴普惠体 L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阿里巴巴普惠体 M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阿里巴巴普惠体 R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演示镇魂行楷">
    <w:altName w:val="楷体_GB2312"/>
    <w:panose1 w:val="000005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3209E8"/>
    <w:rsid w:val="0003018A"/>
    <w:rsid w:val="001448E1"/>
    <w:rsid w:val="001902D6"/>
    <w:rsid w:val="00225476"/>
    <w:rsid w:val="00260FBA"/>
    <w:rsid w:val="002D3FA3"/>
    <w:rsid w:val="00333080"/>
    <w:rsid w:val="003F7620"/>
    <w:rsid w:val="00654F81"/>
    <w:rsid w:val="00672BE8"/>
    <w:rsid w:val="00735BA7"/>
    <w:rsid w:val="00745644"/>
    <w:rsid w:val="0087537E"/>
    <w:rsid w:val="00950A5B"/>
    <w:rsid w:val="009F03AB"/>
    <w:rsid w:val="00BA0B26"/>
    <w:rsid w:val="00C47701"/>
    <w:rsid w:val="00C917AE"/>
    <w:rsid w:val="00D07745"/>
    <w:rsid w:val="00D7163B"/>
    <w:rsid w:val="00E87830"/>
    <w:rsid w:val="00FA45D5"/>
    <w:rsid w:val="32AD3A70"/>
    <w:rsid w:val="3F32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208c1fa7-c859-4413-83a0-ec9a227febf4\&#22823;&#27668;&#20803;&#26086;&#26149;&#33410;&#26202;&#20250;&#24180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大气元旦春节晚会年会节目单.docx</Template>
  <Pages>3</Pages>
  <Words>0</Words>
  <Characters>0</Characters>
  <Lines>1</Lines>
  <Paragraphs>1</Paragraphs>
  <TotalTime>15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2021-12-23T02:31:00Z</dcterms:created>
  <dc:creator>文档存本地丢失不负责</dc:creator>
  <cp:lastModifiedBy>泄凶卮赵坦</cp:lastModifiedBy>
  <dcterms:modified xsi:type="dcterms:W3CDTF">2021-12-23T09:19:30Z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v1.0_mb_+iEvXxFqjbhtUuXQWy2lDQ==</vt:lpwstr>
  </property>
  <property fmtid="{D5CDD505-2E9C-101B-9397-08002B2CF9AE}" pid="4" name="ICV">
    <vt:lpwstr>B7561671A9554194928FEE8B61B5FE2D</vt:lpwstr>
  </property>
</Properties>
</file>