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AD0C" w14:textId="1D64CD4A" w:rsidR="00D551E8" w:rsidRDefault="003B69B8">
      <w:r>
        <w:rPr>
          <w:noProof/>
        </w:rPr>
        <w:drawing>
          <wp:anchor distT="0" distB="0" distL="114300" distR="114300" simplePos="0" relativeHeight="251657728" behindDoc="1" locked="0" layoutInCell="1" allowOverlap="1" wp14:anchorId="331EF34A" wp14:editId="53E6C611">
            <wp:simplePos x="0" y="0"/>
            <wp:positionH relativeFrom="column">
              <wp:posOffset>-1153633</wp:posOffset>
            </wp:positionH>
            <wp:positionV relativeFrom="paragraph">
              <wp:posOffset>-956930</wp:posOffset>
            </wp:positionV>
            <wp:extent cx="7567930" cy="10770781"/>
            <wp:effectExtent l="0" t="0" r="0" b="0"/>
            <wp:wrapNone/>
            <wp:docPr id="19" name="图片 6" descr="C:\Users\Administrator\Desktop\春节节目单红灯笼背景图.jpg春节节目单红灯笼背景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C:\Users\Administrator\Desktop\春节节目单红灯笼背景图.jpg春节节目单红灯笼背景图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8801" cy="10772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61E7DA0" w14:textId="69125E26" w:rsidR="00D551E8" w:rsidRDefault="00D551E8"/>
    <w:p w14:paraId="4AC63BEA" w14:textId="371435E8" w:rsidR="00D551E8" w:rsidRDefault="00D551E8"/>
    <w:p w14:paraId="31F56337" w14:textId="77777777" w:rsidR="00D551E8" w:rsidRDefault="00D551E8"/>
    <w:p w14:paraId="2DEBFB57" w14:textId="77777777" w:rsidR="00D551E8" w:rsidRDefault="00D551E8"/>
    <w:p w14:paraId="51160196" w14:textId="77777777" w:rsidR="00D551E8" w:rsidRDefault="00D551E8"/>
    <w:p w14:paraId="5447AE2F" w14:textId="77777777" w:rsidR="00D551E8" w:rsidRDefault="00D551E8"/>
    <w:p w14:paraId="5CF220FB" w14:textId="77777777" w:rsidR="00D551E8" w:rsidRDefault="0069181A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67E47B" wp14:editId="61B508BD">
                <wp:simplePos x="0" y="0"/>
                <wp:positionH relativeFrom="column">
                  <wp:posOffset>1541780</wp:posOffset>
                </wp:positionH>
                <wp:positionV relativeFrom="paragraph">
                  <wp:posOffset>22225</wp:posOffset>
                </wp:positionV>
                <wp:extent cx="2974340" cy="6384925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61310" y="1661795"/>
                          <a:ext cx="2974340" cy="638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953719" w14:textId="77777777" w:rsidR="00D551E8" w:rsidRDefault="0069181A">
                            <w:pPr>
                              <w:jc w:val="center"/>
                              <w:rPr>
                                <w:rFonts w:ascii="方正清楷 简" w:eastAsia="方正清楷 简" w:hAnsi="方正清楷 简" w:cs="方正清楷 简"/>
                                <w:color w:val="C00000"/>
                                <w:sz w:val="240"/>
                                <w:szCs w:val="240"/>
                              </w:rPr>
                            </w:pPr>
                            <w:r>
                              <w:rPr>
                                <w:rFonts w:ascii="柳公权楷书" w:eastAsia="柳公权楷书" w:hAnsi="柳公权楷书" w:cs="柳公权楷书" w:hint="eastAsia"/>
                                <w:b/>
                                <w:bCs/>
                                <w:color w:val="C00000"/>
                                <w:sz w:val="300"/>
                                <w:szCs w:val="30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67E47B" id="_x0000_t202" coordsize="21600,21600" o:spt="202" path="m,l,21600r21600,l21600,xe">
                <v:stroke joinstyle="miter"/>
                <v:path gradientshapeok="t" o:connecttype="rect"/>
              </v:shapetype>
              <v:shape id="文本框 73" o:spid="_x0000_s1026" type="#_x0000_t202" style="position:absolute;left:0;text-align:left;margin-left:121.4pt;margin-top:1.75pt;width:234.2pt;height:502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" filled="f" stroked="f" strokeweight=".5pt">
                <v:textbox style="layout-flow:vertical-ideographic">
                  <w:txbxContent>
                    <w:p w14:paraId="78953719" w14:textId="77777777" w:rsidR="00D551E8" w:rsidRDefault="0069181A">
                      <w:pPr>
                        <w:jc w:val="center"/>
                        <w:rPr>
                          <w:rFonts w:ascii="方正清楷 简" w:eastAsia="方正清楷 简" w:hAnsi="方正清楷 简" w:cs="方正清楷 简"/>
                          <w:color w:val="C00000"/>
                          <w:sz w:val="240"/>
                          <w:szCs w:val="240"/>
                        </w:rPr>
                      </w:pPr>
                      <w:r>
                        <w:rPr>
                          <w:rFonts w:ascii="柳公权楷书" w:eastAsia="柳公权楷书" w:hAnsi="柳公权楷书" w:cs="柳公权楷书" w:hint="eastAsia"/>
                          <w:b/>
                          <w:bCs/>
                          <w:color w:val="C00000"/>
                          <w:sz w:val="300"/>
                          <w:szCs w:val="300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</w:p>
    <w:p w14:paraId="4FE82A34" w14:textId="77777777" w:rsidR="00D551E8" w:rsidRDefault="00D551E8"/>
    <w:p w14:paraId="18A7F1BF" w14:textId="77777777" w:rsidR="00D551E8" w:rsidRDefault="00D551E8"/>
    <w:p w14:paraId="7DF1F297" w14:textId="77777777" w:rsidR="00D551E8" w:rsidRDefault="00D551E8"/>
    <w:p w14:paraId="45F492A0" w14:textId="1BEB45A2" w:rsidR="00D551E8" w:rsidRDefault="0069181A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91D347E" wp14:editId="7073ACF2">
                <wp:simplePos x="0" y="0"/>
                <wp:positionH relativeFrom="column">
                  <wp:posOffset>5148580</wp:posOffset>
                </wp:positionH>
                <wp:positionV relativeFrom="paragraph">
                  <wp:posOffset>10795</wp:posOffset>
                </wp:positionV>
                <wp:extent cx="419100" cy="2124710"/>
                <wp:effectExtent l="5080" t="0" r="7620" b="889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" cy="2124710"/>
                          <a:chOff x="9870" y="5516"/>
                          <a:chExt cx="660" cy="3346"/>
                        </a:xfrm>
                      </wpg:grpSpPr>
                      <wps:wsp>
                        <wps:cNvPr id="31" name="文本框 31"/>
                        <wps:cNvSpPr txBox="1"/>
                        <wps:spPr>
                          <a:xfrm>
                            <a:off x="9947" y="7280"/>
                            <a:ext cx="510" cy="7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DD7033" w14:textId="77777777" w:rsidR="00D551E8" w:rsidRDefault="0069181A">
                              <w:pPr>
                                <w:snapToGrid w:val="0"/>
                                <w:jc w:val="center"/>
                                <w:rPr>
                                  <w:rFonts w:ascii="Impact" w:hAnsi="Impact" w:cs="Impact"/>
                                  <w:color w:val="BF0008"/>
                                  <w:sz w:val="44"/>
                                  <w:szCs w:val="52"/>
                                </w:rPr>
                              </w:pPr>
                              <w:r>
                                <w:rPr>
                                  <w:rFonts w:ascii="Impact" w:hAnsi="Impact" w:cs="Impact" w:hint="eastAsia"/>
                                  <w:color w:val="BF0008"/>
                                  <w:sz w:val="44"/>
                                  <w:szCs w:val="5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36" name="组合 36"/>
                        <wpg:cNvGrpSpPr/>
                        <wpg:grpSpPr>
                          <a:xfrm>
                            <a:off x="9870" y="5516"/>
                            <a:ext cx="660" cy="3346"/>
                            <a:chOff x="9870" y="5516"/>
                            <a:chExt cx="660" cy="3346"/>
                          </a:xfrm>
                        </wpg:grpSpPr>
                        <wpg:grpSp>
                          <wpg:cNvPr id="35" name="组合 35"/>
                          <wpg:cNvGrpSpPr/>
                          <wpg:grpSpPr>
                            <a:xfrm>
                              <a:off x="9870" y="5516"/>
                              <a:ext cx="660" cy="3288"/>
                              <a:chOff x="9870" y="5516"/>
                              <a:chExt cx="660" cy="3288"/>
                            </a:xfrm>
                          </wpg:grpSpPr>
                          <wpg:grpSp>
                            <wpg:cNvPr id="28" name="组合 28"/>
                            <wpg:cNvGrpSpPr/>
                            <wpg:grpSpPr>
                              <a:xfrm>
                                <a:off x="9870" y="5526"/>
                                <a:ext cx="661" cy="3278"/>
                                <a:chOff x="3728" y="5910"/>
                                <a:chExt cx="868" cy="4303"/>
                              </a:xfrm>
                            </wpg:grpSpPr>
                            <wps:wsp>
                              <wps:cNvPr id="16" name="椭圆 16"/>
                              <wps:cNvSpPr/>
                              <wps:spPr>
                                <a:xfrm>
                                  <a:off x="3728" y="8200"/>
                                  <a:ext cx="869" cy="86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" name="椭圆 1"/>
                              <wps:cNvSpPr/>
                              <wps:spPr>
                                <a:xfrm>
                                  <a:off x="3728" y="5910"/>
                                  <a:ext cx="869" cy="86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1" name="椭圆 11"/>
                              <wps:cNvSpPr/>
                              <wps:spPr>
                                <a:xfrm>
                                  <a:off x="3728" y="7055"/>
                                  <a:ext cx="869" cy="86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17" name="椭圆 17"/>
                              <wps:cNvSpPr/>
                              <wps:spPr>
                                <a:xfrm>
                                  <a:off x="3728" y="9345"/>
                                  <a:ext cx="869" cy="86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s:wsp>
                            <wps:cNvPr id="29" name="文本框 29"/>
                            <wps:cNvSpPr txBox="1"/>
                            <wps:spPr>
                              <a:xfrm>
                                <a:off x="9927" y="5516"/>
                                <a:ext cx="510" cy="71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F2A51F" w14:textId="77777777" w:rsidR="00D551E8" w:rsidRDefault="0069181A">
                                  <w:pPr>
                                    <w:snapToGrid w:val="0"/>
                                    <w:rPr>
                                      <w:rFonts w:ascii="Impact" w:hAnsi="Impact" w:cs="Impact"/>
                                      <w:color w:val="BF0008"/>
                                      <w:sz w:val="44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Impact" w:hAnsi="Impact" w:cs="Impact"/>
                                      <w:color w:val="BF0008"/>
                                      <w:sz w:val="44"/>
                                      <w:szCs w:val="5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30" name="文本框 30"/>
                            <wps:cNvSpPr txBox="1"/>
                            <wps:spPr>
                              <a:xfrm>
                                <a:off x="9937" y="6400"/>
                                <a:ext cx="510" cy="71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8F6A2A" w14:textId="77777777" w:rsidR="00D551E8" w:rsidRDefault="0069181A">
                                  <w:pPr>
                                    <w:snapToGrid w:val="0"/>
                                    <w:rPr>
                                      <w:rFonts w:ascii="Impact" w:hAnsi="Impact" w:cs="Impact"/>
                                      <w:color w:val="BF0008"/>
                                      <w:sz w:val="44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Impact" w:hAnsi="Impact" w:cs="Impact" w:hint="eastAsia"/>
                                      <w:color w:val="BF0008"/>
                                      <w:sz w:val="44"/>
                                      <w:szCs w:val="5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2" name="文本框 32"/>
                          <wps:cNvSpPr txBox="1"/>
                          <wps:spPr>
                            <a:xfrm>
                              <a:off x="9927" y="8150"/>
                              <a:ext cx="510" cy="71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3F1D529" w14:textId="77777777" w:rsidR="00D551E8" w:rsidRDefault="0069181A">
                                <w:pPr>
                                  <w:snapToGrid w:val="0"/>
                                  <w:rPr>
                                    <w:rFonts w:ascii="Impact" w:hAnsi="Impact" w:cs="Impact"/>
                                    <w:color w:val="BF0008"/>
                                    <w:sz w:val="44"/>
                                    <w:szCs w:val="52"/>
                                  </w:rPr>
                                </w:pPr>
                                <w:r>
                                  <w:rPr>
                                    <w:rFonts w:ascii="Impact" w:hAnsi="Impact" w:cs="Impact" w:hint="eastAsia"/>
                                    <w:color w:val="BF0008"/>
                                    <w:sz w:val="44"/>
                                    <w:szCs w:val="52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91D347E" id="组合 37" o:spid="_x0000_s1027" style="position:absolute;left:0;text-align:left;margin-left:405.4pt;margin-top:.85pt;width:33pt;height:167.3pt;z-index:251676672" coordorigin="9870,5516" coordsize="660,3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">
                <v:shape id="文本框 31" o:spid="_x0000_s1028" type="#_x0000_t202" style="position:absolute;left:9947;top:7280;width:510;height: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p w14:paraId="49DD7033" w14:textId="77777777" w:rsidR="00D551E8" w:rsidRDefault="0069181A">
                        <w:pPr>
                          <w:snapToGrid w:val="0"/>
                          <w:jc w:val="center"/>
                          <w:rPr>
                            <w:rFonts w:ascii="Impact" w:hAnsi="Impact" w:cs="Impact"/>
                            <w:color w:val="BF0008"/>
                            <w:sz w:val="44"/>
                            <w:szCs w:val="52"/>
                          </w:rPr>
                        </w:pPr>
                        <w:r>
                          <w:rPr>
                            <w:rFonts w:ascii="Impact" w:hAnsi="Impact" w:cs="Impact" w:hint="eastAsia"/>
                            <w:color w:val="BF0008"/>
                            <w:sz w:val="44"/>
                            <w:szCs w:val="52"/>
                          </w:rPr>
                          <w:t>X</w:t>
                        </w:r>
                      </w:p>
                    </w:txbxContent>
                  </v:textbox>
                </v:shape>
                <v:group id="组合 36" o:spid="_x0000_s1029" style="position:absolute;left:9870;top:5516;width:660;height:3346" coordorigin="9870,5516" coordsize="660,3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group id="组合 35" o:spid="_x0000_s1030" style="position:absolute;left:9870;top:5516;width:660;height:3288" coordorigin="9870,5516" coordsize="660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group id="组合 28" o:spid="_x0000_s1031" style="position:absolute;left:9870;top:5526;width:661;height:3278" coordorigin="3728,5910" coordsize="868,4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oval id="椭圆 16" o:spid="_x0000_s1032" style="position:absolute;left:3728;top:8200;width:869;height: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" filled="f" strokecolor="#c00000" strokeweight=".25pt">
                        <v:stroke joinstyle="miter"/>
                      </v:oval>
                      <v:oval id="椭圆 1" o:spid="_x0000_s1033" style="position:absolute;left:3728;top:5910;width:869;height: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" filled="f" strokecolor="#c00000" strokeweight=".25pt">
                        <v:stroke joinstyle="miter"/>
                      </v:oval>
                      <v:oval id="椭圆 11" o:spid="_x0000_s1034" style="position:absolute;left:3728;top:7055;width:869;height: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" filled="f" strokecolor="#c00000" strokeweight=".25pt">
                        <v:stroke joinstyle="miter"/>
                      </v:oval>
                      <v:oval id="椭圆 17" o:spid="_x0000_s1035" style="position:absolute;left:3728;top:9345;width:869;height: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" filled="f" strokecolor="#c00000" strokeweight=".25pt">
                        <v:stroke joinstyle="miter"/>
                      </v:oval>
                    </v:group>
                    <v:shape id="文本框 29" o:spid="_x0000_s1036" type="#_x0000_t202" style="position:absolute;left:9927;top:5516;width:510;height: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  <v:textbox>
                        <w:txbxContent>
                          <w:p w14:paraId="08F2A51F" w14:textId="77777777" w:rsidR="00D551E8" w:rsidRDefault="0069181A">
                            <w:pPr>
                              <w:snapToGrid w:val="0"/>
                              <w:rPr>
                                <w:rFonts w:ascii="Impact" w:hAnsi="Impact" w:cs="Impact"/>
                                <w:color w:val="BF0008"/>
                                <w:sz w:val="44"/>
                                <w:szCs w:val="52"/>
                              </w:rPr>
                            </w:pPr>
                            <w:r>
                              <w:rPr>
                                <w:rFonts w:ascii="Impact" w:hAnsi="Impact" w:cs="Impact"/>
                                <w:color w:val="BF0008"/>
                                <w:sz w:val="44"/>
                                <w:szCs w:val="5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文本框 30" o:spid="_x0000_s1037" type="#_x0000_t202" style="position:absolute;left:9937;top:6400;width:510;height: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  <v:textbox>
                        <w:txbxContent>
                          <w:p w14:paraId="4B8F6A2A" w14:textId="77777777" w:rsidR="00D551E8" w:rsidRDefault="0069181A">
                            <w:pPr>
                              <w:snapToGrid w:val="0"/>
                              <w:rPr>
                                <w:rFonts w:ascii="Impact" w:hAnsi="Impact" w:cs="Impact"/>
                                <w:color w:val="BF0008"/>
                                <w:sz w:val="44"/>
                                <w:szCs w:val="52"/>
                              </w:rPr>
                            </w:pPr>
                            <w:r>
                              <w:rPr>
                                <w:rFonts w:ascii="Impact" w:hAnsi="Impact" w:cs="Impact" w:hint="eastAsia"/>
                                <w:color w:val="BF0008"/>
                                <w:sz w:val="44"/>
                                <w:szCs w:val="5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shape id="文本框 32" o:spid="_x0000_s1038" type="#_x0000_t202" style="position:absolute;left:9927;top:8150;width:510;height: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<v:textbox>
                      <w:txbxContent>
                        <w:p w14:paraId="13F1D529" w14:textId="77777777" w:rsidR="00D551E8" w:rsidRDefault="0069181A">
                          <w:pPr>
                            <w:snapToGrid w:val="0"/>
                            <w:rPr>
                              <w:rFonts w:ascii="Impact" w:hAnsi="Impact" w:cs="Impact"/>
                              <w:color w:val="BF0008"/>
                              <w:sz w:val="44"/>
                              <w:szCs w:val="52"/>
                            </w:rPr>
                          </w:pPr>
                          <w:r>
                            <w:rPr>
                              <w:rFonts w:ascii="Impact" w:hAnsi="Impact" w:cs="Impact" w:hint="eastAsia"/>
                              <w:color w:val="BF0008"/>
                              <w:sz w:val="44"/>
                              <w:szCs w:val="52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2A9E30F" w14:textId="77777777" w:rsidR="00D551E8" w:rsidRDefault="00D551E8"/>
    <w:p w14:paraId="5A78959B" w14:textId="77777777" w:rsidR="00D551E8" w:rsidRDefault="00D551E8"/>
    <w:p w14:paraId="5F104F5F" w14:textId="77777777" w:rsidR="00D551E8" w:rsidRDefault="00D551E8"/>
    <w:p w14:paraId="0FC1D737" w14:textId="77777777" w:rsidR="00D551E8" w:rsidRDefault="0069181A">
      <w:r>
        <w:rPr>
          <w:noProof/>
        </w:rPr>
        <w:drawing>
          <wp:anchor distT="0" distB="0" distL="114300" distR="114300" simplePos="0" relativeHeight="251677696" behindDoc="0" locked="0" layoutInCell="1" allowOverlap="1" wp14:anchorId="00E20F86" wp14:editId="7B7A42A5">
            <wp:simplePos x="0" y="0"/>
            <wp:positionH relativeFrom="column">
              <wp:posOffset>841375</wp:posOffset>
            </wp:positionH>
            <wp:positionV relativeFrom="paragraph">
              <wp:posOffset>52705</wp:posOffset>
            </wp:positionV>
            <wp:extent cx="1463675" cy="651510"/>
            <wp:effectExtent l="0" t="76200" r="0" b="205740"/>
            <wp:wrapNone/>
            <wp:docPr id="44" name="图片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2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" flipH="1">
                      <a:off x="0" y="0"/>
                      <a:ext cx="1463675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6A1B72" w14:textId="77777777" w:rsidR="00D551E8" w:rsidRDefault="00D551E8"/>
    <w:p w14:paraId="73AB9C4F" w14:textId="77777777" w:rsidR="00D551E8" w:rsidRDefault="00D551E8"/>
    <w:p w14:paraId="19986FDF" w14:textId="77777777" w:rsidR="00D551E8" w:rsidRDefault="00D551E8"/>
    <w:p w14:paraId="08088A84" w14:textId="77777777" w:rsidR="00D551E8" w:rsidRDefault="00D551E8"/>
    <w:p w14:paraId="4AB6AEE3" w14:textId="77777777" w:rsidR="00D551E8" w:rsidRDefault="00D551E8"/>
    <w:p w14:paraId="5D601880" w14:textId="77777777" w:rsidR="00D551E8" w:rsidRDefault="00D551E8"/>
    <w:p w14:paraId="4A98BEC4" w14:textId="77777777" w:rsidR="00D551E8" w:rsidRDefault="00D551E8"/>
    <w:p w14:paraId="60DB3DFE" w14:textId="77777777" w:rsidR="00D551E8" w:rsidRDefault="00D551E8"/>
    <w:p w14:paraId="55E61C7A" w14:textId="77777777" w:rsidR="00D551E8" w:rsidRDefault="0069181A">
      <w:r>
        <w:rPr>
          <w:noProof/>
        </w:rPr>
        <w:drawing>
          <wp:anchor distT="0" distB="0" distL="114300" distR="114300" simplePos="0" relativeHeight="251686912" behindDoc="0" locked="0" layoutInCell="1" allowOverlap="1" wp14:anchorId="1C5BB246" wp14:editId="04D2EFE4">
            <wp:simplePos x="0" y="0"/>
            <wp:positionH relativeFrom="column">
              <wp:posOffset>2993390</wp:posOffset>
            </wp:positionH>
            <wp:positionV relativeFrom="paragraph">
              <wp:posOffset>15240</wp:posOffset>
            </wp:positionV>
            <wp:extent cx="1360805" cy="605790"/>
            <wp:effectExtent l="0" t="32385" r="7620" b="200025"/>
            <wp:wrapNone/>
            <wp:docPr id="8" name="图片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20580000">
                      <a:off x="0" y="0"/>
                      <a:ext cx="136080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DF610A" w14:textId="77777777" w:rsidR="00D551E8" w:rsidRDefault="00D551E8">
      <w:pPr>
        <w:rPr>
          <w:sz w:val="22"/>
          <w:szCs w:val="28"/>
        </w:rPr>
      </w:pPr>
    </w:p>
    <w:p w14:paraId="4F9AABFA" w14:textId="77777777" w:rsidR="00D551E8" w:rsidRDefault="0069181A">
      <w:pPr>
        <w:rPr>
          <w:sz w:val="22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49A3BE" wp14:editId="431B866A">
                <wp:simplePos x="0" y="0"/>
                <wp:positionH relativeFrom="column">
                  <wp:posOffset>5240020</wp:posOffset>
                </wp:positionH>
                <wp:positionV relativeFrom="paragraph">
                  <wp:posOffset>187960</wp:posOffset>
                </wp:positionV>
                <wp:extent cx="428625" cy="1871345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1871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BBAD5" w14:textId="77777777" w:rsidR="00D551E8" w:rsidRDefault="0069181A">
                            <w:pPr>
                              <w:snapToGrid w:val="0"/>
                              <w:rPr>
                                <w:rStyle w:val="a6"/>
                                <w:rFonts w:asciiTheme="minorEastAsia" w:hAnsiTheme="minorEastAsia" w:cstheme="minorEastAsia"/>
                                <w:color w:val="BF000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6"/>
                                <w:rFonts w:asciiTheme="minorEastAsia" w:hAnsiTheme="minorEastAsia" w:cstheme="minorEastAsia" w:hint="eastAsia"/>
                                <w:color w:val="BF0008"/>
                                <w:sz w:val="32"/>
                                <w:szCs w:val="32"/>
                              </w:rPr>
                              <w:t>贰零</w:t>
                            </w:r>
                          </w:p>
                          <w:p w14:paraId="748B8020" w14:textId="77777777" w:rsidR="00D551E8" w:rsidRDefault="0069181A">
                            <w:pPr>
                              <w:snapToGrid w:val="0"/>
                              <w:rPr>
                                <w:rStyle w:val="a6"/>
                                <w:rFonts w:asciiTheme="minorEastAsia" w:hAnsiTheme="minorEastAsia" w:cstheme="minorEastAsia"/>
                                <w:color w:val="BF000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6"/>
                                <w:rFonts w:asciiTheme="minorEastAsia" w:hAnsiTheme="minorEastAsia" w:cstheme="minorEastAsia" w:hint="eastAsia"/>
                                <w:color w:val="BF0008"/>
                                <w:sz w:val="32"/>
                                <w:szCs w:val="32"/>
                              </w:rPr>
                              <w:t>ＸＸ</w:t>
                            </w:r>
                          </w:p>
                          <w:p w14:paraId="26BF4A7B" w14:textId="77777777" w:rsidR="00D551E8" w:rsidRDefault="0069181A">
                            <w:pPr>
                              <w:snapToGrid w:val="0"/>
                              <w:rPr>
                                <w:rFonts w:asciiTheme="minorEastAsia" w:hAnsiTheme="minorEastAsia" w:cstheme="minorEastAsia"/>
                                <w:b/>
                                <w:color w:val="BF0008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a6"/>
                                <w:rFonts w:asciiTheme="minorEastAsia" w:hAnsiTheme="minorEastAsia" w:cstheme="minorEastAsia" w:hint="eastAsia"/>
                                <w:color w:val="BF0008"/>
                                <w:sz w:val="32"/>
                                <w:szCs w:val="32"/>
                              </w:rPr>
                              <w:t>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9A3BE" id="文本框 33" o:spid="_x0000_s1039" type="#_x0000_t202" style="position:absolute;left:0;text-align:left;margin-left:412.6pt;margin-top:14.8pt;width:33.75pt;height:147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" filled="f" stroked="f" strokeweight=".5pt">
                <v:textbox>
                  <w:txbxContent>
                    <w:p w14:paraId="7D8BBAD5" w14:textId="77777777" w:rsidR="00D551E8" w:rsidRDefault="0069181A">
                      <w:pPr>
                        <w:snapToGrid w:val="0"/>
                        <w:rPr>
                          <w:rStyle w:val="a6"/>
                          <w:rFonts w:asciiTheme="minorEastAsia" w:hAnsiTheme="minorEastAsia" w:cstheme="minorEastAsia"/>
                          <w:color w:val="BF0008"/>
                          <w:sz w:val="32"/>
                          <w:szCs w:val="32"/>
                        </w:rPr>
                      </w:pPr>
                      <w:r>
                        <w:rPr>
                          <w:rStyle w:val="a6"/>
                          <w:rFonts w:asciiTheme="minorEastAsia" w:hAnsiTheme="minorEastAsia" w:cstheme="minorEastAsia" w:hint="eastAsia"/>
                          <w:color w:val="BF0008"/>
                          <w:sz w:val="32"/>
                          <w:szCs w:val="32"/>
                        </w:rPr>
                        <w:t>贰零</w:t>
                      </w:r>
                    </w:p>
                    <w:p w14:paraId="748B8020" w14:textId="77777777" w:rsidR="00D551E8" w:rsidRDefault="0069181A">
                      <w:pPr>
                        <w:snapToGrid w:val="0"/>
                        <w:rPr>
                          <w:rStyle w:val="a6"/>
                          <w:rFonts w:asciiTheme="minorEastAsia" w:hAnsiTheme="minorEastAsia" w:cstheme="minorEastAsia"/>
                          <w:color w:val="BF0008"/>
                          <w:sz w:val="32"/>
                          <w:szCs w:val="32"/>
                        </w:rPr>
                      </w:pPr>
                      <w:r>
                        <w:rPr>
                          <w:rStyle w:val="a6"/>
                          <w:rFonts w:asciiTheme="minorEastAsia" w:hAnsiTheme="minorEastAsia" w:cstheme="minorEastAsia" w:hint="eastAsia"/>
                          <w:color w:val="BF0008"/>
                          <w:sz w:val="32"/>
                          <w:szCs w:val="32"/>
                        </w:rPr>
                        <w:t>ＸＸ</w:t>
                      </w:r>
                    </w:p>
                    <w:p w14:paraId="26BF4A7B" w14:textId="77777777" w:rsidR="00D551E8" w:rsidRDefault="0069181A">
                      <w:pPr>
                        <w:snapToGrid w:val="0"/>
                        <w:rPr>
                          <w:rFonts w:asciiTheme="minorEastAsia" w:hAnsiTheme="minorEastAsia" w:cstheme="minorEastAsia"/>
                          <w:b/>
                          <w:color w:val="BF0008"/>
                          <w:sz w:val="32"/>
                          <w:szCs w:val="32"/>
                        </w:rPr>
                      </w:pPr>
                      <w:r>
                        <w:rPr>
                          <w:rStyle w:val="a6"/>
                          <w:rFonts w:asciiTheme="minorEastAsia" w:hAnsiTheme="minorEastAsia" w:cstheme="minorEastAsia" w:hint="eastAsia"/>
                          <w:color w:val="BF0008"/>
                          <w:sz w:val="32"/>
                          <w:szCs w:val="32"/>
                        </w:rPr>
                        <w:t>年</w:t>
                      </w:r>
                    </w:p>
                  </w:txbxContent>
                </v:textbox>
              </v:shape>
            </w:pict>
          </mc:Fallback>
        </mc:AlternateContent>
      </w:r>
    </w:p>
    <w:p w14:paraId="7BC46CA9" w14:textId="77777777" w:rsidR="00D551E8" w:rsidRDefault="0069181A">
      <w:r>
        <w:rPr>
          <w:noProof/>
        </w:rPr>
        <w:drawing>
          <wp:anchor distT="0" distB="0" distL="114300" distR="114300" simplePos="0" relativeHeight="251687936" behindDoc="0" locked="0" layoutInCell="1" allowOverlap="1" wp14:anchorId="12007AE9" wp14:editId="3777ED6C">
            <wp:simplePos x="0" y="0"/>
            <wp:positionH relativeFrom="column">
              <wp:posOffset>2902585</wp:posOffset>
            </wp:positionH>
            <wp:positionV relativeFrom="paragraph">
              <wp:posOffset>31750</wp:posOffset>
            </wp:positionV>
            <wp:extent cx="1098550" cy="488950"/>
            <wp:effectExtent l="0" t="0" r="0" b="6350"/>
            <wp:wrapNone/>
            <wp:docPr id="10" name="图片 1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897D3D" w14:textId="77777777" w:rsidR="00D551E8" w:rsidRDefault="00D551E8"/>
    <w:p w14:paraId="6A967216" w14:textId="77777777" w:rsidR="00D551E8" w:rsidRDefault="00D551E8"/>
    <w:p w14:paraId="28A3A989" w14:textId="77777777" w:rsidR="00D551E8" w:rsidRDefault="00D551E8"/>
    <w:p w14:paraId="29ABA3B2" w14:textId="77777777" w:rsidR="00D551E8" w:rsidRDefault="00D551E8"/>
    <w:p w14:paraId="38B39C9C" w14:textId="77777777" w:rsidR="00D551E8" w:rsidRDefault="00D551E8"/>
    <w:p w14:paraId="5D8BE84F" w14:textId="77777777" w:rsidR="00D551E8" w:rsidRDefault="00D551E8"/>
    <w:p w14:paraId="5B5BFE28" w14:textId="77777777" w:rsidR="00D551E8" w:rsidRDefault="00D551E8"/>
    <w:p w14:paraId="73322E1A" w14:textId="77777777" w:rsidR="00D551E8" w:rsidRDefault="00D551E8"/>
    <w:p w14:paraId="671F9906" w14:textId="77777777" w:rsidR="00D551E8" w:rsidRDefault="00D551E8"/>
    <w:p w14:paraId="423E6581" w14:textId="77777777" w:rsidR="00D551E8" w:rsidRDefault="00D551E8"/>
    <w:p w14:paraId="6EC8D609" w14:textId="77777777" w:rsidR="00D551E8" w:rsidRDefault="00D551E8"/>
    <w:p w14:paraId="29C7FEBF" w14:textId="77777777" w:rsidR="00D551E8" w:rsidRDefault="00D551E8"/>
    <w:p w14:paraId="7884B961" w14:textId="77777777" w:rsidR="00D551E8" w:rsidRDefault="00D551E8"/>
    <w:p w14:paraId="16C8AFD5" w14:textId="77777777" w:rsidR="00D551E8" w:rsidRDefault="00D551E8"/>
    <w:p w14:paraId="2C0E3FF1" w14:textId="35EC18E6" w:rsidR="00D551E8" w:rsidRDefault="003B69B8">
      <w:r>
        <w:rPr>
          <w:noProof/>
        </w:rPr>
        <w:lastRenderedPageBreak/>
        <w:drawing>
          <wp:anchor distT="0" distB="0" distL="114300" distR="114300" simplePos="0" relativeHeight="251655680" behindDoc="1" locked="0" layoutInCell="1" allowOverlap="1" wp14:anchorId="6270FE28" wp14:editId="27590388">
            <wp:simplePos x="0" y="0"/>
            <wp:positionH relativeFrom="column">
              <wp:posOffset>-1137683</wp:posOffset>
            </wp:positionH>
            <wp:positionV relativeFrom="paragraph">
              <wp:posOffset>-916704</wp:posOffset>
            </wp:positionV>
            <wp:extent cx="7567930" cy="10770781"/>
            <wp:effectExtent l="0" t="0" r="0" b="0"/>
            <wp:wrapNone/>
            <wp:docPr id="2" name="图片 6" descr="C:\Users\Administrator\Desktop\春节节目单红灯笼背景图.jpg春节节目单红灯笼背景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C:\Users\Administrator\Desktop\春节节目单红灯笼背景图.jpg春节节目单红灯笼背景图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7930" cy="107707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9181A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EDC2B98" wp14:editId="2F811427">
                <wp:simplePos x="0" y="0"/>
                <wp:positionH relativeFrom="column">
                  <wp:posOffset>-1365250</wp:posOffset>
                </wp:positionH>
                <wp:positionV relativeFrom="page">
                  <wp:posOffset>4445</wp:posOffset>
                </wp:positionV>
                <wp:extent cx="7764780" cy="1390650"/>
                <wp:effectExtent l="0" t="0" r="0" b="0"/>
                <wp:wrapSquare wrapText="bothSides"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4780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3E082A" w14:textId="77777777" w:rsidR="00D551E8" w:rsidRDefault="00D551E8">
                            <w:pPr>
                              <w:ind w:leftChars="-70" w:rightChars="82" w:right="172" w:hangingChars="70" w:hanging="147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C2B98" id="文本框 51" o:spid="_x0000_s1040" type="#_x0000_t202" style="position:absolute;left:0;text-align:left;margin-left:-107.5pt;margin-top:.35pt;width:611.4pt;height:109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" filled="f" stroked="f" strokeweight=".5pt">
                <v:textbox>
                  <w:txbxContent>
                    <w:p w14:paraId="733E082A" w14:textId="77777777" w:rsidR="00D551E8" w:rsidRDefault="00D551E8">
                      <w:pPr>
                        <w:ind w:leftChars="-70" w:rightChars="82" w:right="172" w:hangingChars="70" w:hanging="147"/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39B7D7EB" w14:textId="07D5F386" w:rsidR="00D551E8" w:rsidRDefault="00D551E8"/>
    <w:p w14:paraId="5CE32444" w14:textId="77777777" w:rsidR="00D551E8" w:rsidRDefault="00D551E8"/>
    <w:p w14:paraId="10F33300" w14:textId="77777777" w:rsidR="00D551E8" w:rsidRDefault="0069181A">
      <w:r>
        <w:rPr>
          <w:noProof/>
        </w:rPr>
        <w:drawing>
          <wp:anchor distT="0" distB="0" distL="114300" distR="114300" simplePos="0" relativeHeight="251688960" behindDoc="1" locked="0" layoutInCell="1" allowOverlap="1" wp14:anchorId="05EEDCE9" wp14:editId="379D87B9">
            <wp:simplePos x="0" y="0"/>
            <wp:positionH relativeFrom="column">
              <wp:posOffset>349885</wp:posOffset>
            </wp:positionH>
            <wp:positionV relativeFrom="paragraph">
              <wp:posOffset>111760</wp:posOffset>
            </wp:positionV>
            <wp:extent cx="318135" cy="615315"/>
            <wp:effectExtent l="0" t="0" r="5715" b="0"/>
            <wp:wrapNone/>
            <wp:docPr id="59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" descr="中国风边框"/>
                    <pic:cNvPicPr>
                      <a:picLocks noChangeAspect="1"/>
                    </pic:cNvPicPr>
                  </pic:nvPicPr>
                  <pic:blipFill>
                    <a:blip r:embed="rId9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6C9D13" wp14:editId="2ED2A5B7">
                <wp:simplePos x="0" y="0"/>
                <wp:positionH relativeFrom="column">
                  <wp:posOffset>747395</wp:posOffset>
                </wp:positionH>
                <wp:positionV relativeFrom="paragraph">
                  <wp:posOffset>1270</wp:posOffset>
                </wp:positionV>
                <wp:extent cx="4243070" cy="595566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5955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0AE6A" w14:textId="77777777" w:rsidR="00D551E8" w:rsidRDefault="0069181A">
                            <w:pPr>
                              <w:spacing w:line="720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、开场舞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《ＸＸＸＸＸ》</w:t>
                            </w:r>
                          </w:p>
                          <w:p w14:paraId="05AFDB33" w14:textId="77777777" w:rsidR="00D551E8" w:rsidRDefault="0069181A">
                            <w:pPr>
                              <w:spacing w:line="720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、金曲对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唱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ＸＸＸＸ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ＸＸＸ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》</w:t>
                            </w:r>
                          </w:p>
                          <w:p w14:paraId="4678D9F7" w14:textId="77777777" w:rsidR="00D551E8" w:rsidRDefault="0069181A">
                            <w:pPr>
                              <w:spacing w:line="720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三句半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ＸＸＸ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》</w:t>
                            </w:r>
                          </w:p>
                          <w:p w14:paraId="254EB98A" w14:textId="77777777" w:rsidR="00D551E8" w:rsidRDefault="0069181A">
                            <w:pPr>
                              <w:spacing w:line="720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舞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《ＸＸＸＸＸＸ》</w:t>
                            </w:r>
                          </w:p>
                          <w:p w14:paraId="5830B0AF" w14:textId="77777777" w:rsidR="00D551E8" w:rsidRDefault="0069181A">
                            <w:pPr>
                              <w:spacing w:line="720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、小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《ＸＸＸＸＸ》</w:t>
                            </w:r>
                          </w:p>
                          <w:p w14:paraId="5EF70356" w14:textId="77777777" w:rsidR="00D551E8" w:rsidRDefault="0069181A">
                            <w:pPr>
                              <w:spacing w:line="720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6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快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板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《ＸＸＸＸ》</w:t>
                            </w:r>
                          </w:p>
                          <w:p w14:paraId="4547EB4F" w14:textId="77777777" w:rsidR="00D551E8" w:rsidRDefault="0069181A">
                            <w:pPr>
                              <w:spacing w:line="720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7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、扇子舞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《ＸＸＸＸＸＸ》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731B1335" w14:textId="77777777" w:rsidR="00D551E8" w:rsidRDefault="0069181A">
                            <w:pPr>
                              <w:spacing w:line="720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8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、相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声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《ＸＸＸＸ》</w:t>
                            </w:r>
                          </w:p>
                          <w:p w14:paraId="70BCCC77" w14:textId="77777777" w:rsidR="00D551E8" w:rsidRDefault="0069181A">
                            <w:pPr>
                              <w:spacing w:line="720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9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、舞　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《ＸＸＸＸＸＸＸ》</w:t>
                            </w:r>
                          </w:p>
                          <w:p w14:paraId="15FCE6F2" w14:textId="77777777" w:rsidR="00D551E8" w:rsidRDefault="0069181A">
                            <w:pPr>
                              <w:spacing w:line="720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10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、全体大合唱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00000"/>
                                <w:sz w:val="36"/>
                                <w:szCs w:val="36"/>
                              </w:rPr>
                              <w:t>《ＸＸＸＸ》</w:t>
                            </w:r>
                          </w:p>
                          <w:p w14:paraId="2234932E" w14:textId="77777777" w:rsidR="00D551E8" w:rsidRDefault="00D551E8">
                            <w:pPr>
                              <w:pStyle w:val="a5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D61E36"/>
                                <w:sz w:val="36"/>
                                <w:szCs w:val="36"/>
                              </w:rPr>
                            </w:pPr>
                          </w:p>
                          <w:p w14:paraId="55FF0734" w14:textId="77777777" w:rsidR="00D551E8" w:rsidRDefault="00D551E8">
                            <w:pPr>
                              <w:pStyle w:val="a5"/>
                              <w:widowControl/>
                              <w:snapToGrid w:val="0"/>
                              <w:spacing w:beforeAutospacing="0" w:afterAutospacing="0" w:line="312" w:lineRule="auto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D61E36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C9D13" id="文本框 9" o:spid="_x0000_s1041" type="#_x0000_t202" style="position:absolute;left:0;text-align:left;margin-left:58.85pt;margin-top:.1pt;width:334.1pt;height:468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" filled="f" stroked="f" strokeweight=".5pt">
                <v:textbox>
                  <w:txbxContent>
                    <w:p w14:paraId="0A80AE6A" w14:textId="77777777" w:rsidR="00D551E8" w:rsidRDefault="0069181A">
                      <w:pPr>
                        <w:spacing w:line="720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1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、开场舞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《ＸＸＸＸＸ》</w:t>
                      </w:r>
                    </w:p>
                    <w:p w14:paraId="05AFDB33" w14:textId="77777777" w:rsidR="00D551E8" w:rsidRDefault="0069181A">
                      <w:pPr>
                        <w:spacing w:line="720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、金曲对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唱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《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ＸＸＸＸ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ＸＸＸ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》</w:t>
                      </w:r>
                    </w:p>
                    <w:p w14:paraId="4678D9F7" w14:textId="77777777" w:rsidR="00D551E8" w:rsidRDefault="0069181A">
                      <w:pPr>
                        <w:spacing w:line="720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3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三句半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《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ＸＸＸ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》</w:t>
                      </w:r>
                    </w:p>
                    <w:p w14:paraId="254EB98A" w14:textId="77777777" w:rsidR="00D551E8" w:rsidRDefault="0069181A">
                      <w:pPr>
                        <w:spacing w:line="720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舞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《ＸＸＸＸＸＸ》</w:t>
                      </w:r>
                    </w:p>
                    <w:p w14:paraId="5830B0AF" w14:textId="77777777" w:rsidR="00D551E8" w:rsidRDefault="0069181A">
                      <w:pPr>
                        <w:spacing w:line="720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、小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品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《ＸＸＸＸＸ》</w:t>
                      </w:r>
                    </w:p>
                    <w:p w14:paraId="5EF70356" w14:textId="77777777" w:rsidR="00D551E8" w:rsidRDefault="0069181A">
                      <w:pPr>
                        <w:spacing w:line="720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6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快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板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《ＸＸＸＸ》</w:t>
                      </w:r>
                    </w:p>
                    <w:p w14:paraId="4547EB4F" w14:textId="77777777" w:rsidR="00D551E8" w:rsidRDefault="0069181A">
                      <w:pPr>
                        <w:spacing w:line="720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7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、扇子舞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《ＸＸＸＸＸＸ》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731B1335" w14:textId="77777777" w:rsidR="00D551E8" w:rsidRDefault="0069181A">
                      <w:pPr>
                        <w:spacing w:line="720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8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、相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声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《ＸＸＸＸ》</w:t>
                      </w:r>
                    </w:p>
                    <w:p w14:paraId="70BCCC77" w14:textId="77777777" w:rsidR="00D551E8" w:rsidRDefault="0069181A">
                      <w:pPr>
                        <w:spacing w:line="720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9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、舞　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《ＸＸＸＸＸＸＸ》</w:t>
                      </w:r>
                    </w:p>
                    <w:p w14:paraId="15FCE6F2" w14:textId="77777777" w:rsidR="00D551E8" w:rsidRDefault="0069181A">
                      <w:pPr>
                        <w:spacing w:line="720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10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、全体大合唱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00000"/>
                          <w:sz w:val="36"/>
                          <w:szCs w:val="36"/>
                        </w:rPr>
                        <w:t>《ＸＸＸＸ》</w:t>
                      </w:r>
                    </w:p>
                    <w:p w14:paraId="2234932E" w14:textId="77777777" w:rsidR="00D551E8" w:rsidRDefault="00D551E8">
                      <w:pPr>
                        <w:pStyle w:val="a5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D61E36"/>
                          <w:sz w:val="36"/>
                          <w:szCs w:val="36"/>
                        </w:rPr>
                      </w:pPr>
                    </w:p>
                    <w:p w14:paraId="55FF0734" w14:textId="77777777" w:rsidR="00D551E8" w:rsidRDefault="00D551E8">
                      <w:pPr>
                        <w:pStyle w:val="a5"/>
                        <w:widowControl/>
                        <w:snapToGrid w:val="0"/>
                        <w:spacing w:beforeAutospacing="0" w:afterAutospacing="0" w:line="312" w:lineRule="auto"/>
                        <w:rPr>
                          <w:rFonts w:ascii="微软雅黑" w:eastAsia="微软雅黑" w:hAnsi="微软雅黑" w:cs="微软雅黑"/>
                          <w:b/>
                          <w:bCs/>
                          <w:color w:val="D61E36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F848DC" w14:textId="77777777" w:rsidR="00D551E8" w:rsidRDefault="00D551E8"/>
    <w:p w14:paraId="3C10132A" w14:textId="77777777" w:rsidR="00D551E8" w:rsidRDefault="00D551E8"/>
    <w:p w14:paraId="4FBBF3AB" w14:textId="77777777" w:rsidR="00D551E8" w:rsidRDefault="0069181A">
      <w:r>
        <w:rPr>
          <w:noProof/>
        </w:rPr>
        <w:drawing>
          <wp:anchor distT="0" distB="0" distL="114300" distR="114300" simplePos="0" relativeHeight="251691008" behindDoc="1" locked="0" layoutInCell="1" allowOverlap="1" wp14:anchorId="622C1FB7" wp14:editId="51C99F33">
            <wp:simplePos x="0" y="0"/>
            <wp:positionH relativeFrom="column">
              <wp:posOffset>349885</wp:posOffset>
            </wp:positionH>
            <wp:positionV relativeFrom="paragraph">
              <wp:posOffset>139065</wp:posOffset>
            </wp:positionV>
            <wp:extent cx="318135" cy="615315"/>
            <wp:effectExtent l="0" t="0" r="5715" b="0"/>
            <wp:wrapNone/>
            <wp:docPr id="60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" descr="中国风边框"/>
                    <pic:cNvPicPr>
                      <a:picLocks noChangeAspect="1"/>
                    </pic:cNvPicPr>
                  </pic:nvPicPr>
                  <pic:blipFill>
                    <a:blip r:embed="rId9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7FD6E9" w14:textId="77777777" w:rsidR="00D551E8" w:rsidRDefault="00D551E8"/>
    <w:p w14:paraId="5B64A925" w14:textId="77777777" w:rsidR="00D551E8" w:rsidRDefault="00D551E8"/>
    <w:p w14:paraId="3FB9DE10" w14:textId="77777777" w:rsidR="00D551E8" w:rsidRDefault="0069181A">
      <w:r>
        <w:rPr>
          <w:noProof/>
        </w:rPr>
        <w:drawing>
          <wp:anchor distT="0" distB="0" distL="114300" distR="114300" simplePos="0" relativeHeight="251692032" behindDoc="1" locked="0" layoutInCell="1" allowOverlap="1" wp14:anchorId="3EED3AB3" wp14:editId="2DF1B055">
            <wp:simplePos x="0" y="0"/>
            <wp:positionH relativeFrom="column">
              <wp:posOffset>349885</wp:posOffset>
            </wp:positionH>
            <wp:positionV relativeFrom="paragraph">
              <wp:posOffset>90805</wp:posOffset>
            </wp:positionV>
            <wp:extent cx="318135" cy="615315"/>
            <wp:effectExtent l="0" t="0" r="5715" b="0"/>
            <wp:wrapNone/>
            <wp:docPr id="61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" descr="中国风边框"/>
                    <pic:cNvPicPr>
                      <a:picLocks noChangeAspect="1"/>
                    </pic:cNvPicPr>
                  </pic:nvPicPr>
                  <pic:blipFill>
                    <a:blip r:embed="rId9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88DBAF" w14:textId="77777777" w:rsidR="00D551E8" w:rsidRDefault="00D551E8"/>
    <w:p w14:paraId="1560BA8B" w14:textId="77777777" w:rsidR="00D551E8" w:rsidRDefault="00D551E8"/>
    <w:p w14:paraId="3AE1248A" w14:textId="77777777" w:rsidR="00D551E8" w:rsidRDefault="0069181A">
      <w:r>
        <w:rPr>
          <w:noProof/>
        </w:rPr>
        <w:drawing>
          <wp:anchor distT="0" distB="0" distL="114300" distR="114300" simplePos="0" relativeHeight="251693056" behindDoc="1" locked="0" layoutInCell="1" allowOverlap="1" wp14:anchorId="2C067569" wp14:editId="0ED31065">
            <wp:simplePos x="0" y="0"/>
            <wp:positionH relativeFrom="column">
              <wp:posOffset>349885</wp:posOffset>
            </wp:positionH>
            <wp:positionV relativeFrom="paragraph">
              <wp:posOffset>95250</wp:posOffset>
            </wp:positionV>
            <wp:extent cx="318135" cy="615315"/>
            <wp:effectExtent l="0" t="0" r="5715" b="0"/>
            <wp:wrapNone/>
            <wp:docPr id="62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" descr="中国风边框"/>
                    <pic:cNvPicPr>
                      <a:picLocks noChangeAspect="1"/>
                    </pic:cNvPicPr>
                  </pic:nvPicPr>
                  <pic:blipFill>
                    <a:blip r:embed="rId9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4384E4" w14:textId="77777777" w:rsidR="00D551E8" w:rsidRDefault="00D551E8"/>
    <w:p w14:paraId="3B4E18F6" w14:textId="77777777" w:rsidR="00D551E8" w:rsidRDefault="00D551E8"/>
    <w:p w14:paraId="3E20720E" w14:textId="77777777" w:rsidR="00D551E8" w:rsidRDefault="0069181A">
      <w:r>
        <w:rPr>
          <w:noProof/>
        </w:rPr>
        <w:drawing>
          <wp:anchor distT="0" distB="0" distL="114300" distR="114300" simplePos="0" relativeHeight="251694080" behindDoc="1" locked="0" layoutInCell="1" allowOverlap="1" wp14:anchorId="52289E99" wp14:editId="7B593E5A">
            <wp:simplePos x="0" y="0"/>
            <wp:positionH relativeFrom="column">
              <wp:posOffset>349885</wp:posOffset>
            </wp:positionH>
            <wp:positionV relativeFrom="paragraph">
              <wp:posOffset>122555</wp:posOffset>
            </wp:positionV>
            <wp:extent cx="318135" cy="615315"/>
            <wp:effectExtent l="0" t="0" r="5715" b="0"/>
            <wp:wrapNone/>
            <wp:docPr id="63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" descr="中国风边框"/>
                    <pic:cNvPicPr>
                      <a:picLocks noChangeAspect="1"/>
                    </pic:cNvPicPr>
                  </pic:nvPicPr>
                  <pic:blipFill>
                    <a:blip r:embed="rId9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C45102" w14:textId="77777777" w:rsidR="00D551E8" w:rsidRDefault="00D551E8"/>
    <w:p w14:paraId="6F64B654" w14:textId="77777777" w:rsidR="00D551E8" w:rsidRDefault="00D551E8"/>
    <w:p w14:paraId="05B3B76B" w14:textId="77777777" w:rsidR="00D551E8" w:rsidRDefault="0069181A">
      <w:r>
        <w:rPr>
          <w:noProof/>
        </w:rPr>
        <w:drawing>
          <wp:anchor distT="0" distB="0" distL="114300" distR="114300" simplePos="0" relativeHeight="251695104" behindDoc="1" locked="0" layoutInCell="1" allowOverlap="1" wp14:anchorId="29B9FCAE" wp14:editId="5F1F6DF6">
            <wp:simplePos x="0" y="0"/>
            <wp:positionH relativeFrom="column">
              <wp:posOffset>349885</wp:posOffset>
            </wp:positionH>
            <wp:positionV relativeFrom="paragraph">
              <wp:posOffset>120015</wp:posOffset>
            </wp:positionV>
            <wp:extent cx="318135" cy="615315"/>
            <wp:effectExtent l="0" t="0" r="5715" b="0"/>
            <wp:wrapNone/>
            <wp:docPr id="64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" descr="中国风边框"/>
                    <pic:cNvPicPr>
                      <a:picLocks noChangeAspect="1"/>
                    </pic:cNvPicPr>
                  </pic:nvPicPr>
                  <pic:blipFill>
                    <a:blip r:embed="rId9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9043EF" w14:textId="77777777" w:rsidR="00D551E8" w:rsidRDefault="00D551E8"/>
    <w:p w14:paraId="6B8B0D46" w14:textId="77777777" w:rsidR="00D551E8" w:rsidRDefault="00D551E8"/>
    <w:p w14:paraId="50893462" w14:textId="77777777" w:rsidR="00D551E8" w:rsidRDefault="0069181A">
      <w:r>
        <w:rPr>
          <w:noProof/>
        </w:rPr>
        <w:drawing>
          <wp:anchor distT="0" distB="0" distL="114300" distR="114300" simplePos="0" relativeHeight="251696128" behindDoc="1" locked="0" layoutInCell="1" allowOverlap="1" wp14:anchorId="53CA4C89" wp14:editId="12E6F944">
            <wp:simplePos x="0" y="0"/>
            <wp:positionH relativeFrom="column">
              <wp:posOffset>349885</wp:posOffset>
            </wp:positionH>
            <wp:positionV relativeFrom="paragraph">
              <wp:posOffset>124460</wp:posOffset>
            </wp:positionV>
            <wp:extent cx="318135" cy="615315"/>
            <wp:effectExtent l="0" t="0" r="5715" b="0"/>
            <wp:wrapNone/>
            <wp:docPr id="65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" descr="中国风边框"/>
                    <pic:cNvPicPr>
                      <a:picLocks noChangeAspect="1"/>
                    </pic:cNvPicPr>
                  </pic:nvPicPr>
                  <pic:blipFill>
                    <a:blip r:embed="rId9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AB7A7B" w14:textId="77777777" w:rsidR="00D551E8" w:rsidRDefault="00D551E8"/>
    <w:p w14:paraId="5F868338" w14:textId="77777777" w:rsidR="00D551E8" w:rsidRDefault="00D551E8"/>
    <w:p w14:paraId="4664E092" w14:textId="77777777" w:rsidR="00D551E8" w:rsidRDefault="0069181A">
      <w:r>
        <w:rPr>
          <w:noProof/>
        </w:rPr>
        <w:drawing>
          <wp:anchor distT="0" distB="0" distL="114300" distR="114300" simplePos="0" relativeHeight="346598400" behindDoc="1" locked="0" layoutInCell="1" allowOverlap="1" wp14:anchorId="41F562D8" wp14:editId="7DDDDAB2">
            <wp:simplePos x="0" y="0"/>
            <wp:positionH relativeFrom="column">
              <wp:posOffset>360045</wp:posOffset>
            </wp:positionH>
            <wp:positionV relativeFrom="paragraph">
              <wp:posOffset>88900</wp:posOffset>
            </wp:positionV>
            <wp:extent cx="318135" cy="615315"/>
            <wp:effectExtent l="0" t="0" r="5715" b="0"/>
            <wp:wrapNone/>
            <wp:docPr id="3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中国风边框"/>
                    <pic:cNvPicPr>
                      <a:picLocks noChangeAspect="1"/>
                    </pic:cNvPicPr>
                  </pic:nvPicPr>
                  <pic:blipFill>
                    <a:blip r:embed="rId9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082A17" w14:textId="77777777" w:rsidR="00D551E8" w:rsidRDefault="00D551E8"/>
    <w:p w14:paraId="7F438127" w14:textId="77777777" w:rsidR="00D551E8" w:rsidRDefault="00D551E8"/>
    <w:p w14:paraId="5BBEBC56" w14:textId="77777777" w:rsidR="00D551E8" w:rsidRDefault="0069181A">
      <w:r>
        <w:rPr>
          <w:noProof/>
        </w:rPr>
        <w:drawing>
          <wp:anchor distT="0" distB="0" distL="114300" distR="114300" simplePos="0" relativeHeight="346599424" behindDoc="1" locked="0" layoutInCell="1" allowOverlap="1" wp14:anchorId="431BE3E3" wp14:editId="200253CF">
            <wp:simplePos x="0" y="0"/>
            <wp:positionH relativeFrom="column">
              <wp:posOffset>370205</wp:posOffset>
            </wp:positionH>
            <wp:positionV relativeFrom="paragraph">
              <wp:posOffset>144145</wp:posOffset>
            </wp:positionV>
            <wp:extent cx="318135" cy="615315"/>
            <wp:effectExtent l="0" t="0" r="5715" b="0"/>
            <wp:wrapNone/>
            <wp:docPr id="13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中国风边框"/>
                    <pic:cNvPicPr>
                      <a:picLocks noChangeAspect="1"/>
                    </pic:cNvPicPr>
                  </pic:nvPicPr>
                  <pic:blipFill>
                    <a:blip r:embed="rId9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4C2328" w14:textId="77777777" w:rsidR="00D551E8" w:rsidRDefault="00D551E8"/>
    <w:p w14:paraId="66ED8F4B" w14:textId="77777777" w:rsidR="00D551E8" w:rsidRDefault="00D551E8"/>
    <w:p w14:paraId="429F2150" w14:textId="77777777" w:rsidR="00D551E8" w:rsidRDefault="0069181A">
      <w:r>
        <w:rPr>
          <w:noProof/>
        </w:rPr>
        <w:drawing>
          <wp:anchor distT="0" distB="0" distL="114300" distR="114300" simplePos="0" relativeHeight="346600448" behindDoc="1" locked="0" layoutInCell="1" allowOverlap="1" wp14:anchorId="1455E599" wp14:editId="3E55D74E">
            <wp:simplePos x="0" y="0"/>
            <wp:positionH relativeFrom="column">
              <wp:posOffset>370205</wp:posOffset>
            </wp:positionH>
            <wp:positionV relativeFrom="paragraph">
              <wp:posOffset>121285</wp:posOffset>
            </wp:positionV>
            <wp:extent cx="318135" cy="615315"/>
            <wp:effectExtent l="0" t="0" r="5715" b="0"/>
            <wp:wrapNone/>
            <wp:docPr id="15" name="图片 6" descr="中国风边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中国风边框"/>
                    <pic:cNvPicPr>
                      <a:picLocks noChangeAspect="1"/>
                    </pic:cNvPicPr>
                  </pic:nvPicPr>
                  <pic:blipFill>
                    <a:blip r:embed="rId9"/>
                    <a:srcRect l="38050" t="27820" b="2434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813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CDD792" w14:textId="77777777" w:rsidR="00D551E8" w:rsidRDefault="00D551E8"/>
    <w:p w14:paraId="0CD3F042" w14:textId="77777777" w:rsidR="00D551E8" w:rsidRDefault="00D551E8"/>
    <w:p w14:paraId="39B4BCF7" w14:textId="77777777" w:rsidR="00D551E8" w:rsidRDefault="0069181A">
      <w:r>
        <w:rPr>
          <w:noProof/>
        </w:rPr>
        <mc:AlternateContent>
          <mc:Choice Requires="wps">
            <w:drawing>
              <wp:anchor distT="0" distB="0" distL="114300" distR="114300" simplePos="0" relativeHeight="346601472" behindDoc="0" locked="0" layoutInCell="1" allowOverlap="1" wp14:anchorId="7E319211" wp14:editId="4EBD81FF">
                <wp:simplePos x="0" y="0"/>
                <wp:positionH relativeFrom="column">
                  <wp:posOffset>-1135380</wp:posOffset>
                </wp:positionH>
                <wp:positionV relativeFrom="paragraph">
                  <wp:posOffset>177800</wp:posOffset>
                </wp:positionV>
                <wp:extent cx="7559675" cy="45529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455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F9BDE" w14:textId="77777777" w:rsidR="00D551E8" w:rsidRDefault="0069181A">
                            <w:pPr>
                              <w:pStyle w:val="a5"/>
                              <w:widowControl/>
                              <w:spacing w:beforeAutospacing="0" w:after="120" w:afterAutospacing="0" w:line="300" w:lineRule="atLeast"/>
                              <w:jc w:val="center"/>
                              <w:rPr>
                                <w:rFonts w:ascii="微软雅黑" w:eastAsia="微软雅黑" w:hAnsi="微软雅黑" w:cs="微软雅黑"/>
                                <w:color w:val="333333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时间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日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时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分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地点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333333"/>
                                <w:sz w:val="28"/>
                                <w:szCs w:val="28"/>
                              </w:rPr>
                              <w:t>：ＸＸＸＸＸＸＸＸＸＸＸＸ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19211" id="文本框 22" o:spid="_x0000_s1042" type="#_x0000_t202" style="position:absolute;left:0;text-align:left;margin-left:-89.4pt;margin-top:14pt;width:595.25pt;height:35.85pt;z-index:34660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" filled="f" stroked="f" strokeweight=".5pt">
                <v:textbox>
                  <w:txbxContent>
                    <w:p w14:paraId="09AF9BDE" w14:textId="77777777" w:rsidR="00D551E8" w:rsidRDefault="0069181A">
                      <w:pPr>
                        <w:pStyle w:val="a5"/>
                        <w:widowControl/>
                        <w:spacing w:beforeAutospacing="0" w:after="120" w:afterAutospacing="0" w:line="300" w:lineRule="atLeast"/>
                        <w:jc w:val="center"/>
                        <w:rPr>
                          <w:rFonts w:ascii="微软雅黑" w:eastAsia="微软雅黑" w:hAnsi="微软雅黑" w:cs="微软雅黑"/>
                          <w:color w:val="333333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时间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日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时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分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地点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333333"/>
                          <w:sz w:val="28"/>
                          <w:szCs w:val="28"/>
                        </w:rPr>
                        <w:t>：ＸＸＸＸＸＸＸＸＸＸＸＸ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65C210EB" w14:textId="77777777" w:rsidR="00D551E8" w:rsidRDefault="00D551E8"/>
    <w:p w14:paraId="610FE242" w14:textId="3449DB32" w:rsidR="00D551E8" w:rsidRDefault="00D551E8"/>
    <w:sectPr w:rsidR="00D55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53107" w14:textId="77777777" w:rsidR="0069181A" w:rsidRDefault="0069181A">
      <w:r>
        <w:separator/>
      </w:r>
    </w:p>
  </w:endnote>
  <w:endnote w:type="continuationSeparator" w:id="0">
    <w:p w14:paraId="57096C57" w14:textId="77777777" w:rsidR="0069181A" w:rsidRDefault="00691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柳公权楷书">
    <w:charset w:val="86"/>
    <w:family w:val="auto"/>
    <w:pitch w:val="default"/>
    <w:sig w:usb0="A00002BF" w:usb1="18CF7CFB" w:usb2="00000016" w:usb3="00000000" w:csb0="00040001" w:csb1="00000000"/>
    <w:embedBold r:id="rId1" w:subsetted="1" w:fontKey="{BC06146B-0BDD-4115-9195-CFBCD17E8FE5}"/>
  </w:font>
  <w:font w:name="方正清楷 简">
    <w:charset w:val="86"/>
    <w:family w:val="auto"/>
    <w:pitch w:val="default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  <w:embedRegular r:id="rId2" w:subsetted="1" w:fontKey="{E8A92296-F277-42EB-A6C8-E9440ABF68A5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Bold r:id="rId3" w:subsetted="1" w:fontKey="{6BDECE6F-14CA-4CCC-AEFC-2C0E9E5055F0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B71B4" w14:textId="77777777" w:rsidR="0069181A" w:rsidRDefault="0069181A">
      <w:r>
        <w:separator/>
      </w:r>
    </w:p>
  </w:footnote>
  <w:footnote w:type="continuationSeparator" w:id="0">
    <w:p w14:paraId="0D9D8CC9" w14:textId="77777777" w:rsidR="0069181A" w:rsidRDefault="00691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TrueTypeFonts/>
  <w:saveSubsetFonts/>
  <w:attachedTemplate r:id="rId1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8662D70"/>
    <w:rsid w:val="003B69B8"/>
    <w:rsid w:val="0069181A"/>
    <w:rsid w:val="00D551E8"/>
    <w:rsid w:val="013B303A"/>
    <w:rsid w:val="041B66B5"/>
    <w:rsid w:val="04446E5E"/>
    <w:rsid w:val="0581337C"/>
    <w:rsid w:val="07DC32C3"/>
    <w:rsid w:val="08516176"/>
    <w:rsid w:val="093016B2"/>
    <w:rsid w:val="0AD1164E"/>
    <w:rsid w:val="0B202106"/>
    <w:rsid w:val="0C694074"/>
    <w:rsid w:val="0EC63B65"/>
    <w:rsid w:val="10641C8A"/>
    <w:rsid w:val="12F926FD"/>
    <w:rsid w:val="1487761A"/>
    <w:rsid w:val="15BA52A1"/>
    <w:rsid w:val="181B5710"/>
    <w:rsid w:val="18FB2984"/>
    <w:rsid w:val="19423158"/>
    <w:rsid w:val="1D1B5390"/>
    <w:rsid w:val="1E942887"/>
    <w:rsid w:val="1FA605AB"/>
    <w:rsid w:val="21B6187C"/>
    <w:rsid w:val="22B6306D"/>
    <w:rsid w:val="23B91A2E"/>
    <w:rsid w:val="244B6D89"/>
    <w:rsid w:val="26CA48ED"/>
    <w:rsid w:val="28662D70"/>
    <w:rsid w:val="2DF145CB"/>
    <w:rsid w:val="2EDE276C"/>
    <w:rsid w:val="301E5C4E"/>
    <w:rsid w:val="36230542"/>
    <w:rsid w:val="37E34A6D"/>
    <w:rsid w:val="38F32963"/>
    <w:rsid w:val="3BAE16D0"/>
    <w:rsid w:val="3D796CE3"/>
    <w:rsid w:val="3DE3549C"/>
    <w:rsid w:val="3EC026D2"/>
    <w:rsid w:val="3F032B8D"/>
    <w:rsid w:val="415014BD"/>
    <w:rsid w:val="454C187F"/>
    <w:rsid w:val="476E2C8A"/>
    <w:rsid w:val="47720339"/>
    <w:rsid w:val="47AB1498"/>
    <w:rsid w:val="483B48D2"/>
    <w:rsid w:val="49C642DA"/>
    <w:rsid w:val="4A2E4C59"/>
    <w:rsid w:val="4ABF2BD5"/>
    <w:rsid w:val="4B1B5F1C"/>
    <w:rsid w:val="4C881C27"/>
    <w:rsid w:val="4D474DE2"/>
    <w:rsid w:val="4F345C05"/>
    <w:rsid w:val="51DF0E57"/>
    <w:rsid w:val="534D619F"/>
    <w:rsid w:val="55775137"/>
    <w:rsid w:val="58987606"/>
    <w:rsid w:val="599C678D"/>
    <w:rsid w:val="59BD720A"/>
    <w:rsid w:val="5C3F7AC5"/>
    <w:rsid w:val="5E2D1FA8"/>
    <w:rsid w:val="5FA11179"/>
    <w:rsid w:val="65B15F24"/>
    <w:rsid w:val="65F445CF"/>
    <w:rsid w:val="65F83D49"/>
    <w:rsid w:val="67871FF6"/>
    <w:rsid w:val="68D02FB6"/>
    <w:rsid w:val="6B7822B2"/>
    <w:rsid w:val="6E210347"/>
    <w:rsid w:val="6F8D438C"/>
    <w:rsid w:val="735A48BB"/>
    <w:rsid w:val="74C76D8D"/>
    <w:rsid w:val="75A05102"/>
    <w:rsid w:val="75C32D69"/>
    <w:rsid w:val="76435EC3"/>
    <w:rsid w:val="76AB5687"/>
    <w:rsid w:val="77F03BBA"/>
    <w:rsid w:val="785F600D"/>
    <w:rsid w:val="786A218F"/>
    <w:rsid w:val="79685170"/>
    <w:rsid w:val="7A4E1C15"/>
    <w:rsid w:val="7BAB0321"/>
    <w:rsid w:val="7BCB36EB"/>
    <w:rsid w:val="7E5B6336"/>
    <w:rsid w:val="7E72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CBCF226"/>
  <w15:docId w15:val="{44E2760D-1B67-4885-A0CC-A66FA0BA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35616534-3131-3162-2d36-3730362d6132\&#20013;&#22269;&#39118;&#21916;&#24198;&#24180;&#20250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中国风喜庆年会节目单</Template>
  <TotalTime>5</TotalTime>
  <Pages>2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葛瑞</dc:creator>
  <cp:lastModifiedBy>1 1</cp:lastModifiedBy>
  <cp:revision>2</cp:revision>
  <dcterms:created xsi:type="dcterms:W3CDTF">2018-11-18T05:00:00Z</dcterms:created>
  <dcterms:modified xsi:type="dcterms:W3CDTF">2021-06-13T07:09:00Z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