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C577D" w14:textId="0FE83EFF" w:rsidR="00680D77" w:rsidRDefault="00680D77"/>
    <w:p w14:paraId="07852E74" w14:textId="492088D2" w:rsidR="00680D77" w:rsidRDefault="00680D77"/>
    <w:p w14:paraId="1B53DC07" w14:textId="2D6BBAC2" w:rsidR="00680D77" w:rsidRDefault="00680D77"/>
    <w:p w14:paraId="7B2CC1BF" w14:textId="65151920" w:rsidR="00680D77" w:rsidRDefault="007B0D71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16EC93C" wp14:editId="6D9106D8">
                <wp:simplePos x="0" y="0"/>
                <wp:positionH relativeFrom="column">
                  <wp:posOffset>1543685</wp:posOffset>
                </wp:positionH>
                <wp:positionV relativeFrom="page">
                  <wp:posOffset>1651635</wp:posOffset>
                </wp:positionV>
                <wp:extent cx="2110740" cy="687705"/>
                <wp:effectExtent l="0" t="0" r="0" b="0"/>
                <wp:wrapNone/>
                <wp:docPr id="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740" cy="687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B1B326C" w14:textId="77777777" w:rsidR="00680D77" w:rsidRDefault="007B0D71">
                            <w:pPr>
                              <w:spacing w:line="900" w:lineRule="exact"/>
                              <w:jc w:val="center"/>
                              <w:rPr>
                                <w:rFonts w:ascii="思源黑体 CN Heavy" w:eastAsia="思源黑体 CN Heavy" w:hAnsi="思源黑体 CN Heavy" w:cs="思源黑体 CN Heavy"/>
                                <w:b/>
                                <w:color w:val="C00000"/>
                                <w:kern w:val="0"/>
                                <w:sz w:val="88"/>
                                <w:szCs w:val="88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color w:val="C00000"/>
                                <w:kern w:val="0"/>
                                <w:sz w:val="88"/>
                                <w:szCs w:val="88"/>
                                <w:lang w:bidi="ar"/>
                              </w:rPr>
                              <w:t>20XX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w14:anchorId="716EC93C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121.55pt;margin-top:130.05pt;width:166.2pt;height:54.1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" filled="f" stroked="f">
                <v:textbox>
                  <w:txbxContent>
                    <w:p w14:paraId="7B1B326C" w14:textId="77777777" w:rsidR="00680D77" w:rsidRDefault="007B0D71">
                      <w:pPr>
                        <w:spacing w:line="900" w:lineRule="exact"/>
                        <w:jc w:val="center"/>
                        <w:rPr>
                          <w:rFonts w:ascii="思源黑体 CN Heavy" w:eastAsia="思源黑体 CN Heavy" w:hAnsi="思源黑体 CN Heavy" w:cs="思源黑体 CN Heavy"/>
                          <w:b/>
                          <w:color w:val="C00000"/>
                          <w:kern w:val="0"/>
                          <w:sz w:val="88"/>
                          <w:szCs w:val="88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color w:val="C00000"/>
                          <w:kern w:val="0"/>
                          <w:sz w:val="88"/>
                          <w:szCs w:val="88"/>
                          <w:lang w:bidi="ar"/>
                        </w:rPr>
                        <w:t>20XX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0328367A" wp14:editId="64C2F5FF">
                <wp:simplePos x="0" y="0"/>
                <wp:positionH relativeFrom="column">
                  <wp:posOffset>414655</wp:posOffset>
                </wp:positionH>
                <wp:positionV relativeFrom="page">
                  <wp:posOffset>1657985</wp:posOffset>
                </wp:positionV>
                <wp:extent cx="1400810" cy="456565"/>
                <wp:effectExtent l="0" t="0" r="8890" b="635"/>
                <wp:wrapNone/>
                <wp:docPr id="4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400810" cy="456565"/>
                          <a:chOff x="4926013" y="3048000"/>
                          <a:chExt cx="2339975" cy="762000"/>
                        </a:xfrm>
                        <a:solidFill>
                          <a:srgbClr val="C00000"/>
                        </a:solidFill>
                      </wpg:grpSpPr>
                      <wps:wsp>
                        <wps:cNvPr id="5" name="Freeform 10"/>
                        <wps:cNvSpPr>
                          <a:spLocks noEditPoints="1"/>
                        </wps:cNvSpPr>
                        <wps:spPr bwMode="auto">
                          <a:xfrm>
                            <a:off x="5389563" y="3048000"/>
                            <a:ext cx="1876425" cy="762000"/>
                          </a:xfrm>
                          <a:custGeom>
                            <a:avLst/>
                            <a:gdLst>
                              <a:gd name="T0" fmla="*/ 416 w 441"/>
                              <a:gd name="T1" fmla="*/ 21 h 177"/>
                              <a:gd name="T2" fmla="*/ 356 w 441"/>
                              <a:gd name="T3" fmla="*/ 0 h 177"/>
                              <a:gd name="T4" fmla="*/ 297 w 441"/>
                              <a:gd name="T5" fmla="*/ 18 h 177"/>
                              <a:gd name="T6" fmla="*/ 266 w 441"/>
                              <a:gd name="T7" fmla="*/ 71 h 177"/>
                              <a:gd name="T8" fmla="*/ 274 w 441"/>
                              <a:gd name="T9" fmla="*/ 103 h 177"/>
                              <a:gd name="T10" fmla="*/ 330 w 441"/>
                              <a:gd name="T11" fmla="*/ 121 h 177"/>
                              <a:gd name="T12" fmla="*/ 346 w 441"/>
                              <a:gd name="T13" fmla="*/ 107 h 177"/>
                              <a:gd name="T14" fmla="*/ 347 w 441"/>
                              <a:gd name="T15" fmla="*/ 85 h 177"/>
                              <a:gd name="T16" fmla="*/ 343 w 441"/>
                              <a:gd name="T17" fmla="*/ 86 h 177"/>
                              <a:gd name="T18" fmla="*/ 340 w 441"/>
                              <a:gd name="T19" fmla="*/ 102 h 177"/>
                              <a:gd name="T20" fmla="*/ 326 w 441"/>
                              <a:gd name="T21" fmla="*/ 110 h 177"/>
                              <a:gd name="T22" fmla="*/ 292 w 441"/>
                              <a:gd name="T23" fmla="*/ 93 h 177"/>
                              <a:gd name="T24" fmla="*/ 290 w 441"/>
                              <a:gd name="T25" fmla="*/ 75 h 177"/>
                              <a:gd name="T26" fmla="*/ 333 w 441"/>
                              <a:gd name="T27" fmla="*/ 37 h 177"/>
                              <a:gd name="T28" fmla="*/ 360 w 441"/>
                              <a:gd name="T29" fmla="*/ 38 h 177"/>
                              <a:gd name="T30" fmla="*/ 385 w 441"/>
                              <a:gd name="T31" fmla="*/ 73 h 177"/>
                              <a:gd name="T32" fmla="*/ 372 w 441"/>
                              <a:gd name="T33" fmla="*/ 130 h 177"/>
                              <a:gd name="T34" fmla="*/ 312 w 441"/>
                              <a:gd name="T35" fmla="*/ 142 h 177"/>
                              <a:gd name="T36" fmla="*/ 253 w 441"/>
                              <a:gd name="T37" fmla="*/ 120 h 177"/>
                              <a:gd name="T38" fmla="*/ 229 w 441"/>
                              <a:gd name="T39" fmla="*/ 107 h 177"/>
                              <a:gd name="T40" fmla="*/ 174 w 441"/>
                              <a:gd name="T41" fmla="*/ 93 h 177"/>
                              <a:gd name="T42" fmla="*/ 120 w 441"/>
                              <a:gd name="T43" fmla="*/ 108 h 177"/>
                              <a:gd name="T44" fmla="*/ 50 w 441"/>
                              <a:gd name="T45" fmla="*/ 139 h 177"/>
                              <a:gd name="T46" fmla="*/ 52 w 441"/>
                              <a:gd name="T47" fmla="*/ 151 h 177"/>
                              <a:gd name="T48" fmla="*/ 92 w 441"/>
                              <a:gd name="T49" fmla="*/ 143 h 177"/>
                              <a:gd name="T50" fmla="*/ 152 w 441"/>
                              <a:gd name="T51" fmla="*/ 122 h 177"/>
                              <a:gd name="T52" fmla="*/ 218 w 441"/>
                              <a:gd name="T53" fmla="*/ 131 h 177"/>
                              <a:gd name="T54" fmla="*/ 287 w 441"/>
                              <a:gd name="T55" fmla="*/ 166 h 177"/>
                              <a:gd name="T56" fmla="*/ 342 w 441"/>
                              <a:gd name="T57" fmla="*/ 176 h 177"/>
                              <a:gd name="T58" fmla="*/ 395 w 441"/>
                              <a:gd name="T59" fmla="*/ 158 h 177"/>
                              <a:gd name="T60" fmla="*/ 433 w 441"/>
                              <a:gd name="T61" fmla="*/ 113 h 177"/>
                              <a:gd name="T62" fmla="*/ 436 w 441"/>
                              <a:gd name="T63" fmla="*/ 51 h 177"/>
                              <a:gd name="T64" fmla="*/ 396 w 441"/>
                              <a:gd name="T65" fmla="*/ 126 h 177"/>
                              <a:gd name="T66" fmla="*/ 365 w 441"/>
                              <a:gd name="T67" fmla="*/ 157 h 177"/>
                              <a:gd name="T68" fmla="*/ 304 w 441"/>
                              <a:gd name="T69" fmla="*/ 153 h 177"/>
                              <a:gd name="T70" fmla="*/ 346 w 441"/>
                              <a:gd name="T71" fmla="*/ 152 h 177"/>
                              <a:gd name="T72" fmla="*/ 395 w 441"/>
                              <a:gd name="T73" fmla="*/ 106 h 177"/>
                              <a:gd name="T74" fmla="*/ 387 w 441"/>
                              <a:gd name="T75" fmla="*/ 49 h 177"/>
                              <a:gd name="T76" fmla="*/ 398 w 441"/>
                              <a:gd name="T77" fmla="*/ 64 h 177"/>
                              <a:gd name="T78" fmla="*/ 401 w 441"/>
                              <a:gd name="T79" fmla="*/ 104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441" h="177">
                                <a:moveTo>
                                  <a:pt x="436" y="51"/>
                                </a:moveTo>
                                <a:cubicBezTo>
                                  <a:pt x="432" y="40"/>
                                  <a:pt x="425" y="29"/>
                                  <a:pt x="416" y="21"/>
                                </a:cubicBezTo>
                                <a:cubicBezTo>
                                  <a:pt x="407" y="13"/>
                                  <a:pt x="397" y="8"/>
                                  <a:pt x="386" y="5"/>
                                </a:cubicBezTo>
                                <a:cubicBezTo>
                                  <a:pt x="376" y="2"/>
                                  <a:pt x="366" y="1"/>
                                  <a:pt x="356" y="0"/>
                                </a:cubicBezTo>
                                <a:cubicBezTo>
                                  <a:pt x="346" y="0"/>
                                  <a:pt x="336" y="1"/>
                                  <a:pt x="325" y="4"/>
                                </a:cubicBezTo>
                                <a:cubicBezTo>
                                  <a:pt x="315" y="7"/>
                                  <a:pt x="305" y="11"/>
                                  <a:pt x="297" y="18"/>
                                </a:cubicBezTo>
                                <a:cubicBezTo>
                                  <a:pt x="288" y="24"/>
                                  <a:pt x="281" y="32"/>
                                  <a:pt x="276" y="42"/>
                                </a:cubicBezTo>
                                <a:cubicBezTo>
                                  <a:pt x="271" y="51"/>
                                  <a:pt x="267" y="61"/>
                                  <a:pt x="266" y="71"/>
                                </a:cubicBezTo>
                                <a:cubicBezTo>
                                  <a:pt x="266" y="77"/>
                                  <a:pt x="266" y="82"/>
                                  <a:pt x="268" y="88"/>
                                </a:cubicBezTo>
                                <a:cubicBezTo>
                                  <a:pt x="269" y="94"/>
                                  <a:pt x="271" y="98"/>
                                  <a:pt x="274" y="103"/>
                                </a:cubicBezTo>
                                <a:cubicBezTo>
                                  <a:pt x="280" y="112"/>
                                  <a:pt x="289" y="119"/>
                                  <a:pt x="299" y="123"/>
                                </a:cubicBezTo>
                                <a:cubicBezTo>
                                  <a:pt x="309" y="126"/>
                                  <a:pt x="320" y="125"/>
                                  <a:pt x="330" y="121"/>
                                </a:cubicBezTo>
                                <a:cubicBezTo>
                                  <a:pt x="334" y="119"/>
                                  <a:pt x="339" y="116"/>
                                  <a:pt x="342" y="113"/>
                                </a:cubicBezTo>
                                <a:cubicBezTo>
                                  <a:pt x="344" y="111"/>
                                  <a:pt x="345" y="109"/>
                                  <a:pt x="346" y="107"/>
                                </a:cubicBezTo>
                                <a:cubicBezTo>
                                  <a:pt x="348" y="105"/>
                                  <a:pt x="349" y="102"/>
                                  <a:pt x="349" y="99"/>
                                </a:cubicBezTo>
                                <a:cubicBezTo>
                                  <a:pt x="350" y="94"/>
                                  <a:pt x="349" y="89"/>
                                  <a:pt x="347" y="85"/>
                                </a:cubicBezTo>
                                <a:cubicBezTo>
                                  <a:pt x="344" y="81"/>
                                  <a:pt x="342" y="78"/>
                                  <a:pt x="338" y="75"/>
                                </a:cubicBezTo>
                                <a:cubicBezTo>
                                  <a:pt x="341" y="78"/>
                                  <a:pt x="342" y="82"/>
                                  <a:pt x="343" y="86"/>
                                </a:cubicBezTo>
                                <a:cubicBezTo>
                                  <a:pt x="344" y="90"/>
                                  <a:pt x="344" y="94"/>
                                  <a:pt x="343" y="98"/>
                                </a:cubicBezTo>
                                <a:cubicBezTo>
                                  <a:pt x="342" y="99"/>
                                  <a:pt x="341" y="100"/>
                                  <a:pt x="340" y="102"/>
                                </a:cubicBezTo>
                                <a:cubicBezTo>
                                  <a:pt x="339" y="103"/>
                                  <a:pt x="337" y="104"/>
                                  <a:pt x="336" y="105"/>
                                </a:cubicBezTo>
                                <a:cubicBezTo>
                                  <a:pt x="332" y="107"/>
                                  <a:pt x="329" y="109"/>
                                  <a:pt x="326" y="110"/>
                                </a:cubicBezTo>
                                <a:cubicBezTo>
                                  <a:pt x="319" y="111"/>
                                  <a:pt x="311" y="110"/>
                                  <a:pt x="305" y="107"/>
                                </a:cubicBezTo>
                                <a:cubicBezTo>
                                  <a:pt x="299" y="104"/>
                                  <a:pt x="295" y="99"/>
                                  <a:pt x="292" y="93"/>
                                </a:cubicBezTo>
                                <a:cubicBezTo>
                                  <a:pt x="291" y="90"/>
                                  <a:pt x="290" y="87"/>
                                  <a:pt x="289" y="84"/>
                                </a:cubicBezTo>
                                <a:cubicBezTo>
                                  <a:pt x="289" y="81"/>
                                  <a:pt x="289" y="78"/>
                                  <a:pt x="290" y="75"/>
                                </a:cubicBezTo>
                                <a:cubicBezTo>
                                  <a:pt x="292" y="68"/>
                                  <a:pt x="295" y="62"/>
                                  <a:pt x="299" y="56"/>
                                </a:cubicBezTo>
                                <a:cubicBezTo>
                                  <a:pt x="307" y="45"/>
                                  <a:pt x="319" y="39"/>
                                  <a:pt x="333" y="37"/>
                                </a:cubicBezTo>
                                <a:cubicBezTo>
                                  <a:pt x="339" y="36"/>
                                  <a:pt x="346" y="36"/>
                                  <a:pt x="353" y="37"/>
                                </a:cubicBezTo>
                                <a:cubicBezTo>
                                  <a:pt x="356" y="37"/>
                                  <a:pt x="358" y="38"/>
                                  <a:pt x="360" y="38"/>
                                </a:cubicBezTo>
                                <a:cubicBezTo>
                                  <a:pt x="364" y="40"/>
                                  <a:pt x="367" y="43"/>
                                  <a:pt x="370" y="46"/>
                                </a:cubicBezTo>
                                <a:cubicBezTo>
                                  <a:pt x="377" y="53"/>
                                  <a:pt x="382" y="63"/>
                                  <a:pt x="385" y="73"/>
                                </a:cubicBezTo>
                                <a:cubicBezTo>
                                  <a:pt x="388" y="83"/>
                                  <a:pt x="389" y="94"/>
                                  <a:pt x="387" y="104"/>
                                </a:cubicBezTo>
                                <a:cubicBezTo>
                                  <a:pt x="385" y="114"/>
                                  <a:pt x="380" y="123"/>
                                  <a:pt x="372" y="130"/>
                                </a:cubicBezTo>
                                <a:cubicBezTo>
                                  <a:pt x="364" y="137"/>
                                  <a:pt x="354" y="141"/>
                                  <a:pt x="344" y="142"/>
                                </a:cubicBezTo>
                                <a:cubicBezTo>
                                  <a:pt x="334" y="144"/>
                                  <a:pt x="323" y="144"/>
                                  <a:pt x="312" y="142"/>
                                </a:cubicBezTo>
                                <a:cubicBezTo>
                                  <a:pt x="302" y="141"/>
                                  <a:pt x="291" y="138"/>
                                  <a:pt x="281" y="134"/>
                                </a:cubicBezTo>
                                <a:cubicBezTo>
                                  <a:pt x="271" y="130"/>
                                  <a:pt x="261" y="125"/>
                                  <a:pt x="253" y="120"/>
                                </a:cubicBezTo>
                                <a:cubicBezTo>
                                  <a:pt x="252" y="120"/>
                                  <a:pt x="252" y="120"/>
                                  <a:pt x="252" y="120"/>
                                </a:cubicBezTo>
                                <a:cubicBezTo>
                                  <a:pt x="245" y="116"/>
                                  <a:pt x="237" y="111"/>
                                  <a:pt x="229" y="107"/>
                                </a:cubicBezTo>
                                <a:cubicBezTo>
                                  <a:pt x="221" y="103"/>
                                  <a:pt x="213" y="99"/>
                                  <a:pt x="203" y="97"/>
                                </a:cubicBezTo>
                                <a:cubicBezTo>
                                  <a:pt x="194" y="94"/>
                                  <a:pt x="184" y="93"/>
                                  <a:pt x="174" y="93"/>
                                </a:cubicBezTo>
                                <a:cubicBezTo>
                                  <a:pt x="164" y="93"/>
                                  <a:pt x="154" y="95"/>
                                  <a:pt x="145" y="98"/>
                                </a:cubicBezTo>
                                <a:cubicBezTo>
                                  <a:pt x="136" y="101"/>
                                  <a:pt x="128" y="105"/>
                                  <a:pt x="120" y="108"/>
                                </a:cubicBezTo>
                                <a:cubicBezTo>
                                  <a:pt x="112" y="112"/>
                                  <a:pt x="104" y="116"/>
                                  <a:pt x="96" y="120"/>
                                </a:cubicBezTo>
                                <a:cubicBezTo>
                                  <a:pt x="81" y="129"/>
                                  <a:pt x="67" y="135"/>
                                  <a:pt x="50" y="139"/>
                                </a:cubicBezTo>
                                <a:cubicBezTo>
                                  <a:pt x="34" y="143"/>
                                  <a:pt x="17" y="144"/>
                                  <a:pt x="0" y="140"/>
                                </a:cubicBezTo>
                                <a:cubicBezTo>
                                  <a:pt x="15" y="149"/>
                                  <a:pt x="34" y="152"/>
                                  <a:pt x="52" y="151"/>
                                </a:cubicBezTo>
                                <a:cubicBezTo>
                                  <a:pt x="61" y="151"/>
                                  <a:pt x="70" y="149"/>
                                  <a:pt x="79" y="147"/>
                                </a:cubicBezTo>
                                <a:cubicBezTo>
                                  <a:pt x="83" y="146"/>
                                  <a:pt x="88" y="145"/>
                                  <a:pt x="92" y="143"/>
                                </a:cubicBezTo>
                                <a:cubicBezTo>
                                  <a:pt x="96" y="142"/>
                                  <a:pt x="101" y="140"/>
                                  <a:pt x="105" y="138"/>
                                </a:cubicBezTo>
                                <a:cubicBezTo>
                                  <a:pt x="120" y="132"/>
                                  <a:pt x="136" y="126"/>
                                  <a:pt x="152" y="122"/>
                                </a:cubicBezTo>
                                <a:cubicBezTo>
                                  <a:pt x="167" y="118"/>
                                  <a:pt x="181" y="118"/>
                                  <a:pt x="196" y="122"/>
                                </a:cubicBezTo>
                                <a:cubicBezTo>
                                  <a:pt x="203" y="124"/>
                                  <a:pt x="211" y="127"/>
                                  <a:pt x="218" y="131"/>
                                </a:cubicBezTo>
                                <a:cubicBezTo>
                                  <a:pt x="226" y="134"/>
                                  <a:pt x="233" y="138"/>
                                  <a:pt x="241" y="141"/>
                                </a:cubicBezTo>
                                <a:cubicBezTo>
                                  <a:pt x="255" y="149"/>
                                  <a:pt x="270" y="158"/>
                                  <a:pt x="287" y="166"/>
                                </a:cubicBezTo>
                                <a:cubicBezTo>
                                  <a:pt x="296" y="169"/>
                                  <a:pt x="305" y="173"/>
                                  <a:pt x="314" y="174"/>
                                </a:cubicBezTo>
                                <a:cubicBezTo>
                                  <a:pt x="323" y="176"/>
                                  <a:pt x="333" y="177"/>
                                  <a:pt x="342" y="176"/>
                                </a:cubicBezTo>
                                <a:cubicBezTo>
                                  <a:pt x="351" y="175"/>
                                  <a:pt x="360" y="174"/>
                                  <a:pt x="369" y="171"/>
                                </a:cubicBezTo>
                                <a:cubicBezTo>
                                  <a:pt x="378" y="169"/>
                                  <a:pt x="387" y="164"/>
                                  <a:pt x="395" y="158"/>
                                </a:cubicBezTo>
                                <a:cubicBezTo>
                                  <a:pt x="403" y="152"/>
                                  <a:pt x="410" y="146"/>
                                  <a:pt x="416" y="138"/>
                                </a:cubicBezTo>
                                <a:cubicBezTo>
                                  <a:pt x="423" y="131"/>
                                  <a:pt x="429" y="122"/>
                                  <a:pt x="433" y="113"/>
                                </a:cubicBezTo>
                                <a:cubicBezTo>
                                  <a:pt x="437" y="104"/>
                                  <a:pt x="440" y="94"/>
                                  <a:pt x="441" y="83"/>
                                </a:cubicBezTo>
                                <a:cubicBezTo>
                                  <a:pt x="441" y="72"/>
                                  <a:pt x="440" y="61"/>
                                  <a:pt x="436" y="51"/>
                                </a:cubicBezTo>
                                <a:close/>
                                <a:moveTo>
                                  <a:pt x="401" y="104"/>
                                </a:moveTo>
                                <a:cubicBezTo>
                                  <a:pt x="400" y="111"/>
                                  <a:pt x="399" y="119"/>
                                  <a:pt x="396" y="126"/>
                                </a:cubicBezTo>
                                <a:cubicBezTo>
                                  <a:pt x="394" y="133"/>
                                  <a:pt x="390" y="140"/>
                                  <a:pt x="384" y="145"/>
                                </a:cubicBezTo>
                                <a:cubicBezTo>
                                  <a:pt x="379" y="151"/>
                                  <a:pt x="372" y="154"/>
                                  <a:pt x="365" y="157"/>
                                </a:cubicBezTo>
                                <a:cubicBezTo>
                                  <a:pt x="357" y="159"/>
                                  <a:pt x="349" y="160"/>
                                  <a:pt x="341" y="161"/>
                                </a:cubicBezTo>
                                <a:cubicBezTo>
                                  <a:pt x="328" y="161"/>
                                  <a:pt x="315" y="158"/>
                                  <a:pt x="304" y="153"/>
                                </a:cubicBezTo>
                                <a:cubicBezTo>
                                  <a:pt x="306" y="153"/>
                                  <a:pt x="308" y="153"/>
                                  <a:pt x="311" y="154"/>
                                </a:cubicBezTo>
                                <a:cubicBezTo>
                                  <a:pt x="322" y="155"/>
                                  <a:pt x="334" y="154"/>
                                  <a:pt x="346" y="152"/>
                                </a:cubicBezTo>
                                <a:cubicBezTo>
                                  <a:pt x="357" y="149"/>
                                  <a:pt x="369" y="145"/>
                                  <a:pt x="378" y="137"/>
                                </a:cubicBezTo>
                                <a:cubicBezTo>
                                  <a:pt x="387" y="128"/>
                                  <a:pt x="393" y="117"/>
                                  <a:pt x="395" y="106"/>
                                </a:cubicBezTo>
                                <a:cubicBezTo>
                                  <a:pt x="397" y="94"/>
                                  <a:pt x="397" y="82"/>
                                  <a:pt x="394" y="70"/>
                                </a:cubicBezTo>
                                <a:cubicBezTo>
                                  <a:pt x="393" y="63"/>
                                  <a:pt x="390" y="56"/>
                                  <a:pt x="387" y="49"/>
                                </a:cubicBezTo>
                                <a:cubicBezTo>
                                  <a:pt x="388" y="49"/>
                                  <a:pt x="389" y="50"/>
                                  <a:pt x="389" y="51"/>
                                </a:cubicBezTo>
                                <a:cubicBezTo>
                                  <a:pt x="393" y="54"/>
                                  <a:pt x="396" y="59"/>
                                  <a:pt x="398" y="64"/>
                                </a:cubicBezTo>
                                <a:cubicBezTo>
                                  <a:pt x="400" y="70"/>
                                  <a:pt x="401" y="76"/>
                                  <a:pt x="401" y="83"/>
                                </a:cubicBezTo>
                                <a:cubicBezTo>
                                  <a:pt x="402" y="89"/>
                                  <a:pt x="402" y="96"/>
                                  <a:pt x="401" y="10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7" name="Freeform 11"/>
                        <wps:cNvSpPr/>
                        <wps:spPr bwMode="auto">
                          <a:xfrm>
                            <a:off x="4926013" y="3254375"/>
                            <a:ext cx="858838" cy="392113"/>
                          </a:xfrm>
                          <a:custGeom>
                            <a:avLst/>
                            <a:gdLst>
                              <a:gd name="T0" fmla="*/ 181 w 202"/>
                              <a:gd name="T1" fmla="*/ 77 h 91"/>
                              <a:gd name="T2" fmla="*/ 200 w 202"/>
                              <a:gd name="T3" fmla="*/ 55 h 91"/>
                              <a:gd name="T4" fmla="*/ 202 w 202"/>
                              <a:gd name="T5" fmla="*/ 39 h 91"/>
                              <a:gd name="T6" fmla="*/ 196 w 202"/>
                              <a:gd name="T7" fmla="*/ 22 h 91"/>
                              <a:gd name="T8" fmla="*/ 184 w 202"/>
                              <a:gd name="T9" fmla="*/ 10 h 91"/>
                              <a:gd name="T10" fmla="*/ 170 w 202"/>
                              <a:gd name="T11" fmla="*/ 4 h 91"/>
                              <a:gd name="T12" fmla="*/ 139 w 202"/>
                              <a:gd name="T13" fmla="*/ 5 h 91"/>
                              <a:gd name="T14" fmla="*/ 118 w 202"/>
                              <a:gd name="T15" fmla="*/ 26 h 91"/>
                              <a:gd name="T16" fmla="*/ 114 w 202"/>
                              <a:gd name="T17" fmla="*/ 41 h 91"/>
                              <a:gd name="T18" fmla="*/ 114 w 202"/>
                              <a:gd name="T19" fmla="*/ 49 h 91"/>
                              <a:gd name="T20" fmla="*/ 117 w 202"/>
                              <a:gd name="T21" fmla="*/ 56 h 91"/>
                              <a:gd name="T22" fmla="*/ 145 w 202"/>
                              <a:gd name="T23" fmla="*/ 66 h 91"/>
                              <a:gd name="T24" fmla="*/ 151 w 202"/>
                              <a:gd name="T25" fmla="*/ 61 h 91"/>
                              <a:gd name="T26" fmla="*/ 154 w 202"/>
                              <a:gd name="T27" fmla="*/ 55 h 91"/>
                              <a:gd name="T28" fmla="*/ 152 w 202"/>
                              <a:gd name="T29" fmla="*/ 48 h 91"/>
                              <a:gd name="T30" fmla="*/ 148 w 202"/>
                              <a:gd name="T31" fmla="*/ 43 h 91"/>
                              <a:gd name="T32" fmla="*/ 149 w 202"/>
                              <a:gd name="T33" fmla="*/ 53 h 91"/>
                              <a:gd name="T34" fmla="*/ 146 w 202"/>
                              <a:gd name="T35" fmla="*/ 56 h 91"/>
                              <a:gd name="T36" fmla="*/ 142 w 202"/>
                              <a:gd name="T37" fmla="*/ 57 h 91"/>
                              <a:gd name="T38" fmla="*/ 134 w 202"/>
                              <a:gd name="T39" fmla="*/ 55 h 91"/>
                              <a:gd name="T40" fmla="*/ 130 w 202"/>
                              <a:gd name="T41" fmla="*/ 50 h 91"/>
                              <a:gd name="T42" fmla="*/ 130 w 202"/>
                              <a:gd name="T43" fmla="*/ 47 h 91"/>
                              <a:gd name="T44" fmla="*/ 130 w 202"/>
                              <a:gd name="T45" fmla="*/ 43 h 91"/>
                              <a:gd name="T46" fmla="*/ 134 w 202"/>
                              <a:gd name="T47" fmla="*/ 36 h 91"/>
                              <a:gd name="T48" fmla="*/ 147 w 202"/>
                              <a:gd name="T49" fmla="*/ 27 h 91"/>
                              <a:gd name="T50" fmla="*/ 161 w 202"/>
                              <a:gd name="T51" fmla="*/ 29 h 91"/>
                              <a:gd name="T52" fmla="*/ 168 w 202"/>
                              <a:gd name="T53" fmla="*/ 33 h 91"/>
                              <a:gd name="T54" fmla="*/ 172 w 202"/>
                              <a:gd name="T55" fmla="*/ 37 h 91"/>
                              <a:gd name="T56" fmla="*/ 175 w 202"/>
                              <a:gd name="T57" fmla="*/ 49 h 91"/>
                              <a:gd name="T58" fmla="*/ 171 w 202"/>
                              <a:gd name="T59" fmla="*/ 67 h 91"/>
                              <a:gd name="T60" fmla="*/ 164 w 202"/>
                              <a:gd name="T61" fmla="*/ 74 h 91"/>
                              <a:gd name="T62" fmla="*/ 155 w 202"/>
                              <a:gd name="T63" fmla="*/ 77 h 91"/>
                              <a:gd name="T64" fmla="*/ 135 w 202"/>
                              <a:gd name="T65" fmla="*/ 74 h 91"/>
                              <a:gd name="T66" fmla="*/ 116 w 202"/>
                              <a:gd name="T67" fmla="*/ 63 h 91"/>
                              <a:gd name="T68" fmla="*/ 93 w 202"/>
                              <a:gd name="T69" fmla="*/ 53 h 91"/>
                              <a:gd name="T70" fmla="*/ 66 w 202"/>
                              <a:gd name="T71" fmla="*/ 53 h 91"/>
                              <a:gd name="T72" fmla="*/ 43 w 202"/>
                              <a:gd name="T73" fmla="*/ 61 h 91"/>
                              <a:gd name="T74" fmla="*/ 22 w 202"/>
                              <a:gd name="T75" fmla="*/ 68 h 91"/>
                              <a:gd name="T76" fmla="*/ 0 w 202"/>
                              <a:gd name="T77" fmla="*/ 72 h 91"/>
                              <a:gd name="T78" fmla="*/ 23 w 202"/>
                              <a:gd name="T79" fmla="*/ 77 h 91"/>
                              <a:gd name="T80" fmla="*/ 47 w 202"/>
                              <a:gd name="T81" fmla="*/ 74 h 91"/>
                              <a:gd name="T82" fmla="*/ 69 w 202"/>
                              <a:gd name="T83" fmla="*/ 70 h 91"/>
                              <a:gd name="T84" fmla="*/ 88 w 202"/>
                              <a:gd name="T85" fmla="*/ 71 h 91"/>
                              <a:gd name="T86" fmla="*/ 109 w 202"/>
                              <a:gd name="T87" fmla="*/ 78 h 91"/>
                              <a:gd name="T88" fmla="*/ 131 w 202"/>
                              <a:gd name="T89" fmla="*/ 86 h 91"/>
                              <a:gd name="T90" fmla="*/ 181 w 202"/>
                              <a:gd name="T91" fmla="*/ 77 h 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202" h="91">
                                <a:moveTo>
                                  <a:pt x="181" y="77"/>
                                </a:moveTo>
                                <a:cubicBezTo>
                                  <a:pt x="188" y="72"/>
                                  <a:pt x="196" y="65"/>
                                  <a:pt x="200" y="55"/>
                                </a:cubicBezTo>
                                <a:cubicBezTo>
                                  <a:pt x="202" y="50"/>
                                  <a:pt x="202" y="44"/>
                                  <a:pt x="202" y="39"/>
                                </a:cubicBezTo>
                                <a:cubicBezTo>
                                  <a:pt x="201" y="33"/>
                                  <a:pt x="199" y="27"/>
                                  <a:pt x="196" y="22"/>
                                </a:cubicBezTo>
                                <a:cubicBezTo>
                                  <a:pt x="193" y="17"/>
                                  <a:pt x="188" y="13"/>
                                  <a:pt x="184" y="10"/>
                                </a:cubicBezTo>
                                <a:cubicBezTo>
                                  <a:pt x="179" y="7"/>
                                  <a:pt x="175" y="5"/>
                                  <a:pt x="170" y="4"/>
                                </a:cubicBezTo>
                                <a:cubicBezTo>
                                  <a:pt x="161" y="1"/>
                                  <a:pt x="149" y="0"/>
                                  <a:pt x="139" y="5"/>
                                </a:cubicBezTo>
                                <a:cubicBezTo>
                                  <a:pt x="129" y="9"/>
                                  <a:pt x="121" y="18"/>
                                  <a:pt x="118" y="26"/>
                                </a:cubicBezTo>
                                <a:cubicBezTo>
                                  <a:pt x="116" y="31"/>
                                  <a:pt x="114" y="36"/>
                                  <a:pt x="114" y="41"/>
                                </a:cubicBezTo>
                                <a:cubicBezTo>
                                  <a:pt x="114" y="43"/>
                                  <a:pt x="114" y="46"/>
                                  <a:pt x="114" y="49"/>
                                </a:cubicBezTo>
                                <a:cubicBezTo>
                                  <a:pt x="115" y="52"/>
                                  <a:pt x="116" y="54"/>
                                  <a:pt x="117" y="56"/>
                                </a:cubicBezTo>
                                <a:cubicBezTo>
                                  <a:pt x="123" y="66"/>
                                  <a:pt x="136" y="70"/>
                                  <a:pt x="145" y="66"/>
                                </a:cubicBezTo>
                                <a:cubicBezTo>
                                  <a:pt x="147" y="65"/>
                                  <a:pt x="149" y="63"/>
                                  <a:pt x="151" y="61"/>
                                </a:cubicBezTo>
                                <a:cubicBezTo>
                                  <a:pt x="152" y="59"/>
                                  <a:pt x="153" y="58"/>
                                  <a:pt x="154" y="55"/>
                                </a:cubicBezTo>
                                <a:cubicBezTo>
                                  <a:pt x="154" y="52"/>
                                  <a:pt x="153" y="50"/>
                                  <a:pt x="152" y="48"/>
                                </a:cubicBezTo>
                                <a:cubicBezTo>
                                  <a:pt x="151" y="46"/>
                                  <a:pt x="150" y="45"/>
                                  <a:pt x="148" y="43"/>
                                </a:cubicBezTo>
                                <a:cubicBezTo>
                                  <a:pt x="150" y="47"/>
                                  <a:pt x="151" y="51"/>
                                  <a:pt x="149" y="53"/>
                                </a:cubicBezTo>
                                <a:cubicBezTo>
                                  <a:pt x="149" y="54"/>
                                  <a:pt x="147" y="55"/>
                                  <a:pt x="146" y="56"/>
                                </a:cubicBezTo>
                                <a:cubicBezTo>
                                  <a:pt x="145" y="57"/>
                                  <a:pt x="143" y="57"/>
                                  <a:pt x="142" y="57"/>
                                </a:cubicBezTo>
                                <a:cubicBezTo>
                                  <a:pt x="139" y="58"/>
                                  <a:pt x="136" y="57"/>
                                  <a:pt x="134" y="55"/>
                                </a:cubicBezTo>
                                <a:cubicBezTo>
                                  <a:pt x="132" y="54"/>
                                  <a:pt x="131" y="52"/>
                                  <a:pt x="130" y="50"/>
                                </a:cubicBezTo>
                                <a:cubicBezTo>
                                  <a:pt x="130" y="49"/>
                                  <a:pt x="130" y="47"/>
                                  <a:pt x="130" y="47"/>
                                </a:cubicBezTo>
                                <a:cubicBezTo>
                                  <a:pt x="130" y="46"/>
                                  <a:pt x="130" y="45"/>
                                  <a:pt x="130" y="43"/>
                                </a:cubicBezTo>
                                <a:cubicBezTo>
                                  <a:pt x="131" y="41"/>
                                  <a:pt x="133" y="38"/>
                                  <a:pt x="134" y="36"/>
                                </a:cubicBezTo>
                                <a:cubicBezTo>
                                  <a:pt x="138" y="31"/>
                                  <a:pt x="142" y="28"/>
                                  <a:pt x="147" y="27"/>
                                </a:cubicBezTo>
                                <a:cubicBezTo>
                                  <a:pt x="151" y="26"/>
                                  <a:pt x="156" y="27"/>
                                  <a:pt x="161" y="29"/>
                                </a:cubicBezTo>
                                <a:cubicBezTo>
                                  <a:pt x="164" y="30"/>
                                  <a:pt x="166" y="32"/>
                                  <a:pt x="168" y="33"/>
                                </a:cubicBezTo>
                                <a:cubicBezTo>
                                  <a:pt x="170" y="34"/>
                                  <a:pt x="171" y="36"/>
                                  <a:pt x="172" y="37"/>
                                </a:cubicBezTo>
                                <a:cubicBezTo>
                                  <a:pt x="174" y="40"/>
                                  <a:pt x="174" y="44"/>
                                  <a:pt x="175" y="49"/>
                                </a:cubicBezTo>
                                <a:cubicBezTo>
                                  <a:pt x="175" y="54"/>
                                  <a:pt x="175" y="61"/>
                                  <a:pt x="171" y="67"/>
                                </a:cubicBezTo>
                                <a:cubicBezTo>
                                  <a:pt x="169" y="70"/>
                                  <a:pt x="167" y="72"/>
                                  <a:pt x="164" y="74"/>
                                </a:cubicBezTo>
                                <a:cubicBezTo>
                                  <a:pt x="161" y="76"/>
                                  <a:pt x="158" y="76"/>
                                  <a:pt x="155" y="77"/>
                                </a:cubicBezTo>
                                <a:cubicBezTo>
                                  <a:pt x="148" y="78"/>
                                  <a:pt x="142" y="77"/>
                                  <a:pt x="135" y="74"/>
                                </a:cubicBezTo>
                                <a:cubicBezTo>
                                  <a:pt x="129" y="71"/>
                                  <a:pt x="123" y="67"/>
                                  <a:pt x="116" y="63"/>
                                </a:cubicBezTo>
                                <a:cubicBezTo>
                                  <a:pt x="109" y="59"/>
                                  <a:pt x="101" y="55"/>
                                  <a:pt x="93" y="53"/>
                                </a:cubicBezTo>
                                <a:cubicBezTo>
                                  <a:pt x="84" y="51"/>
                                  <a:pt x="75" y="51"/>
                                  <a:pt x="66" y="53"/>
                                </a:cubicBezTo>
                                <a:cubicBezTo>
                                  <a:pt x="58" y="55"/>
                                  <a:pt x="50" y="58"/>
                                  <a:pt x="43" y="61"/>
                                </a:cubicBezTo>
                                <a:cubicBezTo>
                                  <a:pt x="36" y="64"/>
                                  <a:pt x="29" y="66"/>
                                  <a:pt x="22" y="68"/>
                                </a:cubicBezTo>
                                <a:cubicBezTo>
                                  <a:pt x="15" y="71"/>
                                  <a:pt x="8" y="72"/>
                                  <a:pt x="0" y="72"/>
                                </a:cubicBezTo>
                                <a:cubicBezTo>
                                  <a:pt x="7" y="76"/>
                                  <a:pt x="15" y="77"/>
                                  <a:pt x="23" y="77"/>
                                </a:cubicBezTo>
                                <a:cubicBezTo>
                                  <a:pt x="31" y="77"/>
                                  <a:pt x="40" y="76"/>
                                  <a:pt x="47" y="74"/>
                                </a:cubicBezTo>
                                <a:cubicBezTo>
                                  <a:pt x="55" y="72"/>
                                  <a:pt x="62" y="71"/>
                                  <a:pt x="69" y="70"/>
                                </a:cubicBezTo>
                                <a:cubicBezTo>
                                  <a:pt x="76" y="69"/>
                                  <a:pt x="82" y="70"/>
                                  <a:pt x="88" y="71"/>
                                </a:cubicBezTo>
                                <a:cubicBezTo>
                                  <a:pt x="95" y="73"/>
                                  <a:pt x="102" y="75"/>
                                  <a:pt x="109" y="78"/>
                                </a:cubicBezTo>
                                <a:cubicBezTo>
                                  <a:pt x="116" y="80"/>
                                  <a:pt x="123" y="83"/>
                                  <a:pt x="131" y="86"/>
                                </a:cubicBezTo>
                                <a:cubicBezTo>
                                  <a:pt x="148" y="91"/>
                                  <a:pt x="166" y="88"/>
                                  <a:pt x="181" y="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556309" id="组合 13" o:spid="_x0000_s1026" style="position:absolute;left:0;text-align:left;margin-left:32.65pt;margin-top:130.55pt;width:110.3pt;height:35.95pt;flip:x;z-index:251660800;mso-position-vertical-relative:page" coordorigin="49260,30480" coordsize="2339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">
                <v:shape id="Freeform 10" o:spid="_x0000_s1027" style="position:absolute;left:53895;top:30480;width:18764;height:7620;visibility:visible;mso-wrap-style:square;v-text-anchor:top" coordsize="4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" path="m436,51c432,40,425,29,416,21,407,13,397,8,386,5,376,2,366,1,356,,346,,336,1,325,4v-10,3,-20,7,-28,14c288,24,281,32,276,42v-5,9,-9,19,-10,29c266,77,266,82,268,88v1,6,3,10,6,15c280,112,289,119,299,123v10,3,21,2,31,-2c334,119,339,116,342,113v2,-2,3,-4,4,-6c348,105,349,102,349,99v1,-5,,-10,-2,-14c344,81,342,78,338,75v3,3,4,7,5,11c344,90,344,94,343,98v-1,1,-2,2,-3,4c339,103,337,104,336,105v-4,2,-7,4,-10,5c319,111,311,110,305,107v-6,-3,-10,-8,-13,-14c291,90,290,87,289,84v,-3,,-6,1,-9c292,68,295,62,299,56v8,-11,20,-17,34,-19c339,36,346,36,353,37v3,,5,1,7,1c364,40,367,43,370,46v7,7,12,17,15,27c388,83,389,94,387,104v-2,10,-7,19,-15,26c364,137,354,141,344,142v-10,2,-21,2,-32,c302,141,291,138,281,134v-10,-4,-20,-9,-28,-14c252,120,252,120,252,120v-7,-4,-15,-9,-23,-13c221,103,213,99,203,97v-9,-3,-19,-4,-29,-4c164,93,154,95,145,98v-9,3,-17,7,-25,10c112,112,104,116,96,120v-15,9,-29,15,-46,19c34,143,17,144,,140v15,9,34,12,52,11c61,151,70,149,79,147v4,-1,9,-2,13,-4c96,142,101,140,105,138v15,-6,31,-12,47,-16c167,118,181,118,196,122v7,2,15,5,22,9c226,134,233,138,241,141v14,8,29,17,46,25c296,169,305,173,314,174v9,2,19,3,28,2c351,175,360,174,369,171v9,-2,18,-7,26,-13c403,152,410,146,416,138v7,-7,13,-16,17,-25c437,104,440,94,441,83v,-11,-1,-22,-5,-32xm401,104v-1,7,-2,15,-5,22c394,133,390,140,384,145v-5,6,-12,9,-19,12c357,159,349,160,341,161v-13,,-26,-3,-37,-8c306,153,308,153,311,154v11,1,23,,35,-2c357,149,369,145,378,137v9,-9,15,-20,17,-31c397,94,397,82,394,70v-1,-7,-4,-14,-7,-21c388,49,389,50,389,51v4,3,7,8,9,13c400,70,401,76,401,83v1,6,1,13,,21xe" filled="f" stroked="f">
                  <v:path arrowok="t" o:connecttype="custom" o:connectlocs="1770052,90407;1514756,0;1263715,77492;1131812,305661;1165851,443424;1404128,520915;1472206,460644;1476461,365932;1459442,370237;1446677,439119;1387108,473559;1242440,400373;1233930,322881;1416892,159288;1531776,163593;1638149,314271;1582835,559661;1327539,611322;1076498,516610;974379,460644;740358,400373;510592,464949;212747,598407;221256,650068;391454,615627;646750,525220;927575,563966;1221165,714644;1455187,757695;1680698,680203;1842386,486475;1855150,219559;1684953,542441;1553050,675898;1293499,658678;1472206,654373;1680698,456339;1646659,210949;1693463,275525;1706228,447729" o:connectangles="0,0,0,0,0,0,0,0,0,0,0,0,0,0,0,0,0,0,0,0,0,0,0,0,0,0,0,0,0,0,0,0,0,0,0,0,0,0,0,0"/>
                  <o:lock v:ext="edit" verticies="t"/>
                </v:shape>
                <v:shape id="Freeform 11" o:spid="_x0000_s1028" style="position:absolute;left:49260;top:32543;width:8588;height:3921;visibility:visible;mso-wrap-style:square;v-text-anchor:top" coordsize="202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" path="m181,77v7,-5,15,-12,19,-22c202,50,202,44,202,39v-1,-6,-3,-12,-6,-17c193,17,188,13,184,10,179,7,175,5,170,4,161,1,149,,139,5,129,9,121,18,118,26v-2,5,-4,10,-4,15c114,43,114,46,114,49v1,3,2,5,3,7c123,66,136,70,145,66v2,-1,4,-3,6,-5c152,59,153,58,154,55v,-3,-1,-5,-2,-7c151,46,150,45,148,43v2,4,3,8,1,10c149,54,147,55,146,56v-1,1,-3,1,-4,1c139,58,136,57,134,55v-2,-1,-3,-3,-4,-5c130,49,130,47,130,47v,-1,,-2,,-4c131,41,133,38,134,36v4,-5,8,-8,13,-9c151,26,156,27,161,29v3,1,5,3,7,4c170,34,171,36,172,37v2,3,2,7,3,12c175,54,175,61,171,67v-2,3,-4,5,-7,7c161,76,158,76,155,77v-7,1,-13,,-20,-3c129,71,123,67,116,63,109,59,101,55,93,53,84,51,75,51,66,53v-8,2,-16,5,-23,8c36,64,29,66,22,68,15,71,8,72,,72v7,4,15,5,23,5c31,77,40,76,47,74v8,-2,15,-3,22,-4c76,69,82,70,88,71v7,2,14,4,21,7c116,80,123,83,131,86v17,5,35,2,50,-9xe" filled="f" stroked="f">
                  <v:path arrowok="t" o:connecttype="custom" o:connectlocs="769553,331788;850335,236991;858838,168048;833328,94797;782308,43089;722784,17236;590983,21545;501697,112032;484691,176666;484691,211138;497446,241300;616493,284390;642003,262845;654758,236991;646254,206829;629248,185284;633499,228374;620744,241300;603738,245609;569724,236991;552718,215447;552718,202520;552718,185284;569724,155122;624996,116341;684519,124959;714281,142195;731288,159431;744043,211138;727036,288699;697274,318861;659009,331788;573976,318861;493194,271463;395406,228374;280610,228374;182822,262845;93537,293008;0,310243;97788,331788;199829,318861;293365,301625;374147,305934;463432,336097;556969,370568;769553,331788" o:connectangles="0,0,0,0,0,0,0,0,0,0,0,0,0,0,0,0,0,0,0,0,0,0,0,0,0,0,0,0,0,0,0,0,0,0,0,0,0,0,0,0,0,0,0,0,0,0"/>
                </v:shape>
                <w10:wrap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4AE86D0" wp14:editId="0A8371DD">
                <wp:simplePos x="0" y="0"/>
                <wp:positionH relativeFrom="column">
                  <wp:posOffset>3402330</wp:posOffset>
                </wp:positionH>
                <wp:positionV relativeFrom="page">
                  <wp:posOffset>1657985</wp:posOffset>
                </wp:positionV>
                <wp:extent cx="1400810" cy="456565"/>
                <wp:effectExtent l="0" t="0" r="8890" b="635"/>
                <wp:wrapNone/>
                <wp:docPr id="14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810" cy="456565"/>
                          <a:chOff x="4926013" y="3048000"/>
                          <a:chExt cx="2339975" cy="762000"/>
                        </a:xfrm>
                        <a:solidFill>
                          <a:srgbClr val="C00000"/>
                        </a:solidFill>
                      </wpg:grpSpPr>
                      <wps:wsp>
                        <wps:cNvPr id="12" name="Freeform 10"/>
                        <wps:cNvSpPr>
                          <a:spLocks noEditPoints="1"/>
                        </wps:cNvSpPr>
                        <wps:spPr bwMode="auto">
                          <a:xfrm>
                            <a:off x="5389563" y="3048000"/>
                            <a:ext cx="1876425" cy="762000"/>
                          </a:xfrm>
                          <a:custGeom>
                            <a:avLst/>
                            <a:gdLst>
                              <a:gd name="T0" fmla="*/ 416 w 441"/>
                              <a:gd name="T1" fmla="*/ 21 h 177"/>
                              <a:gd name="T2" fmla="*/ 356 w 441"/>
                              <a:gd name="T3" fmla="*/ 0 h 177"/>
                              <a:gd name="T4" fmla="*/ 297 w 441"/>
                              <a:gd name="T5" fmla="*/ 18 h 177"/>
                              <a:gd name="T6" fmla="*/ 266 w 441"/>
                              <a:gd name="T7" fmla="*/ 71 h 177"/>
                              <a:gd name="T8" fmla="*/ 274 w 441"/>
                              <a:gd name="T9" fmla="*/ 103 h 177"/>
                              <a:gd name="T10" fmla="*/ 330 w 441"/>
                              <a:gd name="T11" fmla="*/ 121 h 177"/>
                              <a:gd name="T12" fmla="*/ 346 w 441"/>
                              <a:gd name="T13" fmla="*/ 107 h 177"/>
                              <a:gd name="T14" fmla="*/ 347 w 441"/>
                              <a:gd name="T15" fmla="*/ 85 h 177"/>
                              <a:gd name="T16" fmla="*/ 343 w 441"/>
                              <a:gd name="T17" fmla="*/ 86 h 177"/>
                              <a:gd name="T18" fmla="*/ 340 w 441"/>
                              <a:gd name="T19" fmla="*/ 102 h 177"/>
                              <a:gd name="T20" fmla="*/ 326 w 441"/>
                              <a:gd name="T21" fmla="*/ 110 h 177"/>
                              <a:gd name="T22" fmla="*/ 292 w 441"/>
                              <a:gd name="T23" fmla="*/ 93 h 177"/>
                              <a:gd name="T24" fmla="*/ 290 w 441"/>
                              <a:gd name="T25" fmla="*/ 75 h 177"/>
                              <a:gd name="T26" fmla="*/ 333 w 441"/>
                              <a:gd name="T27" fmla="*/ 37 h 177"/>
                              <a:gd name="T28" fmla="*/ 360 w 441"/>
                              <a:gd name="T29" fmla="*/ 38 h 177"/>
                              <a:gd name="T30" fmla="*/ 385 w 441"/>
                              <a:gd name="T31" fmla="*/ 73 h 177"/>
                              <a:gd name="T32" fmla="*/ 372 w 441"/>
                              <a:gd name="T33" fmla="*/ 130 h 177"/>
                              <a:gd name="T34" fmla="*/ 312 w 441"/>
                              <a:gd name="T35" fmla="*/ 142 h 177"/>
                              <a:gd name="T36" fmla="*/ 253 w 441"/>
                              <a:gd name="T37" fmla="*/ 120 h 177"/>
                              <a:gd name="T38" fmla="*/ 229 w 441"/>
                              <a:gd name="T39" fmla="*/ 107 h 177"/>
                              <a:gd name="T40" fmla="*/ 174 w 441"/>
                              <a:gd name="T41" fmla="*/ 93 h 177"/>
                              <a:gd name="T42" fmla="*/ 120 w 441"/>
                              <a:gd name="T43" fmla="*/ 108 h 177"/>
                              <a:gd name="T44" fmla="*/ 50 w 441"/>
                              <a:gd name="T45" fmla="*/ 139 h 177"/>
                              <a:gd name="T46" fmla="*/ 52 w 441"/>
                              <a:gd name="T47" fmla="*/ 151 h 177"/>
                              <a:gd name="T48" fmla="*/ 92 w 441"/>
                              <a:gd name="T49" fmla="*/ 143 h 177"/>
                              <a:gd name="T50" fmla="*/ 152 w 441"/>
                              <a:gd name="T51" fmla="*/ 122 h 177"/>
                              <a:gd name="T52" fmla="*/ 218 w 441"/>
                              <a:gd name="T53" fmla="*/ 131 h 177"/>
                              <a:gd name="T54" fmla="*/ 287 w 441"/>
                              <a:gd name="T55" fmla="*/ 166 h 177"/>
                              <a:gd name="T56" fmla="*/ 342 w 441"/>
                              <a:gd name="T57" fmla="*/ 176 h 177"/>
                              <a:gd name="T58" fmla="*/ 395 w 441"/>
                              <a:gd name="T59" fmla="*/ 158 h 177"/>
                              <a:gd name="T60" fmla="*/ 433 w 441"/>
                              <a:gd name="T61" fmla="*/ 113 h 177"/>
                              <a:gd name="T62" fmla="*/ 436 w 441"/>
                              <a:gd name="T63" fmla="*/ 51 h 177"/>
                              <a:gd name="T64" fmla="*/ 396 w 441"/>
                              <a:gd name="T65" fmla="*/ 126 h 177"/>
                              <a:gd name="T66" fmla="*/ 365 w 441"/>
                              <a:gd name="T67" fmla="*/ 157 h 177"/>
                              <a:gd name="T68" fmla="*/ 304 w 441"/>
                              <a:gd name="T69" fmla="*/ 153 h 177"/>
                              <a:gd name="T70" fmla="*/ 346 w 441"/>
                              <a:gd name="T71" fmla="*/ 152 h 177"/>
                              <a:gd name="T72" fmla="*/ 395 w 441"/>
                              <a:gd name="T73" fmla="*/ 106 h 177"/>
                              <a:gd name="T74" fmla="*/ 387 w 441"/>
                              <a:gd name="T75" fmla="*/ 49 h 177"/>
                              <a:gd name="T76" fmla="*/ 398 w 441"/>
                              <a:gd name="T77" fmla="*/ 64 h 177"/>
                              <a:gd name="T78" fmla="*/ 401 w 441"/>
                              <a:gd name="T79" fmla="*/ 104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441" h="177">
                                <a:moveTo>
                                  <a:pt x="436" y="51"/>
                                </a:moveTo>
                                <a:cubicBezTo>
                                  <a:pt x="432" y="40"/>
                                  <a:pt x="425" y="29"/>
                                  <a:pt x="416" y="21"/>
                                </a:cubicBezTo>
                                <a:cubicBezTo>
                                  <a:pt x="407" y="13"/>
                                  <a:pt x="397" y="8"/>
                                  <a:pt x="386" y="5"/>
                                </a:cubicBezTo>
                                <a:cubicBezTo>
                                  <a:pt x="376" y="2"/>
                                  <a:pt x="366" y="1"/>
                                  <a:pt x="356" y="0"/>
                                </a:cubicBezTo>
                                <a:cubicBezTo>
                                  <a:pt x="346" y="0"/>
                                  <a:pt x="336" y="1"/>
                                  <a:pt x="325" y="4"/>
                                </a:cubicBezTo>
                                <a:cubicBezTo>
                                  <a:pt x="315" y="7"/>
                                  <a:pt x="305" y="11"/>
                                  <a:pt x="297" y="18"/>
                                </a:cubicBezTo>
                                <a:cubicBezTo>
                                  <a:pt x="288" y="24"/>
                                  <a:pt x="281" y="32"/>
                                  <a:pt x="276" y="42"/>
                                </a:cubicBezTo>
                                <a:cubicBezTo>
                                  <a:pt x="271" y="51"/>
                                  <a:pt x="267" y="61"/>
                                  <a:pt x="266" y="71"/>
                                </a:cubicBezTo>
                                <a:cubicBezTo>
                                  <a:pt x="266" y="77"/>
                                  <a:pt x="266" y="82"/>
                                  <a:pt x="268" y="88"/>
                                </a:cubicBezTo>
                                <a:cubicBezTo>
                                  <a:pt x="269" y="94"/>
                                  <a:pt x="271" y="98"/>
                                  <a:pt x="274" y="103"/>
                                </a:cubicBezTo>
                                <a:cubicBezTo>
                                  <a:pt x="280" y="112"/>
                                  <a:pt x="289" y="119"/>
                                  <a:pt x="299" y="123"/>
                                </a:cubicBezTo>
                                <a:cubicBezTo>
                                  <a:pt x="309" y="126"/>
                                  <a:pt x="320" y="125"/>
                                  <a:pt x="330" y="121"/>
                                </a:cubicBezTo>
                                <a:cubicBezTo>
                                  <a:pt x="334" y="119"/>
                                  <a:pt x="339" y="116"/>
                                  <a:pt x="342" y="113"/>
                                </a:cubicBezTo>
                                <a:cubicBezTo>
                                  <a:pt x="344" y="111"/>
                                  <a:pt x="345" y="109"/>
                                  <a:pt x="346" y="107"/>
                                </a:cubicBezTo>
                                <a:cubicBezTo>
                                  <a:pt x="348" y="105"/>
                                  <a:pt x="349" y="102"/>
                                  <a:pt x="349" y="99"/>
                                </a:cubicBezTo>
                                <a:cubicBezTo>
                                  <a:pt x="350" y="94"/>
                                  <a:pt x="349" y="89"/>
                                  <a:pt x="347" y="85"/>
                                </a:cubicBezTo>
                                <a:cubicBezTo>
                                  <a:pt x="344" y="81"/>
                                  <a:pt x="342" y="78"/>
                                  <a:pt x="338" y="75"/>
                                </a:cubicBezTo>
                                <a:cubicBezTo>
                                  <a:pt x="341" y="78"/>
                                  <a:pt x="342" y="82"/>
                                  <a:pt x="343" y="86"/>
                                </a:cubicBezTo>
                                <a:cubicBezTo>
                                  <a:pt x="344" y="90"/>
                                  <a:pt x="344" y="94"/>
                                  <a:pt x="343" y="98"/>
                                </a:cubicBezTo>
                                <a:cubicBezTo>
                                  <a:pt x="342" y="99"/>
                                  <a:pt x="341" y="100"/>
                                  <a:pt x="340" y="102"/>
                                </a:cubicBezTo>
                                <a:cubicBezTo>
                                  <a:pt x="339" y="103"/>
                                  <a:pt x="337" y="104"/>
                                  <a:pt x="336" y="105"/>
                                </a:cubicBezTo>
                                <a:cubicBezTo>
                                  <a:pt x="332" y="107"/>
                                  <a:pt x="329" y="109"/>
                                  <a:pt x="326" y="110"/>
                                </a:cubicBezTo>
                                <a:cubicBezTo>
                                  <a:pt x="319" y="111"/>
                                  <a:pt x="311" y="110"/>
                                  <a:pt x="305" y="107"/>
                                </a:cubicBezTo>
                                <a:cubicBezTo>
                                  <a:pt x="299" y="104"/>
                                  <a:pt x="295" y="99"/>
                                  <a:pt x="292" y="93"/>
                                </a:cubicBezTo>
                                <a:cubicBezTo>
                                  <a:pt x="291" y="90"/>
                                  <a:pt x="290" y="87"/>
                                  <a:pt x="289" y="84"/>
                                </a:cubicBezTo>
                                <a:cubicBezTo>
                                  <a:pt x="289" y="81"/>
                                  <a:pt x="289" y="78"/>
                                  <a:pt x="290" y="75"/>
                                </a:cubicBezTo>
                                <a:cubicBezTo>
                                  <a:pt x="292" y="68"/>
                                  <a:pt x="295" y="62"/>
                                  <a:pt x="299" y="56"/>
                                </a:cubicBezTo>
                                <a:cubicBezTo>
                                  <a:pt x="307" y="45"/>
                                  <a:pt x="319" y="39"/>
                                  <a:pt x="333" y="37"/>
                                </a:cubicBezTo>
                                <a:cubicBezTo>
                                  <a:pt x="339" y="36"/>
                                  <a:pt x="346" y="36"/>
                                  <a:pt x="353" y="37"/>
                                </a:cubicBezTo>
                                <a:cubicBezTo>
                                  <a:pt x="356" y="37"/>
                                  <a:pt x="358" y="38"/>
                                  <a:pt x="360" y="38"/>
                                </a:cubicBezTo>
                                <a:cubicBezTo>
                                  <a:pt x="364" y="40"/>
                                  <a:pt x="367" y="43"/>
                                  <a:pt x="370" y="46"/>
                                </a:cubicBezTo>
                                <a:cubicBezTo>
                                  <a:pt x="377" y="53"/>
                                  <a:pt x="382" y="63"/>
                                  <a:pt x="385" y="73"/>
                                </a:cubicBezTo>
                                <a:cubicBezTo>
                                  <a:pt x="388" y="83"/>
                                  <a:pt x="389" y="94"/>
                                  <a:pt x="387" y="104"/>
                                </a:cubicBezTo>
                                <a:cubicBezTo>
                                  <a:pt x="385" y="114"/>
                                  <a:pt x="380" y="123"/>
                                  <a:pt x="372" y="130"/>
                                </a:cubicBezTo>
                                <a:cubicBezTo>
                                  <a:pt x="364" y="137"/>
                                  <a:pt x="354" y="141"/>
                                  <a:pt x="344" y="142"/>
                                </a:cubicBezTo>
                                <a:cubicBezTo>
                                  <a:pt x="334" y="144"/>
                                  <a:pt x="323" y="144"/>
                                  <a:pt x="312" y="142"/>
                                </a:cubicBezTo>
                                <a:cubicBezTo>
                                  <a:pt x="302" y="141"/>
                                  <a:pt x="291" y="138"/>
                                  <a:pt x="281" y="134"/>
                                </a:cubicBezTo>
                                <a:cubicBezTo>
                                  <a:pt x="271" y="130"/>
                                  <a:pt x="261" y="125"/>
                                  <a:pt x="253" y="120"/>
                                </a:cubicBezTo>
                                <a:cubicBezTo>
                                  <a:pt x="252" y="120"/>
                                  <a:pt x="252" y="120"/>
                                  <a:pt x="252" y="120"/>
                                </a:cubicBezTo>
                                <a:cubicBezTo>
                                  <a:pt x="245" y="116"/>
                                  <a:pt x="237" y="111"/>
                                  <a:pt x="229" y="107"/>
                                </a:cubicBezTo>
                                <a:cubicBezTo>
                                  <a:pt x="221" y="103"/>
                                  <a:pt x="213" y="99"/>
                                  <a:pt x="203" y="97"/>
                                </a:cubicBezTo>
                                <a:cubicBezTo>
                                  <a:pt x="194" y="94"/>
                                  <a:pt x="184" y="93"/>
                                  <a:pt x="174" y="93"/>
                                </a:cubicBezTo>
                                <a:cubicBezTo>
                                  <a:pt x="164" y="93"/>
                                  <a:pt x="154" y="95"/>
                                  <a:pt x="145" y="98"/>
                                </a:cubicBezTo>
                                <a:cubicBezTo>
                                  <a:pt x="136" y="101"/>
                                  <a:pt x="128" y="105"/>
                                  <a:pt x="120" y="108"/>
                                </a:cubicBezTo>
                                <a:cubicBezTo>
                                  <a:pt x="112" y="112"/>
                                  <a:pt x="104" y="116"/>
                                  <a:pt x="96" y="120"/>
                                </a:cubicBezTo>
                                <a:cubicBezTo>
                                  <a:pt x="81" y="129"/>
                                  <a:pt x="67" y="135"/>
                                  <a:pt x="50" y="139"/>
                                </a:cubicBezTo>
                                <a:cubicBezTo>
                                  <a:pt x="34" y="143"/>
                                  <a:pt x="17" y="144"/>
                                  <a:pt x="0" y="140"/>
                                </a:cubicBezTo>
                                <a:cubicBezTo>
                                  <a:pt x="15" y="149"/>
                                  <a:pt x="34" y="152"/>
                                  <a:pt x="52" y="151"/>
                                </a:cubicBezTo>
                                <a:cubicBezTo>
                                  <a:pt x="61" y="151"/>
                                  <a:pt x="70" y="149"/>
                                  <a:pt x="79" y="147"/>
                                </a:cubicBezTo>
                                <a:cubicBezTo>
                                  <a:pt x="83" y="146"/>
                                  <a:pt x="88" y="145"/>
                                  <a:pt x="92" y="143"/>
                                </a:cubicBezTo>
                                <a:cubicBezTo>
                                  <a:pt x="96" y="142"/>
                                  <a:pt x="101" y="140"/>
                                  <a:pt x="105" y="138"/>
                                </a:cubicBezTo>
                                <a:cubicBezTo>
                                  <a:pt x="120" y="132"/>
                                  <a:pt x="136" y="126"/>
                                  <a:pt x="152" y="122"/>
                                </a:cubicBezTo>
                                <a:cubicBezTo>
                                  <a:pt x="167" y="118"/>
                                  <a:pt x="181" y="118"/>
                                  <a:pt x="196" y="122"/>
                                </a:cubicBezTo>
                                <a:cubicBezTo>
                                  <a:pt x="203" y="124"/>
                                  <a:pt x="211" y="127"/>
                                  <a:pt x="218" y="131"/>
                                </a:cubicBezTo>
                                <a:cubicBezTo>
                                  <a:pt x="226" y="134"/>
                                  <a:pt x="233" y="138"/>
                                  <a:pt x="241" y="141"/>
                                </a:cubicBezTo>
                                <a:cubicBezTo>
                                  <a:pt x="255" y="149"/>
                                  <a:pt x="270" y="158"/>
                                  <a:pt x="287" y="166"/>
                                </a:cubicBezTo>
                                <a:cubicBezTo>
                                  <a:pt x="296" y="169"/>
                                  <a:pt x="305" y="173"/>
                                  <a:pt x="314" y="174"/>
                                </a:cubicBezTo>
                                <a:cubicBezTo>
                                  <a:pt x="323" y="176"/>
                                  <a:pt x="333" y="177"/>
                                  <a:pt x="342" y="176"/>
                                </a:cubicBezTo>
                                <a:cubicBezTo>
                                  <a:pt x="351" y="175"/>
                                  <a:pt x="360" y="174"/>
                                  <a:pt x="369" y="171"/>
                                </a:cubicBezTo>
                                <a:cubicBezTo>
                                  <a:pt x="378" y="169"/>
                                  <a:pt x="387" y="164"/>
                                  <a:pt x="395" y="158"/>
                                </a:cubicBezTo>
                                <a:cubicBezTo>
                                  <a:pt x="403" y="152"/>
                                  <a:pt x="410" y="146"/>
                                  <a:pt x="416" y="138"/>
                                </a:cubicBezTo>
                                <a:cubicBezTo>
                                  <a:pt x="423" y="131"/>
                                  <a:pt x="429" y="122"/>
                                  <a:pt x="433" y="113"/>
                                </a:cubicBezTo>
                                <a:cubicBezTo>
                                  <a:pt x="437" y="104"/>
                                  <a:pt x="440" y="94"/>
                                  <a:pt x="441" y="83"/>
                                </a:cubicBezTo>
                                <a:cubicBezTo>
                                  <a:pt x="441" y="72"/>
                                  <a:pt x="440" y="61"/>
                                  <a:pt x="436" y="51"/>
                                </a:cubicBezTo>
                                <a:close/>
                                <a:moveTo>
                                  <a:pt x="401" y="104"/>
                                </a:moveTo>
                                <a:cubicBezTo>
                                  <a:pt x="400" y="111"/>
                                  <a:pt x="399" y="119"/>
                                  <a:pt x="396" y="126"/>
                                </a:cubicBezTo>
                                <a:cubicBezTo>
                                  <a:pt x="394" y="133"/>
                                  <a:pt x="390" y="140"/>
                                  <a:pt x="384" y="145"/>
                                </a:cubicBezTo>
                                <a:cubicBezTo>
                                  <a:pt x="379" y="151"/>
                                  <a:pt x="372" y="154"/>
                                  <a:pt x="365" y="157"/>
                                </a:cubicBezTo>
                                <a:cubicBezTo>
                                  <a:pt x="357" y="159"/>
                                  <a:pt x="349" y="160"/>
                                  <a:pt x="341" y="161"/>
                                </a:cubicBezTo>
                                <a:cubicBezTo>
                                  <a:pt x="328" y="161"/>
                                  <a:pt x="315" y="158"/>
                                  <a:pt x="304" y="153"/>
                                </a:cubicBezTo>
                                <a:cubicBezTo>
                                  <a:pt x="306" y="153"/>
                                  <a:pt x="308" y="153"/>
                                  <a:pt x="311" y="154"/>
                                </a:cubicBezTo>
                                <a:cubicBezTo>
                                  <a:pt x="322" y="155"/>
                                  <a:pt x="334" y="154"/>
                                  <a:pt x="346" y="152"/>
                                </a:cubicBezTo>
                                <a:cubicBezTo>
                                  <a:pt x="357" y="149"/>
                                  <a:pt x="369" y="145"/>
                                  <a:pt x="378" y="137"/>
                                </a:cubicBezTo>
                                <a:cubicBezTo>
                                  <a:pt x="387" y="128"/>
                                  <a:pt x="393" y="117"/>
                                  <a:pt x="395" y="106"/>
                                </a:cubicBezTo>
                                <a:cubicBezTo>
                                  <a:pt x="397" y="94"/>
                                  <a:pt x="397" y="82"/>
                                  <a:pt x="394" y="70"/>
                                </a:cubicBezTo>
                                <a:cubicBezTo>
                                  <a:pt x="393" y="63"/>
                                  <a:pt x="390" y="56"/>
                                  <a:pt x="387" y="49"/>
                                </a:cubicBezTo>
                                <a:cubicBezTo>
                                  <a:pt x="388" y="49"/>
                                  <a:pt x="389" y="50"/>
                                  <a:pt x="389" y="51"/>
                                </a:cubicBezTo>
                                <a:cubicBezTo>
                                  <a:pt x="393" y="54"/>
                                  <a:pt x="396" y="59"/>
                                  <a:pt x="398" y="64"/>
                                </a:cubicBezTo>
                                <a:cubicBezTo>
                                  <a:pt x="400" y="70"/>
                                  <a:pt x="401" y="76"/>
                                  <a:pt x="401" y="83"/>
                                </a:cubicBezTo>
                                <a:cubicBezTo>
                                  <a:pt x="402" y="89"/>
                                  <a:pt x="402" y="96"/>
                                  <a:pt x="401" y="10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3" name="Freeform 11"/>
                        <wps:cNvSpPr/>
                        <wps:spPr bwMode="auto">
                          <a:xfrm>
                            <a:off x="4926013" y="3254375"/>
                            <a:ext cx="858838" cy="392113"/>
                          </a:xfrm>
                          <a:custGeom>
                            <a:avLst/>
                            <a:gdLst>
                              <a:gd name="T0" fmla="*/ 181 w 202"/>
                              <a:gd name="T1" fmla="*/ 77 h 91"/>
                              <a:gd name="T2" fmla="*/ 200 w 202"/>
                              <a:gd name="T3" fmla="*/ 55 h 91"/>
                              <a:gd name="T4" fmla="*/ 202 w 202"/>
                              <a:gd name="T5" fmla="*/ 39 h 91"/>
                              <a:gd name="T6" fmla="*/ 196 w 202"/>
                              <a:gd name="T7" fmla="*/ 22 h 91"/>
                              <a:gd name="T8" fmla="*/ 184 w 202"/>
                              <a:gd name="T9" fmla="*/ 10 h 91"/>
                              <a:gd name="T10" fmla="*/ 170 w 202"/>
                              <a:gd name="T11" fmla="*/ 4 h 91"/>
                              <a:gd name="T12" fmla="*/ 139 w 202"/>
                              <a:gd name="T13" fmla="*/ 5 h 91"/>
                              <a:gd name="T14" fmla="*/ 118 w 202"/>
                              <a:gd name="T15" fmla="*/ 26 h 91"/>
                              <a:gd name="T16" fmla="*/ 114 w 202"/>
                              <a:gd name="T17" fmla="*/ 41 h 91"/>
                              <a:gd name="T18" fmla="*/ 114 w 202"/>
                              <a:gd name="T19" fmla="*/ 49 h 91"/>
                              <a:gd name="T20" fmla="*/ 117 w 202"/>
                              <a:gd name="T21" fmla="*/ 56 h 91"/>
                              <a:gd name="T22" fmla="*/ 145 w 202"/>
                              <a:gd name="T23" fmla="*/ 66 h 91"/>
                              <a:gd name="T24" fmla="*/ 151 w 202"/>
                              <a:gd name="T25" fmla="*/ 61 h 91"/>
                              <a:gd name="T26" fmla="*/ 154 w 202"/>
                              <a:gd name="T27" fmla="*/ 55 h 91"/>
                              <a:gd name="T28" fmla="*/ 152 w 202"/>
                              <a:gd name="T29" fmla="*/ 48 h 91"/>
                              <a:gd name="T30" fmla="*/ 148 w 202"/>
                              <a:gd name="T31" fmla="*/ 43 h 91"/>
                              <a:gd name="T32" fmla="*/ 149 w 202"/>
                              <a:gd name="T33" fmla="*/ 53 h 91"/>
                              <a:gd name="T34" fmla="*/ 146 w 202"/>
                              <a:gd name="T35" fmla="*/ 56 h 91"/>
                              <a:gd name="T36" fmla="*/ 142 w 202"/>
                              <a:gd name="T37" fmla="*/ 57 h 91"/>
                              <a:gd name="T38" fmla="*/ 134 w 202"/>
                              <a:gd name="T39" fmla="*/ 55 h 91"/>
                              <a:gd name="T40" fmla="*/ 130 w 202"/>
                              <a:gd name="T41" fmla="*/ 50 h 91"/>
                              <a:gd name="T42" fmla="*/ 130 w 202"/>
                              <a:gd name="T43" fmla="*/ 47 h 91"/>
                              <a:gd name="T44" fmla="*/ 130 w 202"/>
                              <a:gd name="T45" fmla="*/ 43 h 91"/>
                              <a:gd name="T46" fmla="*/ 134 w 202"/>
                              <a:gd name="T47" fmla="*/ 36 h 91"/>
                              <a:gd name="T48" fmla="*/ 147 w 202"/>
                              <a:gd name="T49" fmla="*/ 27 h 91"/>
                              <a:gd name="T50" fmla="*/ 161 w 202"/>
                              <a:gd name="T51" fmla="*/ 29 h 91"/>
                              <a:gd name="T52" fmla="*/ 168 w 202"/>
                              <a:gd name="T53" fmla="*/ 33 h 91"/>
                              <a:gd name="T54" fmla="*/ 172 w 202"/>
                              <a:gd name="T55" fmla="*/ 37 h 91"/>
                              <a:gd name="T56" fmla="*/ 175 w 202"/>
                              <a:gd name="T57" fmla="*/ 49 h 91"/>
                              <a:gd name="T58" fmla="*/ 171 w 202"/>
                              <a:gd name="T59" fmla="*/ 67 h 91"/>
                              <a:gd name="T60" fmla="*/ 164 w 202"/>
                              <a:gd name="T61" fmla="*/ 74 h 91"/>
                              <a:gd name="T62" fmla="*/ 155 w 202"/>
                              <a:gd name="T63" fmla="*/ 77 h 91"/>
                              <a:gd name="T64" fmla="*/ 135 w 202"/>
                              <a:gd name="T65" fmla="*/ 74 h 91"/>
                              <a:gd name="T66" fmla="*/ 116 w 202"/>
                              <a:gd name="T67" fmla="*/ 63 h 91"/>
                              <a:gd name="T68" fmla="*/ 93 w 202"/>
                              <a:gd name="T69" fmla="*/ 53 h 91"/>
                              <a:gd name="T70" fmla="*/ 66 w 202"/>
                              <a:gd name="T71" fmla="*/ 53 h 91"/>
                              <a:gd name="T72" fmla="*/ 43 w 202"/>
                              <a:gd name="T73" fmla="*/ 61 h 91"/>
                              <a:gd name="T74" fmla="*/ 22 w 202"/>
                              <a:gd name="T75" fmla="*/ 68 h 91"/>
                              <a:gd name="T76" fmla="*/ 0 w 202"/>
                              <a:gd name="T77" fmla="*/ 72 h 91"/>
                              <a:gd name="T78" fmla="*/ 23 w 202"/>
                              <a:gd name="T79" fmla="*/ 77 h 91"/>
                              <a:gd name="T80" fmla="*/ 47 w 202"/>
                              <a:gd name="T81" fmla="*/ 74 h 91"/>
                              <a:gd name="T82" fmla="*/ 69 w 202"/>
                              <a:gd name="T83" fmla="*/ 70 h 91"/>
                              <a:gd name="T84" fmla="*/ 88 w 202"/>
                              <a:gd name="T85" fmla="*/ 71 h 91"/>
                              <a:gd name="T86" fmla="*/ 109 w 202"/>
                              <a:gd name="T87" fmla="*/ 78 h 91"/>
                              <a:gd name="T88" fmla="*/ 131 w 202"/>
                              <a:gd name="T89" fmla="*/ 86 h 91"/>
                              <a:gd name="T90" fmla="*/ 181 w 202"/>
                              <a:gd name="T91" fmla="*/ 77 h 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202" h="91">
                                <a:moveTo>
                                  <a:pt x="181" y="77"/>
                                </a:moveTo>
                                <a:cubicBezTo>
                                  <a:pt x="188" y="72"/>
                                  <a:pt x="196" y="65"/>
                                  <a:pt x="200" y="55"/>
                                </a:cubicBezTo>
                                <a:cubicBezTo>
                                  <a:pt x="202" y="50"/>
                                  <a:pt x="202" y="44"/>
                                  <a:pt x="202" y="39"/>
                                </a:cubicBezTo>
                                <a:cubicBezTo>
                                  <a:pt x="201" y="33"/>
                                  <a:pt x="199" y="27"/>
                                  <a:pt x="196" y="22"/>
                                </a:cubicBezTo>
                                <a:cubicBezTo>
                                  <a:pt x="193" y="17"/>
                                  <a:pt x="188" y="13"/>
                                  <a:pt x="184" y="10"/>
                                </a:cubicBezTo>
                                <a:cubicBezTo>
                                  <a:pt x="179" y="7"/>
                                  <a:pt x="175" y="5"/>
                                  <a:pt x="170" y="4"/>
                                </a:cubicBezTo>
                                <a:cubicBezTo>
                                  <a:pt x="161" y="1"/>
                                  <a:pt x="149" y="0"/>
                                  <a:pt x="139" y="5"/>
                                </a:cubicBezTo>
                                <a:cubicBezTo>
                                  <a:pt x="129" y="9"/>
                                  <a:pt x="121" y="18"/>
                                  <a:pt x="118" y="26"/>
                                </a:cubicBezTo>
                                <a:cubicBezTo>
                                  <a:pt x="116" y="31"/>
                                  <a:pt x="114" y="36"/>
                                  <a:pt x="114" y="41"/>
                                </a:cubicBezTo>
                                <a:cubicBezTo>
                                  <a:pt x="114" y="43"/>
                                  <a:pt x="114" y="46"/>
                                  <a:pt x="114" y="49"/>
                                </a:cubicBezTo>
                                <a:cubicBezTo>
                                  <a:pt x="115" y="52"/>
                                  <a:pt x="116" y="54"/>
                                  <a:pt x="117" y="56"/>
                                </a:cubicBezTo>
                                <a:cubicBezTo>
                                  <a:pt x="123" y="66"/>
                                  <a:pt x="136" y="70"/>
                                  <a:pt x="145" y="66"/>
                                </a:cubicBezTo>
                                <a:cubicBezTo>
                                  <a:pt x="147" y="65"/>
                                  <a:pt x="149" y="63"/>
                                  <a:pt x="151" y="61"/>
                                </a:cubicBezTo>
                                <a:cubicBezTo>
                                  <a:pt x="152" y="59"/>
                                  <a:pt x="153" y="58"/>
                                  <a:pt x="154" y="55"/>
                                </a:cubicBezTo>
                                <a:cubicBezTo>
                                  <a:pt x="154" y="52"/>
                                  <a:pt x="153" y="50"/>
                                  <a:pt x="152" y="48"/>
                                </a:cubicBezTo>
                                <a:cubicBezTo>
                                  <a:pt x="151" y="46"/>
                                  <a:pt x="150" y="45"/>
                                  <a:pt x="148" y="43"/>
                                </a:cubicBezTo>
                                <a:cubicBezTo>
                                  <a:pt x="150" y="47"/>
                                  <a:pt x="151" y="51"/>
                                  <a:pt x="149" y="53"/>
                                </a:cubicBezTo>
                                <a:cubicBezTo>
                                  <a:pt x="149" y="54"/>
                                  <a:pt x="147" y="55"/>
                                  <a:pt x="146" y="56"/>
                                </a:cubicBezTo>
                                <a:cubicBezTo>
                                  <a:pt x="145" y="57"/>
                                  <a:pt x="143" y="57"/>
                                  <a:pt x="142" y="57"/>
                                </a:cubicBezTo>
                                <a:cubicBezTo>
                                  <a:pt x="139" y="58"/>
                                  <a:pt x="136" y="57"/>
                                  <a:pt x="134" y="55"/>
                                </a:cubicBezTo>
                                <a:cubicBezTo>
                                  <a:pt x="132" y="54"/>
                                  <a:pt x="131" y="52"/>
                                  <a:pt x="130" y="50"/>
                                </a:cubicBezTo>
                                <a:cubicBezTo>
                                  <a:pt x="130" y="49"/>
                                  <a:pt x="130" y="47"/>
                                  <a:pt x="130" y="47"/>
                                </a:cubicBezTo>
                                <a:cubicBezTo>
                                  <a:pt x="130" y="46"/>
                                  <a:pt x="130" y="45"/>
                                  <a:pt x="130" y="43"/>
                                </a:cubicBezTo>
                                <a:cubicBezTo>
                                  <a:pt x="131" y="41"/>
                                  <a:pt x="133" y="38"/>
                                  <a:pt x="134" y="36"/>
                                </a:cubicBezTo>
                                <a:cubicBezTo>
                                  <a:pt x="138" y="31"/>
                                  <a:pt x="142" y="28"/>
                                  <a:pt x="147" y="27"/>
                                </a:cubicBezTo>
                                <a:cubicBezTo>
                                  <a:pt x="151" y="26"/>
                                  <a:pt x="156" y="27"/>
                                  <a:pt x="161" y="29"/>
                                </a:cubicBezTo>
                                <a:cubicBezTo>
                                  <a:pt x="164" y="30"/>
                                  <a:pt x="166" y="32"/>
                                  <a:pt x="168" y="33"/>
                                </a:cubicBezTo>
                                <a:cubicBezTo>
                                  <a:pt x="170" y="34"/>
                                  <a:pt x="171" y="36"/>
                                  <a:pt x="172" y="37"/>
                                </a:cubicBezTo>
                                <a:cubicBezTo>
                                  <a:pt x="174" y="40"/>
                                  <a:pt x="174" y="44"/>
                                  <a:pt x="175" y="49"/>
                                </a:cubicBezTo>
                                <a:cubicBezTo>
                                  <a:pt x="175" y="54"/>
                                  <a:pt x="175" y="61"/>
                                  <a:pt x="171" y="67"/>
                                </a:cubicBezTo>
                                <a:cubicBezTo>
                                  <a:pt x="169" y="70"/>
                                  <a:pt x="167" y="72"/>
                                  <a:pt x="164" y="74"/>
                                </a:cubicBezTo>
                                <a:cubicBezTo>
                                  <a:pt x="161" y="76"/>
                                  <a:pt x="158" y="76"/>
                                  <a:pt x="155" y="77"/>
                                </a:cubicBezTo>
                                <a:cubicBezTo>
                                  <a:pt x="148" y="78"/>
                                  <a:pt x="142" y="77"/>
                                  <a:pt x="135" y="74"/>
                                </a:cubicBezTo>
                                <a:cubicBezTo>
                                  <a:pt x="129" y="71"/>
                                  <a:pt x="123" y="67"/>
                                  <a:pt x="116" y="63"/>
                                </a:cubicBezTo>
                                <a:cubicBezTo>
                                  <a:pt x="109" y="59"/>
                                  <a:pt x="101" y="55"/>
                                  <a:pt x="93" y="53"/>
                                </a:cubicBezTo>
                                <a:cubicBezTo>
                                  <a:pt x="84" y="51"/>
                                  <a:pt x="75" y="51"/>
                                  <a:pt x="66" y="53"/>
                                </a:cubicBezTo>
                                <a:cubicBezTo>
                                  <a:pt x="58" y="55"/>
                                  <a:pt x="50" y="58"/>
                                  <a:pt x="43" y="61"/>
                                </a:cubicBezTo>
                                <a:cubicBezTo>
                                  <a:pt x="36" y="64"/>
                                  <a:pt x="29" y="66"/>
                                  <a:pt x="22" y="68"/>
                                </a:cubicBezTo>
                                <a:cubicBezTo>
                                  <a:pt x="15" y="71"/>
                                  <a:pt x="8" y="72"/>
                                  <a:pt x="0" y="72"/>
                                </a:cubicBezTo>
                                <a:cubicBezTo>
                                  <a:pt x="7" y="76"/>
                                  <a:pt x="15" y="77"/>
                                  <a:pt x="23" y="77"/>
                                </a:cubicBezTo>
                                <a:cubicBezTo>
                                  <a:pt x="31" y="77"/>
                                  <a:pt x="40" y="76"/>
                                  <a:pt x="47" y="74"/>
                                </a:cubicBezTo>
                                <a:cubicBezTo>
                                  <a:pt x="55" y="72"/>
                                  <a:pt x="62" y="71"/>
                                  <a:pt x="69" y="70"/>
                                </a:cubicBezTo>
                                <a:cubicBezTo>
                                  <a:pt x="76" y="69"/>
                                  <a:pt x="82" y="70"/>
                                  <a:pt x="88" y="71"/>
                                </a:cubicBezTo>
                                <a:cubicBezTo>
                                  <a:pt x="95" y="73"/>
                                  <a:pt x="102" y="75"/>
                                  <a:pt x="109" y="78"/>
                                </a:cubicBezTo>
                                <a:cubicBezTo>
                                  <a:pt x="116" y="80"/>
                                  <a:pt x="123" y="83"/>
                                  <a:pt x="131" y="86"/>
                                </a:cubicBezTo>
                                <a:cubicBezTo>
                                  <a:pt x="148" y="91"/>
                                  <a:pt x="166" y="88"/>
                                  <a:pt x="181" y="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046A0F" id="组合 13" o:spid="_x0000_s1026" style="position:absolute;left:0;text-align:left;margin-left:267.9pt;margin-top:130.55pt;width:110.3pt;height:35.95pt;z-index:251656704;mso-position-vertical-relative:page" coordorigin="49260,30480" coordsize="23399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">
                <v:shape id="Freeform 10" o:spid="_x0000_s1027" style="position:absolute;left:53895;top:30480;width:18764;height:7620;visibility:visible;mso-wrap-style:square;v-text-anchor:top" coordsize="4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" path="m436,51c432,40,425,29,416,21,407,13,397,8,386,5,376,2,366,1,356,,346,,336,1,325,4v-10,3,-20,7,-28,14c288,24,281,32,276,42v-5,9,-9,19,-10,29c266,77,266,82,268,88v1,6,3,10,6,15c280,112,289,119,299,123v10,3,21,2,31,-2c334,119,339,116,342,113v2,-2,3,-4,4,-6c348,105,349,102,349,99v1,-5,,-10,-2,-14c344,81,342,78,338,75v3,3,4,7,5,11c344,90,344,94,343,98v-1,1,-2,2,-3,4c339,103,337,104,336,105v-4,2,-7,4,-10,5c319,111,311,110,305,107v-6,-3,-10,-8,-13,-14c291,90,290,87,289,84v,-3,,-6,1,-9c292,68,295,62,299,56v8,-11,20,-17,34,-19c339,36,346,36,353,37v3,,5,1,7,1c364,40,367,43,370,46v7,7,12,17,15,27c388,83,389,94,387,104v-2,10,-7,19,-15,26c364,137,354,141,344,142v-10,2,-21,2,-32,c302,141,291,138,281,134v-10,-4,-20,-9,-28,-14c252,120,252,120,252,120v-7,-4,-15,-9,-23,-13c221,103,213,99,203,97v-9,-3,-19,-4,-29,-4c164,93,154,95,145,98v-9,3,-17,7,-25,10c112,112,104,116,96,120v-15,9,-29,15,-46,19c34,143,17,144,,140v15,9,34,12,52,11c61,151,70,149,79,147v4,-1,9,-2,13,-4c96,142,101,140,105,138v15,-6,31,-12,47,-16c167,118,181,118,196,122v7,2,15,5,22,9c226,134,233,138,241,141v14,8,29,17,46,25c296,169,305,173,314,174v9,2,19,3,28,2c351,175,360,174,369,171v9,-2,18,-7,26,-13c403,152,410,146,416,138v7,-7,13,-16,17,-25c437,104,440,94,441,83v,-11,-1,-22,-5,-32xm401,104v-1,7,-2,15,-5,22c394,133,390,140,384,145v-5,6,-12,9,-19,12c357,159,349,160,341,161v-13,,-26,-3,-37,-8c306,153,308,153,311,154v11,1,23,,35,-2c357,149,369,145,378,137v9,-9,15,-20,17,-31c397,94,397,82,394,70v-1,-7,-4,-14,-7,-21c388,49,389,50,389,51v4,3,7,8,9,13c400,70,401,76,401,83v1,6,1,13,,21xe" filled="f" stroked="f">
                  <v:path arrowok="t" o:connecttype="custom" o:connectlocs="1770052,90407;1514756,0;1263715,77492;1131812,305661;1165851,443424;1404128,520915;1472206,460644;1476461,365932;1459442,370237;1446677,439119;1387108,473559;1242440,400373;1233930,322881;1416892,159288;1531776,163593;1638149,314271;1582835,559661;1327539,611322;1076498,516610;974379,460644;740358,400373;510592,464949;212747,598407;221256,650068;391454,615627;646750,525220;927575,563966;1221165,714644;1455187,757695;1680698,680203;1842386,486475;1855150,219559;1684953,542441;1553050,675898;1293499,658678;1472206,654373;1680698,456339;1646659,210949;1693463,275525;1706228,447729" o:connectangles="0,0,0,0,0,0,0,0,0,0,0,0,0,0,0,0,0,0,0,0,0,0,0,0,0,0,0,0,0,0,0,0,0,0,0,0,0,0,0,0"/>
                  <o:lock v:ext="edit" verticies="t"/>
                </v:shape>
                <v:shape id="Freeform 11" o:spid="_x0000_s1028" style="position:absolute;left:49260;top:32543;width:8588;height:3921;visibility:visible;mso-wrap-style:square;v-text-anchor:top" coordsize="202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" path="m181,77v7,-5,15,-12,19,-22c202,50,202,44,202,39v-1,-6,-3,-12,-6,-17c193,17,188,13,184,10,179,7,175,5,170,4,161,1,149,,139,5,129,9,121,18,118,26v-2,5,-4,10,-4,15c114,43,114,46,114,49v1,3,2,5,3,7c123,66,136,70,145,66v2,-1,4,-3,6,-5c152,59,153,58,154,55v,-3,-1,-5,-2,-7c151,46,150,45,148,43v2,4,3,8,1,10c149,54,147,55,146,56v-1,1,-3,1,-4,1c139,58,136,57,134,55v-2,-1,-3,-3,-4,-5c130,49,130,47,130,47v,-1,,-2,,-4c131,41,133,38,134,36v4,-5,8,-8,13,-9c151,26,156,27,161,29v3,1,5,3,7,4c170,34,171,36,172,37v2,3,2,7,3,12c175,54,175,61,171,67v-2,3,-4,5,-7,7c161,76,158,76,155,77v-7,1,-13,,-20,-3c129,71,123,67,116,63,109,59,101,55,93,53,84,51,75,51,66,53v-8,2,-16,5,-23,8c36,64,29,66,22,68,15,71,8,72,,72v7,4,15,5,23,5c31,77,40,76,47,74v8,-2,15,-3,22,-4c76,69,82,70,88,71v7,2,14,4,21,7c116,80,123,83,131,86v17,5,35,2,50,-9xe" filled="f" stroked="f">
                  <v:path arrowok="t" o:connecttype="custom" o:connectlocs="769553,331788;850335,236991;858838,168048;833328,94797;782308,43089;722784,17236;590983,21545;501697,112032;484691,176666;484691,211138;497446,241300;616493,284390;642003,262845;654758,236991;646254,206829;629248,185284;633499,228374;620744,241300;603738,245609;569724,236991;552718,215447;552718,202520;552718,185284;569724,155122;624996,116341;684519,124959;714281,142195;731288,159431;744043,211138;727036,288699;697274,318861;659009,331788;573976,318861;493194,271463;395406,228374;280610,228374;182822,262845;93537,293008;0,310243;97788,331788;199829,318861;293365,301625;374147,305934;463432,336097;556969,370568;769553,331788" o:connectangles="0,0,0,0,0,0,0,0,0,0,0,0,0,0,0,0,0,0,0,0,0,0,0,0,0,0,0,0,0,0,0,0,0,0,0,0,0,0,0,0,0,0,0,0,0,0"/>
                </v:shape>
                <w10:wrap anchory="page"/>
              </v:group>
            </w:pict>
          </mc:Fallback>
        </mc:AlternateContent>
      </w:r>
    </w:p>
    <w:p w14:paraId="7F11A7FB" w14:textId="57F76360" w:rsidR="00680D77" w:rsidRDefault="00680D77"/>
    <w:p w14:paraId="63664217" w14:textId="77777777" w:rsidR="00680D77" w:rsidRDefault="00680D77"/>
    <w:p w14:paraId="65025A93" w14:textId="77777777" w:rsidR="00680D77" w:rsidRDefault="00680D77"/>
    <w:p w14:paraId="26599AA9" w14:textId="77777777" w:rsidR="00680D77" w:rsidRDefault="007B0D71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B13A110" wp14:editId="4C1F7D9B">
                <wp:simplePos x="0" y="0"/>
                <wp:positionH relativeFrom="column">
                  <wp:posOffset>772795</wp:posOffset>
                </wp:positionH>
                <wp:positionV relativeFrom="page">
                  <wp:posOffset>3653790</wp:posOffset>
                </wp:positionV>
                <wp:extent cx="3729355" cy="1426845"/>
                <wp:effectExtent l="0" t="0" r="1905" b="4445"/>
                <wp:wrapNone/>
                <wp:docPr id="3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 rot="5400000">
                          <a:off x="0" y="0"/>
                          <a:ext cx="3729355" cy="1426845"/>
                        </a:xfrm>
                        <a:custGeom>
                          <a:avLst/>
                          <a:gdLst>
                            <a:gd name="T0" fmla="*/ 142 w 3526"/>
                            <a:gd name="T1" fmla="*/ 40 h 1349"/>
                            <a:gd name="T2" fmla="*/ 37 w 3526"/>
                            <a:gd name="T3" fmla="*/ 1312 h 1349"/>
                            <a:gd name="T4" fmla="*/ 3489 w 3526"/>
                            <a:gd name="T5" fmla="*/ 1207 h 1349"/>
                            <a:gd name="T6" fmla="*/ 16 w 3526"/>
                            <a:gd name="T7" fmla="*/ 1103 h 1349"/>
                            <a:gd name="T8" fmla="*/ 37 w 3526"/>
                            <a:gd name="T9" fmla="*/ 263 h 1349"/>
                            <a:gd name="T10" fmla="*/ 37 w 3526"/>
                            <a:gd name="T11" fmla="*/ 250 h 1349"/>
                            <a:gd name="T12" fmla="*/ 3385 w 3526"/>
                            <a:gd name="T13" fmla="*/ 145 h 1349"/>
                            <a:gd name="T14" fmla="*/ 3443 w 3526"/>
                            <a:gd name="T15" fmla="*/ 158 h 1349"/>
                            <a:gd name="T16" fmla="*/ 3376 w 3526"/>
                            <a:gd name="T17" fmla="*/ 188 h 1349"/>
                            <a:gd name="T18" fmla="*/ 3376 w 3526"/>
                            <a:gd name="T19" fmla="*/ 188 h 1349"/>
                            <a:gd name="T20" fmla="*/ 3350 w 3526"/>
                            <a:gd name="T21" fmla="*/ 145 h 1349"/>
                            <a:gd name="T22" fmla="*/ 3350 w 3526"/>
                            <a:gd name="T23" fmla="*/ 86 h 1349"/>
                            <a:gd name="T24" fmla="*/ 3368 w 3526"/>
                            <a:gd name="T25" fmla="*/ 40 h 1349"/>
                            <a:gd name="T26" fmla="*/ 3339 w 3526"/>
                            <a:gd name="T27" fmla="*/ 75 h 1349"/>
                            <a:gd name="T28" fmla="*/ 3267 w 3526"/>
                            <a:gd name="T29" fmla="*/ 40 h 1349"/>
                            <a:gd name="T30" fmla="*/ 158 w 3526"/>
                            <a:gd name="T31" fmla="*/ 40 h 1349"/>
                            <a:gd name="T32" fmla="*/ 187 w 3526"/>
                            <a:gd name="T33" fmla="*/ 75 h 1349"/>
                            <a:gd name="T34" fmla="*/ 158 w 3526"/>
                            <a:gd name="T35" fmla="*/ 105 h 1349"/>
                            <a:gd name="T36" fmla="*/ 150 w 3526"/>
                            <a:gd name="T37" fmla="*/ 121 h 1349"/>
                            <a:gd name="T38" fmla="*/ 150 w 3526"/>
                            <a:gd name="T39" fmla="*/ 188 h 1349"/>
                            <a:gd name="T40" fmla="*/ 150 w 3526"/>
                            <a:gd name="T41" fmla="*/ 188 h 1349"/>
                            <a:gd name="T42" fmla="*/ 142 w 3526"/>
                            <a:gd name="T43" fmla="*/ 121 h 1349"/>
                            <a:gd name="T44" fmla="*/ 142 w 3526"/>
                            <a:gd name="T45" fmla="*/ 153 h 1349"/>
                            <a:gd name="T46" fmla="*/ 48 w 3526"/>
                            <a:gd name="T47" fmla="*/ 48 h 1349"/>
                            <a:gd name="T48" fmla="*/ 48 w 3526"/>
                            <a:gd name="T49" fmla="*/ 48 h 1349"/>
                            <a:gd name="T50" fmla="*/ 48 w 3526"/>
                            <a:gd name="T51" fmla="*/ 250 h 1349"/>
                            <a:gd name="T52" fmla="*/ 75 w 3526"/>
                            <a:gd name="T53" fmla="*/ 1191 h 1349"/>
                            <a:gd name="T54" fmla="*/ 83 w 3526"/>
                            <a:gd name="T55" fmla="*/ 1172 h 1349"/>
                            <a:gd name="T56" fmla="*/ 75 w 3526"/>
                            <a:gd name="T57" fmla="*/ 1277 h 1349"/>
                            <a:gd name="T58" fmla="*/ 83 w 3526"/>
                            <a:gd name="T59" fmla="*/ 1266 h 1349"/>
                            <a:gd name="T60" fmla="*/ 118 w 3526"/>
                            <a:gd name="T61" fmla="*/ 1172 h 1349"/>
                            <a:gd name="T62" fmla="*/ 246 w 3526"/>
                            <a:gd name="T63" fmla="*/ 1199 h 1349"/>
                            <a:gd name="T64" fmla="*/ 150 w 3526"/>
                            <a:gd name="T65" fmla="*/ 1199 h 1349"/>
                            <a:gd name="T66" fmla="*/ 150 w 3526"/>
                            <a:gd name="T67" fmla="*/ 1207 h 1349"/>
                            <a:gd name="T68" fmla="*/ 176 w 3526"/>
                            <a:gd name="T69" fmla="*/ 1247 h 1349"/>
                            <a:gd name="T70" fmla="*/ 246 w 3526"/>
                            <a:gd name="T71" fmla="*/ 1301 h 1349"/>
                            <a:gd name="T72" fmla="*/ 246 w 3526"/>
                            <a:gd name="T73" fmla="*/ 1301 h 1349"/>
                            <a:gd name="T74" fmla="*/ 3368 w 3526"/>
                            <a:gd name="T75" fmla="*/ 1336 h 1349"/>
                            <a:gd name="T76" fmla="*/ 3280 w 3526"/>
                            <a:gd name="T77" fmla="*/ 1301 h 1349"/>
                            <a:gd name="T78" fmla="*/ 3368 w 3526"/>
                            <a:gd name="T79" fmla="*/ 1266 h 1349"/>
                            <a:gd name="T80" fmla="*/ 3350 w 3526"/>
                            <a:gd name="T81" fmla="*/ 1231 h 1349"/>
                            <a:gd name="T82" fmla="*/ 3350 w 3526"/>
                            <a:gd name="T83" fmla="*/ 1172 h 1349"/>
                            <a:gd name="T84" fmla="*/ 3280 w 3526"/>
                            <a:gd name="T85" fmla="*/ 1199 h 1349"/>
                            <a:gd name="T86" fmla="*/ 3443 w 3526"/>
                            <a:gd name="T87" fmla="*/ 1207 h 1349"/>
                            <a:gd name="T88" fmla="*/ 3385 w 3526"/>
                            <a:gd name="T89" fmla="*/ 1172 h 1349"/>
                            <a:gd name="T90" fmla="*/ 3443 w 3526"/>
                            <a:gd name="T91" fmla="*/ 1172 h 1349"/>
                            <a:gd name="T92" fmla="*/ 3454 w 3526"/>
                            <a:gd name="T93" fmla="*/ 1277 h 1349"/>
                            <a:gd name="T94" fmla="*/ 3454 w 3526"/>
                            <a:gd name="T95" fmla="*/ 1162 h 1349"/>
                            <a:gd name="T96" fmla="*/ 3409 w 3526"/>
                            <a:gd name="T97" fmla="*/ 1089 h 1349"/>
                            <a:gd name="T98" fmla="*/ 3339 w 3526"/>
                            <a:gd name="T99" fmla="*/ 1207 h 1349"/>
                            <a:gd name="T100" fmla="*/ 187 w 3526"/>
                            <a:gd name="T101" fmla="*/ 1231 h 1349"/>
                            <a:gd name="T102" fmla="*/ 118 w 3526"/>
                            <a:gd name="T103" fmla="*/ 1162 h 1349"/>
                            <a:gd name="T104" fmla="*/ 142 w 3526"/>
                            <a:gd name="T105" fmla="*/ 188 h 1349"/>
                            <a:gd name="T106" fmla="*/ 262 w 3526"/>
                            <a:gd name="T107" fmla="*/ 121 h 1349"/>
                            <a:gd name="T108" fmla="*/ 3272 w 3526"/>
                            <a:gd name="T109" fmla="*/ 145 h 1349"/>
                            <a:gd name="T110" fmla="*/ 3478 w 3526"/>
                            <a:gd name="T111" fmla="*/ 263 h 1349"/>
                            <a:gd name="T112" fmla="*/ 3454 w 3526"/>
                            <a:gd name="T113" fmla="*/ 158 h 1349"/>
                            <a:gd name="T114" fmla="*/ 3385 w 3526"/>
                            <a:gd name="T115" fmla="*/ 75 h 1349"/>
                            <a:gd name="T116" fmla="*/ 3489 w 3526"/>
                            <a:gd name="T117" fmla="*/ 1103 h 1349"/>
                            <a:gd name="T118" fmla="*/ 3513 w 3526"/>
                            <a:gd name="T119" fmla="*/ 263 h 1349"/>
                            <a:gd name="T120" fmla="*/ 3513 w 3526"/>
                            <a:gd name="T121" fmla="*/ 250 h 13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3526" h="1349">
                              <a:moveTo>
                                <a:pt x="3489" y="145"/>
                              </a:moveTo>
                              <a:lnTo>
                                <a:pt x="3489" y="40"/>
                              </a:lnTo>
                              <a:lnTo>
                                <a:pt x="3385" y="40"/>
                              </a:lnTo>
                              <a:lnTo>
                                <a:pt x="3385" y="0"/>
                              </a:lnTo>
                              <a:lnTo>
                                <a:pt x="142" y="0"/>
                              </a:lnTo>
                              <a:lnTo>
                                <a:pt x="142" y="40"/>
                              </a:lnTo>
                              <a:lnTo>
                                <a:pt x="37" y="40"/>
                              </a:lnTo>
                              <a:lnTo>
                                <a:pt x="37" y="145"/>
                              </a:lnTo>
                              <a:lnTo>
                                <a:pt x="0" y="145"/>
                              </a:lnTo>
                              <a:lnTo>
                                <a:pt x="0" y="1207"/>
                              </a:lnTo>
                              <a:lnTo>
                                <a:pt x="37" y="1207"/>
                              </a:lnTo>
                              <a:lnTo>
                                <a:pt x="37" y="1312"/>
                              </a:lnTo>
                              <a:lnTo>
                                <a:pt x="142" y="1312"/>
                              </a:lnTo>
                              <a:lnTo>
                                <a:pt x="142" y="1349"/>
                              </a:lnTo>
                              <a:lnTo>
                                <a:pt x="3385" y="1349"/>
                              </a:lnTo>
                              <a:lnTo>
                                <a:pt x="3385" y="1312"/>
                              </a:lnTo>
                              <a:lnTo>
                                <a:pt x="3489" y="1312"/>
                              </a:lnTo>
                              <a:lnTo>
                                <a:pt x="3489" y="1207"/>
                              </a:lnTo>
                              <a:lnTo>
                                <a:pt x="3526" y="1207"/>
                              </a:lnTo>
                              <a:lnTo>
                                <a:pt x="3526" y="145"/>
                              </a:lnTo>
                              <a:lnTo>
                                <a:pt x="3489" y="145"/>
                              </a:lnTo>
                              <a:close/>
                              <a:moveTo>
                                <a:pt x="37" y="1191"/>
                              </a:moveTo>
                              <a:lnTo>
                                <a:pt x="16" y="1191"/>
                              </a:lnTo>
                              <a:lnTo>
                                <a:pt x="16" y="1103"/>
                              </a:lnTo>
                              <a:lnTo>
                                <a:pt x="37" y="1103"/>
                              </a:lnTo>
                              <a:lnTo>
                                <a:pt x="37" y="1191"/>
                              </a:lnTo>
                              <a:close/>
                              <a:moveTo>
                                <a:pt x="37" y="1089"/>
                              </a:moveTo>
                              <a:lnTo>
                                <a:pt x="16" y="1089"/>
                              </a:lnTo>
                              <a:lnTo>
                                <a:pt x="16" y="263"/>
                              </a:lnTo>
                              <a:lnTo>
                                <a:pt x="37" y="263"/>
                              </a:lnTo>
                              <a:lnTo>
                                <a:pt x="37" y="1089"/>
                              </a:lnTo>
                              <a:close/>
                              <a:moveTo>
                                <a:pt x="37" y="250"/>
                              </a:moveTo>
                              <a:lnTo>
                                <a:pt x="16" y="250"/>
                              </a:lnTo>
                              <a:lnTo>
                                <a:pt x="16" y="158"/>
                              </a:lnTo>
                              <a:lnTo>
                                <a:pt x="37" y="158"/>
                              </a:lnTo>
                              <a:lnTo>
                                <a:pt x="37" y="250"/>
                              </a:lnTo>
                              <a:close/>
                              <a:moveTo>
                                <a:pt x="3385" y="121"/>
                              </a:moveTo>
                              <a:lnTo>
                                <a:pt x="3385" y="121"/>
                              </a:lnTo>
                              <a:lnTo>
                                <a:pt x="3385" y="86"/>
                              </a:lnTo>
                              <a:lnTo>
                                <a:pt x="3443" y="86"/>
                              </a:lnTo>
                              <a:lnTo>
                                <a:pt x="3443" y="145"/>
                              </a:lnTo>
                              <a:lnTo>
                                <a:pt x="3385" y="145"/>
                              </a:lnTo>
                              <a:lnTo>
                                <a:pt x="3385" y="121"/>
                              </a:lnTo>
                              <a:close/>
                              <a:moveTo>
                                <a:pt x="3443" y="158"/>
                              </a:moveTo>
                              <a:lnTo>
                                <a:pt x="3443" y="180"/>
                              </a:lnTo>
                              <a:lnTo>
                                <a:pt x="3422" y="180"/>
                              </a:lnTo>
                              <a:lnTo>
                                <a:pt x="3422" y="158"/>
                              </a:lnTo>
                              <a:lnTo>
                                <a:pt x="3443" y="158"/>
                              </a:lnTo>
                              <a:close/>
                              <a:moveTo>
                                <a:pt x="3385" y="153"/>
                              </a:moveTo>
                              <a:lnTo>
                                <a:pt x="3409" y="153"/>
                              </a:lnTo>
                              <a:lnTo>
                                <a:pt x="3409" y="180"/>
                              </a:lnTo>
                              <a:lnTo>
                                <a:pt x="3385" y="180"/>
                              </a:lnTo>
                              <a:lnTo>
                                <a:pt x="3385" y="153"/>
                              </a:lnTo>
                              <a:close/>
                              <a:moveTo>
                                <a:pt x="3376" y="188"/>
                              </a:moveTo>
                              <a:lnTo>
                                <a:pt x="3376" y="250"/>
                              </a:lnTo>
                              <a:lnTo>
                                <a:pt x="3280" y="250"/>
                              </a:lnTo>
                              <a:lnTo>
                                <a:pt x="3280" y="153"/>
                              </a:lnTo>
                              <a:lnTo>
                                <a:pt x="3339" y="153"/>
                              </a:lnTo>
                              <a:lnTo>
                                <a:pt x="3339" y="188"/>
                              </a:lnTo>
                              <a:lnTo>
                                <a:pt x="3376" y="188"/>
                              </a:lnTo>
                              <a:close/>
                              <a:moveTo>
                                <a:pt x="3350" y="180"/>
                              </a:moveTo>
                              <a:lnTo>
                                <a:pt x="3350" y="153"/>
                              </a:lnTo>
                              <a:lnTo>
                                <a:pt x="3376" y="153"/>
                              </a:lnTo>
                              <a:lnTo>
                                <a:pt x="3376" y="180"/>
                              </a:lnTo>
                              <a:lnTo>
                                <a:pt x="3350" y="180"/>
                              </a:lnTo>
                              <a:close/>
                              <a:moveTo>
                                <a:pt x="3350" y="145"/>
                              </a:moveTo>
                              <a:lnTo>
                                <a:pt x="3350" y="121"/>
                              </a:lnTo>
                              <a:lnTo>
                                <a:pt x="3376" y="121"/>
                              </a:lnTo>
                              <a:lnTo>
                                <a:pt x="3376" y="145"/>
                              </a:lnTo>
                              <a:lnTo>
                                <a:pt x="3350" y="145"/>
                              </a:lnTo>
                              <a:close/>
                              <a:moveTo>
                                <a:pt x="3350" y="105"/>
                              </a:moveTo>
                              <a:lnTo>
                                <a:pt x="3350" y="86"/>
                              </a:lnTo>
                              <a:lnTo>
                                <a:pt x="3368" y="86"/>
                              </a:lnTo>
                              <a:lnTo>
                                <a:pt x="3368" y="105"/>
                              </a:lnTo>
                              <a:lnTo>
                                <a:pt x="3350" y="105"/>
                              </a:lnTo>
                              <a:close/>
                              <a:moveTo>
                                <a:pt x="3280" y="16"/>
                              </a:moveTo>
                              <a:lnTo>
                                <a:pt x="3368" y="16"/>
                              </a:lnTo>
                              <a:lnTo>
                                <a:pt x="3368" y="40"/>
                              </a:lnTo>
                              <a:lnTo>
                                <a:pt x="3280" y="40"/>
                              </a:lnTo>
                              <a:lnTo>
                                <a:pt x="3280" y="16"/>
                              </a:lnTo>
                              <a:close/>
                              <a:moveTo>
                                <a:pt x="3280" y="48"/>
                              </a:moveTo>
                              <a:lnTo>
                                <a:pt x="3368" y="48"/>
                              </a:lnTo>
                              <a:lnTo>
                                <a:pt x="3368" y="75"/>
                              </a:lnTo>
                              <a:lnTo>
                                <a:pt x="3339" y="75"/>
                              </a:lnTo>
                              <a:lnTo>
                                <a:pt x="3339" y="105"/>
                              </a:lnTo>
                              <a:lnTo>
                                <a:pt x="3280" y="105"/>
                              </a:lnTo>
                              <a:lnTo>
                                <a:pt x="3280" y="48"/>
                              </a:lnTo>
                              <a:close/>
                              <a:moveTo>
                                <a:pt x="262" y="16"/>
                              </a:moveTo>
                              <a:lnTo>
                                <a:pt x="3267" y="16"/>
                              </a:lnTo>
                              <a:lnTo>
                                <a:pt x="3267" y="40"/>
                              </a:lnTo>
                              <a:lnTo>
                                <a:pt x="262" y="40"/>
                              </a:lnTo>
                              <a:lnTo>
                                <a:pt x="262" y="16"/>
                              </a:lnTo>
                              <a:close/>
                              <a:moveTo>
                                <a:pt x="158" y="16"/>
                              </a:moveTo>
                              <a:lnTo>
                                <a:pt x="246" y="16"/>
                              </a:lnTo>
                              <a:lnTo>
                                <a:pt x="246" y="40"/>
                              </a:lnTo>
                              <a:lnTo>
                                <a:pt x="158" y="40"/>
                              </a:lnTo>
                              <a:lnTo>
                                <a:pt x="158" y="16"/>
                              </a:lnTo>
                              <a:close/>
                              <a:moveTo>
                                <a:pt x="158" y="48"/>
                              </a:moveTo>
                              <a:lnTo>
                                <a:pt x="246" y="48"/>
                              </a:lnTo>
                              <a:lnTo>
                                <a:pt x="246" y="105"/>
                              </a:lnTo>
                              <a:lnTo>
                                <a:pt x="187" y="105"/>
                              </a:lnTo>
                              <a:lnTo>
                                <a:pt x="187" y="75"/>
                              </a:lnTo>
                              <a:lnTo>
                                <a:pt x="158" y="75"/>
                              </a:lnTo>
                              <a:lnTo>
                                <a:pt x="158" y="48"/>
                              </a:lnTo>
                              <a:close/>
                              <a:moveTo>
                                <a:pt x="158" y="86"/>
                              </a:moveTo>
                              <a:lnTo>
                                <a:pt x="176" y="86"/>
                              </a:lnTo>
                              <a:lnTo>
                                <a:pt x="176" y="105"/>
                              </a:lnTo>
                              <a:lnTo>
                                <a:pt x="158" y="105"/>
                              </a:lnTo>
                              <a:lnTo>
                                <a:pt x="158" y="86"/>
                              </a:lnTo>
                              <a:close/>
                              <a:moveTo>
                                <a:pt x="150" y="121"/>
                              </a:moveTo>
                              <a:lnTo>
                                <a:pt x="176" y="121"/>
                              </a:lnTo>
                              <a:lnTo>
                                <a:pt x="176" y="145"/>
                              </a:lnTo>
                              <a:lnTo>
                                <a:pt x="150" y="145"/>
                              </a:lnTo>
                              <a:lnTo>
                                <a:pt x="150" y="121"/>
                              </a:lnTo>
                              <a:close/>
                              <a:moveTo>
                                <a:pt x="150" y="153"/>
                              </a:moveTo>
                              <a:lnTo>
                                <a:pt x="176" y="153"/>
                              </a:lnTo>
                              <a:lnTo>
                                <a:pt x="176" y="180"/>
                              </a:lnTo>
                              <a:lnTo>
                                <a:pt x="150" y="180"/>
                              </a:lnTo>
                              <a:lnTo>
                                <a:pt x="150" y="153"/>
                              </a:lnTo>
                              <a:close/>
                              <a:moveTo>
                                <a:pt x="150" y="188"/>
                              </a:moveTo>
                              <a:lnTo>
                                <a:pt x="187" y="188"/>
                              </a:lnTo>
                              <a:lnTo>
                                <a:pt x="187" y="153"/>
                              </a:lnTo>
                              <a:lnTo>
                                <a:pt x="246" y="153"/>
                              </a:lnTo>
                              <a:lnTo>
                                <a:pt x="246" y="250"/>
                              </a:lnTo>
                              <a:lnTo>
                                <a:pt x="150" y="250"/>
                              </a:lnTo>
                              <a:lnTo>
                                <a:pt x="150" y="188"/>
                              </a:lnTo>
                              <a:close/>
                              <a:moveTo>
                                <a:pt x="142" y="121"/>
                              </a:moveTo>
                              <a:lnTo>
                                <a:pt x="142" y="145"/>
                              </a:lnTo>
                              <a:lnTo>
                                <a:pt x="83" y="145"/>
                              </a:lnTo>
                              <a:lnTo>
                                <a:pt x="83" y="86"/>
                              </a:lnTo>
                              <a:lnTo>
                                <a:pt x="142" y="86"/>
                              </a:lnTo>
                              <a:lnTo>
                                <a:pt x="142" y="121"/>
                              </a:lnTo>
                              <a:lnTo>
                                <a:pt x="142" y="121"/>
                              </a:lnTo>
                              <a:close/>
                              <a:moveTo>
                                <a:pt x="142" y="153"/>
                              </a:moveTo>
                              <a:lnTo>
                                <a:pt x="142" y="180"/>
                              </a:lnTo>
                              <a:lnTo>
                                <a:pt x="118" y="180"/>
                              </a:lnTo>
                              <a:lnTo>
                                <a:pt x="118" y="153"/>
                              </a:lnTo>
                              <a:lnTo>
                                <a:pt x="142" y="153"/>
                              </a:lnTo>
                              <a:close/>
                              <a:moveTo>
                                <a:pt x="104" y="158"/>
                              </a:moveTo>
                              <a:lnTo>
                                <a:pt x="104" y="180"/>
                              </a:lnTo>
                              <a:lnTo>
                                <a:pt x="83" y="180"/>
                              </a:lnTo>
                              <a:lnTo>
                                <a:pt x="83" y="158"/>
                              </a:lnTo>
                              <a:lnTo>
                                <a:pt x="104" y="158"/>
                              </a:lnTo>
                              <a:close/>
                              <a:moveTo>
                                <a:pt x="48" y="48"/>
                              </a:moveTo>
                              <a:lnTo>
                                <a:pt x="142" y="48"/>
                              </a:lnTo>
                              <a:lnTo>
                                <a:pt x="142" y="75"/>
                              </a:lnTo>
                              <a:lnTo>
                                <a:pt x="75" y="75"/>
                              </a:lnTo>
                              <a:lnTo>
                                <a:pt x="75" y="145"/>
                              </a:lnTo>
                              <a:lnTo>
                                <a:pt x="48" y="145"/>
                              </a:lnTo>
                              <a:lnTo>
                                <a:pt x="48" y="48"/>
                              </a:lnTo>
                              <a:close/>
                              <a:moveTo>
                                <a:pt x="48" y="158"/>
                              </a:moveTo>
                              <a:lnTo>
                                <a:pt x="75" y="158"/>
                              </a:lnTo>
                              <a:lnTo>
                                <a:pt x="75" y="188"/>
                              </a:lnTo>
                              <a:lnTo>
                                <a:pt x="104" y="188"/>
                              </a:lnTo>
                              <a:lnTo>
                                <a:pt x="104" y="250"/>
                              </a:lnTo>
                              <a:lnTo>
                                <a:pt x="48" y="250"/>
                              </a:lnTo>
                              <a:lnTo>
                                <a:pt x="48" y="158"/>
                              </a:lnTo>
                              <a:close/>
                              <a:moveTo>
                                <a:pt x="48" y="1103"/>
                              </a:moveTo>
                              <a:lnTo>
                                <a:pt x="104" y="1103"/>
                              </a:lnTo>
                              <a:lnTo>
                                <a:pt x="104" y="1162"/>
                              </a:lnTo>
                              <a:lnTo>
                                <a:pt x="75" y="1162"/>
                              </a:lnTo>
                              <a:lnTo>
                                <a:pt x="75" y="1191"/>
                              </a:lnTo>
                              <a:lnTo>
                                <a:pt x="48" y="1191"/>
                              </a:lnTo>
                              <a:lnTo>
                                <a:pt x="48" y="1103"/>
                              </a:lnTo>
                              <a:close/>
                              <a:moveTo>
                                <a:pt x="104" y="1172"/>
                              </a:moveTo>
                              <a:lnTo>
                                <a:pt x="104" y="1191"/>
                              </a:lnTo>
                              <a:lnTo>
                                <a:pt x="83" y="1191"/>
                              </a:lnTo>
                              <a:lnTo>
                                <a:pt x="83" y="1172"/>
                              </a:lnTo>
                              <a:lnTo>
                                <a:pt x="104" y="1172"/>
                              </a:lnTo>
                              <a:close/>
                              <a:moveTo>
                                <a:pt x="142" y="1301"/>
                              </a:moveTo>
                              <a:lnTo>
                                <a:pt x="48" y="1301"/>
                              </a:lnTo>
                              <a:lnTo>
                                <a:pt x="48" y="1207"/>
                              </a:lnTo>
                              <a:lnTo>
                                <a:pt x="75" y="1207"/>
                              </a:lnTo>
                              <a:lnTo>
                                <a:pt x="75" y="1277"/>
                              </a:lnTo>
                              <a:lnTo>
                                <a:pt x="142" y="1277"/>
                              </a:lnTo>
                              <a:lnTo>
                                <a:pt x="142" y="1301"/>
                              </a:lnTo>
                              <a:close/>
                              <a:moveTo>
                                <a:pt x="142" y="1231"/>
                              </a:moveTo>
                              <a:lnTo>
                                <a:pt x="142" y="1231"/>
                              </a:lnTo>
                              <a:lnTo>
                                <a:pt x="142" y="1266"/>
                              </a:lnTo>
                              <a:lnTo>
                                <a:pt x="83" y="1266"/>
                              </a:lnTo>
                              <a:lnTo>
                                <a:pt x="83" y="1207"/>
                              </a:lnTo>
                              <a:lnTo>
                                <a:pt x="142" y="1207"/>
                              </a:lnTo>
                              <a:lnTo>
                                <a:pt x="142" y="1231"/>
                              </a:lnTo>
                              <a:close/>
                              <a:moveTo>
                                <a:pt x="142" y="1199"/>
                              </a:moveTo>
                              <a:lnTo>
                                <a:pt x="118" y="1199"/>
                              </a:lnTo>
                              <a:lnTo>
                                <a:pt x="118" y="1172"/>
                              </a:lnTo>
                              <a:lnTo>
                                <a:pt x="142" y="1172"/>
                              </a:lnTo>
                              <a:lnTo>
                                <a:pt x="142" y="1199"/>
                              </a:lnTo>
                              <a:close/>
                              <a:moveTo>
                                <a:pt x="150" y="1162"/>
                              </a:moveTo>
                              <a:lnTo>
                                <a:pt x="150" y="1103"/>
                              </a:lnTo>
                              <a:lnTo>
                                <a:pt x="246" y="1103"/>
                              </a:lnTo>
                              <a:lnTo>
                                <a:pt x="246" y="1199"/>
                              </a:lnTo>
                              <a:lnTo>
                                <a:pt x="187" y="1199"/>
                              </a:lnTo>
                              <a:lnTo>
                                <a:pt x="187" y="1162"/>
                              </a:lnTo>
                              <a:lnTo>
                                <a:pt x="150" y="1162"/>
                              </a:lnTo>
                              <a:close/>
                              <a:moveTo>
                                <a:pt x="176" y="1172"/>
                              </a:moveTo>
                              <a:lnTo>
                                <a:pt x="176" y="1199"/>
                              </a:lnTo>
                              <a:lnTo>
                                <a:pt x="150" y="1199"/>
                              </a:lnTo>
                              <a:lnTo>
                                <a:pt x="150" y="1172"/>
                              </a:lnTo>
                              <a:lnTo>
                                <a:pt x="176" y="1172"/>
                              </a:lnTo>
                              <a:close/>
                              <a:moveTo>
                                <a:pt x="176" y="1207"/>
                              </a:moveTo>
                              <a:lnTo>
                                <a:pt x="176" y="1231"/>
                              </a:lnTo>
                              <a:lnTo>
                                <a:pt x="150" y="1231"/>
                              </a:lnTo>
                              <a:lnTo>
                                <a:pt x="150" y="1207"/>
                              </a:lnTo>
                              <a:lnTo>
                                <a:pt x="176" y="1207"/>
                              </a:lnTo>
                              <a:close/>
                              <a:moveTo>
                                <a:pt x="176" y="1247"/>
                              </a:moveTo>
                              <a:lnTo>
                                <a:pt x="176" y="1266"/>
                              </a:lnTo>
                              <a:lnTo>
                                <a:pt x="158" y="1266"/>
                              </a:lnTo>
                              <a:lnTo>
                                <a:pt x="158" y="1247"/>
                              </a:lnTo>
                              <a:lnTo>
                                <a:pt x="176" y="1247"/>
                              </a:lnTo>
                              <a:close/>
                              <a:moveTo>
                                <a:pt x="246" y="1336"/>
                              </a:moveTo>
                              <a:lnTo>
                                <a:pt x="158" y="1336"/>
                              </a:lnTo>
                              <a:lnTo>
                                <a:pt x="158" y="1312"/>
                              </a:lnTo>
                              <a:lnTo>
                                <a:pt x="246" y="1312"/>
                              </a:lnTo>
                              <a:lnTo>
                                <a:pt x="246" y="1336"/>
                              </a:lnTo>
                              <a:close/>
                              <a:moveTo>
                                <a:pt x="246" y="1301"/>
                              </a:moveTo>
                              <a:lnTo>
                                <a:pt x="158" y="1301"/>
                              </a:lnTo>
                              <a:lnTo>
                                <a:pt x="158" y="1277"/>
                              </a:lnTo>
                              <a:lnTo>
                                <a:pt x="187" y="1277"/>
                              </a:lnTo>
                              <a:lnTo>
                                <a:pt x="187" y="1247"/>
                              </a:lnTo>
                              <a:lnTo>
                                <a:pt x="246" y="1247"/>
                              </a:lnTo>
                              <a:lnTo>
                                <a:pt x="246" y="1301"/>
                              </a:lnTo>
                              <a:close/>
                              <a:moveTo>
                                <a:pt x="3267" y="1336"/>
                              </a:moveTo>
                              <a:lnTo>
                                <a:pt x="262" y="1336"/>
                              </a:lnTo>
                              <a:lnTo>
                                <a:pt x="262" y="1312"/>
                              </a:lnTo>
                              <a:lnTo>
                                <a:pt x="3267" y="1312"/>
                              </a:lnTo>
                              <a:lnTo>
                                <a:pt x="3267" y="1336"/>
                              </a:lnTo>
                              <a:close/>
                              <a:moveTo>
                                <a:pt x="3368" y="1336"/>
                              </a:moveTo>
                              <a:lnTo>
                                <a:pt x="3280" y="1336"/>
                              </a:lnTo>
                              <a:lnTo>
                                <a:pt x="3280" y="1312"/>
                              </a:lnTo>
                              <a:lnTo>
                                <a:pt x="3368" y="1312"/>
                              </a:lnTo>
                              <a:lnTo>
                                <a:pt x="3368" y="1336"/>
                              </a:lnTo>
                              <a:close/>
                              <a:moveTo>
                                <a:pt x="3368" y="1301"/>
                              </a:moveTo>
                              <a:lnTo>
                                <a:pt x="3280" y="1301"/>
                              </a:lnTo>
                              <a:lnTo>
                                <a:pt x="3280" y="1247"/>
                              </a:lnTo>
                              <a:lnTo>
                                <a:pt x="3339" y="1247"/>
                              </a:lnTo>
                              <a:lnTo>
                                <a:pt x="3339" y="1277"/>
                              </a:lnTo>
                              <a:lnTo>
                                <a:pt x="3368" y="1277"/>
                              </a:lnTo>
                              <a:lnTo>
                                <a:pt x="3368" y="1301"/>
                              </a:lnTo>
                              <a:close/>
                              <a:moveTo>
                                <a:pt x="3368" y="1266"/>
                              </a:moveTo>
                              <a:lnTo>
                                <a:pt x="3350" y="1266"/>
                              </a:lnTo>
                              <a:lnTo>
                                <a:pt x="3350" y="1247"/>
                              </a:lnTo>
                              <a:lnTo>
                                <a:pt x="3368" y="1247"/>
                              </a:lnTo>
                              <a:lnTo>
                                <a:pt x="3368" y="1266"/>
                              </a:lnTo>
                              <a:close/>
                              <a:moveTo>
                                <a:pt x="3376" y="1231"/>
                              </a:moveTo>
                              <a:lnTo>
                                <a:pt x="3350" y="1231"/>
                              </a:lnTo>
                              <a:lnTo>
                                <a:pt x="3350" y="1207"/>
                              </a:lnTo>
                              <a:lnTo>
                                <a:pt x="3376" y="1207"/>
                              </a:lnTo>
                              <a:lnTo>
                                <a:pt x="3376" y="1231"/>
                              </a:lnTo>
                              <a:close/>
                              <a:moveTo>
                                <a:pt x="3376" y="1199"/>
                              </a:moveTo>
                              <a:lnTo>
                                <a:pt x="3350" y="1199"/>
                              </a:lnTo>
                              <a:lnTo>
                                <a:pt x="3350" y="1172"/>
                              </a:lnTo>
                              <a:lnTo>
                                <a:pt x="3376" y="1172"/>
                              </a:lnTo>
                              <a:lnTo>
                                <a:pt x="3376" y="1199"/>
                              </a:lnTo>
                              <a:close/>
                              <a:moveTo>
                                <a:pt x="3376" y="1162"/>
                              </a:moveTo>
                              <a:lnTo>
                                <a:pt x="3339" y="1162"/>
                              </a:lnTo>
                              <a:lnTo>
                                <a:pt x="3339" y="1199"/>
                              </a:lnTo>
                              <a:lnTo>
                                <a:pt x="3280" y="1199"/>
                              </a:lnTo>
                              <a:lnTo>
                                <a:pt x="3280" y="1103"/>
                              </a:lnTo>
                              <a:lnTo>
                                <a:pt x="3376" y="1103"/>
                              </a:lnTo>
                              <a:lnTo>
                                <a:pt x="3376" y="1162"/>
                              </a:lnTo>
                              <a:close/>
                              <a:moveTo>
                                <a:pt x="3385" y="1231"/>
                              </a:moveTo>
                              <a:lnTo>
                                <a:pt x="3385" y="1207"/>
                              </a:lnTo>
                              <a:lnTo>
                                <a:pt x="3443" y="1207"/>
                              </a:lnTo>
                              <a:lnTo>
                                <a:pt x="3443" y="1266"/>
                              </a:lnTo>
                              <a:lnTo>
                                <a:pt x="3385" y="1266"/>
                              </a:lnTo>
                              <a:lnTo>
                                <a:pt x="3385" y="1231"/>
                              </a:lnTo>
                              <a:lnTo>
                                <a:pt x="3385" y="1231"/>
                              </a:lnTo>
                              <a:close/>
                              <a:moveTo>
                                <a:pt x="3385" y="1199"/>
                              </a:moveTo>
                              <a:lnTo>
                                <a:pt x="3385" y="1172"/>
                              </a:lnTo>
                              <a:lnTo>
                                <a:pt x="3409" y="1172"/>
                              </a:lnTo>
                              <a:lnTo>
                                <a:pt x="3409" y="1199"/>
                              </a:lnTo>
                              <a:lnTo>
                                <a:pt x="3385" y="1199"/>
                              </a:lnTo>
                              <a:close/>
                              <a:moveTo>
                                <a:pt x="3422" y="1191"/>
                              </a:moveTo>
                              <a:lnTo>
                                <a:pt x="3422" y="1172"/>
                              </a:lnTo>
                              <a:lnTo>
                                <a:pt x="3443" y="1172"/>
                              </a:lnTo>
                              <a:lnTo>
                                <a:pt x="3443" y="1191"/>
                              </a:lnTo>
                              <a:lnTo>
                                <a:pt x="3422" y="1191"/>
                              </a:lnTo>
                              <a:close/>
                              <a:moveTo>
                                <a:pt x="3478" y="1301"/>
                              </a:moveTo>
                              <a:lnTo>
                                <a:pt x="3385" y="1301"/>
                              </a:lnTo>
                              <a:lnTo>
                                <a:pt x="3385" y="1277"/>
                              </a:lnTo>
                              <a:lnTo>
                                <a:pt x="3454" y="1277"/>
                              </a:lnTo>
                              <a:lnTo>
                                <a:pt x="3454" y="1207"/>
                              </a:lnTo>
                              <a:lnTo>
                                <a:pt x="3478" y="1207"/>
                              </a:lnTo>
                              <a:lnTo>
                                <a:pt x="3478" y="1301"/>
                              </a:lnTo>
                              <a:close/>
                              <a:moveTo>
                                <a:pt x="3478" y="1191"/>
                              </a:moveTo>
                              <a:lnTo>
                                <a:pt x="3454" y="1191"/>
                              </a:lnTo>
                              <a:lnTo>
                                <a:pt x="3454" y="1162"/>
                              </a:lnTo>
                              <a:lnTo>
                                <a:pt x="3422" y="1162"/>
                              </a:lnTo>
                              <a:lnTo>
                                <a:pt x="3422" y="1103"/>
                              </a:lnTo>
                              <a:lnTo>
                                <a:pt x="3478" y="1103"/>
                              </a:lnTo>
                              <a:lnTo>
                                <a:pt x="3478" y="1191"/>
                              </a:lnTo>
                              <a:close/>
                              <a:moveTo>
                                <a:pt x="3478" y="1089"/>
                              </a:moveTo>
                              <a:lnTo>
                                <a:pt x="3409" y="1089"/>
                              </a:lnTo>
                              <a:lnTo>
                                <a:pt x="3409" y="1162"/>
                              </a:lnTo>
                              <a:lnTo>
                                <a:pt x="3385" y="1162"/>
                              </a:lnTo>
                              <a:lnTo>
                                <a:pt x="3385" y="1094"/>
                              </a:lnTo>
                              <a:lnTo>
                                <a:pt x="3272" y="1094"/>
                              </a:lnTo>
                              <a:lnTo>
                                <a:pt x="3272" y="1207"/>
                              </a:lnTo>
                              <a:lnTo>
                                <a:pt x="3339" y="1207"/>
                              </a:lnTo>
                              <a:lnTo>
                                <a:pt x="3339" y="1231"/>
                              </a:lnTo>
                              <a:lnTo>
                                <a:pt x="3267" y="1231"/>
                              </a:lnTo>
                              <a:lnTo>
                                <a:pt x="3267" y="1301"/>
                              </a:lnTo>
                              <a:lnTo>
                                <a:pt x="262" y="1301"/>
                              </a:lnTo>
                              <a:lnTo>
                                <a:pt x="262" y="1231"/>
                              </a:lnTo>
                              <a:lnTo>
                                <a:pt x="187" y="1231"/>
                              </a:lnTo>
                              <a:lnTo>
                                <a:pt x="187" y="1207"/>
                              </a:lnTo>
                              <a:lnTo>
                                <a:pt x="254" y="1207"/>
                              </a:lnTo>
                              <a:lnTo>
                                <a:pt x="254" y="1094"/>
                              </a:lnTo>
                              <a:lnTo>
                                <a:pt x="142" y="1094"/>
                              </a:lnTo>
                              <a:lnTo>
                                <a:pt x="142" y="1162"/>
                              </a:lnTo>
                              <a:lnTo>
                                <a:pt x="118" y="1162"/>
                              </a:lnTo>
                              <a:lnTo>
                                <a:pt x="118" y="1089"/>
                              </a:lnTo>
                              <a:lnTo>
                                <a:pt x="48" y="1089"/>
                              </a:lnTo>
                              <a:lnTo>
                                <a:pt x="48" y="263"/>
                              </a:lnTo>
                              <a:lnTo>
                                <a:pt x="118" y="263"/>
                              </a:lnTo>
                              <a:lnTo>
                                <a:pt x="118" y="188"/>
                              </a:lnTo>
                              <a:lnTo>
                                <a:pt x="142" y="188"/>
                              </a:lnTo>
                              <a:lnTo>
                                <a:pt x="142" y="258"/>
                              </a:lnTo>
                              <a:lnTo>
                                <a:pt x="254" y="258"/>
                              </a:lnTo>
                              <a:lnTo>
                                <a:pt x="254" y="145"/>
                              </a:lnTo>
                              <a:lnTo>
                                <a:pt x="187" y="145"/>
                              </a:lnTo>
                              <a:lnTo>
                                <a:pt x="187" y="121"/>
                              </a:lnTo>
                              <a:lnTo>
                                <a:pt x="262" y="121"/>
                              </a:lnTo>
                              <a:lnTo>
                                <a:pt x="262" y="48"/>
                              </a:lnTo>
                              <a:lnTo>
                                <a:pt x="3267" y="48"/>
                              </a:lnTo>
                              <a:lnTo>
                                <a:pt x="3267" y="121"/>
                              </a:lnTo>
                              <a:lnTo>
                                <a:pt x="3339" y="121"/>
                              </a:lnTo>
                              <a:lnTo>
                                <a:pt x="3339" y="145"/>
                              </a:lnTo>
                              <a:lnTo>
                                <a:pt x="3272" y="145"/>
                              </a:lnTo>
                              <a:lnTo>
                                <a:pt x="3272" y="258"/>
                              </a:lnTo>
                              <a:lnTo>
                                <a:pt x="3385" y="258"/>
                              </a:lnTo>
                              <a:lnTo>
                                <a:pt x="3385" y="188"/>
                              </a:lnTo>
                              <a:lnTo>
                                <a:pt x="3409" y="188"/>
                              </a:lnTo>
                              <a:lnTo>
                                <a:pt x="3409" y="263"/>
                              </a:lnTo>
                              <a:lnTo>
                                <a:pt x="3478" y="263"/>
                              </a:lnTo>
                              <a:lnTo>
                                <a:pt x="3478" y="1089"/>
                              </a:lnTo>
                              <a:close/>
                              <a:moveTo>
                                <a:pt x="3478" y="250"/>
                              </a:moveTo>
                              <a:lnTo>
                                <a:pt x="3422" y="250"/>
                              </a:lnTo>
                              <a:lnTo>
                                <a:pt x="3422" y="188"/>
                              </a:lnTo>
                              <a:lnTo>
                                <a:pt x="3454" y="188"/>
                              </a:lnTo>
                              <a:lnTo>
                                <a:pt x="3454" y="158"/>
                              </a:lnTo>
                              <a:lnTo>
                                <a:pt x="3478" y="158"/>
                              </a:lnTo>
                              <a:lnTo>
                                <a:pt x="3478" y="250"/>
                              </a:lnTo>
                              <a:close/>
                              <a:moveTo>
                                <a:pt x="3478" y="145"/>
                              </a:moveTo>
                              <a:lnTo>
                                <a:pt x="3454" y="145"/>
                              </a:lnTo>
                              <a:lnTo>
                                <a:pt x="3454" y="75"/>
                              </a:lnTo>
                              <a:lnTo>
                                <a:pt x="3385" y="75"/>
                              </a:lnTo>
                              <a:lnTo>
                                <a:pt x="3385" y="48"/>
                              </a:lnTo>
                              <a:lnTo>
                                <a:pt x="3478" y="48"/>
                              </a:lnTo>
                              <a:lnTo>
                                <a:pt x="3478" y="145"/>
                              </a:lnTo>
                              <a:close/>
                              <a:moveTo>
                                <a:pt x="3513" y="1191"/>
                              </a:moveTo>
                              <a:lnTo>
                                <a:pt x="3489" y="1191"/>
                              </a:lnTo>
                              <a:lnTo>
                                <a:pt x="3489" y="1103"/>
                              </a:lnTo>
                              <a:lnTo>
                                <a:pt x="3513" y="1103"/>
                              </a:lnTo>
                              <a:lnTo>
                                <a:pt x="3513" y="1191"/>
                              </a:lnTo>
                              <a:close/>
                              <a:moveTo>
                                <a:pt x="3513" y="1089"/>
                              </a:moveTo>
                              <a:lnTo>
                                <a:pt x="3489" y="1089"/>
                              </a:lnTo>
                              <a:lnTo>
                                <a:pt x="3489" y="263"/>
                              </a:lnTo>
                              <a:lnTo>
                                <a:pt x="3513" y="263"/>
                              </a:lnTo>
                              <a:lnTo>
                                <a:pt x="3513" y="1089"/>
                              </a:lnTo>
                              <a:close/>
                              <a:moveTo>
                                <a:pt x="3513" y="250"/>
                              </a:moveTo>
                              <a:lnTo>
                                <a:pt x="3489" y="250"/>
                              </a:lnTo>
                              <a:lnTo>
                                <a:pt x="3489" y="158"/>
                              </a:lnTo>
                              <a:lnTo>
                                <a:pt x="3513" y="158"/>
                              </a:lnTo>
                              <a:lnTo>
                                <a:pt x="3513" y="2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w14:anchorId="7A7E28CD" id="Freeform 15" o:spid="_x0000_s1026" style="position:absolute;left:0;text-align:left;margin-left:60.85pt;margin-top:287.7pt;width:293.65pt;height:112.35pt;rotation:90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coordsize="3526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" path="m3489,145r,-105l3385,40r,-40l142,r,40l37,40r,105l,145,,1207r37,l37,1312r105,l142,1349r3243,l3385,1312r104,l3489,1207r37,l3526,145r-37,xm37,1191r-21,l16,1103r21,l37,1191xm37,1089r-21,l16,263r21,l37,1089xm37,250r-21,l16,158r21,l37,250xm3385,121r,l3385,86r58,l3443,145r-58,l3385,121xm3443,158r,22l3422,180r,-22l3443,158xm3385,153r24,l3409,180r-24,l3385,153xm3376,188r,62l3280,250r,-97l3339,153r,35l3376,188xm3350,180r,-27l3376,153r,27l3350,180xm3350,145r,-24l3376,121r,24l3350,145xm3350,105r,-19l3368,86r,19l3350,105xm3280,16r88,l3368,40r-88,l3280,16xm3280,48r88,l3368,75r-29,l3339,105r-59,l3280,48xm262,16r3005,l3267,40,262,40r,-24xm158,16r88,l246,40r-88,l158,16xm158,48r88,l246,105r-59,l187,75r-29,l158,48xm158,86r18,l176,105r-18,l158,86xm150,121r26,l176,145r-26,l150,121xm150,153r26,l176,180r-26,l150,153xm150,188r37,l187,153r59,l246,250r-96,l150,188xm142,121r,24l83,145r,-59l142,86r,35l142,121xm142,153r,27l118,180r,-27l142,153xm104,158r,22l83,180r,-22l104,158xm48,48r94,l142,75r-67,l75,145r-27,l48,48xm48,158r27,l75,188r29,l104,250r-56,l48,158xm48,1103r56,l104,1162r-29,l75,1191r-27,l48,1103xm104,1172r,19l83,1191r,-19l104,1172xm142,1301r-94,l48,1207r27,l75,1277r67,l142,1301xm142,1231r,l142,1266r-59,l83,1207r59,l142,1231xm142,1199r-24,l118,1172r24,l142,1199xm150,1162r,-59l246,1103r,96l187,1199r,-37l150,1162xm176,1172r,27l150,1199r,-27l176,1172xm176,1207r,24l150,1231r,-24l176,1207xm176,1247r,19l158,1266r,-19l176,1247xm246,1336r-88,l158,1312r88,l246,1336xm246,1301r-88,l158,1277r29,l187,1247r59,l246,1301xm3267,1336r-3005,l262,1312r3005,l3267,1336xm3368,1336r-88,l3280,1312r88,l3368,1336xm3368,1301r-88,l3280,1247r59,l3339,1277r29,l3368,1301xm3368,1266r-18,l3350,1247r18,l3368,1266xm3376,1231r-26,l3350,1207r26,l3376,1231xm3376,1199r-26,l3350,1172r26,l3376,1199xm3376,1162r-37,l3339,1199r-59,l3280,1103r96,l3376,1162xm3385,1231r,-24l3443,1207r,59l3385,1266r,-35l3385,1231xm3385,1199r,-27l3409,1172r,27l3385,1199xm3422,1191r,-19l3443,1172r,19l3422,1191xm3478,1301r-93,l3385,1277r69,l3454,1207r24,l3478,1301xm3478,1191r-24,l3454,1162r-32,l3422,1103r56,l3478,1191xm3478,1089r-69,l3409,1162r-24,l3385,1094r-113,l3272,1207r67,l3339,1231r-72,l3267,1301r-3005,l262,1231r-75,l187,1207r67,l254,1094r-112,l142,1162r-24,l118,1089r-70,l48,263r70,l118,188r24,l142,258r112,l254,145r-67,l187,121r75,l262,48r3005,l3267,121r72,l3339,145r-67,l3272,258r113,l3385,188r24,l3409,263r69,l3478,1089xm3478,250r-56,l3422,188r32,l3454,158r24,l3478,250xm3478,145r-24,l3454,75r-69,l3385,48r93,l3478,145xm3513,1191r-24,l3489,1103r24,l3513,1191xm3513,1089r-24,l3489,263r24,l3513,1089xm3513,250r-24,l3489,158r24,l3513,250xe" fillcolor="#c00000" stroked="f">
                <v:path arrowok="t" o:connecttype="custom" o:connectlocs="150190,42308;39134,1387710;3690221,1276651;16923,1166649;39134,278177;39134,264426;3580223,153367;3641568,167118;3570704,198849;3570704,198849;3543205,153367;3543205,90963;3562243,42308;3531570,79328;3455418,42308;167112,42308;197785,79328;167112,111059;158651,127982;158651,198849;158651,198849;150190,127982;150190,161829;50768,50770;50768,50770;50768,264426;79325,1259727;87787,1239631;79325,1350690;87787,1339055;124805,1239631;260188,1268189;158651,1268189;158651,1276651;186150,1318959;260188,1376075;260188,1376075;3562243,1413095;3469167,1376075;3562243,1339055;3543205,1302036;3543205,1239631;3469167,1268189;3641568,1276651;3580223,1239631;3641568,1239631;3653203,1350690;3653203,1229054;3605607,1151842;3531570,1276651;197785,1302036;124805,1229054;150190,198849;277110,127982;3460706,153367;3678587,278177;3653203,167118;3580223,79328;3690221,1166649;3715605,278177;3715605,264426" o:connectangles="0,0,0,0,0,0,0,0,0,0,0,0,0,0,0,0,0,0,0,0,0,0,0,0,0,0,0,0,0,0,0,0,0,0,0,0,0,0,0,0,0,0,0,0,0,0,0,0,0,0,0,0,0,0,0,0,0,0,0,0,0"/>
                <o:lock v:ext="edit" verticies="t"/>
                <w10:wrap anchory="page"/>
              </v:shape>
            </w:pict>
          </mc:Fallback>
        </mc:AlternateContent>
      </w:r>
    </w:p>
    <w:p w14:paraId="568F1664" w14:textId="77777777" w:rsidR="00680D77" w:rsidRDefault="007B0D71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774A92E" wp14:editId="29C4DAE1">
                <wp:simplePos x="0" y="0"/>
                <wp:positionH relativeFrom="column">
                  <wp:posOffset>2099310</wp:posOffset>
                </wp:positionH>
                <wp:positionV relativeFrom="page">
                  <wp:posOffset>2545715</wp:posOffset>
                </wp:positionV>
                <wp:extent cx="943610" cy="3665220"/>
                <wp:effectExtent l="0" t="0" r="0" b="0"/>
                <wp:wrapNone/>
                <wp:docPr id="8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3610" cy="3665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54D34566" w14:textId="77777777" w:rsidR="00680D77" w:rsidRDefault="007B0D71">
                            <w:pPr>
                              <w:spacing w:line="1000" w:lineRule="exact"/>
                              <w:jc w:val="center"/>
                              <w:rPr>
                                <w:rFonts w:ascii="思源黑体 CN Heavy" w:eastAsia="思源黑体 CN Heavy" w:hAnsi="思源黑体 CN Heavy" w:cs="思源黑体 CN Heavy"/>
                                <w:bCs/>
                                <w:color w:val="C00000"/>
                                <w:kern w:val="0"/>
                                <w:sz w:val="96"/>
                                <w:szCs w:val="96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Cs/>
                                <w:color w:val="C00000"/>
                                <w:kern w:val="0"/>
                                <w:sz w:val="96"/>
                                <w:szCs w:val="96"/>
                                <w:lang w:bidi="ar"/>
                              </w:rPr>
                              <w:t>年会</w:t>
                            </w: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Cs/>
                                <w:color w:val="C00000"/>
                                <w:kern w:val="0"/>
                                <w:sz w:val="96"/>
                                <w:szCs w:val="96"/>
                                <w:lang w:bidi="ar"/>
                              </w:rPr>
                              <w:t>节目单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w14:anchorId="7774A92E" id="_x0000_s1027" type="#_x0000_t202" style="position:absolute;left:0;text-align:left;margin-left:165.3pt;margin-top:200.45pt;width:74.3pt;height:288.6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" filled="f" stroked="f">
                <v:textbox style="layout-flow:vertical-ideographic">
                  <w:txbxContent>
                    <w:p w14:paraId="54D34566" w14:textId="77777777" w:rsidR="00680D77" w:rsidRDefault="007B0D71">
                      <w:pPr>
                        <w:spacing w:line="1000" w:lineRule="exact"/>
                        <w:jc w:val="center"/>
                        <w:rPr>
                          <w:rFonts w:ascii="思源黑体 CN Heavy" w:eastAsia="思源黑体 CN Heavy" w:hAnsi="思源黑体 CN Heavy" w:cs="思源黑体 CN Heavy"/>
                          <w:bCs/>
                          <w:color w:val="C00000"/>
                          <w:kern w:val="0"/>
                          <w:sz w:val="96"/>
                          <w:szCs w:val="96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bCs/>
                          <w:color w:val="C00000"/>
                          <w:kern w:val="0"/>
                          <w:sz w:val="96"/>
                          <w:szCs w:val="96"/>
                          <w:lang w:bidi="ar"/>
                        </w:rPr>
                        <w:t>年会</w:t>
                      </w:r>
                      <w:r>
                        <w:rPr>
                          <w:rFonts w:ascii="思源黑体 CN Heavy" w:eastAsia="思源黑体 CN Heavy" w:hAnsi="思源黑体 CN Heavy" w:cs="思源黑体 CN Heavy" w:hint="eastAsia"/>
                          <w:bCs/>
                          <w:color w:val="C00000"/>
                          <w:kern w:val="0"/>
                          <w:sz w:val="96"/>
                          <w:szCs w:val="96"/>
                          <w:lang w:bidi="ar"/>
                        </w:rPr>
                        <w:t>节目单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A5AE1BB" w14:textId="77777777" w:rsidR="00680D77" w:rsidRDefault="00680D77"/>
    <w:p w14:paraId="1B928FE3" w14:textId="2056DF7D" w:rsidR="00680D77" w:rsidRDefault="00680D77"/>
    <w:p w14:paraId="60A6BFD8" w14:textId="77777777" w:rsidR="00680D77" w:rsidRDefault="00680D77"/>
    <w:p w14:paraId="781AAD23" w14:textId="77777777" w:rsidR="00680D77" w:rsidRDefault="00680D77"/>
    <w:p w14:paraId="32711898" w14:textId="77777777" w:rsidR="00680D77" w:rsidRDefault="00680D77"/>
    <w:p w14:paraId="37C942E1" w14:textId="76E13BF9" w:rsidR="00680D77" w:rsidRDefault="00680D77"/>
    <w:p w14:paraId="3F178C67" w14:textId="77777777" w:rsidR="00680D77" w:rsidRDefault="00680D77"/>
    <w:p w14:paraId="05721D05" w14:textId="47B968BC" w:rsidR="00680D77" w:rsidRDefault="00680D77"/>
    <w:p w14:paraId="05CFF4E1" w14:textId="7CF4B551" w:rsidR="00680D77" w:rsidRDefault="00680D77"/>
    <w:p w14:paraId="15F207B9" w14:textId="056DE704" w:rsidR="00680D77" w:rsidRDefault="00680D77"/>
    <w:p w14:paraId="011F0F97" w14:textId="50F8B868" w:rsidR="00680D77" w:rsidRDefault="00680D77"/>
    <w:p w14:paraId="1FA5BCFE" w14:textId="05114D76" w:rsidR="00680D77" w:rsidRDefault="00680D77"/>
    <w:p w14:paraId="34502B66" w14:textId="0C11F281" w:rsidR="00680D77" w:rsidRDefault="00680D77"/>
    <w:p w14:paraId="029DC635" w14:textId="0A97AF3B" w:rsidR="00680D77" w:rsidRDefault="00680D77"/>
    <w:p w14:paraId="79C9886C" w14:textId="77777777" w:rsidR="00680D77" w:rsidRDefault="00680D77"/>
    <w:p w14:paraId="4383A364" w14:textId="7ED1073E" w:rsidR="00680D77" w:rsidRDefault="00680D77"/>
    <w:p w14:paraId="2C2007C6" w14:textId="30B0C35F" w:rsidR="00680D77" w:rsidRDefault="00680D77"/>
    <w:p w14:paraId="63D7059A" w14:textId="2BD1BE2B" w:rsidR="00680D77" w:rsidRDefault="00680D77"/>
    <w:p w14:paraId="4AFEDA82" w14:textId="6FF4E3DC" w:rsidR="00680D77" w:rsidRDefault="007B0D71">
      <w:pPr>
        <w:tabs>
          <w:tab w:val="right" w:pos="8306"/>
        </w:tabs>
        <w:jc w:val="left"/>
        <w:sectPr w:rsidR="00680D77">
          <w:headerReference w:type="default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209CA20" wp14:editId="2A809333">
                <wp:simplePos x="0" y="0"/>
                <wp:positionH relativeFrom="column">
                  <wp:posOffset>477520</wp:posOffset>
                </wp:positionH>
                <wp:positionV relativeFrom="page">
                  <wp:posOffset>6606540</wp:posOffset>
                </wp:positionV>
                <wp:extent cx="4318635" cy="478790"/>
                <wp:effectExtent l="0" t="0" r="0" b="0"/>
                <wp:wrapNone/>
                <wp:docPr id="6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635" cy="478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34649A67" w14:textId="77777777" w:rsidR="00680D77" w:rsidRDefault="007B0D71">
                            <w:pPr>
                              <w:spacing w:line="520" w:lineRule="exact"/>
                              <w:jc w:val="center"/>
                              <w:rPr>
                                <w:rFonts w:ascii="思源黑体 CN Medium" w:eastAsia="思源黑体 CN Medium" w:hAnsi="思源黑体 CN Medium" w:cs="思源黑体 CN Medium"/>
                                <w:bCs/>
                                <w:color w:val="C000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Cs/>
                                <w:color w:val="C000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——幸福安康</w:t>
                            </w: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Cs/>
                                <w:color w:val="C000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·</w:t>
                            </w: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Cs/>
                                <w:color w:val="C000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如意吉祥——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7209CA20" id="_x0000_s1028" type="#_x0000_t202" style="position:absolute;margin-left:37.6pt;margin-top:520.2pt;width:340.05pt;height:37.7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" filled="f" stroked="f">
                <v:textbox>
                  <w:txbxContent>
                    <w:p w14:paraId="34649A67" w14:textId="77777777" w:rsidR="00680D77" w:rsidRDefault="007B0D71">
                      <w:pPr>
                        <w:spacing w:line="520" w:lineRule="exact"/>
                        <w:jc w:val="center"/>
                        <w:rPr>
                          <w:rFonts w:ascii="思源黑体 CN Medium" w:eastAsia="思源黑体 CN Medium" w:hAnsi="思源黑体 CN Medium" w:cs="思源黑体 CN Medium"/>
                          <w:bCs/>
                          <w:color w:val="C00000"/>
                          <w:kern w:val="0"/>
                          <w:sz w:val="44"/>
                          <w:szCs w:val="44"/>
                          <w:lang w:bidi="ar"/>
                        </w:rPr>
                      </w:pP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Cs/>
                          <w:color w:val="C00000"/>
                          <w:kern w:val="0"/>
                          <w:sz w:val="44"/>
                          <w:szCs w:val="44"/>
                          <w:lang w:bidi="ar"/>
                        </w:rPr>
                        <w:t>——幸福安康</w:t>
                      </w: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Cs/>
                          <w:color w:val="C00000"/>
                          <w:kern w:val="0"/>
                          <w:sz w:val="44"/>
                          <w:szCs w:val="44"/>
                          <w:lang w:bidi="ar"/>
                        </w:rPr>
                        <w:t>·</w:t>
                      </w: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Cs/>
                          <w:color w:val="C00000"/>
                          <w:kern w:val="0"/>
                          <w:sz w:val="44"/>
                          <w:szCs w:val="44"/>
                          <w:lang w:bidi="ar"/>
                        </w:rPr>
                        <w:t>如意吉祥——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</w:rPr>
        <w:tab/>
      </w:r>
    </w:p>
    <w:p w14:paraId="2E1186D8" w14:textId="38E3BEAA" w:rsidR="00680D77" w:rsidRDefault="007B0D7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85417472" behindDoc="0" locked="0" layoutInCell="1" allowOverlap="1" wp14:anchorId="0EA82EFD" wp14:editId="651F679D">
                <wp:simplePos x="0" y="0"/>
                <wp:positionH relativeFrom="column">
                  <wp:posOffset>1581785</wp:posOffset>
                </wp:positionH>
                <wp:positionV relativeFrom="page">
                  <wp:posOffset>687705</wp:posOffset>
                </wp:positionV>
                <wp:extent cx="2110740" cy="556260"/>
                <wp:effectExtent l="0" t="0" r="0" b="0"/>
                <wp:wrapNone/>
                <wp:docPr id="20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740" cy="556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361217C" w14:textId="77777777" w:rsidR="00680D77" w:rsidRDefault="007B0D71">
                            <w:pPr>
                              <w:spacing w:line="900" w:lineRule="exact"/>
                              <w:jc w:val="center"/>
                              <w:rPr>
                                <w:rFonts w:ascii="思源黑体 CN Heavy" w:eastAsia="思源黑体 CN Heavy" w:hAnsi="思源黑体 CN Heavy" w:cs="思源黑体 CN Heavy"/>
                                <w:b/>
                                <w:color w:val="C00000"/>
                                <w:kern w:val="0"/>
                                <w:sz w:val="88"/>
                                <w:szCs w:val="88"/>
                                <w:lang w:bidi="ar"/>
                              </w:rPr>
                            </w:pPr>
                            <w:r>
                              <w:rPr>
                                <w:rFonts w:ascii="思源黑体 CN Heavy" w:eastAsia="思源黑体 CN Heavy" w:hAnsi="思源黑体 CN Heavy" w:cs="思源黑体 CN Heavy" w:hint="eastAsia"/>
                                <w:b/>
                                <w:color w:val="C00000"/>
                                <w:kern w:val="0"/>
                                <w:sz w:val="88"/>
                                <w:szCs w:val="88"/>
                                <w:lang w:bidi="ar"/>
                              </w:rPr>
                              <w:t>20XX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0EA82EFD" id="_x0000_s1029" type="#_x0000_t202" style="position:absolute;left:0;text-align:left;margin-left:124.55pt;margin-top:54.15pt;width:166.2pt;height:43.8pt;z-index:28541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" filled="f" stroked="f">
                <v:textbox>
                  <w:txbxContent>
                    <w:p w14:paraId="7361217C" w14:textId="77777777" w:rsidR="00680D77" w:rsidRDefault="007B0D71">
                      <w:pPr>
                        <w:spacing w:line="900" w:lineRule="exact"/>
                        <w:jc w:val="center"/>
                        <w:rPr>
                          <w:rFonts w:ascii="思源黑体 CN Heavy" w:eastAsia="思源黑体 CN Heavy" w:hAnsi="思源黑体 CN Heavy" w:cs="思源黑体 CN Heavy"/>
                          <w:b/>
                          <w:color w:val="C00000"/>
                          <w:kern w:val="0"/>
                          <w:sz w:val="88"/>
                          <w:szCs w:val="88"/>
                          <w:lang w:bidi="ar"/>
                        </w:rPr>
                      </w:pPr>
                      <w:r>
                        <w:rPr>
                          <w:rFonts w:ascii="思源黑体 CN Heavy" w:eastAsia="思源黑体 CN Heavy" w:hAnsi="思源黑体 CN Heavy" w:cs="思源黑体 CN Heavy" w:hint="eastAsia"/>
                          <w:b/>
                          <w:color w:val="C00000"/>
                          <w:kern w:val="0"/>
                          <w:sz w:val="88"/>
                          <w:szCs w:val="88"/>
                          <w:lang w:bidi="ar"/>
                        </w:rPr>
                        <w:t>20XX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85418496" behindDoc="0" locked="0" layoutInCell="1" allowOverlap="1" wp14:anchorId="00D6EBB9" wp14:editId="501DCB15">
                <wp:simplePos x="0" y="0"/>
                <wp:positionH relativeFrom="column">
                  <wp:posOffset>1216660</wp:posOffset>
                </wp:positionH>
                <wp:positionV relativeFrom="page">
                  <wp:posOffset>1170305</wp:posOffset>
                </wp:positionV>
                <wp:extent cx="2840990" cy="455930"/>
                <wp:effectExtent l="0" t="0" r="16510" b="127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0990" cy="455930"/>
                          <a:chOff x="16347" y="1994"/>
                          <a:chExt cx="4474" cy="718"/>
                        </a:xfrm>
                      </wpg:grpSpPr>
                      <wpg:grpSp>
                        <wpg:cNvPr id="17" name="组合 13"/>
                        <wpg:cNvGrpSpPr/>
                        <wpg:grpSpPr>
                          <a:xfrm>
                            <a:off x="18615" y="1994"/>
                            <a:ext cx="2206" cy="719"/>
                            <a:chOff x="4926013" y="3048000"/>
                            <a:chExt cx="2339975" cy="762000"/>
                          </a:xfrm>
                          <a:solidFill>
                            <a:srgbClr val="C00000"/>
                          </a:solidFill>
                        </wpg:grpSpPr>
                        <wps:wsp>
                          <wps:cNvPr id="18" name="Freeform 10"/>
                          <wps:cNvSpPr>
                            <a:spLocks noEditPoints="1"/>
                          </wps:cNvSpPr>
                          <wps:spPr bwMode="auto">
                            <a:xfrm>
                              <a:off x="5389563" y="3048000"/>
                              <a:ext cx="1876425" cy="762000"/>
                            </a:xfrm>
                            <a:custGeom>
                              <a:avLst/>
                              <a:gdLst>
                                <a:gd name="T0" fmla="*/ 416 w 441"/>
                                <a:gd name="T1" fmla="*/ 21 h 177"/>
                                <a:gd name="T2" fmla="*/ 356 w 441"/>
                                <a:gd name="T3" fmla="*/ 0 h 177"/>
                                <a:gd name="T4" fmla="*/ 297 w 441"/>
                                <a:gd name="T5" fmla="*/ 18 h 177"/>
                                <a:gd name="T6" fmla="*/ 266 w 441"/>
                                <a:gd name="T7" fmla="*/ 71 h 177"/>
                                <a:gd name="T8" fmla="*/ 274 w 441"/>
                                <a:gd name="T9" fmla="*/ 103 h 177"/>
                                <a:gd name="T10" fmla="*/ 330 w 441"/>
                                <a:gd name="T11" fmla="*/ 121 h 177"/>
                                <a:gd name="T12" fmla="*/ 346 w 441"/>
                                <a:gd name="T13" fmla="*/ 107 h 177"/>
                                <a:gd name="T14" fmla="*/ 347 w 441"/>
                                <a:gd name="T15" fmla="*/ 85 h 177"/>
                                <a:gd name="T16" fmla="*/ 343 w 441"/>
                                <a:gd name="T17" fmla="*/ 86 h 177"/>
                                <a:gd name="T18" fmla="*/ 340 w 441"/>
                                <a:gd name="T19" fmla="*/ 102 h 177"/>
                                <a:gd name="T20" fmla="*/ 326 w 441"/>
                                <a:gd name="T21" fmla="*/ 110 h 177"/>
                                <a:gd name="T22" fmla="*/ 292 w 441"/>
                                <a:gd name="T23" fmla="*/ 93 h 177"/>
                                <a:gd name="T24" fmla="*/ 290 w 441"/>
                                <a:gd name="T25" fmla="*/ 75 h 177"/>
                                <a:gd name="T26" fmla="*/ 333 w 441"/>
                                <a:gd name="T27" fmla="*/ 37 h 177"/>
                                <a:gd name="T28" fmla="*/ 360 w 441"/>
                                <a:gd name="T29" fmla="*/ 38 h 177"/>
                                <a:gd name="T30" fmla="*/ 385 w 441"/>
                                <a:gd name="T31" fmla="*/ 73 h 177"/>
                                <a:gd name="T32" fmla="*/ 372 w 441"/>
                                <a:gd name="T33" fmla="*/ 130 h 177"/>
                                <a:gd name="T34" fmla="*/ 312 w 441"/>
                                <a:gd name="T35" fmla="*/ 142 h 177"/>
                                <a:gd name="T36" fmla="*/ 253 w 441"/>
                                <a:gd name="T37" fmla="*/ 120 h 177"/>
                                <a:gd name="T38" fmla="*/ 229 w 441"/>
                                <a:gd name="T39" fmla="*/ 107 h 177"/>
                                <a:gd name="T40" fmla="*/ 174 w 441"/>
                                <a:gd name="T41" fmla="*/ 93 h 177"/>
                                <a:gd name="T42" fmla="*/ 120 w 441"/>
                                <a:gd name="T43" fmla="*/ 108 h 177"/>
                                <a:gd name="T44" fmla="*/ 50 w 441"/>
                                <a:gd name="T45" fmla="*/ 139 h 177"/>
                                <a:gd name="T46" fmla="*/ 52 w 441"/>
                                <a:gd name="T47" fmla="*/ 151 h 177"/>
                                <a:gd name="T48" fmla="*/ 92 w 441"/>
                                <a:gd name="T49" fmla="*/ 143 h 177"/>
                                <a:gd name="T50" fmla="*/ 152 w 441"/>
                                <a:gd name="T51" fmla="*/ 122 h 177"/>
                                <a:gd name="T52" fmla="*/ 218 w 441"/>
                                <a:gd name="T53" fmla="*/ 131 h 177"/>
                                <a:gd name="T54" fmla="*/ 287 w 441"/>
                                <a:gd name="T55" fmla="*/ 166 h 177"/>
                                <a:gd name="T56" fmla="*/ 342 w 441"/>
                                <a:gd name="T57" fmla="*/ 176 h 177"/>
                                <a:gd name="T58" fmla="*/ 395 w 441"/>
                                <a:gd name="T59" fmla="*/ 158 h 177"/>
                                <a:gd name="T60" fmla="*/ 433 w 441"/>
                                <a:gd name="T61" fmla="*/ 113 h 177"/>
                                <a:gd name="T62" fmla="*/ 436 w 441"/>
                                <a:gd name="T63" fmla="*/ 51 h 177"/>
                                <a:gd name="T64" fmla="*/ 396 w 441"/>
                                <a:gd name="T65" fmla="*/ 126 h 177"/>
                                <a:gd name="T66" fmla="*/ 365 w 441"/>
                                <a:gd name="T67" fmla="*/ 157 h 177"/>
                                <a:gd name="T68" fmla="*/ 304 w 441"/>
                                <a:gd name="T69" fmla="*/ 153 h 177"/>
                                <a:gd name="T70" fmla="*/ 346 w 441"/>
                                <a:gd name="T71" fmla="*/ 152 h 177"/>
                                <a:gd name="T72" fmla="*/ 395 w 441"/>
                                <a:gd name="T73" fmla="*/ 106 h 177"/>
                                <a:gd name="T74" fmla="*/ 387 w 441"/>
                                <a:gd name="T75" fmla="*/ 49 h 177"/>
                                <a:gd name="T76" fmla="*/ 398 w 441"/>
                                <a:gd name="T77" fmla="*/ 64 h 177"/>
                                <a:gd name="T78" fmla="*/ 401 w 441"/>
                                <a:gd name="T79" fmla="*/ 104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41" h="177">
                                  <a:moveTo>
                                    <a:pt x="436" y="51"/>
                                  </a:moveTo>
                                  <a:cubicBezTo>
                                    <a:pt x="432" y="40"/>
                                    <a:pt x="425" y="29"/>
                                    <a:pt x="416" y="21"/>
                                  </a:cubicBezTo>
                                  <a:cubicBezTo>
                                    <a:pt x="407" y="13"/>
                                    <a:pt x="397" y="8"/>
                                    <a:pt x="386" y="5"/>
                                  </a:cubicBezTo>
                                  <a:cubicBezTo>
                                    <a:pt x="376" y="2"/>
                                    <a:pt x="366" y="1"/>
                                    <a:pt x="356" y="0"/>
                                  </a:cubicBezTo>
                                  <a:cubicBezTo>
                                    <a:pt x="346" y="0"/>
                                    <a:pt x="336" y="1"/>
                                    <a:pt x="325" y="4"/>
                                  </a:cubicBezTo>
                                  <a:cubicBezTo>
                                    <a:pt x="315" y="7"/>
                                    <a:pt x="305" y="11"/>
                                    <a:pt x="297" y="18"/>
                                  </a:cubicBezTo>
                                  <a:cubicBezTo>
                                    <a:pt x="288" y="24"/>
                                    <a:pt x="281" y="32"/>
                                    <a:pt x="276" y="42"/>
                                  </a:cubicBezTo>
                                  <a:cubicBezTo>
                                    <a:pt x="271" y="51"/>
                                    <a:pt x="267" y="61"/>
                                    <a:pt x="266" y="71"/>
                                  </a:cubicBezTo>
                                  <a:cubicBezTo>
                                    <a:pt x="266" y="77"/>
                                    <a:pt x="266" y="82"/>
                                    <a:pt x="268" y="88"/>
                                  </a:cubicBezTo>
                                  <a:cubicBezTo>
                                    <a:pt x="269" y="94"/>
                                    <a:pt x="271" y="98"/>
                                    <a:pt x="274" y="103"/>
                                  </a:cubicBezTo>
                                  <a:cubicBezTo>
                                    <a:pt x="280" y="112"/>
                                    <a:pt x="289" y="119"/>
                                    <a:pt x="299" y="123"/>
                                  </a:cubicBezTo>
                                  <a:cubicBezTo>
                                    <a:pt x="309" y="126"/>
                                    <a:pt x="320" y="125"/>
                                    <a:pt x="330" y="121"/>
                                  </a:cubicBezTo>
                                  <a:cubicBezTo>
                                    <a:pt x="334" y="119"/>
                                    <a:pt x="339" y="116"/>
                                    <a:pt x="342" y="113"/>
                                  </a:cubicBezTo>
                                  <a:cubicBezTo>
                                    <a:pt x="344" y="111"/>
                                    <a:pt x="345" y="109"/>
                                    <a:pt x="346" y="107"/>
                                  </a:cubicBezTo>
                                  <a:cubicBezTo>
                                    <a:pt x="348" y="105"/>
                                    <a:pt x="349" y="102"/>
                                    <a:pt x="349" y="99"/>
                                  </a:cubicBezTo>
                                  <a:cubicBezTo>
                                    <a:pt x="350" y="94"/>
                                    <a:pt x="349" y="89"/>
                                    <a:pt x="347" y="85"/>
                                  </a:cubicBezTo>
                                  <a:cubicBezTo>
                                    <a:pt x="344" y="81"/>
                                    <a:pt x="342" y="78"/>
                                    <a:pt x="338" y="75"/>
                                  </a:cubicBezTo>
                                  <a:cubicBezTo>
                                    <a:pt x="341" y="78"/>
                                    <a:pt x="342" y="82"/>
                                    <a:pt x="343" y="86"/>
                                  </a:cubicBezTo>
                                  <a:cubicBezTo>
                                    <a:pt x="344" y="90"/>
                                    <a:pt x="344" y="94"/>
                                    <a:pt x="343" y="98"/>
                                  </a:cubicBezTo>
                                  <a:cubicBezTo>
                                    <a:pt x="342" y="99"/>
                                    <a:pt x="341" y="100"/>
                                    <a:pt x="340" y="102"/>
                                  </a:cubicBezTo>
                                  <a:cubicBezTo>
                                    <a:pt x="339" y="103"/>
                                    <a:pt x="337" y="104"/>
                                    <a:pt x="336" y="105"/>
                                  </a:cubicBezTo>
                                  <a:cubicBezTo>
                                    <a:pt x="332" y="107"/>
                                    <a:pt x="329" y="109"/>
                                    <a:pt x="326" y="110"/>
                                  </a:cubicBezTo>
                                  <a:cubicBezTo>
                                    <a:pt x="319" y="111"/>
                                    <a:pt x="311" y="110"/>
                                    <a:pt x="305" y="107"/>
                                  </a:cubicBezTo>
                                  <a:cubicBezTo>
                                    <a:pt x="299" y="104"/>
                                    <a:pt x="295" y="99"/>
                                    <a:pt x="292" y="93"/>
                                  </a:cubicBezTo>
                                  <a:cubicBezTo>
                                    <a:pt x="291" y="90"/>
                                    <a:pt x="290" y="87"/>
                                    <a:pt x="289" y="84"/>
                                  </a:cubicBezTo>
                                  <a:cubicBezTo>
                                    <a:pt x="289" y="81"/>
                                    <a:pt x="289" y="78"/>
                                    <a:pt x="290" y="75"/>
                                  </a:cubicBezTo>
                                  <a:cubicBezTo>
                                    <a:pt x="292" y="68"/>
                                    <a:pt x="295" y="62"/>
                                    <a:pt x="299" y="56"/>
                                  </a:cubicBezTo>
                                  <a:cubicBezTo>
                                    <a:pt x="307" y="45"/>
                                    <a:pt x="319" y="39"/>
                                    <a:pt x="333" y="37"/>
                                  </a:cubicBezTo>
                                  <a:cubicBezTo>
                                    <a:pt x="339" y="36"/>
                                    <a:pt x="346" y="36"/>
                                    <a:pt x="353" y="37"/>
                                  </a:cubicBezTo>
                                  <a:cubicBezTo>
                                    <a:pt x="356" y="37"/>
                                    <a:pt x="358" y="38"/>
                                    <a:pt x="360" y="38"/>
                                  </a:cubicBezTo>
                                  <a:cubicBezTo>
                                    <a:pt x="364" y="40"/>
                                    <a:pt x="367" y="43"/>
                                    <a:pt x="370" y="46"/>
                                  </a:cubicBezTo>
                                  <a:cubicBezTo>
                                    <a:pt x="377" y="53"/>
                                    <a:pt x="382" y="63"/>
                                    <a:pt x="385" y="73"/>
                                  </a:cubicBezTo>
                                  <a:cubicBezTo>
                                    <a:pt x="388" y="83"/>
                                    <a:pt x="389" y="94"/>
                                    <a:pt x="387" y="104"/>
                                  </a:cubicBezTo>
                                  <a:cubicBezTo>
                                    <a:pt x="385" y="114"/>
                                    <a:pt x="380" y="123"/>
                                    <a:pt x="372" y="130"/>
                                  </a:cubicBezTo>
                                  <a:cubicBezTo>
                                    <a:pt x="364" y="137"/>
                                    <a:pt x="354" y="141"/>
                                    <a:pt x="344" y="142"/>
                                  </a:cubicBezTo>
                                  <a:cubicBezTo>
                                    <a:pt x="334" y="144"/>
                                    <a:pt x="323" y="144"/>
                                    <a:pt x="312" y="142"/>
                                  </a:cubicBezTo>
                                  <a:cubicBezTo>
                                    <a:pt x="302" y="141"/>
                                    <a:pt x="291" y="138"/>
                                    <a:pt x="281" y="134"/>
                                  </a:cubicBezTo>
                                  <a:cubicBezTo>
                                    <a:pt x="271" y="130"/>
                                    <a:pt x="261" y="125"/>
                                    <a:pt x="253" y="120"/>
                                  </a:cubicBezTo>
                                  <a:cubicBezTo>
                                    <a:pt x="252" y="120"/>
                                    <a:pt x="252" y="120"/>
                                    <a:pt x="252" y="120"/>
                                  </a:cubicBezTo>
                                  <a:cubicBezTo>
                                    <a:pt x="245" y="116"/>
                                    <a:pt x="237" y="111"/>
                                    <a:pt x="229" y="107"/>
                                  </a:cubicBezTo>
                                  <a:cubicBezTo>
                                    <a:pt x="221" y="103"/>
                                    <a:pt x="213" y="99"/>
                                    <a:pt x="203" y="97"/>
                                  </a:cubicBezTo>
                                  <a:cubicBezTo>
                                    <a:pt x="194" y="94"/>
                                    <a:pt x="184" y="93"/>
                                    <a:pt x="174" y="93"/>
                                  </a:cubicBezTo>
                                  <a:cubicBezTo>
                                    <a:pt x="164" y="93"/>
                                    <a:pt x="154" y="95"/>
                                    <a:pt x="145" y="98"/>
                                  </a:cubicBezTo>
                                  <a:cubicBezTo>
                                    <a:pt x="136" y="101"/>
                                    <a:pt x="128" y="105"/>
                                    <a:pt x="120" y="108"/>
                                  </a:cubicBezTo>
                                  <a:cubicBezTo>
                                    <a:pt x="112" y="112"/>
                                    <a:pt x="104" y="116"/>
                                    <a:pt x="96" y="120"/>
                                  </a:cubicBezTo>
                                  <a:cubicBezTo>
                                    <a:pt x="81" y="129"/>
                                    <a:pt x="67" y="135"/>
                                    <a:pt x="50" y="139"/>
                                  </a:cubicBezTo>
                                  <a:cubicBezTo>
                                    <a:pt x="34" y="143"/>
                                    <a:pt x="17" y="144"/>
                                    <a:pt x="0" y="140"/>
                                  </a:cubicBezTo>
                                  <a:cubicBezTo>
                                    <a:pt x="15" y="149"/>
                                    <a:pt x="34" y="152"/>
                                    <a:pt x="52" y="151"/>
                                  </a:cubicBezTo>
                                  <a:cubicBezTo>
                                    <a:pt x="61" y="151"/>
                                    <a:pt x="70" y="149"/>
                                    <a:pt x="79" y="147"/>
                                  </a:cubicBezTo>
                                  <a:cubicBezTo>
                                    <a:pt x="83" y="146"/>
                                    <a:pt x="88" y="145"/>
                                    <a:pt x="92" y="143"/>
                                  </a:cubicBezTo>
                                  <a:cubicBezTo>
                                    <a:pt x="96" y="142"/>
                                    <a:pt x="101" y="140"/>
                                    <a:pt x="105" y="138"/>
                                  </a:cubicBezTo>
                                  <a:cubicBezTo>
                                    <a:pt x="120" y="132"/>
                                    <a:pt x="136" y="126"/>
                                    <a:pt x="152" y="122"/>
                                  </a:cubicBezTo>
                                  <a:cubicBezTo>
                                    <a:pt x="167" y="118"/>
                                    <a:pt x="181" y="118"/>
                                    <a:pt x="196" y="122"/>
                                  </a:cubicBezTo>
                                  <a:cubicBezTo>
                                    <a:pt x="203" y="124"/>
                                    <a:pt x="211" y="127"/>
                                    <a:pt x="218" y="131"/>
                                  </a:cubicBezTo>
                                  <a:cubicBezTo>
                                    <a:pt x="226" y="134"/>
                                    <a:pt x="233" y="138"/>
                                    <a:pt x="241" y="141"/>
                                  </a:cubicBezTo>
                                  <a:cubicBezTo>
                                    <a:pt x="255" y="149"/>
                                    <a:pt x="270" y="158"/>
                                    <a:pt x="287" y="166"/>
                                  </a:cubicBezTo>
                                  <a:cubicBezTo>
                                    <a:pt x="296" y="169"/>
                                    <a:pt x="305" y="173"/>
                                    <a:pt x="314" y="174"/>
                                  </a:cubicBezTo>
                                  <a:cubicBezTo>
                                    <a:pt x="323" y="176"/>
                                    <a:pt x="333" y="177"/>
                                    <a:pt x="342" y="176"/>
                                  </a:cubicBezTo>
                                  <a:cubicBezTo>
                                    <a:pt x="351" y="175"/>
                                    <a:pt x="360" y="174"/>
                                    <a:pt x="369" y="171"/>
                                  </a:cubicBezTo>
                                  <a:cubicBezTo>
                                    <a:pt x="378" y="169"/>
                                    <a:pt x="387" y="164"/>
                                    <a:pt x="395" y="158"/>
                                  </a:cubicBezTo>
                                  <a:cubicBezTo>
                                    <a:pt x="403" y="152"/>
                                    <a:pt x="410" y="146"/>
                                    <a:pt x="416" y="138"/>
                                  </a:cubicBezTo>
                                  <a:cubicBezTo>
                                    <a:pt x="423" y="131"/>
                                    <a:pt x="429" y="122"/>
                                    <a:pt x="433" y="113"/>
                                  </a:cubicBezTo>
                                  <a:cubicBezTo>
                                    <a:pt x="437" y="104"/>
                                    <a:pt x="440" y="94"/>
                                    <a:pt x="441" y="83"/>
                                  </a:cubicBezTo>
                                  <a:cubicBezTo>
                                    <a:pt x="441" y="72"/>
                                    <a:pt x="440" y="61"/>
                                    <a:pt x="436" y="51"/>
                                  </a:cubicBezTo>
                                  <a:close/>
                                  <a:moveTo>
                                    <a:pt x="401" y="104"/>
                                  </a:moveTo>
                                  <a:cubicBezTo>
                                    <a:pt x="400" y="111"/>
                                    <a:pt x="399" y="119"/>
                                    <a:pt x="396" y="126"/>
                                  </a:cubicBezTo>
                                  <a:cubicBezTo>
                                    <a:pt x="394" y="133"/>
                                    <a:pt x="390" y="140"/>
                                    <a:pt x="384" y="145"/>
                                  </a:cubicBezTo>
                                  <a:cubicBezTo>
                                    <a:pt x="379" y="151"/>
                                    <a:pt x="372" y="154"/>
                                    <a:pt x="365" y="157"/>
                                  </a:cubicBezTo>
                                  <a:cubicBezTo>
                                    <a:pt x="357" y="159"/>
                                    <a:pt x="349" y="160"/>
                                    <a:pt x="341" y="161"/>
                                  </a:cubicBezTo>
                                  <a:cubicBezTo>
                                    <a:pt x="328" y="161"/>
                                    <a:pt x="315" y="158"/>
                                    <a:pt x="304" y="153"/>
                                  </a:cubicBezTo>
                                  <a:cubicBezTo>
                                    <a:pt x="306" y="153"/>
                                    <a:pt x="308" y="153"/>
                                    <a:pt x="311" y="154"/>
                                  </a:cubicBezTo>
                                  <a:cubicBezTo>
                                    <a:pt x="322" y="155"/>
                                    <a:pt x="334" y="154"/>
                                    <a:pt x="346" y="152"/>
                                  </a:cubicBezTo>
                                  <a:cubicBezTo>
                                    <a:pt x="357" y="149"/>
                                    <a:pt x="369" y="145"/>
                                    <a:pt x="378" y="137"/>
                                  </a:cubicBezTo>
                                  <a:cubicBezTo>
                                    <a:pt x="387" y="128"/>
                                    <a:pt x="393" y="117"/>
                                    <a:pt x="395" y="106"/>
                                  </a:cubicBezTo>
                                  <a:cubicBezTo>
                                    <a:pt x="397" y="94"/>
                                    <a:pt x="397" y="82"/>
                                    <a:pt x="394" y="70"/>
                                  </a:cubicBezTo>
                                  <a:cubicBezTo>
                                    <a:pt x="393" y="63"/>
                                    <a:pt x="390" y="56"/>
                                    <a:pt x="387" y="49"/>
                                  </a:cubicBezTo>
                                  <a:cubicBezTo>
                                    <a:pt x="388" y="49"/>
                                    <a:pt x="389" y="50"/>
                                    <a:pt x="389" y="51"/>
                                  </a:cubicBezTo>
                                  <a:cubicBezTo>
                                    <a:pt x="393" y="54"/>
                                    <a:pt x="396" y="59"/>
                                    <a:pt x="398" y="64"/>
                                  </a:cubicBezTo>
                                  <a:cubicBezTo>
                                    <a:pt x="400" y="70"/>
                                    <a:pt x="401" y="76"/>
                                    <a:pt x="401" y="83"/>
                                  </a:cubicBezTo>
                                  <a:cubicBezTo>
                                    <a:pt x="402" y="89"/>
                                    <a:pt x="402" y="96"/>
                                    <a:pt x="401" y="10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9" name="Freeform 11"/>
                          <wps:cNvSpPr/>
                          <wps:spPr bwMode="auto">
                            <a:xfrm>
                              <a:off x="4926013" y="3254375"/>
                              <a:ext cx="858838" cy="392113"/>
                            </a:xfrm>
                            <a:custGeom>
                              <a:avLst/>
                              <a:gdLst>
                                <a:gd name="T0" fmla="*/ 181 w 202"/>
                                <a:gd name="T1" fmla="*/ 77 h 91"/>
                                <a:gd name="T2" fmla="*/ 200 w 202"/>
                                <a:gd name="T3" fmla="*/ 55 h 91"/>
                                <a:gd name="T4" fmla="*/ 202 w 202"/>
                                <a:gd name="T5" fmla="*/ 39 h 91"/>
                                <a:gd name="T6" fmla="*/ 196 w 202"/>
                                <a:gd name="T7" fmla="*/ 22 h 91"/>
                                <a:gd name="T8" fmla="*/ 184 w 202"/>
                                <a:gd name="T9" fmla="*/ 10 h 91"/>
                                <a:gd name="T10" fmla="*/ 170 w 202"/>
                                <a:gd name="T11" fmla="*/ 4 h 91"/>
                                <a:gd name="T12" fmla="*/ 139 w 202"/>
                                <a:gd name="T13" fmla="*/ 5 h 91"/>
                                <a:gd name="T14" fmla="*/ 118 w 202"/>
                                <a:gd name="T15" fmla="*/ 26 h 91"/>
                                <a:gd name="T16" fmla="*/ 114 w 202"/>
                                <a:gd name="T17" fmla="*/ 41 h 91"/>
                                <a:gd name="T18" fmla="*/ 114 w 202"/>
                                <a:gd name="T19" fmla="*/ 49 h 91"/>
                                <a:gd name="T20" fmla="*/ 117 w 202"/>
                                <a:gd name="T21" fmla="*/ 56 h 91"/>
                                <a:gd name="T22" fmla="*/ 145 w 202"/>
                                <a:gd name="T23" fmla="*/ 66 h 91"/>
                                <a:gd name="T24" fmla="*/ 151 w 202"/>
                                <a:gd name="T25" fmla="*/ 61 h 91"/>
                                <a:gd name="T26" fmla="*/ 154 w 202"/>
                                <a:gd name="T27" fmla="*/ 55 h 91"/>
                                <a:gd name="T28" fmla="*/ 152 w 202"/>
                                <a:gd name="T29" fmla="*/ 48 h 91"/>
                                <a:gd name="T30" fmla="*/ 148 w 202"/>
                                <a:gd name="T31" fmla="*/ 43 h 91"/>
                                <a:gd name="T32" fmla="*/ 149 w 202"/>
                                <a:gd name="T33" fmla="*/ 53 h 91"/>
                                <a:gd name="T34" fmla="*/ 146 w 202"/>
                                <a:gd name="T35" fmla="*/ 56 h 91"/>
                                <a:gd name="T36" fmla="*/ 142 w 202"/>
                                <a:gd name="T37" fmla="*/ 57 h 91"/>
                                <a:gd name="T38" fmla="*/ 134 w 202"/>
                                <a:gd name="T39" fmla="*/ 55 h 91"/>
                                <a:gd name="T40" fmla="*/ 130 w 202"/>
                                <a:gd name="T41" fmla="*/ 50 h 91"/>
                                <a:gd name="T42" fmla="*/ 130 w 202"/>
                                <a:gd name="T43" fmla="*/ 47 h 91"/>
                                <a:gd name="T44" fmla="*/ 130 w 202"/>
                                <a:gd name="T45" fmla="*/ 43 h 91"/>
                                <a:gd name="T46" fmla="*/ 134 w 202"/>
                                <a:gd name="T47" fmla="*/ 36 h 91"/>
                                <a:gd name="T48" fmla="*/ 147 w 202"/>
                                <a:gd name="T49" fmla="*/ 27 h 91"/>
                                <a:gd name="T50" fmla="*/ 161 w 202"/>
                                <a:gd name="T51" fmla="*/ 29 h 91"/>
                                <a:gd name="T52" fmla="*/ 168 w 202"/>
                                <a:gd name="T53" fmla="*/ 33 h 91"/>
                                <a:gd name="T54" fmla="*/ 172 w 202"/>
                                <a:gd name="T55" fmla="*/ 37 h 91"/>
                                <a:gd name="T56" fmla="*/ 175 w 202"/>
                                <a:gd name="T57" fmla="*/ 49 h 91"/>
                                <a:gd name="T58" fmla="*/ 171 w 202"/>
                                <a:gd name="T59" fmla="*/ 67 h 91"/>
                                <a:gd name="T60" fmla="*/ 164 w 202"/>
                                <a:gd name="T61" fmla="*/ 74 h 91"/>
                                <a:gd name="T62" fmla="*/ 155 w 202"/>
                                <a:gd name="T63" fmla="*/ 77 h 91"/>
                                <a:gd name="T64" fmla="*/ 135 w 202"/>
                                <a:gd name="T65" fmla="*/ 74 h 91"/>
                                <a:gd name="T66" fmla="*/ 116 w 202"/>
                                <a:gd name="T67" fmla="*/ 63 h 91"/>
                                <a:gd name="T68" fmla="*/ 93 w 202"/>
                                <a:gd name="T69" fmla="*/ 53 h 91"/>
                                <a:gd name="T70" fmla="*/ 66 w 202"/>
                                <a:gd name="T71" fmla="*/ 53 h 91"/>
                                <a:gd name="T72" fmla="*/ 43 w 202"/>
                                <a:gd name="T73" fmla="*/ 61 h 91"/>
                                <a:gd name="T74" fmla="*/ 22 w 202"/>
                                <a:gd name="T75" fmla="*/ 68 h 91"/>
                                <a:gd name="T76" fmla="*/ 0 w 202"/>
                                <a:gd name="T77" fmla="*/ 72 h 91"/>
                                <a:gd name="T78" fmla="*/ 23 w 202"/>
                                <a:gd name="T79" fmla="*/ 77 h 91"/>
                                <a:gd name="T80" fmla="*/ 47 w 202"/>
                                <a:gd name="T81" fmla="*/ 74 h 91"/>
                                <a:gd name="T82" fmla="*/ 69 w 202"/>
                                <a:gd name="T83" fmla="*/ 70 h 91"/>
                                <a:gd name="T84" fmla="*/ 88 w 202"/>
                                <a:gd name="T85" fmla="*/ 71 h 91"/>
                                <a:gd name="T86" fmla="*/ 109 w 202"/>
                                <a:gd name="T87" fmla="*/ 78 h 91"/>
                                <a:gd name="T88" fmla="*/ 131 w 202"/>
                                <a:gd name="T89" fmla="*/ 86 h 91"/>
                                <a:gd name="T90" fmla="*/ 181 w 202"/>
                                <a:gd name="T91" fmla="*/ 77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02" h="91">
                                  <a:moveTo>
                                    <a:pt x="181" y="77"/>
                                  </a:moveTo>
                                  <a:cubicBezTo>
                                    <a:pt x="188" y="72"/>
                                    <a:pt x="196" y="65"/>
                                    <a:pt x="200" y="55"/>
                                  </a:cubicBezTo>
                                  <a:cubicBezTo>
                                    <a:pt x="202" y="50"/>
                                    <a:pt x="202" y="44"/>
                                    <a:pt x="202" y="39"/>
                                  </a:cubicBezTo>
                                  <a:cubicBezTo>
                                    <a:pt x="201" y="33"/>
                                    <a:pt x="199" y="27"/>
                                    <a:pt x="196" y="22"/>
                                  </a:cubicBezTo>
                                  <a:cubicBezTo>
                                    <a:pt x="193" y="17"/>
                                    <a:pt x="188" y="13"/>
                                    <a:pt x="184" y="10"/>
                                  </a:cubicBezTo>
                                  <a:cubicBezTo>
                                    <a:pt x="179" y="7"/>
                                    <a:pt x="175" y="5"/>
                                    <a:pt x="170" y="4"/>
                                  </a:cubicBezTo>
                                  <a:cubicBezTo>
                                    <a:pt x="161" y="1"/>
                                    <a:pt x="149" y="0"/>
                                    <a:pt x="139" y="5"/>
                                  </a:cubicBezTo>
                                  <a:cubicBezTo>
                                    <a:pt x="129" y="9"/>
                                    <a:pt x="121" y="18"/>
                                    <a:pt x="118" y="26"/>
                                  </a:cubicBezTo>
                                  <a:cubicBezTo>
                                    <a:pt x="116" y="31"/>
                                    <a:pt x="114" y="36"/>
                                    <a:pt x="114" y="41"/>
                                  </a:cubicBezTo>
                                  <a:cubicBezTo>
                                    <a:pt x="114" y="43"/>
                                    <a:pt x="114" y="46"/>
                                    <a:pt x="114" y="49"/>
                                  </a:cubicBezTo>
                                  <a:cubicBezTo>
                                    <a:pt x="115" y="52"/>
                                    <a:pt x="116" y="54"/>
                                    <a:pt x="117" y="56"/>
                                  </a:cubicBezTo>
                                  <a:cubicBezTo>
                                    <a:pt x="123" y="66"/>
                                    <a:pt x="136" y="70"/>
                                    <a:pt x="145" y="66"/>
                                  </a:cubicBezTo>
                                  <a:cubicBezTo>
                                    <a:pt x="147" y="65"/>
                                    <a:pt x="149" y="63"/>
                                    <a:pt x="151" y="61"/>
                                  </a:cubicBezTo>
                                  <a:cubicBezTo>
                                    <a:pt x="152" y="59"/>
                                    <a:pt x="153" y="58"/>
                                    <a:pt x="154" y="55"/>
                                  </a:cubicBezTo>
                                  <a:cubicBezTo>
                                    <a:pt x="154" y="52"/>
                                    <a:pt x="153" y="50"/>
                                    <a:pt x="152" y="48"/>
                                  </a:cubicBezTo>
                                  <a:cubicBezTo>
                                    <a:pt x="151" y="46"/>
                                    <a:pt x="150" y="45"/>
                                    <a:pt x="148" y="43"/>
                                  </a:cubicBezTo>
                                  <a:cubicBezTo>
                                    <a:pt x="150" y="47"/>
                                    <a:pt x="151" y="51"/>
                                    <a:pt x="149" y="53"/>
                                  </a:cubicBezTo>
                                  <a:cubicBezTo>
                                    <a:pt x="149" y="54"/>
                                    <a:pt x="147" y="55"/>
                                    <a:pt x="146" y="56"/>
                                  </a:cubicBezTo>
                                  <a:cubicBezTo>
                                    <a:pt x="145" y="57"/>
                                    <a:pt x="143" y="57"/>
                                    <a:pt x="142" y="57"/>
                                  </a:cubicBezTo>
                                  <a:cubicBezTo>
                                    <a:pt x="139" y="58"/>
                                    <a:pt x="136" y="57"/>
                                    <a:pt x="134" y="55"/>
                                  </a:cubicBezTo>
                                  <a:cubicBezTo>
                                    <a:pt x="132" y="54"/>
                                    <a:pt x="131" y="52"/>
                                    <a:pt x="130" y="50"/>
                                  </a:cubicBezTo>
                                  <a:cubicBezTo>
                                    <a:pt x="130" y="49"/>
                                    <a:pt x="130" y="47"/>
                                    <a:pt x="130" y="47"/>
                                  </a:cubicBezTo>
                                  <a:cubicBezTo>
                                    <a:pt x="130" y="46"/>
                                    <a:pt x="130" y="45"/>
                                    <a:pt x="130" y="43"/>
                                  </a:cubicBezTo>
                                  <a:cubicBezTo>
                                    <a:pt x="131" y="41"/>
                                    <a:pt x="133" y="38"/>
                                    <a:pt x="134" y="36"/>
                                  </a:cubicBezTo>
                                  <a:cubicBezTo>
                                    <a:pt x="138" y="31"/>
                                    <a:pt x="142" y="28"/>
                                    <a:pt x="147" y="27"/>
                                  </a:cubicBezTo>
                                  <a:cubicBezTo>
                                    <a:pt x="151" y="26"/>
                                    <a:pt x="156" y="27"/>
                                    <a:pt x="161" y="29"/>
                                  </a:cubicBezTo>
                                  <a:cubicBezTo>
                                    <a:pt x="164" y="30"/>
                                    <a:pt x="166" y="32"/>
                                    <a:pt x="168" y="33"/>
                                  </a:cubicBezTo>
                                  <a:cubicBezTo>
                                    <a:pt x="170" y="34"/>
                                    <a:pt x="171" y="36"/>
                                    <a:pt x="172" y="37"/>
                                  </a:cubicBezTo>
                                  <a:cubicBezTo>
                                    <a:pt x="174" y="40"/>
                                    <a:pt x="174" y="44"/>
                                    <a:pt x="175" y="49"/>
                                  </a:cubicBezTo>
                                  <a:cubicBezTo>
                                    <a:pt x="175" y="54"/>
                                    <a:pt x="175" y="61"/>
                                    <a:pt x="171" y="67"/>
                                  </a:cubicBezTo>
                                  <a:cubicBezTo>
                                    <a:pt x="169" y="70"/>
                                    <a:pt x="167" y="72"/>
                                    <a:pt x="164" y="74"/>
                                  </a:cubicBezTo>
                                  <a:cubicBezTo>
                                    <a:pt x="161" y="76"/>
                                    <a:pt x="158" y="76"/>
                                    <a:pt x="155" y="77"/>
                                  </a:cubicBezTo>
                                  <a:cubicBezTo>
                                    <a:pt x="148" y="78"/>
                                    <a:pt x="142" y="77"/>
                                    <a:pt x="135" y="74"/>
                                  </a:cubicBezTo>
                                  <a:cubicBezTo>
                                    <a:pt x="129" y="71"/>
                                    <a:pt x="123" y="67"/>
                                    <a:pt x="116" y="63"/>
                                  </a:cubicBezTo>
                                  <a:cubicBezTo>
                                    <a:pt x="109" y="59"/>
                                    <a:pt x="101" y="55"/>
                                    <a:pt x="93" y="53"/>
                                  </a:cubicBezTo>
                                  <a:cubicBezTo>
                                    <a:pt x="84" y="51"/>
                                    <a:pt x="75" y="51"/>
                                    <a:pt x="66" y="53"/>
                                  </a:cubicBezTo>
                                  <a:cubicBezTo>
                                    <a:pt x="58" y="55"/>
                                    <a:pt x="50" y="58"/>
                                    <a:pt x="43" y="61"/>
                                  </a:cubicBezTo>
                                  <a:cubicBezTo>
                                    <a:pt x="36" y="64"/>
                                    <a:pt x="29" y="66"/>
                                    <a:pt x="22" y="68"/>
                                  </a:cubicBezTo>
                                  <a:cubicBezTo>
                                    <a:pt x="15" y="71"/>
                                    <a:pt x="8" y="72"/>
                                    <a:pt x="0" y="72"/>
                                  </a:cubicBezTo>
                                  <a:cubicBezTo>
                                    <a:pt x="7" y="76"/>
                                    <a:pt x="15" y="77"/>
                                    <a:pt x="23" y="77"/>
                                  </a:cubicBezTo>
                                  <a:cubicBezTo>
                                    <a:pt x="31" y="77"/>
                                    <a:pt x="40" y="76"/>
                                    <a:pt x="47" y="74"/>
                                  </a:cubicBezTo>
                                  <a:cubicBezTo>
                                    <a:pt x="55" y="72"/>
                                    <a:pt x="62" y="71"/>
                                    <a:pt x="69" y="70"/>
                                  </a:cubicBezTo>
                                  <a:cubicBezTo>
                                    <a:pt x="76" y="69"/>
                                    <a:pt x="82" y="70"/>
                                    <a:pt x="88" y="71"/>
                                  </a:cubicBezTo>
                                  <a:cubicBezTo>
                                    <a:pt x="95" y="73"/>
                                    <a:pt x="102" y="75"/>
                                    <a:pt x="109" y="78"/>
                                  </a:cubicBezTo>
                                  <a:cubicBezTo>
                                    <a:pt x="116" y="80"/>
                                    <a:pt x="123" y="83"/>
                                    <a:pt x="131" y="86"/>
                                  </a:cubicBezTo>
                                  <a:cubicBezTo>
                                    <a:pt x="148" y="91"/>
                                    <a:pt x="166" y="88"/>
                                    <a:pt x="181" y="7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10" name="组合 13"/>
                        <wpg:cNvGrpSpPr/>
                        <wpg:grpSpPr>
                          <a:xfrm flipH="1">
                            <a:off x="16347" y="1994"/>
                            <a:ext cx="2206" cy="719"/>
                            <a:chOff x="4926013" y="3048000"/>
                            <a:chExt cx="2339975" cy="762000"/>
                          </a:xfrm>
                          <a:solidFill>
                            <a:srgbClr val="C00000"/>
                          </a:solidFill>
                        </wpg:grpSpPr>
                        <wps:wsp>
                          <wps:cNvPr id="11" name="Freeform 10"/>
                          <wps:cNvSpPr>
                            <a:spLocks noEditPoints="1"/>
                          </wps:cNvSpPr>
                          <wps:spPr bwMode="auto">
                            <a:xfrm>
                              <a:off x="5389563" y="3048000"/>
                              <a:ext cx="1876425" cy="762000"/>
                            </a:xfrm>
                            <a:custGeom>
                              <a:avLst/>
                              <a:gdLst>
                                <a:gd name="T0" fmla="*/ 416 w 441"/>
                                <a:gd name="T1" fmla="*/ 21 h 177"/>
                                <a:gd name="T2" fmla="*/ 356 w 441"/>
                                <a:gd name="T3" fmla="*/ 0 h 177"/>
                                <a:gd name="T4" fmla="*/ 297 w 441"/>
                                <a:gd name="T5" fmla="*/ 18 h 177"/>
                                <a:gd name="T6" fmla="*/ 266 w 441"/>
                                <a:gd name="T7" fmla="*/ 71 h 177"/>
                                <a:gd name="T8" fmla="*/ 274 w 441"/>
                                <a:gd name="T9" fmla="*/ 103 h 177"/>
                                <a:gd name="T10" fmla="*/ 330 w 441"/>
                                <a:gd name="T11" fmla="*/ 121 h 177"/>
                                <a:gd name="T12" fmla="*/ 346 w 441"/>
                                <a:gd name="T13" fmla="*/ 107 h 177"/>
                                <a:gd name="T14" fmla="*/ 347 w 441"/>
                                <a:gd name="T15" fmla="*/ 85 h 177"/>
                                <a:gd name="T16" fmla="*/ 343 w 441"/>
                                <a:gd name="T17" fmla="*/ 86 h 177"/>
                                <a:gd name="T18" fmla="*/ 340 w 441"/>
                                <a:gd name="T19" fmla="*/ 102 h 177"/>
                                <a:gd name="T20" fmla="*/ 326 w 441"/>
                                <a:gd name="T21" fmla="*/ 110 h 177"/>
                                <a:gd name="T22" fmla="*/ 292 w 441"/>
                                <a:gd name="T23" fmla="*/ 93 h 177"/>
                                <a:gd name="T24" fmla="*/ 290 w 441"/>
                                <a:gd name="T25" fmla="*/ 75 h 177"/>
                                <a:gd name="T26" fmla="*/ 333 w 441"/>
                                <a:gd name="T27" fmla="*/ 37 h 177"/>
                                <a:gd name="T28" fmla="*/ 360 w 441"/>
                                <a:gd name="T29" fmla="*/ 38 h 177"/>
                                <a:gd name="T30" fmla="*/ 385 w 441"/>
                                <a:gd name="T31" fmla="*/ 73 h 177"/>
                                <a:gd name="T32" fmla="*/ 372 w 441"/>
                                <a:gd name="T33" fmla="*/ 130 h 177"/>
                                <a:gd name="T34" fmla="*/ 312 w 441"/>
                                <a:gd name="T35" fmla="*/ 142 h 177"/>
                                <a:gd name="T36" fmla="*/ 253 w 441"/>
                                <a:gd name="T37" fmla="*/ 120 h 177"/>
                                <a:gd name="T38" fmla="*/ 229 w 441"/>
                                <a:gd name="T39" fmla="*/ 107 h 177"/>
                                <a:gd name="T40" fmla="*/ 174 w 441"/>
                                <a:gd name="T41" fmla="*/ 93 h 177"/>
                                <a:gd name="T42" fmla="*/ 120 w 441"/>
                                <a:gd name="T43" fmla="*/ 108 h 177"/>
                                <a:gd name="T44" fmla="*/ 50 w 441"/>
                                <a:gd name="T45" fmla="*/ 139 h 177"/>
                                <a:gd name="T46" fmla="*/ 52 w 441"/>
                                <a:gd name="T47" fmla="*/ 151 h 177"/>
                                <a:gd name="T48" fmla="*/ 92 w 441"/>
                                <a:gd name="T49" fmla="*/ 143 h 177"/>
                                <a:gd name="T50" fmla="*/ 152 w 441"/>
                                <a:gd name="T51" fmla="*/ 122 h 177"/>
                                <a:gd name="T52" fmla="*/ 218 w 441"/>
                                <a:gd name="T53" fmla="*/ 131 h 177"/>
                                <a:gd name="T54" fmla="*/ 287 w 441"/>
                                <a:gd name="T55" fmla="*/ 166 h 177"/>
                                <a:gd name="T56" fmla="*/ 342 w 441"/>
                                <a:gd name="T57" fmla="*/ 176 h 177"/>
                                <a:gd name="T58" fmla="*/ 395 w 441"/>
                                <a:gd name="T59" fmla="*/ 158 h 177"/>
                                <a:gd name="T60" fmla="*/ 433 w 441"/>
                                <a:gd name="T61" fmla="*/ 113 h 177"/>
                                <a:gd name="T62" fmla="*/ 436 w 441"/>
                                <a:gd name="T63" fmla="*/ 51 h 177"/>
                                <a:gd name="T64" fmla="*/ 396 w 441"/>
                                <a:gd name="T65" fmla="*/ 126 h 177"/>
                                <a:gd name="T66" fmla="*/ 365 w 441"/>
                                <a:gd name="T67" fmla="*/ 157 h 177"/>
                                <a:gd name="T68" fmla="*/ 304 w 441"/>
                                <a:gd name="T69" fmla="*/ 153 h 177"/>
                                <a:gd name="T70" fmla="*/ 346 w 441"/>
                                <a:gd name="T71" fmla="*/ 152 h 177"/>
                                <a:gd name="T72" fmla="*/ 395 w 441"/>
                                <a:gd name="T73" fmla="*/ 106 h 177"/>
                                <a:gd name="T74" fmla="*/ 387 w 441"/>
                                <a:gd name="T75" fmla="*/ 49 h 177"/>
                                <a:gd name="T76" fmla="*/ 398 w 441"/>
                                <a:gd name="T77" fmla="*/ 64 h 177"/>
                                <a:gd name="T78" fmla="*/ 401 w 441"/>
                                <a:gd name="T79" fmla="*/ 104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41" h="177">
                                  <a:moveTo>
                                    <a:pt x="436" y="51"/>
                                  </a:moveTo>
                                  <a:cubicBezTo>
                                    <a:pt x="432" y="40"/>
                                    <a:pt x="425" y="29"/>
                                    <a:pt x="416" y="21"/>
                                  </a:cubicBezTo>
                                  <a:cubicBezTo>
                                    <a:pt x="407" y="13"/>
                                    <a:pt x="397" y="8"/>
                                    <a:pt x="386" y="5"/>
                                  </a:cubicBezTo>
                                  <a:cubicBezTo>
                                    <a:pt x="376" y="2"/>
                                    <a:pt x="366" y="1"/>
                                    <a:pt x="356" y="0"/>
                                  </a:cubicBezTo>
                                  <a:cubicBezTo>
                                    <a:pt x="346" y="0"/>
                                    <a:pt x="336" y="1"/>
                                    <a:pt x="325" y="4"/>
                                  </a:cubicBezTo>
                                  <a:cubicBezTo>
                                    <a:pt x="315" y="7"/>
                                    <a:pt x="305" y="11"/>
                                    <a:pt x="297" y="18"/>
                                  </a:cubicBezTo>
                                  <a:cubicBezTo>
                                    <a:pt x="288" y="24"/>
                                    <a:pt x="281" y="32"/>
                                    <a:pt x="276" y="42"/>
                                  </a:cubicBezTo>
                                  <a:cubicBezTo>
                                    <a:pt x="271" y="51"/>
                                    <a:pt x="267" y="61"/>
                                    <a:pt x="266" y="71"/>
                                  </a:cubicBezTo>
                                  <a:cubicBezTo>
                                    <a:pt x="266" y="77"/>
                                    <a:pt x="266" y="82"/>
                                    <a:pt x="268" y="88"/>
                                  </a:cubicBezTo>
                                  <a:cubicBezTo>
                                    <a:pt x="269" y="94"/>
                                    <a:pt x="271" y="98"/>
                                    <a:pt x="274" y="103"/>
                                  </a:cubicBezTo>
                                  <a:cubicBezTo>
                                    <a:pt x="280" y="112"/>
                                    <a:pt x="289" y="119"/>
                                    <a:pt x="299" y="123"/>
                                  </a:cubicBezTo>
                                  <a:cubicBezTo>
                                    <a:pt x="309" y="126"/>
                                    <a:pt x="320" y="125"/>
                                    <a:pt x="330" y="121"/>
                                  </a:cubicBezTo>
                                  <a:cubicBezTo>
                                    <a:pt x="334" y="119"/>
                                    <a:pt x="339" y="116"/>
                                    <a:pt x="342" y="113"/>
                                  </a:cubicBezTo>
                                  <a:cubicBezTo>
                                    <a:pt x="344" y="111"/>
                                    <a:pt x="345" y="109"/>
                                    <a:pt x="346" y="107"/>
                                  </a:cubicBezTo>
                                  <a:cubicBezTo>
                                    <a:pt x="348" y="105"/>
                                    <a:pt x="349" y="102"/>
                                    <a:pt x="349" y="99"/>
                                  </a:cubicBezTo>
                                  <a:cubicBezTo>
                                    <a:pt x="350" y="94"/>
                                    <a:pt x="349" y="89"/>
                                    <a:pt x="347" y="85"/>
                                  </a:cubicBezTo>
                                  <a:cubicBezTo>
                                    <a:pt x="344" y="81"/>
                                    <a:pt x="342" y="78"/>
                                    <a:pt x="338" y="75"/>
                                  </a:cubicBezTo>
                                  <a:cubicBezTo>
                                    <a:pt x="341" y="78"/>
                                    <a:pt x="342" y="82"/>
                                    <a:pt x="343" y="86"/>
                                  </a:cubicBezTo>
                                  <a:cubicBezTo>
                                    <a:pt x="344" y="90"/>
                                    <a:pt x="344" y="94"/>
                                    <a:pt x="343" y="98"/>
                                  </a:cubicBezTo>
                                  <a:cubicBezTo>
                                    <a:pt x="342" y="99"/>
                                    <a:pt x="341" y="100"/>
                                    <a:pt x="340" y="102"/>
                                  </a:cubicBezTo>
                                  <a:cubicBezTo>
                                    <a:pt x="339" y="103"/>
                                    <a:pt x="337" y="104"/>
                                    <a:pt x="336" y="105"/>
                                  </a:cubicBezTo>
                                  <a:cubicBezTo>
                                    <a:pt x="332" y="107"/>
                                    <a:pt x="329" y="109"/>
                                    <a:pt x="326" y="110"/>
                                  </a:cubicBezTo>
                                  <a:cubicBezTo>
                                    <a:pt x="319" y="111"/>
                                    <a:pt x="311" y="110"/>
                                    <a:pt x="305" y="107"/>
                                  </a:cubicBezTo>
                                  <a:cubicBezTo>
                                    <a:pt x="299" y="104"/>
                                    <a:pt x="295" y="99"/>
                                    <a:pt x="292" y="93"/>
                                  </a:cubicBezTo>
                                  <a:cubicBezTo>
                                    <a:pt x="291" y="90"/>
                                    <a:pt x="290" y="87"/>
                                    <a:pt x="289" y="84"/>
                                  </a:cubicBezTo>
                                  <a:cubicBezTo>
                                    <a:pt x="289" y="81"/>
                                    <a:pt x="289" y="78"/>
                                    <a:pt x="290" y="75"/>
                                  </a:cubicBezTo>
                                  <a:cubicBezTo>
                                    <a:pt x="292" y="68"/>
                                    <a:pt x="295" y="62"/>
                                    <a:pt x="299" y="56"/>
                                  </a:cubicBezTo>
                                  <a:cubicBezTo>
                                    <a:pt x="307" y="45"/>
                                    <a:pt x="319" y="39"/>
                                    <a:pt x="333" y="37"/>
                                  </a:cubicBezTo>
                                  <a:cubicBezTo>
                                    <a:pt x="339" y="36"/>
                                    <a:pt x="346" y="36"/>
                                    <a:pt x="353" y="37"/>
                                  </a:cubicBezTo>
                                  <a:cubicBezTo>
                                    <a:pt x="356" y="37"/>
                                    <a:pt x="358" y="38"/>
                                    <a:pt x="360" y="38"/>
                                  </a:cubicBezTo>
                                  <a:cubicBezTo>
                                    <a:pt x="364" y="40"/>
                                    <a:pt x="367" y="43"/>
                                    <a:pt x="370" y="46"/>
                                  </a:cubicBezTo>
                                  <a:cubicBezTo>
                                    <a:pt x="377" y="53"/>
                                    <a:pt x="382" y="63"/>
                                    <a:pt x="385" y="73"/>
                                  </a:cubicBezTo>
                                  <a:cubicBezTo>
                                    <a:pt x="388" y="83"/>
                                    <a:pt x="389" y="94"/>
                                    <a:pt x="387" y="104"/>
                                  </a:cubicBezTo>
                                  <a:cubicBezTo>
                                    <a:pt x="385" y="114"/>
                                    <a:pt x="380" y="123"/>
                                    <a:pt x="372" y="130"/>
                                  </a:cubicBezTo>
                                  <a:cubicBezTo>
                                    <a:pt x="364" y="137"/>
                                    <a:pt x="354" y="141"/>
                                    <a:pt x="344" y="142"/>
                                  </a:cubicBezTo>
                                  <a:cubicBezTo>
                                    <a:pt x="334" y="144"/>
                                    <a:pt x="323" y="144"/>
                                    <a:pt x="312" y="142"/>
                                  </a:cubicBezTo>
                                  <a:cubicBezTo>
                                    <a:pt x="302" y="141"/>
                                    <a:pt x="291" y="138"/>
                                    <a:pt x="281" y="134"/>
                                  </a:cubicBezTo>
                                  <a:cubicBezTo>
                                    <a:pt x="271" y="130"/>
                                    <a:pt x="261" y="125"/>
                                    <a:pt x="253" y="120"/>
                                  </a:cubicBezTo>
                                  <a:cubicBezTo>
                                    <a:pt x="252" y="120"/>
                                    <a:pt x="252" y="120"/>
                                    <a:pt x="252" y="120"/>
                                  </a:cubicBezTo>
                                  <a:cubicBezTo>
                                    <a:pt x="245" y="116"/>
                                    <a:pt x="237" y="111"/>
                                    <a:pt x="229" y="107"/>
                                  </a:cubicBezTo>
                                  <a:cubicBezTo>
                                    <a:pt x="221" y="103"/>
                                    <a:pt x="213" y="99"/>
                                    <a:pt x="203" y="97"/>
                                  </a:cubicBezTo>
                                  <a:cubicBezTo>
                                    <a:pt x="194" y="94"/>
                                    <a:pt x="184" y="93"/>
                                    <a:pt x="174" y="93"/>
                                  </a:cubicBezTo>
                                  <a:cubicBezTo>
                                    <a:pt x="164" y="93"/>
                                    <a:pt x="154" y="95"/>
                                    <a:pt x="145" y="98"/>
                                  </a:cubicBezTo>
                                  <a:cubicBezTo>
                                    <a:pt x="136" y="101"/>
                                    <a:pt x="128" y="105"/>
                                    <a:pt x="120" y="108"/>
                                  </a:cubicBezTo>
                                  <a:cubicBezTo>
                                    <a:pt x="112" y="112"/>
                                    <a:pt x="104" y="116"/>
                                    <a:pt x="96" y="120"/>
                                  </a:cubicBezTo>
                                  <a:cubicBezTo>
                                    <a:pt x="81" y="129"/>
                                    <a:pt x="67" y="135"/>
                                    <a:pt x="50" y="139"/>
                                  </a:cubicBezTo>
                                  <a:cubicBezTo>
                                    <a:pt x="34" y="143"/>
                                    <a:pt x="17" y="144"/>
                                    <a:pt x="0" y="140"/>
                                  </a:cubicBezTo>
                                  <a:cubicBezTo>
                                    <a:pt x="15" y="149"/>
                                    <a:pt x="34" y="152"/>
                                    <a:pt x="52" y="151"/>
                                  </a:cubicBezTo>
                                  <a:cubicBezTo>
                                    <a:pt x="61" y="151"/>
                                    <a:pt x="70" y="149"/>
                                    <a:pt x="79" y="147"/>
                                  </a:cubicBezTo>
                                  <a:cubicBezTo>
                                    <a:pt x="83" y="146"/>
                                    <a:pt x="88" y="145"/>
                                    <a:pt x="92" y="143"/>
                                  </a:cubicBezTo>
                                  <a:cubicBezTo>
                                    <a:pt x="96" y="142"/>
                                    <a:pt x="101" y="140"/>
                                    <a:pt x="105" y="138"/>
                                  </a:cubicBezTo>
                                  <a:cubicBezTo>
                                    <a:pt x="120" y="132"/>
                                    <a:pt x="136" y="126"/>
                                    <a:pt x="152" y="122"/>
                                  </a:cubicBezTo>
                                  <a:cubicBezTo>
                                    <a:pt x="167" y="118"/>
                                    <a:pt x="181" y="118"/>
                                    <a:pt x="196" y="122"/>
                                  </a:cubicBezTo>
                                  <a:cubicBezTo>
                                    <a:pt x="203" y="124"/>
                                    <a:pt x="211" y="127"/>
                                    <a:pt x="218" y="131"/>
                                  </a:cubicBezTo>
                                  <a:cubicBezTo>
                                    <a:pt x="226" y="134"/>
                                    <a:pt x="233" y="138"/>
                                    <a:pt x="241" y="141"/>
                                  </a:cubicBezTo>
                                  <a:cubicBezTo>
                                    <a:pt x="255" y="149"/>
                                    <a:pt x="270" y="158"/>
                                    <a:pt x="287" y="166"/>
                                  </a:cubicBezTo>
                                  <a:cubicBezTo>
                                    <a:pt x="296" y="169"/>
                                    <a:pt x="305" y="173"/>
                                    <a:pt x="314" y="174"/>
                                  </a:cubicBezTo>
                                  <a:cubicBezTo>
                                    <a:pt x="323" y="176"/>
                                    <a:pt x="333" y="177"/>
                                    <a:pt x="342" y="176"/>
                                  </a:cubicBezTo>
                                  <a:cubicBezTo>
                                    <a:pt x="351" y="175"/>
                                    <a:pt x="360" y="174"/>
                                    <a:pt x="369" y="171"/>
                                  </a:cubicBezTo>
                                  <a:cubicBezTo>
                                    <a:pt x="378" y="169"/>
                                    <a:pt x="387" y="164"/>
                                    <a:pt x="395" y="158"/>
                                  </a:cubicBezTo>
                                  <a:cubicBezTo>
                                    <a:pt x="403" y="152"/>
                                    <a:pt x="410" y="146"/>
                                    <a:pt x="416" y="138"/>
                                  </a:cubicBezTo>
                                  <a:cubicBezTo>
                                    <a:pt x="423" y="131"/>
                                    <a:pt x="429" y="122"/>
                                    <a:pt x="433" y="113"/>
                                  </a:cubicBezTo>
                                  <a:cubicBezTo>
                                    <a:pt x="437" y="104"/>
                                    <a:pt x="440" y="94"/>
                                    <a:pt x="441" y="83"/>
                                  </a:cubicBezTo>
                                  <a:cubicBezTo>
                                    <a:pt x="441" y="72"/>
                                    <a:pt x="440" y="61"/>
                                    <a:pt x="436" y="51"/>
                                  </a:cubicBezTo>
                                  <a:close/>
                                  <a:moveTo>
                                    <a:pt x="401" y="104"/>
                                  </a:moveTo>
                                  <a:cubicBezTo>
                                    <a:pt x="400" y="111"/>
                                    <a:pt x="399" y="119"/>
                                    <a:pt x="396" y="126"/>
                                  </a:cubicBezTo>
                                  <a:cubicBezTo>
                                    <a:pt x="394" y="133"/>
                                    <a:pt x="390" y="140"/>
                                    <a:pt x="384" y="145"/>
                                  </a:cubicBezTo>
                                  <a:cubicBezTo>
                                    <a:pt x="379" y="151"/>
                                    <a:pt x="372" y="154"/>
                                    <a:pt x="365" y="157"/>
                                  </a:cubicBezTo>
                                  <a:cubicBezTo>
                                    <a:pt x="357" y="159"/>
                                    <a:pt x="349" y="160"/>
                                    <a:pt x="341" y="161"/>
                                  </a:cubicBezTo>
                                  <a:cubicBezTo>
                                    <a:pt x="328" y="161"/>
                                    <a:pt x="315" y="158"/>
                                    <a:pt x="304" y="153"/>
                                  </a:cubicBezTo>
                                  <a:cubicBezTo>
                                    <a:pt x="306" y="153"/>
                                    <a:pt x="308" y="153"/>
                                    <a:pt x="311" y="154"/>
                                  </a:cubicBezTo>
                                  <a:cubicBezTo>
                                    <a:pt x="322" y="155"/>
                                    <a:pt x="334" y="154"/>
                                    <a:pt x="346" y="152"/>
                                  </a:cubicBezTo>
                                  <a:cubicBezTo>
                                    <a:pt x="357" y="149"/>
                                    <a:pt x="369" y="145"/>
                                    <a:pt x="378" y="137"/>
                                  </a:cubicBezTo>
                                  <a:cubicBezTo>
                                    <a:pt x="387" y="128"/>
                                    <a:pt x="393" y="117"/>
                                    <a:pt x="395" y="106"/>
                                  </a:cubicBezTo>
                                  <a:cubicBezTo>
                                    <a:pt x="397" y="94"/>
                                    <a:pt x="397" y="82"/>
                                    <a:pt x="394" y="70"/>
                                  </a:cubicBezTo>
                                  <a:cubicBezTo>
                                    <a:pt x="393" y="63"/>
                                    <a:pt x="390" y="56"/>
                                    <a:pt x="387" y="49"/>
                                  </a:cubicBezTo>
                                  <a:cubicBezTo>
                                    <a:pt x="388" y="49"/>
                                    <a:pt x="389" y="50"/>
                                    <a:pt x="389" y="51"/>
                                  </a:cubicBezTo>
                                  <a:cubicBezTo>
                                    <a:pt x="393" y="54"/>
                                    <a:pt x="396" y="59"/>
                                    <a:pt x="398" y="64"/>
                                  </a:cubicBezTo>
                                  <a:cubicBezTo>
                                    <a:pt x="400" y="70"/>
                                    <a:pt x="401" y="76"/>
                                    <a:pt x="401" y="83"/>
                                  </a:cubicBezTo>
                                  <a:cubicBezTo>
                                    <a:pt x="402" y="89"/>
                                    <a:pt x="402" y="96"/>
                                    <a:pt x="401" y="10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" name="Freeform 11"/>
                          <wps:cNvSpPr/>
                          <wps:spPr bwMode="auto">
                            <a:xfrm>
                              <a:off x="4926013" y="3254375"/>
                              <a:ext cx="858838" cy="392113"/>
                            </a:xfrm>
                            <a:custGeom>
                              <a:avLst/>
                              <a:gdLst>
                                <a:gd name="T0" fmla="*/ 181 w 202"/>
                                <a:gd name="T1" fmla="*/ 77 h 91"/>
                                <a:gd name="T2" fmla="*/ 200 w 202"/>
                                <a:gd name="T3" fmla="*/ 55 h 91"/>
                                <a:gd name="T4" fmla="*/ 202 w 202"/>
                                <a:gd name="T5" fmla="*/ 39 h 91"/>
                                <a:gd name="T6" fmla="*/ 196 w 202"/>
                                <a:gd name="T7" fmla="*/ 22 h 91"/>
                                <a:gd name="T8" fmla="*/ 184 w 202"/>
                                <a:gd name="T9" fmla="*/ 10 h 91"/>
                                <a:gd name="T10" fmla="*/ 170 w 202"/>
                                <a:gd name="T11" fmla="*/ 4 h 91"/>
                                <a:gd name="T12" fmla="*/ 139 w 202"/>
                                <a:gd name="T13" fmla="*/ 5 h 91"/>
                                <a:gd name="T14" fmla="*/ 118 w 202"/>
                                <a:gd name="T15" fmla="*/ 26 h 91"/>
                                <a:gd name="T16" fmla="*/ 114 w 202"/>
                                <a:gd name="T17" fmla="*/ 41 h 91"/>
                                <a:gd name="T18" fmla="*/ 114 w 202"/>
                                <a:gd name="T19" fmla="*/ 49 h 91"/>
                                <a:gd name="T20" fmla="*/ 117 w 202"/>
                                <a:gd name="T21" fmla="*/ 56 h 91"/>
                                <a:gd name="T22" fmla="*/ 145 w 202"/>
                                <a:gd name="T23" fmla="*/ 66 h 91"/>
                                <a:gd name="T24" fmla="*/ 151 w 202"/>
                                <a:gd name="T25" fmla="*/ 61 h 91"/>
                                <a:gd name="T26" fmla="*/ 154 w 202"/>
                                <a:gd name="T27" fmla="*/ 55 h 91"/>
                                <a:gd name="T28" fmla="*/ 152 w 202"/>
                                <a:gd name="T29" fmla="*/ 48 h 91"/>
                                <a:gd name="T30" fmla="*/ 148 w 202"/>
                                <a:gd name="T31" fmla="*/ 43 h 91"/>
                                <a:gd name="T32" fmla="*/ 149 w 202"/>
                                <a:gd name="T33" fmla="*/ 53 h 91"/>
                                <a:gd name="T34" fmla="*/ 146 w 202"/>
                                <a:gd name="T35" fmla="*/ 56 h 91"/>
                                <a:gd name="T36" fmla="*/ 142 w 202"/>
                                <a:gd name="T37" fmla="*/ 57 h 91"/>
                                <a:gd name="T38" fmla="*/ 134 w 202"/>
                                <a:gd name="T39" fmla="*/ 55 h 91"/>
                                <a:gd name="T40" fmla="*/ 130 w 202"/>
                                <a:gd name="T41" fmla="*/ 50 h 91"/>
                                <a:gd name="T42" fmla="*/ 130 w 202"/>
                                <a:gd name="T43" fmla="*/ 47 h 91"/>
                                <a:gd name="T44" fmla="*/ 130 w 202"/>
                                <a:gd name="T45" fmla="*/ 43 h 91"/>
                                <a:gd name="T46" fmla="*/ 134 w 202"/>
                                <a:gd name="T47" fmla="*/ 36 h 91"/>
                                <a:gd name="T48" fmla="*/ 147 w 202"/>
                                <a:gd name="T49" fmla="*/ 27 h 91"/>
                                <a:gd name="T50" fmla="*/ 161 w 202"/>
                                <a:gd name="T51" fmla="*/ 29 h 91"/>
                                <a:gd name="T52" fmla="*/ 168 w 202"/>
                                <a:gd name="T53" fmla="*/ 33 h 91"/>
                                <a:gd name="T54" fmla="*/ 172 w 202"/>
                                <a:gd name="T55" fmla="*/ 37 h 91"/>
                                <a:gd name="T56" fmla="*/ 175 w 202"/>
                                <a:gd name="T57" fmla="*/ 49 h 91"/>
                                <a:gd name="T58" fmla="*/ 171 w 202"/>
                                <a:gd name="T59" fmla="*/ 67 h 91"/>
                                <a:gd name="T60" fmla="*/ 164 w 202"/>
                                <a:gd name="T61" fmla="*/ 74 h 91"/>
                                <a:gd name="T62" fmla="*/ 155 w 202"/>
                                <a:gd name="T63" fmla="*/ 77 h 91"/>
                                <a:gd name="T64" fmla="*/ 135 w 202"/>
                                <a:gd name="T65" fmla="*/ 74 h 91"/>
                                <a:gd name="T66" fmla="*/ 116 w 202"/>
                                <a:gd name="T67" fmla="*/ 63 h 91"/>
                                <a:gd name="T68" fmla="*/ 93 w 202"/>
                                <a:gd name="T69" fmla="*/ 53 h 91"/>
                                <a:gd name="T70" fmla="*/ 66 w 202"/>
                                <a:gd name="T71" fmla="*/ 53 h 91"/>
                                <a:gd name="T72" fmla="*/ 43 w 202"/>
                                <a:gd name="T73" fmla="*/ 61 h 91"/>
                                <a:gd name="T74" fmla="*/ 22 w 202"/>
                                <a:gd name="T75" fmla="*/ 68 h 91"/>
                                <a:gd name="T76" fmla="*/ 0 w 202"/>
                                <a:gd name="T77" fmla="*/ 72 h 91"/>
                                <a:gd name="T78" fmla="*/ 23 w 202"/>
                                <a:gd name="T79" fmla="*/ 77 h 91"/>
                                <a:gd name="T80" fmla="*/ 47 w 202"/>
                                <a:gd name="T81" fmla="*/ 74 h 91"/>
                                <a:gd name="T82" fmla="*/ 69 w 202"/>
                                <a:gd name="T83" fmla="*/ 70 h 91"/>
                                <a:gd name="T84" fmla="*/ 88 w 202"/>
                                <a:gd name="T85" fmla="*/ 71 h 91"/>
                                <a:gd name="T86" fmla="*/ 109 w 202"/>
                                <a:gd name="T87" fmla="*/ 78 h 91"/>
                                <a:gd name="T88" fmla="*/ 131 w 202"/>
                                <a:gd name="T89" fmla="*/ 86 h 91"/>
                                <a:gd name="T90" fmla="*/ 181 w 202"/>
                                <a:gd name="T91" fmla="*/ 77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02" h="91">
                                  <a:moveTo>
                                    <a:pt x="181" y="77"/>
                                  </a:moveTo>
                                  <a:cubicBezTo>
                                    <a:pt x="188" y="72"/>
                                    <a:pt x="196" y="65"/>
                                    <a:pt x="200" y="55"/>
                                  </a:cubicBezTo>
                                  <a:cubicBezTo>
                                    <a:pt x="202" y="50"/>
                                    <a:pt x="202" y="44"/>
                                    <a:pt x="202" y="39"/>
                                  </a:cubicBezTo>
                                  <a:cubicBezTo>
                                    <a:pt x="201" y="33"/>
                                    <a:pt x="199" y="27"/>
                                    <a:pt x="196" y="22"/>
                                  </a:cubicBezTo>
                                  <a:cubicBezTo>
                                    <a:pt x="193" y="17"/>
                                    <a:pt x="188" y="13"/>
                                    <a:pt x="184" y="10"/>
                                  </a:cubicBezTo>
                                  <a:cubicBezTo>
                                    <a:pt x="179" y="7"/>
                                    <a:pt x="175" y="5"/>
                                    <a:pt x="170" y="4"/>
                                  </a:cubicBezTo>
                                  <a:cubicBezTo>
                                    <a:pt x="161" y="1"/>
                                    <a:pt x="149" y="0"/>
                                    <a:pt x="139" y="5"/>
                                  </a:cubicBezTo>
                                  <a:cubicBezTo>
                                    <a:pt x="129" y="9"/>
                                    <a:pt x="121" y="18"/>
                                    <a:pt x="118" y="26"/>
                                  </a:cubicBezTo>
                                  <a:cubicBezTo>
                                    <a:pt x="116" y="31"/>
                                    <a:pt x="114" y="36"/>
                                    <a:pt x="114" y="41"/>
                                  </a:cubicBezTo>
                                  <a:cubicBezTo>
                                    <a:pt x="114" y="43"/>
                                    <a:pt x="114" y="46"/>
                                    <a:pt x="114" y="49"/>
                                  </a:cubicBezTo>
                                  <a:cubicBezTo>
                                    <a:pt x="115" y="52"/>
                                    <a:pt x="116" y="54"/>
                                    <a:pt x="117" y="56"/>
                                  </a:cubicBezTo>
                                  <a:cubicBezTo>
                                    <a:pt x="123" y="66"/>
                                    <a:pt x="136" y="70"/>
                                    <a:pt x="145" y="66"/>
                                  </a:cubicBezTo>
                                  <a:cubicBezTo>
                                    <a:pt x="147" y="65"/>
                                    <a:pt x="149" y="63"/>
                                    <a:pt x="151" y="61"/>
                                  </a:cubicBezTo>
                                  <a:cubicBezTo>
                                    <a:pt x="152" y="59"/>
                                    <a:pt x="153" y="58"/>
                                    <a:pt x="154" y="55"/>
                                  </a:cubicBezTo>
                                  <a:cubicBezTo>
                                    <a:pt x="154" y="52"/>
                                    <a:pt x="153" y="50"/>
                                    <a:pt x="152" y="48"/>
                                  </a:cubicBezTo>
                                  <a:cubicBezTo>
                                    <a:pt x="151" y="46"/>
                                    <a:pt x="150" y="45"/>
                                    <a:pt x="148" y="43"/>
                                  </a:cubicBezTo>
                                  <a:cubicBezTo>
                                    <a:pt x="150" y="47"/>
                                    <a:pt x="151" y="51"/>
                                    <a:pt x="149" y="53"/>
                                  </a:cubicBezTo>
                                  <a:cubicBezTo>
                                    <a:pt x="149" y="54"/>
                                    <a:pt x="147" y="55"/>
                                    <a:pt x="146" y="56"/>
                                  </a:cubicBezTo>
                                  <a:cubicBezTo>
                                    <a:pt x="145" y="57"/>
                                    <a:pt x="143" y="57"/>
                                    <a:pt x="142" y="57"/>
                                  </a:cubicBezTo>
                                  <a:cubicBezTo>
                                    <a:pt x="139" y="58"/>
                                    <a:pt x="136" y="57"/>
                                    <a:pt x="134" y="55"/>
                                  </a:cubicBezTo>
                                  <a:cubicBezTo>
                                    <a:pt x="132" y="54"/>
                                    <a:pt x="131" y="52"/>
                                    <a:pt x="130" y="50"/>
                                  </a:cubicBezTo>
                                  <a:cubicBezTo>
                                    <a:pt x="130" y="49"/>
                                    <a:pt x="130" y="47"/>
                                    <a:pt x="130" y="47"/>
                                  </a:cubicBezTo>
                                  <a:cubicBezTo>
                                    <a:pt x="130" y="46"/>
                                    <a:pt x="130" y="45"/>
                                    <a:pt x="130" y="43"/>
                                  </a:cubicBezTo>
                                  <a:cubicBezTo>
                                    <a:pt x="131" y="41"/>
                                    <a:pt x="133" y="38"/>
                                    <a:pt x="134" y="36"/>
                                  </a:cubicBezTo>
                                  <a:cubicBezTo>
                                    <a:pt x="138" y="31"/>
                                    <a:pt x="142" y="28"/>
                                    <a:pt x="147" y="27"/>
                                  </a:cubicBezTo>
                                  <a:cubicBezTo>
                                    <a:pt x="151" y="26"/>
                                    <a:pt x="156" y="27"/>
                                    <a:pt x="161" y="29"/>
                                  </a:cubicBezTo>
                                  <a:cubicBezTo>
                                    <a:pt x="164" y="30"/>
                                    <a:pt x="166" y="32"/>
                                    <a:pt x="168" y="33"/>
                                  </a:cubicBezTo>
                                  <a:cubicBezTo>
                                    <a:pt x="170" y="34"/>
                                    <a:pt x="171" y="36"/>
                                    <a:pt x="172" y="37"/>
                                  </a:cubicBezTo>
                                  <a:cubicBezTo>
                                    <a:pt x="174" y="40"/>
                                    <a:pt x="174" y="44"/>
                                    <a:pt x="175" y="49"/>
                                  </a:cubicBezTo>
                                  <a:cubicBezTo>
                                    <a:pt x="175" y="54"/>
                                    <a:pt x="175" y="61"/>
                                    <a:pt x="171" y="67"/>
                                  </a:cubicBezTo>
                                  <a:cubicBezTo>
                                    <a:pt x="169" y="70"/>
                                    <a:pt x="167" y="72"/>
                                    <a:pt x="164" y="74"/>
                                  </a:cubicBezTo>
                                  <a:cubicBezTo>
                                    <a:pt x="161" y="76"/>
                                    <a:pt x="158" y="76"/>
                                    <a:pt x="155" y="77"/>
                                  </a:cubicBezTo>
                                  <a:cubicBezTo>
                                    <a:pt x="148" y="78"/>
                                    <a:pt x="142" y="77"/>
                                    <a:pt x="135" y="74"/>
                                  </a:cubicBezTo>
                                  <a:cubicBezTo>
                                    <a:pt x="129" y="71"/>
                                    <a:pt x="123" y="67"/>
                                    <a:pt x="116" y="63"/>
                                  </a:cubicBezTo>
                                  <a:cubicBezTo>
                                    <a:pt x="109" y="59"/>
                                    <a:pt x="101" y="55"/>
                                    <a:pt x="93" y="53"/>
                                  </a:cubicBezTo>
                                  <a:cubicBezTo>
                                    <a:pt x="84" y="51"/>
                                    <a:pt x="75" y="51"/>
                                    <a:pt x="66" y="53"/>
                                  </a:cubicBezTo>
                                  <a:cubicBezTo>
                                    <a:pt x="58" y="55"/>
                                    <a:pt x="50" y="58"/>
                                    <a:pt x="43" y="61"/>
                                  </a:cubicBezTo>
                                  <a:cubicBezTo>
                                    <a:pt x="36" y="64"/>
                                    <a:pt x="29" y="66"/>
                                    <a:pt x="22" y="68"/>
                                  </a:cubicBezTo>
                                  <a:cubicBezTo>
                                    <a:pt x="15" y="71"/>
                                    <a:pt x="8" y="72"/>
                                    <a:pt x="0" y="72"/>
                                  </a:cubicBezTo>
                                  <a:cubicBezTo>
                                    <a:pt x="7" y="76"/>
                                    <a:pt x="15" y="77"/>
                                    <a:pt x="23" y="77"/>
                                  </a:cubicBezTo>
                                  <a:cubicBezTo>
                                    <a:pt x="31" y="77"/>
                                    <a:pt x="40" y="76"/>
                                    <a:pt x="47" y="74"/>
                                  </a:cubicBezTo>
                                  <a:cubicBezTo>
                                    <a:pt x="55" y="72"/>
                                    <a:pt x="62" y="71"/>
                                    <a:pt x="69" y="70"/>
                                  </a:cubicBezTo>
                                  <a:cubicBezTo>
                                    <a:pt x="76" y="69"/>
                                    <a:pt x="82" y="70"/>
                                    <a:pt x="88" y="71"/>
                                  </a:cubicBezTo>
                                  <a:cubicBezTo>
                                    <a:pt x="95" y="73"/>
                                    <a:pt x="102" y="75"/>
                                    <a:pt x="109" y="78"/>
                                  </a:cubicBezTo>
                                  <a:cubicBezTo>
                                    <a:pt x="116" y="80"/>
                                    <a:pt x="123" y="83"/>
                                    <a:pt x="131" y="86"/>
                                  </a:cubicBezTo>
                                  <a:cubicBezTo>
                                    <a:pt x="148" y="91"/>
                                    <a:pt x="166" y="88"/>
                                    <a:pt x="181" y="77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3EDE977" id="组合 21" o:spid="_x0000_s1026" style="position:absolute;left:0;text-align:left;margin-left:95.8pt;margin-top:92.15pt;width:223.7pt;height:35.9pt;z-index:285418496;mso-position-vertical-relative:page" coordorigin="16347,1994" coordsize="4474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">
                <v:group id="组合 13" o:spid="_x0000_s1027" style="position:absolute;left:18615;top:1994;width:2206;height:719" coordorigin="49260,30480" coordsize="23399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0" o:spid="_x0000_s1028" style="position:absolute;left:53895;top:30480;width:18764;height:7620;visibility:visible;mso-wrap-style:square;v-text-anchor:top" coordsize="4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" path="m436,51c432,40,425,29,416,21,407,13,397,8,386,5,376,2,366,1,356,,346,,336,1,325,4v-10,3,-20,7,-28,14c288,24,281,32,276,42v-5,9,-9,19,-10,29c266,77,266,82,268,88v1,6,3,10,6,15c280,112,289,119,299,123v10,3,21,2,31,-2c334,119,339,116,342,113v2,-2,3,-4,4,-6c348,105,349,102,349,99v1,-5,,-10,-2,-14c344,81,342,78,338,75v3,3,4,7,5,11c344,90,344,94,343,98v-1,1,-2,2,-3,4c339,103,337,104,336,105v-4,2,-7,4,-10,5c319,111,311,110,305,107v-6,-3,-10,-8,-13,-14c291,90,290,87,289,84v,-3,,-6,1,-9c292,68,295,62,299,56v8,-11,20,-17,34,-19c339,36,346,36,353,37v3,,5,1,7,1c364,40,367,43,370,46v7,7,12,17,15,27c388,83,389,94,387,104v-2,10,-7,19,-15,26c364,137,354,141,344,142v-10,2,-21,2,-32,c302,141,291,138,281,134v-10,-4,-20,-9,-28,-14c252,120,252,120,252,120v-7,-4,-15,-9,-23,-13c221,103,213,99,203,97v-9,-3,-19,-4,-29,-4c164,93,154,95,145,98v-9,3,-17,7,-25,10c112,112,104,116,96,120v-15,9,-29,15,-46,19c34,143,17,144,,140v15,9,34,12,52,11c61,151,70,149,79,147v4,-1,9,-2,13,-4c96,142,101,140,105,138v15,-6,31,-12,47,-16c167,118,181,118,196,122v7,2,15,5,22,9c226,134,233,138,241,141v14,8,29,17,46,25c296,169,305,173,314,174v9,2,19,3,28,2c351,175,360,174,369,171v9,-2,18,-7,26,-13c403,152,410,146,416,138v7,-7,13,-16,17,-25c437,104,440,94,441,83v,-11,-1,-22,-5,-32xm401,104v-1,7,-2,15,-5,22c394,133,390,140,384,145v-5,6,-12,9,-19,12c357,159,349,160,341,161v-13,,-26,-3,-37,-8c306,153,308,153,311,154v11,1,23,,35,-2c357,149,369,145,378,137v9,-9,15,-20,17,-31c397,94,397,82,394,70v-1,-7,-4,-14,-7,-21c388,49,389,50,389,51v4,3,7,8,9,13c400,70,401,76,401,83v1,6,1,13,,21xe" filled="f" stroked="f">
                    <v:path arrowok="t" o:connecttype="custom" o:connectlocs="1770052,90407;1514756,0;1263715,77492;1131812,305661;1165851,443424;1404128,520915;1472206,460644;1476461,365932;1459442,370237;1446677,439119;1387108,473559;1242440,400373;1233930,322881;1416892,159288;1531776,163593;1638149,314271;1582835,559661;1327539,611322;1076498,516610;974379,460644;740358,400373;510592,464949;212747,598407;221256,650068;391454,615627;646750,525220;927575,563966;1221165,714644;1455187,757695;1680698,680203;1842386,486475;1855150,219559;1684953,542441;1553050,675898;1293499,658678;1472206,654373;1680698,456339;1646659,210949;1693463,275525;1706228,447729" o:connectangles="0,0,0,0,0,0,0,0,0,0,0,0,0,0,0,0,0,0,0,0,0,0,0,0,0,0,0,0,0,0,0,0,0,0,0,0,0,0,0,0"/>
                    <o:lock v:ext="edit" verticies="t"/>
                  </v:shape>
                  <v:shape id="Freeform 11" o:spid="_x0000_s1029" style="position:absolute;left:49260;top:32543;width:8588;height:3921;visibility:visible;mso-wrap-style:square;v-text-anchor:top" coordsize="202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" path="m181,77v7,-5,15,-12,19,-22c202,50,202,44,202,39v-1,-6,-3,-12,-6,-17c193,17,188,13,184,10,179,7,175,5,170,4,161,1,149,,139,5,129,9,121,18,118,26v-2,5,-4,10,-4,15c114,43,114,46,114,49v1,3,2,5,3,7c123,66,136,70,145,66v2,-1,4,-3,6,-5c152,59,153,58,154,55v,-3,-1,-5,-2,-7c151,46,150,45,148,43v2,4,3,8,1,10c149,54,147,55,146,56v-1,1,-3,1,-4,1c139,58,136,57,134,55v-2,-1,-3,-3,-4,-5c130,49,130,47,130,47v,-1,,-2,,-4c131,41,133,38,134,36v4,-5,8,-8,13,-9c151,26,156,27,161,29v3,1,5,3,7,4c170,34,171,36,172,37v2,3,2,7,3,12c175,54,175,61,171,67v-2,3,-4,5,-7,7c161,76,158,76,155,77v-7,1,-13,,-20,-3c129,71,123,67,116,63,109,59,101,55,93,53,84,51,75,51,66,53v-8,2,-16,5,-23,8c36,64,29,66,22,68,15,71,8,72,,72v7,4,15,5,23,5c31,77,40,76,47,74v8,-2,15,-3,22,-4c76,69,82,70,88,71v7,2,14,4,21,7c116,80,123,83,131,86v17,5,35,2,50,-9xe" filled="f" stroked="f">
                    <v:path arrowok="t" o:connecttype="custom" o:connectlocs="769553,331788;850335,236991;858838,168048;833328,94797;782308,43089;722784,17236;590983,21545;501697,112032;484691,176666;484691,211138;497446,241300;616493,284390;642003,262845;654758,236991;646254,206829;629248,185284;633499,228374;620744,241300;603738,245609;569724,236991;552718,215447;552718,202520;552718,185284;569724,155122;624996,116341;684519,124959;714281,142195;731288,159431;744043,211138;727036,288699;697274,318861;659009,331788;573976,318861;493194,271463;395406,228374;280610,228374;182822,262845;93537,293008;0,310243;97788,331788;199829,318861;293365,301625;374147,305934;463432,336097;556969,370568;769553,331788" o:connectangles="0,0,0,0,0,0,0,0,0,0,0,0,0,0,0,0,0,0,0,0,0,0,0,0,0,0,0,0,0,0,0,0,0,0,0,0,0,0,0,0,0,0,0,0,0,0"/>
                  </v:shape>
                </v:group>
                <v:group id="组合 13" o:spid="_x0000_s1030" style="position:absolute;left:16347;top:1994;width:2206;height:719;flip:x" coordorigin="49260,30480" coordsize="23399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">
                  <v:shape id="Freeform 10" o:spid="_x0000_s1031" style="position:absolute;left:53895;top:30480;width:18764;height:7620;visibility:visible;mso-wrap-style:square;v-text-anchor:top" coordsize="4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" path="m436,51c432,40,425,29,416,21,407,13,397,8,386,5,376,2,366,1,356,,346,,336,1,325,4v-10,3,-20,7,-28,14c288,24,281,32,276,42v-5,9,-9,19,-10,29c266,77,266,82,268,88v1,6,3,10,6,15c280,112,289,119,299,123v10,3,21,2,31,-2c334,119,339,116,342,113v2,-2,3,-4,4,-6c348,105,349,102,349,99v1,-5,,-10,-2,-14c344,81,342,78,338,75v3,3,4,7,5,11c344,90,344,94,343,98v-1,1,-2,2,-3,4c339,103,337,104,336,105v-4,2,-7,4,-10,5c319,111,311,110,305,107v-6,-3,-10,-8,-13,-14c291,90,290,87,289,84v,-3,,-6,1,-9c292,68,295,62,299,56v8,-11,20,-17,34,-19c339,36,346,36,353,37v3,,5,1,7,1c364,40,367,43,370,46v7,7,12,17,15,27c388,83,389,94,387,104v-2,10,-7,19,-15,26c364,137,354,141,344,142v-10,2,-21,2,-32,c302,141,291,138,281,134v-10,-4,-20,-9,-28,-14c252,120,252,120,252,120v-7,-4,-15,-9,-23,-13c221,103,213,99,203,97v-9,-3,-19,-4,-29,-4c164,93,154,95,145,98v-9,3,-17,7,-25,10c112,112,104,116,96,120v-15,9,-29,15,-46,19c34,143,17,144,,140v15,9,34,12,52,11c61,151,70,149,79,147v4,-1,9,-2,13,-4c96,142,101,140,105,138v15,-6,31,-12,47,-16c167,118,181,118,196,122v7,2,15,5,22,9c226,134,233,138,241,141v14,8,29,17,46,25c296,169,305,173,314,174v9,2,19,3,28,2c351,175,360,174,369,171v9,-2,18,-7,26,-13c403,152,410,146,416,138v7,-7,13,-16,17,-25c437,104,440,94,441,83v,-11,-1,-22,-5,-32xm401,104v-1,7,-2,15,-5,22c394,133,390,140,384,145v-5,6,-12,9,-19,12c357,159,349,160,341,161v-13,,-26,-3,-37,-8c306,153,308,153,311,154v11,1,23,,35,-2c357,149,369,145,378,137v9,-9,15,-20,17,-31c397,94,397,82,394,70v-1,-7,-4,-14,-7,-21c388,49,389,50,389,51v4,3,7,8,9,13c400,70,401,76,401,83v1,6,1,13,,21xe" filled="f" stroked="f">
                    <v:path arrowok="t" o:connecttype="custom" o:connectlocs="1770052,90407;1514756,0;1263715,77492;1131812,305661;1165851,443424;1404128,520915;1472206,460644;1476461,365932;1459442,370237;1446677,439119;1387108,473559;1242440,400373;1233930,322881;1416892,159288;1531776,163593;1638149,314271;1582835,559661;1327539,611322;1076498,516610;974379,460644;740358,400373;510592,464949;212747,598407;221256,650068;391454,615627;646750,525220;927575,563966;1221165,714644;1455187,757695;1680698,680203;1842386,486475;1855150,219559;1684953,542441;1553050,675898;1293499,658678;1472206,654373;1680698,456339;1646659,210949;1693463,275525;1706228,447729" o:connectangles="0,0,0,0,0,0,0,0,0,0,0,0,0,0,0,0,0,0,0,0,0,0,0,0,0,0,0,0,0,0,0,0,0,0,0,0,0,0,0,0"/>
                    <o:lock v:ext="edit" verticies="t"/>
                  </v:shape>
                  <v:shape id="Freeform 11" o:spid="_x0000_s1032" style="position:absolute;left:49260;top:32543;width:8588;height:3921;visibility:visible;mso-wrap-style:square;v-text-anchor:top" coordsize="202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" path="m181,77v7,-5,15,-12,19,-22c202,50,202,44,202,39v-1,-6,-3,-12,-6,-17c193,17,188,13,184,10,179,7,175,5,170,4,161,1,149,,139,5,129,9,121,18,118,26v-2,5,-4,10,-4,15c114,43,114,46,114,49v1,3,2,5,3,7c123,66,136,70,145,66v2,-1,4,-3,6,-5c152,59,153,58,154,55v,-3,-1,-5,-2,-7c151,46,150,45,148,43v2,4,3,8,1,10c149,54,147,55,146,56v-1,1,-3,1,-4,1c139,58,136,57,134,55v-2,-1,-3,-3,-4,-5c130,49,130,47,130,47v,-1,,-2,,-4c131,41,133,38,134,36v4,-5,8,-8,13,-9c151,26,156,27,161,29v3,1,5,3,7,4c170,34,171,36,172,37v2,3,2,7,3,12c175,54,175,61,171,67v-2,3,-4,5,-7,7c161,76,158,76,155,77v-7,1,-13,,-20,-3c129,71,123,67,116,63,109,59,101,55,93,53,84,51,75,51,66,53v-8,2,-16,5,-23,8c36,64,29,66,22,68,15,71,8,72,,72v7,4,15,5,23,5c31,77,40,76,47,74v8,-2,15,-3,22,-4c76,69,82,70,88,71v7,2,14,4,21,7c116,80,123,83,131,86v17,5,35,2,50,-9xe" filled="f" stroked="f">
                    <v:path arrowok="t" o:connecttype="custom" o:connectlocs="769553,331788;850335,236991;858838,168048;833328,94797;782308,43089;722784,17236;590983,21545;501697,112032;484691,176666;484691,211138;497446,241300;616493,284390;642003,262845;654758,236991;646254,206829;629248,185284;633499,228374;620744,241300;603738,245609;569724,236991;552718,215447;552718,202520;552718,185284;569724,155122;624996,116341;684519,124959;714281,142195;731288,159431;744043,211138;727036,288699;697274,318861;659009,331788;573976,318861;493194,271463;395406,228374;280610,228374;182822,262845;93537,293008;0,310243;97788,331788;199829,318861;293365,301625;374147,305934;463432,336097;556969,370568;769553,331788" o:connectangles="0,0,0,0,0,0,0,0,0,0,0,0,0,0,0,0,0,0,0,0,0,0,0,0,0,0,0,0,0,0,0,0,0,0,0,0,0,0,0,0,0,0,0,0,0,0"/>
                  </v:shape>
                </v:group>
                <w10:wrap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848576" behindDoc="0" locked="0" layoutInCell="1" allowOverlap="1" wp14:anchorId="2204CB49" wp14:editId="2CF7689E">
                <wp:simplePos x="0" y="0"/>
                <wp:positionH relativeFrom="column">
                  <wp:posOffset>-279400</wp:posOffset>
                </wp:positionH>
                <wp:positionV relativeFrom="page">
                  <wp:posOffset>2115820</wp:posOffset>
                </wp:positionV>
                <wp:extent cx="5836920" cy="505460"/>
                <wp:effectExtent l="0" t="0" r="0" b="0"/>
                <wp:wrapNone/>
                <wp:docPr id="2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920" cy="505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10FA16D3" w14:textId="77777777" w:rsidR="00680D77" w:rsidRDefault="007B0D71">
                            <w:pPr>
                              <w:spacing w:line="600" w:lineRule="exact"/>
                              <w:jc w:val="center"/>
                              <w:rPr>
                                <w:rFonts w:ascii="思源黑体 CN Medium" w:eastAsia="思源黑体 CN Medium" w:hAnsi="思源黑体 CN Medium" w:cs="思源黑体 CN Medium"/>
                                <w:b/>
                                <w:color w:val="C00000"/>
                                <w:kern w:val="0"/>
                                <w:sz w:val="52"/>
                                <w:szCs w:val="52"/>
                                <w:lang w:bidi="ar"/>
                              </w:rPr>
                            </w:pP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color w:val="C00000"/>
                                <w:kern w:val="0"/>
                                <w:sz w:val="52"/>
                                <w:szCs w:val="52"/>
                                <w:lang w:bidi="ar"/>
                              </w:rPr>
                              <w:t>某某某科技有限公司年会节目单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w14:anchorId="2204CB49" id="文本框 7" o:spid="_x0000_s1030" type="#_x0000_t202" style="position:absolute;left:0;text-align:left;margin-left:-22pt;margin-top:166.6pt;width:459.6pt;height:39.8pt;z-index:25384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" filled="f" stroked="f">
                <v:textbox>
                  <w:txbxContent>
                    <w:p w14:paraId="10FA16D3" w14:textId="77777777" w:rsidR="00680D77" w:rsidRDefault="007B0D71">
                      <w:pPr>
                        <w:spacing w:line="600" w:lineRule="exact"/>
                        <w:jc w:val="center"/>
                        <w:rPr>
                          <w:rFonts w:ascii="思源黑体 CN Medium" w:eastAsia="思源黑体 CN Medium" w:hAnsi="思源黑体 CN Medium" w:cs="思源黑体 CN Medium"/>
                          <w:b/>
                          <w:color w:val="C00000"/>
                          <w:kern w:val="0"/>
                          <w:sz w:val="52"/>
                          <w:szCs w:val="52"/>
                          <w:lang w:bidi="ar"/>
                        </w:rPr>
                      </w:pP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color w:val="C00000"/>
                          <w:kern w:val="0"/>
                          <w:sz w:val="52"/>
                          <w:szCs w:val="52"/>
                          <w:lang w:bidi="ar"/>
                        </w:rPr>
                        <w:t>某某某科技有限公司年会节目单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5593472" behindDoc="0" locked="0" layoutInCell="1" allowOverlap="1" wp14:anchorId="2A75389C" wp14:editId="6E098FE3">
                <wp:simplePos x="0" y="0"/>
                <wp:positionH relativeFrom="column">
                  <wp:posOffset>60960</wp:posOffset>
                </wp:positionH>
                <wp:positionV relativeFrom="page">
                  <wp:posOffset>2802890</wp:posOffset>
                </wp:positionV>
                <wp:extent cx="5142865" cy="5777865"/>
                <wp:effectExtent l="0" t="0" r="0" b="0"/>
                <wp:wrapNone/>
                <wp:docPr id="16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2865" cy="5777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1A2B49F" w14:textId="77777777" w:rsidR="00680D77" w:rsidRDefault="007B0D71">
                            <w:pPr>
                              <w:spacing w:line="720" w:lineRule="exact"/>
                              <w:jc w:val="center"/>
                              <w:rPr>
                                <w:rFonts w:ascii="思源黑体 CN Medium" w:eastAsia="思源黑体 CN Medium" w:hAnsi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C00000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【开场舞】</w:t>
                            </w:r>
                          </w:p>
                          <w:p w14:paraId="09F8198C" w14:textId="77777777" w:rsidR="00680D77" w:rsidRDefault="007B0D71">
                            <w:pPr>
                              <w:spacing w:line="720" w:lineRule="exact"/>
                              <w:jc w:val="center"/>
                              <w:rPr>
                                <w:rFonts w:ascii="思源黑体 CN Medium" w:eastAsia="思源黑体 CN Medium" w:hAnsi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《秧歌情》</w:t>
                            </w: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~</w:t>
                            </w: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表演者：行政部</w:t>
                            </w:r>
                          </w:p>
                          <w:p w14:paraId="0DF8C4FD" w14:textId="77777777" w:rsidR="00680D77" w:rsidRDefault="007B0D71">
                            <w:pPr>
                              <w:spacing w:line="720" w:lineRule="exact"/>
                              <w:jc w:val="center"/>
                              <w:rPr>
                                <w:rFonts w:ascii="思源黑体 CN Medium" w:eastAsia="思源黑体 CN Medium" w:hAnsi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C00000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【红歌联唱】</w:t>
                            </w:r>
                          </w:p>
                          <w:p w14:paraId="1BA9C912" w14:textId="77777777" w:rsidR="00680D77" w:rsidRDefault="007B0D71">
                            <w:pPr>
                              <w:spacing w:line="720" w:lineRule="exact"/>
                              <w:jc w:val="center"/>
                              <w:rPr>
                                <w:rFonts w:ascii="思源黑体 CN Medium" w:eastAsia="思源黑体 CN Medium" w:hAnsi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《红星照我去战斗》</w:t>
                            </w: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~</w:t>
                            </w: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表演者：研发中心</w:t>
                            </w:r>
                          </w:p>
                          <w:p w14:paraId="5B9382FE" w14:textId="77777777" w:rsidR="00680D77" w:rsidRDefault="007B0D71">
                            <w:pPr>
                              <w:spacing w:line="720" w:lineRule="exact"/>
                              <w:jc w:val="center"/>
                              <w:rPr>
                                <w:rFonts w:ascii="思源黑体 CN Medium" w:eastAsia="思源黑体 CN Medium" w:hAnsi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C00000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【少儿节目】</w:t>
                            </w:r>
                          </w:p>
                          <w:p w14:paraId="451520BE" w14:textId="77777777" w:rsidR="00680D77" w:rsidRDefault="007B0D71">
                            <w:pPr>
                              <w:spacing w:line="720" w:lineRule="exact"/>
                              <w:jc w:val="center"/>
                              <w:rPr>
                                <w:rFonts w:ascii="思源黑体 CN Medium" w:eastAsia="思源黑体 CN Medium" w:hAnsi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《胖胖梦》</w:t>
                            </w: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~</w:t>
                            </w: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表演者：某某幼儿园</w:t>
                            </w:r>
                          </w:p>
                          <w:p w14:paraId="5695E407" w14:textId="77777777" w:rsidR="00680D77" w:rsidRDefault="007B0D71">
                            <w:pPr>
                              <w:spacing w:line="720" w:lineRule="exact"/>
                              <w:jc w:val="center"/>
                              <w:rPr>
                                <w:rFonts w:ascii="思源黑体 CN Medium" w:eastAsia="思源黑体 CN Medium" w:hAnsi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C00000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【混声小合唱】</w:t>
                            </w:r>
                          </w:p>
                          <w:p w14:paraId="4F59B390" w14:textId="77777777" w:rsidR="00680D77" w:rsidRDefault="007B0D71">
                            <w:pPr>
                              <w:spacing w:line="720" w:lineRule="exact"/>
                              <w:jc w:val="center"/>
                              <w:rPr>
                                <w:rFonts w:ascii="思源黑体 CN Medium" w:eastAsia="思源黑体 CN Medium" w:hAnsi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《玉茗堂》</w:t>
                            </w: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~</w:t>
                            </w: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表演者：某某项目组</w:t>
                            </w:r>
                          </w:p>
                          <w:p w14:paraId="3F4A7F0B" w14:textId="77777777" w:rsidR="00680D77" w:rsidRDefault="007B0D71">
                            <w:pPr>
                              <w:spacing w:line="720" w:lineRule="exact"/>
                              <w:jc w:val="center"/>
                              <w:rPr>
                                <w:rFonts w:ascii="思源黑体 CN Medium" w:eastAsia="思源黑体 CN Medium" w:hAnsi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C00000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【舞蹈表演】</w:t>
                            </w:r>
                          </w:p>
                          <w:p w14:paraId="27F899C5" w14:textId="77777777" w:rsidR="00680D77" w:rsidRDefault="007B0D71">
                            <w:pPr>
                              <w:spacing w:line="720" w:lineRule="exact"/>
                              <w:jc w:val="center"/>
                              <w:rPr>
                                <w:rFonts w:ascii="思源黑体 CN Medium" w:eastAsia="思源黑体 CN Medium" w:hAnsi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《小苹果》</w:t>
                            </w: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~</w:t>
                            </w: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表演者：某某项目组</w:t>
                            </w:r>
                          </w:p>
                          <w:p w14:paraId="072FED11" w14:textId="77777777" w:rsidR="00680D77" w:rsidRDefault="007B0D71">
                            <w:pPr>
                              <w:spacing w:line="720" w:lineRule="exact"/>
                              <w:jc w:val="center"/>
                              <w:rPr>
                                <w:rFonts w:ascii="思源黑体 CN Medium" w:eastAsia="思源黑体 CN Medium" w:hAnsi="思源黑体 CN Medium" w:cs="思源黑体 CN Medium"/>
                                <w:b/>
                                <w:bCs/>
                                <w:color w:val="C00000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C00000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【</w:t>
                            </w: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C00000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谢幕舞</w:t>
                            </w: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C00000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】</w:t>
                            </w:r>
                          </w:p>
                          <w:p w14:paraId="54A65820" w14:textId="77777777" w:rsidR="00680D77" w:rsidRDefault="007B0D71">
                            <w:pPr>
                              <w:spacing w:line="720" w:lineRule="exact"/>
                              <w:jc w:val="center"/>
                              <w:rPr>
                                <w:rFonts w:ascii="思源黑体 CN Medium" w:eastAsia="思源黑体 CN Medium" w:hAnsi="思源黑体 CN Medium" w:cs="思源黑体 CN Medium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《秧歌情》</w:t>
                            </w: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~</w:t>
                            </w:r>
                            <w:r>
                              <w:rPr>
                                <w:rFonts w:ascii="思源黑体 CN Medium" w:eastAsia="思源黑体 CN Medium" w:hAnsi="思源黑体 CN Medium" w:cs="思源黑体 CN Medium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44"/>
                                <w:lang w:bidi="ar"/>
                              </w:rPr>
                              <w:t>表演者：行政部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w14:anchorId="2A75389C" id="_x0000_s1031" type="#_x0000_t202" style="position:absolute;left:0;text-align:left;margin-left:4.8pt;margin-top:220.7pt;width:404.95pt;height:454.95pt;z-index:25559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" filled="f" stroked="f">
                <v:textbox>
                  <w:txbxContent>
                    <w:p w14:paraId="71A2B49F" w14:textId="77777777" w:rsidR="00680D77" w:rsidRDefault="007B0D71">
                      <w:pPr>
                        <w:spacing w:line="720" w:lineRule="exact"/>
                        <w:jc w:val="center"/>
                        <w:rPr>
                          <w:rFonts w:ascii="思源黑体 CN Medium" w:eastAsia="思源黑体 CN Medium" w:hAnsi="思源黑体 CN Medium" w:cs="思源黑体 CN Medium"/>
                          <w:b/>
                          <w:bCs/>
                          <w:color w:val="C00000"/>
                          <w:kern w:val="0"/>
                          <w:sz w:val="36"/>
                          <w:szCs w:val="44"/>
                          <w:lang w:bidi="ar"/>
                        </w:rPr>
                      </w:pP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C00000"/>
                          <w:kern w:val="0"/>
                          <w:sz w:val="36"/>
                          <w:szCs w:val="44"/>
                          <w:lang w:bidi="ar"/>
                        </w:rPr>
                        <w:t>【开场舞】</w:t>
                      </w:r>
                    </w:p>
                    <w:p w14:paraId="09F8198C" w14:textId="77777777" w:rsidR="00680D77" w:rsidRDefault="007B0D71">
                      <w:pPr>
                        <w:spacing w:line="720" w:lineRule="exact"/>
                        <w:jc w:val="center"/>
                        <w:rPr>
                          <w:rFonts w:ascii="思源黑体 CN Medium" w:eastAsia="思源黑体 CN Medium" w:hAnsi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</w:pP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《秧歌情》</w:t>
                      </w: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~</w:t>
                      </w: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表演者：行政部</w:t>
                      </w:r>
                    </w:p>
                    <w:p w14:paraId="0DF8C4FD" w14:textId="77777777" w:rsidR="00680D77" w:rsidRDefault="007B0D71">
                      <w:pPr>
                        <w:spacing w:line="720" w:lineRule="exact"/>
                        <w:jc w:val="center"/>
                        <w:rPr>
                          <w:rFonts w:ascii="思源黑体 CN Medium" w:eastAsia="思源黑体 CN Medium" w:hAnsi="思源黑体 CN Medium" w:cs="思源黑体 CN Medium"/>
                          <w:b/>
                          <w:bCs/>
                          <w:color w:val="C00000"/>
                          <w:kern w:val="0"/>
                          <w:sz w:val="36"/>
                          <w:szCs w:val="44"/>
                          <w:lang w:bidi="ar"/>
                        </w:rPr>
                      </w:pP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C00000"/>
                          <w:kern w:val="0"/>
                          <w:sz w:val="36"/>
                          <w:szCs w:val="44"/>
                          <w:lang w:bidi="ar"/>
                        </w:rPr>
                        <w:t>【红歌联唱】</w:t>
                      </w:r>
                    </w:p>
                    <w:p w14:paraId="1BA9C912" w14:textId="77777777" w:rsidR="00680D77" w:rsidRDefault="007B0D71">
                      <w:pPr>
                        <w:spacing w:line="720" w:lineRule="exact"/>
                        <w:jc w:val="center"/>
                        <w:rPr>
                          <w:rFonts w:ascii="思源黑体 CN Medium" w:eastAsia="思源黑体 CN Medium" w:hAnsi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</w:pP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《红星照我去战斗》</w:t>
                      </w: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~</w:t>
                      </w: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表演者：研发中心</w:t>
                      </w:r>
                    </w:p>
                    <w:p w14:paraId="5B9382FE" w14:textId="77777777" w:rsidR="00680D77" w:rsidRDefault="007B0D71">
                      <w:pPr>
                        <w:spacing w:line="720" w:lineRule="exact"/>
                        <w:jc w:val="center"/>
                        <w:rPr>
                          <w:rFonts w:ascii="思源黑体 CN Medium" w:eastAsia="思源黑体 CN Medium" w:hAnsi="思源黑体 CN Medium" w:cs="思源黑体 CN Medium"/>
                          <w:b/>
                          <w:bCs/>
                          <w:color w:val="C00000"/>
                          <w:kern w:val="0"/>
                          <w:sz w:val="36"/>
                          <w:szCs w:val="44"/>
                          <w:lang w:bidi="ar"/>
                        </w:rPr>
                      </w:pP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C00000"/>
                          <w:kern w:val="0"/>
                          <w:sz w:val="36"/>
                          <w:szCs w:val="44"/>
                          <w:lang w:bidi="ar"/>
                        </w:rPr>
                        <w:t>【少儿节目】</w:t>
                      </w:r>
                    </w:p>
                    <w:p w14:paraId="451520BE" w14:textId="77777777" w:rsidR="00680D77" w:rsidRDefault="007B0D71">
                      <w:pPr>
                        <w:spacing w:line="720" w:lineRule="exact"/>
                        <w:jc w:val="center"/>
                        <w:rPr>
                          <w:rFonts w:ascii="思源黑体 CN Medium" w:eastAsia="思源黑体 CN Medium" w:hAnsi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</w:pP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《胖胖梦》</w:t>
                      </w: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~</w:t>
                      </w: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表演者：某某幼儿园</w:t>
                      </w:r>
                    </w:p>
                    <w:p w14:paraId="5695E407" w14:textId="77777777" w:rsidR="00680D77" w:rsidRDefault="007B0D71">
                      <w:pPr>
                        <w:spacing w:line="720" w:lineRule="exact"/>
                        <w:jc w:val="center"/>
                        <w:rPr>
                          <w:rFonts w:ascii="思源黑体 CN Medium" w:eastAsia="思源黑体 CN Medium" w:hAnsi="思源黑体 CN Medium" w:cs="思源黑体 CN Medium"/>
                          <w:b/>
                          <w:bCs/>
                          <w:color w:val="C00000"/>
                          <w:kern w:val="0"/>
                          <w:sz w:val="36"/>
                          <w:szCs w:val="44"/>
                          <w:lang w:bidi="ar"/>
                        </w:rPr>
                      </w:pP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C00000"/>
                          <w:kern w:val="0"/>
                          <w:sz w:val="36"/>
                          <w:szCs w:val="44"/>
                          <w:lang w:bidi="ar"/>
                        </w:rPr>
                        <w:t>【混声小合唱】</w:t>
                      </w:r>
                    </w:p>
                    <w:p w14:paraId="4F59B390" w14:textId="77777777" w:rsidR="00680D77" w:rsidRDefault="007B0D71">
                      <w:pPr>
                        <w:spacing w:line="720" w:lineRule="exact"/>
                        <w:jc w:val="center"/>
                        <w:rPr>
                          <w:rFonts w:ascii="思源黑体 CN Medium" w:eastAsia="思源黑体 CN Medium" w:hAnsi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</w:pP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《玉茗堂》</w:t>
                      </w: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~</w:t>
                      </w: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表演者：某某项目组</w:t>
                      </w:r>
                    </w:p>
                    <w:p w14:paraId="3F4A7F0B" w14:textId="77777777" w:rsidR="00680D77" w:rsidRDefault="007B0D71">
                      <w:pPr>
                        <w:spacing w:line="720" w:lineRule="exact"/>
                        <w:jc w:val="center"/>
                        <w:rPr>
                          <w:rFonts w:ascii="思源黑体 CN Medium" w:eastAsia="思源黑体 CN Medium" w:hAnsi="思源黑体 CN Medium" w:cs="思源黑体 CN Medium"/>
                          <w:b/>
                          <w:bCs/>
                          <w:color w:val="C00000"/>
                          <w:kern w:val="0"/>
                          <w:sz w:val="36"/>
                          <w:szCs w:val="44"/>
                          <w:lang w:bidi="ar"/>
                        </w:rPr>
                      </w:pP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C00000"/>
                          <w:kern w:val="0"/>
                          <w:sz w:val="36"/>
                          <w:szCs w:val="44"/>
                          <w:lang w:bidi="ar"/>
                        </w:rPr>
                        <w:t>【舞蹈表演】</w:t>
                      </w:r>
                    </w:p>
                    <w:p w14:paraId="27F899C5" w14:textId="77777777" w:rsidR="00680D77" w:rsidRDefault="007B0D71">
                      <w:pPr>
                        <w:spacing w:line="720" w:lineRule="exact"/>
                        <w:jc w:val="center"/>
                        <w:rPr>
                          <w:rFonts w:ascii="思源黑体 CN Medium" w:eastAsia="思源黑体 CN Medium" w:hAnsi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</w:pP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《小苹果》</w:t>
                      </w: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~</w:t>
                      </w: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表演者：某某项目组</w:t>
                      </w:r>
                    </w:p>
                    <w:p w14:paraId="072FED11" w14:textId="77777777" w:rsidR="00680D77" w:rsidRDefault="007B0D71">
                      <w:pPr>
                        <w:spacing w:line="720" w:lineRule="exact"/>
                        <w:jc w:val="center"/>
                        <w:rPr>
                          <w:rFonts w:ascii="思源黑体 CN Medium" w:eastAsia="思源黑体 CN Medium" w:hAnsi="思源黑体 CN Medium" w:cs="思源黑体 CN Medium"/>
                          <w:b/>
                          <w:bCs/>
                          <w:color w:val="C00000"/>
                          <w:kern w:val="0"/>
                          <w:sz w:val="36"/>
                          <w:szCs w:val="44"/>
                          <w:lang w:bidi="ar"/>
                        </w:rPr>
                      </w:pP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C00000"/>
                          <w:kern w:val="0"/>
                          <w:sz w:val="36"/>
                          <w:szCs w:val="44"/>
                          <w:lang w:bidi="ar"/>
                        </w:rPr>
                        <w:t>【</w:t>
                      </w: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C00000"/>
                          <w:kern w:val="0"/>
                          <w:sz w:val="36"/>
                          <w:szCs w:val="44"/>
                          <w:lang w:bidi="ar"/>
                        </w:rPr>
                        <w:t>谢幕舞</w:t>
                      </w: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C00000"/>
                          <w:kern w:val="0"/>
                          <w:sz w:val="36"/>
                          <w:szCs w:val="44"/>
                          <w:lang w:bidi="ar"/>
                        </w:rPr>
                        <w:t>】</w:t>
                      </w:r>
                    </w:p>
                    <w:p w14:paraId="54A65820" w14:textId="77777777" w:rsidR="00680D77" w:rsidRDefault="007B0D71">
                      <w:pPr>
                        <w:spacing w:line="720" w:lineRule="exact"/>
                        <w:jc w:val="center"/>
                        <w:rPr>
                          <w:rFonts w:ascii="思源黑体 CN Medium" w:eastAsia="思源黑体 CN Medium" w:hAnsi="思源黑体 CN Medium" w:cs="思源黑体 CN Medium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</w:pP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《秧歌情》</w:t>
                      </w: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~</w:t>
                      </w:r>
                      <w:r>
                        <w:rPr>
                          <w:rFonts w:ascii="思源黑体 CN Medium" w:eastAsia="思源黑体 CN Medium" w:hAnsi="思源黑体 CN Medium" w:cs="思源黑体 CN Medium" w:hint="eastAsia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44"/>
                          <w:lang w:bidi="ar"/>
                        </w:rPr>
                        <w:t>表演者：行政部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680D7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BA4AF" w14:textId="77777777" w:rsidR="007B0D71" w:rsidRDefault="007B0D71">
      <w:r>
        <w:separator/>
      </w:r>
    </w:p>
  </w:endnote>
  <w:endnote w:type="continuationSeparator" w:id="0">
    <w:p w14:paraId="069A760F" w14:textId="77777777" w:rsidR="007B0D71" w:rsidRDefault="007B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思源黑体 CN Heavy">
    <w:panose1 w:val="020B0A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思源黑体 CN Medium">
    <w:panose1 w:val="020B06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A8FF8" w14:textId="77777777" w:rsidR="007B0D71" w:rsidRDefault="007B0D71">
      <w:r>
        <w:separator/>
      </w:r>
    </w:p>
  </w:footnote>
  <w:footnote w:type="continuationSeparator" w:id="0">
    <w:p w14:paraId="1B3FE6D7" w14:textId="77777777" w:rsidR="007B0D71" w:rsidRDefault="007B0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11F14" w14:textId="77777777" w:rsidR="00680D77" w:rsidRDefault="007B0D71">
    <w:pPr>
      <w:pStyle w:val="a7"/>
      <w:pBdr>
        <w:bottom w:val="none" w:sz="0" w:space="1" w:color="auto"/>
      </w:pBdr>
    </w:pPr>
    <w:r>
      <w:rPr>
        <w:noProof/>
      </w:rPr>
      <w:drawing>
        <wp:anchor distT="0" distB="0" distL="114300" distR="114300" simplePos="0" relativeHeight="251658240" behindDoc="1" locked="0" layoutInCell="1" allowOverlap="0" wp14:anchorId="448C6ECC" wp14:editId="5A835330">
          <wp:simplePos x="0" y="0"/>
          <wp:positionH relativeFrom="margin">
            <wp:posOffset>-1143635</wp:posOffset>
          </wp:positionH>
          <wp:positionV relativeFrom="margin">
            <wp:posOffset>-921385</wp:posOffset>
          </wp:positionV>
          <wp:extent cx="7562215" cy="10687050"/>
          <wp:effectExtent l="0" t="0" r="12065" b="11430"/>
          <wp:wrapNone/>
          <wp:docPr id="9" name="图片 1" descr="H:\春节系列\2021年春节\牛年海报背景-28.jpg牛年海报背景-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1" descr="H:\春节系列\2021年春节\牛年海报背景-28.jpg牛年海报背景-28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2215" cy="1068705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E5F453F"/>
    <w:rsid w:val="00680D77"/>
    <w:rsid w:val="007B0D71"/>
    <w:rsid w:val="008717D4"/>
    <w:rsid w:val="00A328A2"/>
    <w:rsid w:val="00B569AE"/>
    <w:rsid w:val="00B65DB0"/>
    <w:rsid w:val="027C5EAF"/>
    <w:rsid w:val="081E707E"/>
    <w:rsid w:val="15F72B68"/>
    <w:rsid w:val="16843BBC"/>
    <w:rsid w:val="17096104"/>
    <w:rsid w:val="1E5F453F"/>
    <w:rsid w:val="1FE20EFD"/>
    <w:rsid w:val="24760B1C"/>
    <w:rsid w:val="25636364"/>
    <w:rsid w:val="2602169C"/>
    <w:rsid w:val="28422AAB"/>
    <w:rsid w:val="2FF20F6D"/>
    <w:rsid w:val="31BD320E"/>
    <w:rsid w:val="3EAB1C76"/>
    <w:rsid w:val="42036525"/>
    <w:rsid w:val="421B3BA3"/>
    <w:rsid w:val="45F57C30"/>
    <w:rsid w:val="464A1740"/>
    <w:rsid w:val="46F60747"/>
    <w:rsid w:val="4B5B70FD"/>
    <w:rsid w:val="4EE64FC6"/>
    <w:rsid w:val="542B4619"/>
    <w:rsid w:val="54B13A46"/>
    <w:rsid w:val="557C19E4"/>
    <w:rsid w:val="6DE97F94"/>
    <w:rsid w:val="70164176"/>
    <w:rsid w:val="733009B7"/>
    <w:rsid w:val="749453F4"/>
    <w:rsid w:val="75644CB1"/>
    <w:rsid w:val="78093460"/>
    <w:rsid w:val="7CE4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BC7FC88"/>
  <w15:docId w15:val="{39DB6842-4DE3-40D8-B9B7-B9E7E1EA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3a6a6dec-288a-c4f9-a39d-a848d4f03809\2019&#24180;&#24180;&#20250;&#26149;&#33410;&#25991;&#33402;&#34920;&#28436;&#33410;&#30446;&#21333;&#27169;&#26495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2019年年会春节文艺表演节目单模板</Template>
  <TotalTime>2</TotalTime>
  <Pages>2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molly-赵</dc:creator>
  <cp:lastModifiedBy>1 1</cp:lastModifiedBy>
  <cp:revision>2</cp:revision>
  <dcterms:created xsi:type="dcterms:W3CDTF">2019-12-20T03:04:00Z</dcterms:created>
  <dcterms:modified xsi:type="dcterms:W3CDTF">2021-06-12T20:27:00Z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