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1383665</wp:posOffset>
                </wp:positionH>
                <wp:positionV relativeFrom="paragraph">
                  <wp:posOffset>1330960</wp:posOffset>
                </wp:positionV>
                <wp:extent cx="4791710" cy="706755"/>
                <wp:effectExtent l="0" t="0" r="0" b="0"/>
                <wp:wrapNone/>
                <wp:docPr id="7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1710" cy="7067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color w:val="FEE096"/>
                                <w:kern w:val="24"/>
                                <w:sz w:val="80"/>
                                <w:szCs w:val="80"/>
                              </w:rPr>
                              <w:t>公司年度晚会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108.95pt;margin-top:104.8pt;height:55.65pt;width:377.3pt;z-index:251663360;mso-width-relative:page;mso-height-relative:page;" filled="f" stroked="f" coordsize="21600,21600" o:gfxdata="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Cg+9LdcAAAALAQAADwAAAAAAAAABACAAAAAiAAAAZHJzL2Rvd25yZXYueG1sUEsBAhQA&#10;FAAAAAgAh07iQIMOKD+6AQAAXQMAAA4AAAAAAAAAAQAgAAAAJgEAAGRycy9lMm9Eb2MueG1sUEsF&#10;BgAAAAAGAAYAWQEAAFI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color w:val="FEE096"/>
                          <w:kern w:val="24"/>
                          <w:sz w:val="80"/>
                          <w:szCs w:val="80"/>
                        </w:rPr>
                        <w:t>公司年度晚会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1612900</wp:posOffset>
                </wp:positionH>
                <wp:positionV relativeFrom="paragraph">
                  <wp:posOffset>1906905</wp:posOffset>
                </wp:positionV>
                <wp:extent cx="4333240" cy="1322070"/>
                <wp:effectExtent l="0" t="0" r="0" b="0"/>
                <wp:wrapNone/>
                <wp:docPr id="8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3240" cy="13220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EE096"/>
                                <w:kern w:val="24"/>
                                <w:sz w:val="160"/>
                                <w:szCs w:val="160"/>
                              </w:rPr>
                              <w:t>节目单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127pt;margin-top:150.15pt;height:104.1pt;width:341.2pt;z-index:251664384;mso-width-relative:page;mso-height-relative:page;" filled="f" stroked="f" coordsize="21600,21600" o:gfxdata="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LsOdg2QAAAAsBAAAPAAAAAAAAAAEAIAAAACIAAABkcnMvZG93bnJldi54bWxQSwEC&#10;FAAUAAAACACHTuJAguvnmLoBAABeAwAADgAAAAAAAAABACAAAAAoAQAAZHJzL2Uyb0RvYy54bWxQ&#10;SwUGAAAAAAYABgBZAQAAV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b/>
                          <w:color w:val="FEE096"/>
                          <w:kern w:val="24"/>
                          <w:sz w:val="160"/>
                          <w:szCs w:val="160"/>
                        </w:rPr>
                        <w:t>节目单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572375" cy="10691495"/>
                <wp:effectExtent l="0" t="0" r="9525" b="14605"/>
                <wp:wrapNone/>
                <wp:docPr id="4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572375" cy="10691495"/>
                        </a:xfrm>
                        <a:prstGeom prst="rect">
                          <a:avLst/>
                        </a:prstGeom>
                        <a:gradFill>
                          <a:gsLst>
                            <a:gs pos="57000">
                              <a:srgbClr val="D23434"/>
                            </a:gs>
                            <a:gs pos="100000">
                              <a:srgbClr val="D23434"/>
                            </a:gs>
                            <a:gs pos="21000">
                              <a:srgbClr val="AC0609"/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flip:y;margin-left:0pt;margin-top:0pt;height:841.85pt;width:596.25pt;z-index:251659264;v-text-anchor:middle;mso-width-relative:page;mso-height-relative:page;" fillcolor="#AC0609" filled="t" stroked="f" coordsize="21600,21600" o:gfxdata="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Fb/w7rWAAAABwEAAA8AAAAAAAAAAQAgAAAAIgAAAGRycy9kb3du&#10;cmV2LnhtbFBLAQIUABQAAAAIAIdO4kDHhdY7OgIAAI0EAAAOAAAAAAAAAAEAIAAAACUBAABkcnMv&#10;ZTJvRG9jLnhtbFBLBQYAAAAABgAGAFkBAADRBQAAAAA=&#10;">
                <v:fill type="gradient" on="t" color2="#D23434" colors="13763f #AC0609;37356f #D23434;65536f #D23434" focus="100%" focussize="0,0" rotate="t">
                  <o:fill type="gradientUnscaled" v:ext="backwardCompatible"/>
                </v:fill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270510</wp:posOffset>
                </wp:positionH>
                <wp:positionV relativeFrom="paragraph">
                  <wp:posOffset>295275</wp:posOffset>
                </wp:positionV>
                <wp:extent cx="7019290" cy="10100310"/>
                <wp:effectExtent l="6350" t="6350" r="22860" b="8890"/>
                <wp:wrapNone/>
                <wp:docPr id="5" name="十字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290" cy="10100310"/>
                        </a:xfrm>
                        <a:prstGeom prst="plus">
                          <a:avLst>
                            <a:gd name="adj" fmla="val 1682"/>
                          </a:avLst>
                        </a:prstGeom>
                        <a:noFill/>
                        <a:ln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十字形 4" o:spid="_x0000_s1026" o:spt="11" type="#_x0000_t11" style="position:absolute;left:0pt;margin-left:21.3pt;margin-top:23.25pt;height:795.3pt;width:552.7pt;z-index:251660288;v-text-anchor:middle;mso-width-relative:page;mso-height-relative:page;" filled="f" stroked="t" coordsize="21600,21600" o:gfxdata="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XeYV52QAAAAsBAAAPAAAAAAAAAAEAIAAAACIAAABkcnMvZG93bnJldi54bWxQSwECFAAUAAAA&#10;CACHTuJA+Zws3yYCAAA6BAAADgAAAAAAAAABACAAAAAoAQAAZHJzL2Uyb0RvYy54bWxQSwUGAAAA&#10;AAYABgBZAQAAwAUAAAAA&#10;" adj="363">
                <v:fill on="f" focussize="0,0"/>
                <v:stroke weight="1pt" color="#FFF2CC [66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5708650</wp:posOffset>
                </wp:positionH>
                <wp:positionV relativeFrom="paragraph">
                  <wp:posOffset>322580</wp:posOffset>
                </wp:positionV>
                <wp:extent cx="1316990" cy="1598295"/>
                <wp:effectExtent l="48895" t="0" r="24765" b="19685"/>
                <wp:wrapNone/>
                <wp:docPr id="142" name="组合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1316990" cy="1598295"/>
                          <a:chOff x="7008" y="1"/>
                          <a:chExt cx="984" cy="1194"/>
                        </a:xfrm>
                      </wpg:grpSpPr>
                      <wpg:grpSp>
                        <wpg:cNvPr id="104" name="PA-表情 (1)-43724"/>
                        <wpg:cNvGrpSpPr>
                          <a:grpSpLocks noChangeAspect="1"/>
                        </wpg:cNvGrpSpPr>
                        <wpg:grpSpPr>
                          <a:xfrm rot="21360000">
                            <a:off x="7310" y="98"/>
                            <a:ext cx="682" cy="1005"/>
                            <a:chOff x="3738" y="2009"/>
                            <a:chExt cx="205" cy="302"/>
                          </a:xfrm>
                        </wpg:grpSpPr>
                        <wps:wsp>
                          <wps:cNvPr id="105" name="PA-任意多边形 5"/>
                          <wps:cNvSpPr/>
                          <wps:spPr bwMode="auto">
                            <a:xfrm>
                              <a:off x="3738" y="2030"/>
                              <a:ext cx="204" cy="261"/>
                            </a:xfrm>
                            <a:custGeom>
                              <a:avLst/>
                              <a:gdLst>
                                <a:gd name="T0" fmla="*/ 264 w 527"/>
                                <a:gd name="T1" fmla="*/ 0 h 683"/>
                                <a:gd name="T2" fmla="*/ 0 w 527"/>
                                <a:gd name="T3" fmla="*/ 137 h 683"/>
                                <a:gd name="T4" fmla="*/ 0 w 527"/>
                                <a:gd name="T5" fmla="*/ 546 h 683"/>
                                <a:gd name="T6" fmla="*/ 264 w 527"/>
                                <a:gd name="T7" fmla="*/ 683 h 683"/>
                                <a:gd name="T8" fmla="*/ 527 w 527"/>
                                <a:gd name="T9" fmla="*/ 546 h 683"/>
                                <a:gd name="T10" fmla="*/ 527 w 527"/>
                                <a:gd name="T11" fmla="*/ 137 h 683"/>
                                <a:gd name="T12" fmla="*/ 264 w 527"/>
                                <a:gd name="T13" fmla="*/ 0 h 6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27" h="683">
                                  <a:moveTo>
                                    <a:pt x="264" y="0"/>
                                  </a:moveTo>
                                  <a:cubicBezTo>
                                    <a:pt x="119" y="0"/>
                                    <a:pt x="0" y="61"/>
                                    <a:pt x="0" y="137"/>
                                  </a:cubicBezTo>
                                  <a:lnTo>
                                    <a:pt x="0" y="546"/>
                                  </a:lnTo>
                                  <a:cubicBezTo>
                                    <a:pt x="0" y="622"/>
                                    <a:pt x="119" y="683"/>
                                    <a:pt x="264" y="683"/>
                                  </a:cubicBezTo>
                                  <a:cubicBezTo>
                                    <a:pt x="409" y="683"/>
                                    <a:pt x="527" y="623"/>
                                    <a:pt x="527" y="546"/>
                                  </a:cubicBezTo>
                                  <a:lnTo>
                                    <a:pt x="527" y="137"/>
                                  </a:lnTo>
                                  <a:cubicBezTo>
                                    <a:pt x="527" y="62"/>
                                    <a:pt x="409" y="0"/>
                                    <a:pt x="264" y="0"/>
                                  </a:cubicBezTo>
                                </a:path>
                              </a:pathLst>
                            </a:custGeom>
                            <a:solidFill>
                              <a:srgbClr val="B01E2A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07" name="PA-任意多边形 6"/>
                          <wps:cNvSpPr/>
                          <wps:spPr bwMode="auto">
                            <a:xfrm>
                              <a:off x="3770" y="2030"/>
                              <a:ext cx="140" cy="261"/>
                            </a:xfrm>
                            <a:custGeom>
                              <a:avLst/>
                              <a:gdLst>
                                <a:gd name="T0" fmla="*/ 182 w 363"/>
                                <a:gd name="T1" fmla="*/ 0 h 683"/>
                                <a:gd name="T2" fmla="*/ 0 w 363"/>
                                <a:gd name="T3" fmla="*/ 137 h 683"/>
                                <a:gd name="T4" fmla="*/ 0 w 363"/>
                                <a:gd name="T5" fmla="*/ 546 h 683"/>
                                <a:gd name="T6" fmla="*/ 182 w 363"/>
                                <a:gd name="T7" fmla="*/ 683 h 683"/>
                                <a:gd name="T8" fmla="*/ 363 w 363"/>
                                <a:gd name="T9" fmla="*/ 547 h 683"/>
                                <a:gd name="T10" fmla="*/ 363 w 363"/>
                                <a:gd name="T11" fmla="*/ 137 h 683"/>
                                <a:gd name="T12" fmla="*/ 182 w 363"/>
                                <a:gd name="T13" fmla="*/ 0 h 6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63" h="683">
                                  <a:moveTo>
                                    <a:pt x="182" y="0"/>
                                  </a:moveTo>
                                  <a:cubicBezTo>
                                    <a:pt x="82" y="0"/>
                                    <a:pt x="0" y="61"/>
                                    <a:pt x="0" y="137"/>
                                  </a:cubicBezTo>
                                  <a:lnTo>
                                    <a:pt x="0" y="546"/>
                                  </a:lnTo>
                                  <a:cubicBezTo>
                                    <a:pt x="0" y="622"/>
                                    <a:pt x="82" y="683"/>
                                    <a:pt x="182" y="683"/>
                                  </a:cubicBezTo>
                                  <a:cubicBezTo>
                                    <a:pt x="282" y="683"/>
                                    <a:pt x="363" y="623"/>
                                    <a:pt x="363" y="547"/>
                                  </a:cubicBezTo>
                                  <a:lnTo>
                                    <a:pt x="363" y="137"/>
                                  </a:lnTo>
                                  <a:cubicBezTo>
                                    <a:pt x="363" y="62"/>
                                    <a:pt x="282" y="0"/>
                                    <a:pt x="182" y="0"/>
                                  </a:cubicBezTo>
                                </a:path>
                              </a:pathLst>
                            </a:custGeom>
                            <a:solidFill>
                              <a:srgbClr val="E73049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08" name="PA-任意多边形 7"/>
                          <wps:cNvSpPr/>
                          <wps:spPr bwMode="auto">
                            <a:xfrm>
                              <a:off x="3813" y="2044"/>
                              <a:ext cx="54" cy="232"/>
                            </a:xfrm>
                            <a:custGeom>
                              <a:avLst/>
                              <a:gdLst>
                                <a:gd name="T0" fmla="*/ 70 w 140"/>
                                <a:gd name="T1" fmla="*/ 0 h 605"/>
                                <a:gd name="T2" fmla="*/ 0 w 140"/>
                                <a:gd name="T3" fmla="*/ 121 h 605"/>
                                <a:gd name="T4" fmla="*/ 0 w 140"/>
                                <a:gd name="T5" fmla="*/ 484 h 605"/>
                                <a:gd name="T6" fmla="*/ 70 w 140"/>
                                <a:gd name="T7" fmla="*/ 605 h 605"/>
                                <a:gd name="T8" fmla="*/ 140 w 140"/>
                                <a:gd name="T9" fmla="*/ 484 h 605"/>
                                <a:gd name="T10" fmla="*/ 140 w 140"/>
                                <a:gd name="T11" fmla="*/ 121 h 605"/>
                                <a:gd name="T12" fmla="*/ 70 w 140"/>
                                <a:gd name="T13" fmla="*/ 0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0" h="605">
                                  <a:moveTo>
                                    <a:pt x="70" y="0"/>
                                  </a:moveTo>
                                  <a:cubicBezTo>
                                    <a:pt x="32" y="0"/>
                                    <a:pt x="0" y="54"/>
                                    <a:pt x="0" y="121"/>
                                  </a:cubicBezTo>
                                  <a:lnTo>
                                    <a:pt x="0" y="484"/>
                                  </a:lnTo>
                                  <a:cubicBezTo>
                                    <a:pt x="0" y="551"/>
                                    <a:pt x="32" y="605"/>
                                    <a:pt x="70" y="605"/>
                                  </a:cubicBezTo>
                                  <a:cubicBezTo>
                                    <a:pt x="108" y="605"/>
                                    <a:pt x="140" y="551"/>
                                    <a:pt x="140" y="484"/>
                                  </a:cubicBezTo>
                                  <a:lnTo>
                                    <a:pt x="140" y="121"/>
                                  </a:lnTo>
                                  <a:cubicBezTo>
                                    <a:pt x="140" y="54"/>
                                    <a:pt x="108" y="0"/>
                                    <a:pt x="70" y="0"/>
                                  </a:cubicBezTo>
                                </a:path>
                              </a:pathLst>
                            </a:custGeom>
                            <a:solidFill>
                              <a:srgbClr val="EA5241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09" name="PA-任意多边形 8"/>
                          <wps:cNvSpPr/>
                          <wps:spPr bwMode="auto">
                            <a:xfrm>
                              <a:off x="3789" y="2009"/>
                              <a:ext cx="102" cy="28"/>
                            </a:xfrm>
                            <a:custGeom>
                              <a:avLst/>
                              <a:gdLst>
                                <a:gd name="T0" fmla="*/ 264 w 264"/>
                                <a:gd name="T1" fmla="*/ 73 h 73"/>
                                <a:gd name="T2" fmla="*/ 264 w 264"/>
                                <a:gd name="T3" fmla="*/ 19 h 73"/>
                                <a:gd name="T4" fmla="*/ 132 w 264"/>
                                <a:gd name="T5" fmla="*/ 0 h 73"/>
                                <a:gd name="T6" fmla="*/ 0 w 264"/>
                                <a:gd name="T7" fmla="*/ 19 h 73"/>
                                <a:gd name="T8" fmla="*/ 0 w 264"/>
                                <a:gd name="T9" fmla="*/ 73 h 73"/>
                                <a:gd name="T10" fmla="*/ 132 w 264"/>
                                <a:gd name="T11" fmla="*/ 54 h 73"/>
                                <a:gd name="T12" fmla="*/ 264 w 264"/>
                                <a:gd name="T13" fmla="*/ 73 h 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4" h="73">
                                  <a:moveTo>
                                    <a:pt x="264" y="73"/>
                                  </a:moveTo>
                                  <a:lnTo>
                                    <a:pt x="264" y="19"/>
                                  </a:lnTo>
                                  <a:cubicBezTo>
                                    <a:pt x="221" y="6"/>
                                    <a:pt x="176" y="0"/>
                                    <a:pt x="132" y="0"/>
                                  </a:cubicBezTo>
                                  <a:cubicBezTo>
                                    <a:pt x="87" y="0"/>
                                    <a:pt x="43" y="6"/>
                                    <a:pt x="0" y="19"/>
                                  </a:cubicBezTo>
                                  <a:lnTo>
                                    <a:pt x="0" y="73"/>
                                  </a:lnTo>
                                  <a:cubicBezTo>
                                    <a:pt x="43" y="60"/>
                                    <a:pt x="87" y="54"/>
                                    <a:pt x="132" y="54"/>
                                  </a:cubicBezTo>
                                  <a:cubicBezTo>
                                    <a:pt x="177" y="54"/>
                                    <a:pt x="221" y="60"/>
                                    <a:pt x="264" y="73"/>
                                  </a:cubicBezTo>
                                </a:path>
                              </a:pathLst>
                            </a:custGeom>
                            <a:solidFill>
                              <a:srgbClr val="3E4347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10" name="PA-任意多边形 9"/>
                          <wps:cNvSpPr/>
                          <wps:spPr bwMode="auto">
                            <a:xfrm>
                              <a:off x="3789" y="2284"/>
                              <a:ext cx="102" cy="27"/>
                            </a:xfrm>
                            <a:custGeom>
                              <a:avLst/>
                              <a:gdLst>
                                <a:gd name="T0" fmla="*/ 0 w 264"/>
                                <a:gd name="T1" fmla="*/ 0 h 73"/>
                                <a:gd name="T2" fmla="*/ 0 w 264"/>
                                <a:gd name="T3" fmla="*/ 54 h 73"/>
                                <a:gd name="T4" fmla="*/ 132 w 264"/>
                                <a:gd name="T5" fmla="*/ 73 h 73"/>
                                <a:gd name="T6" fmla="*/ 264 w 264"/>
                                <a:gd name="T7" fmla="*/ 54 h 73"/>
                                <a:gd name="T8" fmla="*/ 264 w 264"/>
                                <a:gd name="T9" fmla="*/ 0 h 73"/>
                                <a:gd name="T10" fmla="*/ 132 w 264"/>
                                <a:gd name="T11" fmla="*/ 19 h 73"/>
                                <a:gd name="T12" fmla="*/ 0 w 264"/>
                                <a:gd name="T13" fmla="*/ 0 h 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4" h="73">
                                  <a:moveTo>
                                    <a:pt x="0" y="0"/>
                                  </a:moveTo>
                                  <a:lnTo>
                                    <a:pt x="0" y="54"/>
                                  </a:lnTo>
                                  <a:cubicBezTo>
                                    <a:pt x="43" y="67"/>
                                    <a:pt x="87" y="73"/>
                                    <a:pt x="132" y="73"/>
                                  </a:cubicBezTo>
                                  <a:cubicBezTo>
                                    <a:pt x="177" y="73"/>
                                    <a:pt x="221" y="67"/>
                                    <a:pt x="264" y="54"/>
                                  </a:cubicBezTo>
                                  <a:lnTo>
                                    <a:pt x="264" y="0"/>
                                  </a:lnTo>
                                  <a:cubicBezTo>
                                    <a:pt x="221" y="13"/>
                                    <a:pt x="177" y="19"/>
                                    <a:pt x="132" y="19"/>
                                  </a:cubicBezTo>
                                  <a:cubicBezTo>
                                    <a:pt x="87" y="19"/>
                                    <a:pt x="43" y="13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3E4347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11" name="PA-任意多边形 10"/>
                          <wps:cNvSpPr/>
                          <wps:spPr bwMode="auto">
                            <a:xfrm>
                              <a:off x="3738" y="2156"/>
                              <a:ext cx="204" cy="8"/>
                            </a:xfrm>
                            <a:custGeom>
                              <a:avLst/>
                              <a:gdLst>
                                <a:gd name="T0" fmla="*/ 0 w 527"/>
                                <a:gd name="T1" fmla="*/ 12 h 22"/>
                                <a:gd name="T2" fmla="*/ 264 w 527"/>
                                <a:gd name="T3" fmla="*/ 1 h 22"/>
                                <a:gd name="T4" fmla="*/ 527 w 527"/>
                                <a:gd name="T5" fmla="*/ 12 h 22"/>
                                <a:gd name="T6" fmla="*/ 264 w 527"/>
                                <a:gd name="T7" fmla="*/ 22 h 22"/>
                                <a:gd name="T8" fmla="*/ 0 w 527"/>
                                <a:gd name="T9" fmla="*/ 12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27" h="22">
                                  <a:moveTo>
                                    <a:pt x="0" y="12"/>
                                  </a:moveTo>
                                  <a:cubicBezTo>
                                    <a:pt x="89" y="4"/>
                                    <a:pt x="175" y="2"/>
                                    <a:pt x="264" y="1"/>
                                  </a:cubicBezTo>
                                  <a:cubicBezTo>
                                    <a:pt x="353" y="0"/>
                                    <a:pt x="438" y="4"/>
                                    <a:pt x="527" y="12"/>
                                  </a:cubicBezTo>
                                  <a:cubicBezTo>
                                    <a:pt x="439" y="19"/>
                                    <a:pt x="353" y="21"/>
                                    <a:pt x="264" y="22"/>
                                  </a:cubicBezTo>
                                  <a:cubicBezTo>
                                    <a:pt x="176" y="21"/>
                                    <a:pt x="89" y="19"/>
                                    <a:pt x="0" y="12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12" name="PA-任意多边形 11"/>
                          <wps:cNvSpPr/>
                          <wps:spPr bwMode="auto">
                            <a:xfrm>
                              <a:off x="3754" y="2266"/>
                              <a:ext cx="172" cy="14"/>
                            </a:xfrm>
                            <a:custGeom>
                              <a:avLst/>
                              <a:gdLst>
                                <a:gd name="T0" fmla="*/ 0 w 445"/>
                                <a:gd name="T1" fmla="*/ 1 h 37"/>
                                <a:gd name="T2" fmla="*/ 111 w 445"/>
                                <a:gd name="T3" fmla="*/ 13 h 37"/>
                                <a:gd name="T4" fmla="*/ 223 w 445"/>
                                <a:gd name="T5" fmla="*/ 17 h 37"/>
                                <a:gd name="T6" fmla="*/ 334 w 445"/>
                                <a:gd name="T7" fmla="*/ 13 h 37"/>
                                <a:gd name="T8" fmla="*/ 445 w 445"/>
                                <a:gd name="T9" fmla="*/ 1 h 37"/>
                                <a:gd name="T10" fmla="*/ 333 w 445"/>
                                <a:gd name="T11" fmla="*/ 28 h 37"/>
                                <a:gd name="T12" fmla="*/ 220 w 445"/>
                                <a:gd name="T13" fmla="*/ 37 h 37"/>
                                <a:gd name="T14" fmla="*/ 107 w 445"/>
                                <a:gd name="T15" fmla="*/ 29 h 37"/>
                                <a:gd name="T16" fmla="*/ 0 w 445"/>
                                <a:gd name="T17" fmla="*/ 0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45" h="37">
                                  <a:moveTo>
                                    <a:pt x="0" y="1"/>
                                  </a:moveTo>
                                  <a:cubicBezTo>
                                    <a:pt x="37" y="6"/>
                                    <a:pt x="74" y="10"/>
                                    <a:pt x="111" y="13"/>
                                  </a:cubicBezTo>
                                  <a:cubicBezTo>
                                    <a:pt x="149" y="16"/>
                                    <a:pt x="186" y="17"/>
                                    <a:pt x="223" y="17"/>
                                  </a:cubicBezTo>
                                  <a:cubicBezTo>
                                    <a:pt x="259" y="17"/>
                                    <a:pt x="296" y="16"/>
                                    <a:pt x="334" y="13"/>
                                  </a:cubicBezTo>
                                  <a:cubicBezTo>
                                    <a:pt x="371" y="10"/>
                                    <a:pt x="408" y="6"/>
                                    <a:pt x="445" y="1"/>
                                  </a:cubicBezTo>
                                  <a:cubicBezTo>
                                    <a:pt x="409" y="14"/>
                                    <a:pt x="371" y="23"/>
                                    <a:pt x="333" y="28"/>
                                  </a:cubicBezTo>
                                  <a:cubicBezTo>
                                    <a:pt x="296" y="33"/>
                                    <a:pt x="258" y="36"/>
                                    <a:pt x="220" y="37"/>
                                  </a:cubicBezTo>
                                  <a:cubicBezTo>
                                    <a:pt x="182" y="37"/>
                                    <a:pt x="145" y="34"/>
                                    <a:pt x="107" y="29"/>
                                  </a:cubicBezTo>
                                  <a:cubicBezTo>
                                    <a:pt x="71" y="22"/>
                                    <a:pt x="35" y="13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13" name="PA-任意多边形 12"/>
                          <wps:cNvSpPr/>
                          <wps:spPr bwMode="auto">
                            <a:xfrm>
                              <a:off x="3739" y="2244"/>
                              <a:ext cx="204" cy="14"/>
                            </a:xfrm>
                            <a:custGeom>
                              <a:avLst/>
                              <a:gdLst>
                                <a:gd name="T0" fmla="*/ 0 w 527"/>
                                <a:gd name="T1" fmla="*/ 0 h 37"/>
                                <a:gd name="T2" fmla="*/ 132 w 527"/>
                                <a:gd name="T3" fmla="*/ 12 h 37"/>
                                <a:gd name="T4" fmla="*/ 263 w 527"/>
                                <a:gd name="T5" fmla="*/ 16 h 37"/>
                                <a:gd name="T6" fmla="*/ 395 w 527"/>
                                <a:gd name="T7" fmla="*/ 12 h 37"/>
                                <a:gd name="T8" fmla="*/ 527 w 527"/>
                                <a:gd name="T9" fmla="*/ 0 h 37"/>
                                <a:gd name="T10" fmla="*/ 398 w 527"/>
                                <a:gd name="T11" fmla="*/ 28 h 37"/>
                                <a:gd name="T12" fmla="*/ 265 w 527"/>
                                <a:gd name="T13" fmla="*/ 37 h 37"/>
                                <a:gd name="T14" fmla="*/ 132 w 527"/>
                                <a:gd name="T15" fmla="*/ 29 h 37"/>
                                <a:gd name="T16" fmla="*/ 0 w 527"/>
                                <a:gd name="T17" fmla="*/ 0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7" h="37">
                                  <a:moveTo>
                                    <a:pt x="0" y="0"/>
                                  </a:moveTo>
                                  <a:cubicBezTo>
                                    <a:pt x="43" y="7"/>
                                    <a:pt x="87" y="9"/>
                                    <a:pt x="132" y="12"/>
                                  </a:cubicBezTo>
                                  <a:cubicBezTo>
                                    <a:pt x="176" y="15"/>
                                    <a:pt x="218" y="16"/>
                                    <a:pt x="263" y="16"/>
                                  </a:cubicBezTo>
                                  <a:cubicBezTo>
                                    <a:pt x="308" y="16"/>
                                    <a:pt x="350" y="15"/>
                                    <a:pt x="395" y="12"/>
                                  </a:cubicBezTo>
                                  <a:cubicBezTo>
                                    <a:pt x="440" y="9"/>
                                    <a:pt x="482" y="6"/>
                                    <a:pt x="527" y="0"/>
                                  </a:cubicBezTo>
                                  <a:cubicBezTo>
                                    <a:pt x="485" y="13"/>
                                    <a:pt x="441" y="22"/>
                                    <a:pt x="398" y="28"/>
                                  </a:cubicBezTo>
                                  <a:cubicBezTo>
                                    <a:pt x="354" y="33"/>
                                    <a:pt x="309" y="36"/>
                                    <a:pt x="265" y="37"/>
                                  </a:cubicBezTo>
                                  <a:cubicBezTo>
                                    <a:pt x="220" y="37"/>
                                    <a:pt x="176" y="34"/>
                                    <a:pt x="132" y="29"/>
                                  </a:cubicBezTo>
                                  <a:cubicBezTo>
                                    <a:pt x="87" y="23"/>
                                    <a:pt x="43" y="13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14" name="PA-任意多边形 13"/>
                          <wps:cNvSpPr/>
                          <wps:spPr bwMode="auto">
                            <a:xfrm>
                              <a:off x="3739" y="2222"/>
                              <a:ext cx="203" cy="13"/>
                            </a:xfrm>
                            <a:custGeom>
                              <a:avLst/>
                              <a:gdLst>
                                <a:gd name="T0" fmla="*/ 0 w 525"/>
                                <a:gd name="T1" fmla="*/ 0 h 34"/>
                                <a:gd name="T2" fmla="*/ 132 w 525"/>
                                <a:gd name="T3" fmla="*/ 10 h 34"/>
                                <a:gd name="T4" fmla="*/ 262 w 525"/>
                                <a:gd name="T5" fmla="*/ 12 h 34"/>
                                <a:gd name="T6" fmla="*/ 394 w 525"/>
                                <a:gd name="T7" fmla="*/ 10 h 34"/>
                                <a:gd name="T8" fmla="*/ 525 w 525"/>
                                <a:gd name="T9" fmla="*/ 0 h 34"/>
                                <a:gd name="T10" fmla="*/ 395 w 525"/>
                                <a:gd name="T11" fmla="*/ 26 h 34"/>
                                <a:gd name="T12" fmla="*/ 264 w 525"/>
                                <a:gd name="T13" fmla="*/ 33 h 34"/>
                                <a:gd name="T14" fmla="*/ 132 w 525"/>
                                <a:gd name="T15" fmla="*/ 26 h 34"/>
                                <a:gd name="T16" fmla="*/ 0 w 525"/>
                                <a:gd name="T17" fmla="*/ 0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5" h="34">
                                  <a:moveTo>
                                    <a:pt x="0" y="0"/>
                                  </a:moveTo>
                                  <a:cubicBezTo>
                                    <a:pt x="43" y="6"/>
                                    <a:pt x="88" y="8"/>
                                    <a:pt x="132" y="10"/>
                                  </a:cubicBezTo>
                                  <a:cubicBezTo>
                                    <a:pt x="175" y="11"/>
                                    <a:pt x="218" y="14"/>
                                    <a:pt x="262" y="12"/>
                                  </a:cubicBezTo>
                                  <a:cubicBezTo>
                                    <a:pt x="305" y="11"/>
                                    <a:pt x="349" y="11"/>
                                    <a:pt x="394" y="10"/>
                                  </a:cubicBezTo>
                                  <a:cubicBezTo>
                                    <a:pt x="439" y="8"/>
                                    <a:pt x="480" y="4"/>
                                    <a:pt x="525" y="0"/>
                                  </a:cubicBezTo>
                                  <a:cubicBezTo>
                                    <a:pt x="483" y="12"/>
                                    <a:pt x="439" y="21"/>
                                    <a:pt x="395" y="26"/>
                                  </a:cubicBezTo>
                                  <a:cubicBezTo>
                                    <a:pt x="352" y="31"/>
                                    <a:pt x="308" y="33"/>
                                    <a:pt x="264" y="33"/>
                                  </a:cubicBezTo>
                                  <a:cubicBezTo>
                                    <a:pt x="220" y="34"/>
                                    <a:pt x="176" y="31"/>
                                    <a:pt x="132" y="26"/>
                                  </a:cubicBezTo>
                                  <a:cubicBezTo>
                                    <a:pt x="87" y="21"/>
                                    <a:pt x="43" y="12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16" name="PA-任意多边形 14"/>
                          <wps:cNvSpPr/>
                          <wps:spPr bwMode="auto">
                            <a:xfrm>
                              <a:off x="3739" y="2201"/>
                              <a:ext cx="203" cy="11"/>
                            </a:xfrm>
                            <a:custGeom>
                              <a:avLst/>
                              <a:gdLst>
                                <a:gd name="T0" fmla="*/ 0 w 524"/>
                                <a:gd name="T1" fmla="*/ 0 h 29"/>
                                <a:gd name="T2" fmla="*/ 132 w 524"/>
                                <a:gd name="T3" fmla="*/ 7 h 29"/>
                                <a:gd name="T4" fmla="*/ 262 w 524"/>
                                <a:gd name="T5" fmla="*/ 9 h 29"/>
                                <a:gd name="T6" fmla="*/ 393 w 524"/>
                                <a:gd name="T7" fmla="*/ 7 h 29"/>
                                <a:gd name="T8" fmla="*/ 524 w 524"/>
                                <a:gd name="T9" fmla="*/ 0 h 29"/>
                                <a:gd name="T10" fmla="*/ 394 w 524"/>
                                <a:gd name="T11" fmla="*/ 22 h 29"/>
                                <a:gd name="T12" fmla="*/ 263 w 524"/>
                                <a:gd name="T13" fmla="*/ 29 h 29"/>
                                <a:gd name="T14" fmla="*/ 131 w 524"/>
                                <a:gd name="T15" fmla="*/ 22 h 29"/>
                                <a:gd name="T16" fmla="*/ 0 w 524"/>
                                <a:gd name="T17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9">
                                  <a:moveTo>
                                    <a:pt x="0" y="0"/>
                                  </a:moveTo>
                                  <a:cubicBezTo>
                                    <a:pt x="44" y="3"/>
                                    <a:pt x="88" y="5"/>
                                    <a:pt x="132" y="7"/>
                                  </a:cubicBezTo>
                                  <a:cubicBezTo>
                                    <a:pt x="175" y="8"/>
                                    <a:pt x="219" y="9"/>
                                    <a:pt x="262" y="9"/>
                                  </a:cubicBezTo>
                                  <a:cubicBezTo>
                                    <a:pt x="306" y="9"/>
                                    <a:pt x="349" y="8"/>
                                    <a:pt x="393" y="7"/>
                                  </a:cubicBezTo>
                                  <a:cubicBezTo>
                                    <a:pt x="436" y="5"/>
                                    <a:pt x="479" y="3"/>
                                    <a:pt x="524" y="0"/>
                                  </a:cubicBezTo>
                                  <a:cubicBezTo>
                                    <a:pt x="482" y="10"/>
                                    <a:pt x="438" y="18"/>
                                    <a:pt x="394" y="22"/>
                                  </a:cubicBezTo>
                                  <a:cubicBezTo>
                                    <a:pt x="351" y="26"/>
                                    <a:pt x="306" y="29"/>
                                    <a:pt x="263" y="29"/>
                                  </a:cubicBezTo>
                                  <a:cubicBezTo>
                                    <a:pt x="219" y="29"/>
                                    <a:pt x="174" y="26"/>
                                    <a:pt x="131" y="22"/>
                                  </a:cubicBezTo>
                                  <a:cubicBezTo>
                                    <a:pt x="87" y="18"/>
                                    <a:pt x="43" y="10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17" name="PA-任意多边形 15"/>
                          <wps:cNvSpPr/>
                          <wps:spPr bwMode="auto">
                            <a:xfrm>
                              <a:off x="3739" y="2179"/>
                              <a:ext cx="202" cy="9"/>
                            </a:xfrm>
                            <a:custGeom>
                              <a:avLst/>
                              <a:gdLst>
                                <a:gd name="T0" fmla="*/ 0 w 524"/>
                                <a:gd name="T1" fmla="*/ 2 h 22"/>
                                <a:gd name="T2" fmla="*/ 132 w 524"/>
                                <a:gd name="T3" fmla="*/ 3 h 22"/>
                                <a:gd name="T4" fmla="*/ 262 w 524"/>
                                <a:gd name="T5" fmla="*/ 3 h 22"/>
                                <a:gd name="T6" fmla="*/ 392 w 524"/>
                                <a:gd name="T7" fmla="*/ 2 h 22"/>
                                <a:gd name="T8" fmla="*/ 524 w 524"/>
                                <a:gd name="T9" fmla="*/ 0 h 22"/>
                                <a:gd name="T10" fmla="*/ 394 w 524"/>
                                <a:gd name="T11" fmla="*/ 17 h 22"/>
                                <a:gd name="T12" fmla="*/ 262 w 524"/>
                                <a:gd name="T13" fmla="*/ 22 h 22"/>
                                <a:gd name="T14" fmla="*/ 130 w 524"/>
                                <a:gd name="T15" fmla="*/ 17 h 22"/>
                                <a:gd name="T16" fmla="*/ 0 w 524"/>
                                <a:gd name="T17" fmla="*/ 1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2">
                                  <a:moveTo>
                                    <a:pt x="0" y="2"/>
                                  </a:moveTo>
                                  <a:lnTo>
                                    <a:pt x="132" y="3"/>
                                  </a:lnTo>
                                  <a:cubicBezTo>
                                    <a:pt x="175" y="3"/>
                                    <a:pt x="218" y="4"/>
                                    <a:pt x="262" y="3"/>
                                  </a:cubicBezTo>
                                  <a:cubicBezTo>
                                    <a:pt x="305" y="2"/>
                                    <a:pt x="349" y="3"/>
                                    <a:pt x="392" y="2"/>
                                  </a:cubicBezTo>
                                  <a:lnTo>
                                    <a:pt x="524" y="0"/>
                                  </a:lnTo>
                                  <a:cubicBezTo>
                                    <a:pt x="480" y="8"/>
                                    <a:pt x="437" y="13"/>
                                    <a:pt x="394" y="17"/>
                                  </a:cubicBezTo>
                                  <a:cubicBezTo>
                                    <a:pt x="350" y="21"/>
                                    <a:pt x="305" y="22"/>
                                    <a:pt x="262" y="22"/>
                                  </a:cubicBezTo>
                                  <a:cubicBezTo>
                                    <a:pt x="218" y="22"/>
                                    <a:pt x="174" y="21"/>
                                    <a:pt x="130" y="17"/>
                                  </a:cubicBezTo>
                                  <a:cubicBezTo>
                                    <a:pt x="86" y="16"/>
                                    <a:pt x="43" y="10"/>
                                    <a:pt x="0" y="1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18" name="PA-任意多边形 16"/>
                          <wps:cNvSpPr/>
                          <wps:spPr bwMode="auto">
                            <a:xfrm>
                              <a:off x="3754" y="2040"/>
                              <a:ext cx="172" cy="14"/>
                            </a:xfrm>
                            <a:custGeom>
                              <a:avLst/>
                              <a:gdLst>
                                <a:gd name="T0" fmla="*/ 444 w 444"/>
                                <a:gd name="T1" fmla="*/ 37 h 37"/>
                                <a:gd name="T2" fmla="*/ 333 w 444"/>
                                <a:gd name="T3" fmla="*/ 25 h 37"/>
                                <a:gd name="T4" fmla="*/ 222 w 444"/>
                                <a:gd name="T5" fmla="*/ 21 h 37"/>
                                <a:gd name="T6" fmla="*/ 111 w 444"/>
                                <a:gd name="T7" fmla="*/ 25 h 37"/>
                                <a:gd name="T8" fmla="*/ 0 w 444"/>
                                <a:gd name="T9" fmla="*/ 37 h 37"/>
                                <a:gd name="T10" fmla="*/ 111 w 444"/>
                                <a:gd name="T11" fmla="*/ 9 h 37"/>
                                <a:gd name="T12" fmla="*/ 224 w 444"/>
                                <a:gd name="T13" fmla="*/ 0 h 37"/>
                                <a:gd name="T14" fmla="*/ 338 w 444"/>
                                <a:gd name="T15" fmla="*/ 8 h 37"/>
                                <a:gd name="T16" fmla="*/ 444 w 444"/>
                                <a:gd name="T17" fmla="*/ 37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44" h="37">
                                  <a:moveTo>
                                    <a:pt x="444" y="37"/>
                                  </a:moveTo>
                                  <a:cubicBezTo>
                                    <a:pt x="408" y="32"/>
                                    <a:pt x="371" y="28"/>
                                    <a:pt x="333" y="25"/>
                                  </a:cubicBezTo>
                                  <a:cubicBezTo>
                                    <a:pt x="296" y="22"/>
                                    <a:pt x="259" y="21"/>
                                    <a:pt x="222" y="21"/>
                                  </a:cubicBezTo>
                                  <a:cubicBezTo>
                                    <a:pt x="185" y="21"/>
                                    <a:pt x="148" y="22"/>
                                    <a:pt x="111" y="25"/>
                                  </a:cubicBezTo>
                                  <a:cubicBezTo>
                                    <a:pt x="74" y="28"/>
                                    <a:pt x="37" y="32"/>
                                    <a:pt x="0" y="37"/>
                                  </a:cubicBezTo>
                                  <a:cubicBezTo>
                                    <a:pt x="36" y="24"/>
                                    <a:pt x="73" y="14"/>
                                    <a:pt x="111" y="9"/>
                                  </a:cubicBezTo>
                                  <a:cubicBezTo>
                                    <a:pt x="149" y="4"/>
                                    <a:pt x="187" y="1"/>
                                    <a:pt x="224" y="0"/>
                                  </a:cubicBezTo>
                                  <a:cubicBezTo>
                                    <a:pt x="262" y="0"/>
                                    <a:pt x="300" y="3"/>
                                    <a:pt x="338" y="8"/>
                                  </a:cubicBezTo>
                                  <a:cubicBezTo>
                                    <a:pt x="374" y="15"/>
                                    <a:pt x="410" y="24"/>
                                    <a:pt x="444" y="37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19" name="PA-任意多边形 17"/>
                          <wps:cNvSpPr/>
                          <wps:spPr bwMode="auto">
                            <a:xfrm>
                              <a:off x="3738" y="2063"/>
                              <a:ext cx="204" cy="14"/>
                            </a:xfrm>
                            <a:custGeom>
                              <a:avLst/>
                              <a:gdLst>
                                <a:gd name="T0" fmla="*/ 527 w 527"/>
                                <a:gd name="T1" fmla="*/ 36 h 36"/>
                                <a:gd name="T2" fmla="*/ 395 w 527"/>
                                <a:gd name="T3" fmla="*/ 24 h 36"/>
                                <a:gd name="T4" fmla="*/ 264 w 527"/>
                                <a:gd name="T5" fmla="*/ 20 h 36"/>
                                <a:gd name="T6" fmla="*/ 132 w 527"/>
                                <a:gd name="T7" fmla="*/ 24 h 36"/>
                                <a:gd name="T8" fmla="*/ 0 w 527"/>
                                <a:gd name="T9" fmla="*/ 36 h 36"/>
                                <a:gd name="T10" fmla="*/ 130 w 527"/>
                                <a:gd name="T11" fmla="*/ 8 h 36"/>
                                <a:gd name="T12" fmla="*/ 263 w 527"/>
                                <a:gd name="T13" fmla="*/ 0 h 36"/>
                                <a:gd name="T14" fmla="*/ 396 w 527"/>
                                <a:gd name="T15" fmla="*/ 8 h 36"/>
                                <a:gd name="T16" fmla="*/ 527 w 527"/>
                                <a:gd name="T1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7" h="36">
                                  <a:moveTo>
                                    <a:pt x="527" y="36"/>
                                  </a:moveTo>
                                  <a:cubicBezTo>
                                    <a:pt x="484" y="29"/>
                                    <a:pt x="440" y="27"/>
                                    <a:pt x="395" y="24"/>
                                  </a:cubicBezTo>
                                  <a:cubicBezTo>
                                    <a:pt x="351" y="21"/>
                                    <a:pt x="309" y="20"/>
                                    <a:pt x="264" y="20"/>
                                  </a:cubicBezTo>
                                  <a:cubicBezTo>
                                    <a:pt x="219" y="20"/>
                                    <a:pt x="177" y="21"/>
                                    <a:pt x="132" y="24"/>
                                  </a:cubicBezTo>
                                  <a:cubicBezTo>
                                    <a:pt x="87" y="27"/>
                                    <a:pt x="45" y="31"/>
                                    <a:pt x="0" y="36"/>
                                  </a:cubicBezTo>
                                  <a:cubicBezTo>
                                    <a:pt x="42" y="23"/>
                                    <a:pt x="86" y="13"/>
                                    <a:pt x="130" y="8"/>
                                  </a:cubicBezTo>
                                  <a:cubicBezTo>
                                    <a:pt x="174" y="3"/>
                                    <a:pt x="218" y="0"/>
                                    <a:pt x="263" y="0"/>
                                  </a:cubicBezTo>
                                  <a:cubicBezTo>
                                    <a:pt x="307" y="0"/>
                                    <a:pt x="351" y="3"/>
                                    <a:pt x="396" y="8"/>
                                  </a:cubicBezTo>
                                  <a:cubicBezTo>
                                    <a:pt x="440" y="13"/>
                                    <a:pt x="484" y="23"/>
                                    <a:pt x="527" y="36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20" name="PA-任意多边形 18"/>
                          <wps:cNvSpPr/>
                          <wps:spPr bwMode="auto">
                            <a:xfrm>
                              <a:off x="3739" y="2086"/>
                              <a:ext cx="203" cy="12"/>
                            </a:xfrm>
                            <a:custGeom>
                              <a:avLst/>
                              <a:gdLst>
                                <a:gd name="T0" fmla="*/ 525 w 526"/>
                                <a:gd name="T1" fmla="*/ 32 h 33"/>
                                <a:gd name="T2" fmla="*/ 393 w 526"/>
                                <a:gd name="T3" fmla="*/ 23 h 33"/>
                                <a:gd name="T4" fmla="*/ 263 w 526"/>
                                <a:gd name="T5" fmla="*/ 21 h 33"/>
                                <a:gd name="T6" fmla="*/ 131 w 526"/>
                                <a:gd name="T7" fmla="*/ 23 h 33"/>
                                <a:gd name="T8" fmla="*/ 0 w 526"/>
                                <a:gd name="T9" fmla="*/ 32 h 33"/>
                                <a:gd name="T10" fmla="*/ 130 w 526"/>
                                <a:gd name="T11" fmla="*/ 8 h 33"/>
                                <a:gd name="T12" fmla="*/ 262 w 526"/>
                                <a:gd name="T13" fmla="*/ 0 h 33"/>
                                <a:gd name="T14" fmla="*/ 394 w 526"/>
                                <a:gd name="T15" fmla="*/ 8 h 33"/>
                                <a:gd name="T16" fmla="*/ 526 w 526"/>
                                <a:gd name="T17" fmla="*/ 3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6" h="33">
                                  <a:moveTo>
                                    <a:pt x="525" y="32"/>
                                  </a:moveTo>
                                  <a:cubicBezTo>
                                    <a:pt x="482" y="27"/>
                                    <a:pt x="437" y="25"/>
                                    <a:pt x="393" y="23"/>
                                  </a:cubicBezTo>
                                  <a:cubicBezTo>
                                    <a:pt x="350" y="22"/>
                                    <a:pt x="307" y="19"/>
                                    <a:pt x="263" y="21"/>
                                  </a:cubicBezTo>
                                  <a:cubicBezTo>
                                    <a:pt x="220" y="22"/>
                                    <a:pt x="176" y="22"/>
                                    <a:pt x="131" y="23"/>
                                  </a:cubicBezTo>
                                  <a:cubicBezTo>
                                    <a:pt x="86" y="25"/>
                                    <a:pt x="45" y="28"/>
                                    <a:pt x="0" y="32"/>
                                  </a:cubicBezTo>
                                  <a:cubicBezTo>
                                    <a:pt x="42" y="21"/>
                                    <a:pt x="86" y="12"/>
                                    <a:pt x="130" y="8"/>
                                  </a:cubicBezTo>
                                  <a:cubicBezTo>
                                    <a:pt x="174" y="2"/>
                                    <a:pt x="218" y="0"/>
                                    <a:pt x="262" y="0"/>
                                  </a:cubicBezTo>
                                  <a:cubicBezTo>
                                    <a:pt x="306" y="0"/>
                                    <a:pt x="350" y="2"/>
                                    <a:pt x="394" y="8"/>
                                  </a:cubicBezTo>
                                  <a:cubicBezTo>
                                    <a:pt x="438" y="13"/>
                                    <a:pt x="482" y="21"/>
                                    <a:pt x="526" y="33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21" name="PA-任意多边形 19"/>
                          <wps:cNvSpPr/>
                          <wps:spPr bwMode="auto">
                            <a:xfrm>
                              <a:off x="3739" y="2108"/>
                              <a:ext cx="202" cy="11"/>
                            </a:xfrm>
                            <a:custGeom>
                              <a:avLst/>
                              <a:gdLst>
                                <a:gd name="T0" fmla="*/ 524 w 524"/>
                                <a:gd name="T1" fmla="*/ 29 h 29"/>
                                <a:gd name="T2" fmla="*/ 392 w 524"/>
                                <a:gd name="T3" fmla="*/ 22 h 29"/>
                                <a:gd name="T4" fmla="*/ 262 w 524"/>
                                <a:gd name="T5" fmla="*/ 20 h 29"/>
                                <a:gd name="T6" fmla="*/ 132 w 524"/>
                                <a:gd name="T7" fmla="*/ 22 h 29"/>
                                <a:gd name="T8" fmla="*/ 0 w 524"/>
                                <a:gd name="T9" fmla="*/ 29 h 29"/>
                                <a:gd name="T10" fmla="*/ 130 w 524"/>
                                <a:gd name="T11" fmla="*/ 6 h 29"/>
                                <a:gd name="T12" fmla="*/ 262 w 524"/>
                                <a:gd name="T13" fmla="*/ 0 h 29"/>
                                <a:gd name="T14" fmla="*/ 394 w 524"/>
                                <a:gd name="T15" fmla="*/ 6 h 29"/>
                                <a:gd name="T16" fmla="*/ 524 w 524"/>
                                <a:gd name="T17" fmla="*/ 29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9">
                                  <a:moveTo>
                                    <a:pt x="524" y="29"/>
                                  </a:moveTo>
                                  <a:cubicBezTo>
                                    <a:pt x="480" y="26"/>
                                    <a:pt x="436" y="24"/>
                                    <a:pt x="392" y="22"/>
                                  </a:cubicBezTo>
                                  <a:cubicBezTo>
                                    <a:pt x="349" y="21"/>
                                    <a:pt x="305" y="20"/>
                                    <a:pt x="262" y="20"/>
                                  </a:cubicBezTo>
                                  <a:cubicBezTo>
                                    <a:pt x="218" y="20"/>
                                    <a:pt x="175" y="21"/>
                                    <a:pt x="132" y="22"/>
                                  </a:cubicBezTo>
                                  <a:cubicBezTo>
                                    <a:pt x="88" y="24"/>
                                    <a:pt x="45" y="26"/>
                                    <a:pt x="0" y="29"/>
                                  </a:cubicBezTo>
                                  <a:cubicBezTo>
                                    <a:pt x="43" y="19"/>
                                    <a:pt x="86" y="11"/>
                                    <a:pt x="130" y="6"/>
                                  </a:cubicBezTo>
                                  <a:cubicBezTo>
                                    <a:pt x="174" y="3"/>
                                    <a:pt x="218" y="0"/>
                                    <a:pt x="262" y="0"/>
                                  </a:cubicBezTo>
                                  <a:cubicBezTo>
                                    <a:pt x="305" y="0"/>
                                    <a:pt x="350" y="3"/>
                                    <a:pt x="394" y="6"/>
                                  </a:cubicBezTo>
                                  <a:cubicBezTo>
                                    <a:pt x="438" y="11"/>
                                    <a:pt x="481" y="19"/>
                                    <a:pt x="524" y="29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22" name="PA-任意多边形 20"/>
                          <wps:cNvSpPr/>
                          <wps:spPr bwMode="auto">
                            <a:xfrm>
                              <a:off x="3739" y="2132"/>
                              <a:ext cx="203" cy="9"/>
                            </a:xfrm>
                            <a:custGeom>
                              <a:avLst/>
                              <a:gdLst>
                                <a:gd name="T0" fmla="*/ 524 w 524"/>
                                <a:gd name="T1" fmla="*/ 21 h 22"/>
                                <a:gd name="T2" fmla="*/ 392 w 524"/>
                                <a:gd name="T3" fmla="*/ 20 h 22"/>
                                <a:gd name="T4" fmla="*/ 262 w 524"/>
                                <a:gd name="T5" fmla="*/ 20 h 22"/>
                                <a:gd name="T6" fmla="*/ 132 w 524"/>
                                <a:gd name="T7" fmla="*/ 21 h 22"/>
                                <a:gd name="T8" fmla="*/ 0 w 524"/>
                                <a:gd name="T9" fmla="*/ 22 h 22"/>
                                <a:gd name="T10" fmla="*/ 130 w 524"/>
                                <a:gd name="T11" fmla="*/ 5 h 22"/>
                                <a:gd name="T12" fmla="*/ 262 w 524"/>
                                <a:gd name="T13" fmla="*/ 0 h 22"/>
                                <a:gd name="T14" fmla="*/ 394 w 524"/>
                                <a:gd name="T15" fmla="*/ 5 h 22"/>
                                <a:gd name="T16" fmla="*/ 524 w 524"/>
                                <a:gd name="T17" fmla="*/ 21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2">
                                  <a:moveTo>
                                    <a:pt x="524" y="21"/>
                                  </a:moveTo>
                                  <a:lnTo>
                                    <a:pt x="392" y="20"/>
                                  </a:lnTo>
                                  <a:cubicBezTo>
                                    <a:pt x="349" y="20"/>
                                    <a:pt x="306" y="19"/>
                                    <a:pt x="262" y="20"/>
                                  </a:cubicBezTo>
                                  <a:cubicBezTo>
                                    <a:pt x="219" y="21"/>
                                    <a:pt x="175" y="20"/>
                                    <a:pt x="132" y="21"/>
                                  </a:cubicBezTo>
                                  <a:lnTo>
                                    <a:pt x="0" y="22"/>
                                  </a:lnTo>
                                  <a:cubicBezTo>
                                    <a:pt x="44" y="14"/>
                                    <a:pt x="87" y="9"/>
                                    <a:pt x="130" y="5"/>
                                  </a:cubicBezTo>
                                  <a:cubicBezTo>
                                    <a:pt x="174" y="1"/>
                                    <a:pt x="219" y="0"/>
                                    <a:pt x="262" y="0"/>
                                  </a:cubicBezTo>
                                  <a:cubicBezTo>
                                    <a:pt x="306" y="0"/>
                                    <a:pt x="350" y="1"/>
                                    <a:pt x="394" y="5"/>
                                  </a:cubicBezTo>
                                  <a:cubicBezTo>
                                    <a:pt x="438" y="7"/>
                                    <a:pt x="481" y="12"/>
                                    <a:pt x="524" y="21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g:grpSp>
                        <wpg:cNvPr id="123" name="PA-表情 (1)-43724"/>
                        <wpg:cNvGrpSpPr>
                          <a:grpSpLocks noChangeAspect="1"/>
                        </wpg:cNvGrpSpPr>
                        <wpg:grpSpPr>
                          <a:xfrm rot="780000">
                            <a:off x="7008" y="495"/>
                            <a:ext cx="475" cy="700"/>
                            <a:chOff x="3738" y="2009"/>
                            <a:chExt cx="205" cy="302"/>
                          </a:xfrm>
                        </wpg:grpSpPr>
                        <wps:wsp>
                          <wps:cNvPr id="124" name="PA-任意多边形 5"/>
                          <wps:cNvSpPr/>
                          <wps:spPr bwMode="auto">
                            <a:xfrm>
                              <a:off x="3738" y="2030"/>
                              <a:ext cx="204" cy="261"/>
                            </a:xfrm>
                            <a:custGeom>
                              <a:avLst/>
                              <a:gdLst>
                                <a:gd name="T0" fmla="*/ 264 w 527"/>
                                <a:gd name="T1" fmla="*/ 0 h 683"/>
                                <a:gd name="T2" fmla="*/ 0 w 527"/>
                                <a:gd name="T3" fmla="*/ 137 h 683"/>
                                <a:gd name="T4" fmla="*/ 0 w 527"/>
                                <a:gd name="T5" fmla="*/ 546 h 683"/>
                                <a:gd name="T6" fmla="*/ 264 w 527"/>
                                <a:gd name="T7" fmla="*/ 683 h 683"/>
                                <a:gd name="T8" fmla="*/ 527 w 527"/>
                                <a:gd name="T9" fmla="*/ 546 h 683"/>
                                <a:gd name="T10" fmla="*/ 527 w 527"/>
                                <a:gd name="T11" fmla="*/ 137 h 683"/>
                                <a:gd name="T12" fmla="*/ 264 w 527"/>
                                <a:gd name="T13" fmla="*/ 0 h 6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27" h="683">
                                  <a:moveTo>
                                    <a:pt x="264" y="0"/>
                                  </a:moveTo>
                                  <a:cubicBezTo>
                                    <a:pt x="119" y="0"/>
                                    <a:pt x="0" y="61"/>
                                    <a:pt x="0" y="137"/>
                                  </a:cubicBezTo>
                                  <a:lnTo>
                                    <a:pt x="0" y="546"/>
                                  </a:lnTo>
                                  <a:cubicBezTo>
                                    <a:pt x="0" y="622"/>
                                    <a:pt x="119" y="683"/>
                                    <a:pt x="264" y="683"/>
                                  </a:cubicBezTo>
                                  <a:cubicBezTo>
                                    <a:pt x="409" y="683"/>
                                    <a:pt x="527" y="623"/>
                                    <a:pt x="527" y="546"/>
                                  </a:cubicBezTo>
                                  <a:lnTo>
                                    <a:pt x="527" y="137"/>
                                  </a:lnTo>
                                  <a:cubicBezTo>
                                    <a:pt x="527" y="62"/>
                                    <a:pt x="409" y="0"/>
                                    <a:pt x="264" y="0"/>
                                  </a:cubicBezTo>
                                </a:path>
                              </a:pathLst>
                            </a:custGeom>
                            <a:solidFill>
                              <a:srgbClr val="B01E2A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25" name="PA-任意多边形 6"/>
                          <wps:cNvSpPr/>
                          <wps:spPr bwMode="auto">
                            <a:xfrm>
                              <a:off x="3770" y="2030"/>
                              <a:ext cx="140" cy="261"/>
                            </a:xfrm>
                            <a:custGeom>
                              <a:avLst/>
                              <a:gdLst>
                                <a:gd name="T0" fmla="*/ 182 w 363"/>
                                <a:gd name="T1" fmla="*/ 0 h 683"/>
                                <a:gd name="T2" fmla="*/ 0 w 363"/>
                                <a:gd name="T3" fmla="*/ 137 h 683"/>
                                <a:gd name="T4" fmla="*/ 0 w 363"/>
                                <a:gd name="T5" fmla="*/ 546 h 683"/>
                                <a:gd name="T6" fmla="*/ 182 w 363"/>
                                <a:gd name="T7" fmla="*/ 683 h 683"/>
                                <a:gd name="T8" fmla="*/ 363 w 363"/>
                                <a:gd name="T9" fmla="*/ 547 h 683"/>
                                <a:gd name="T10" fmla="*/ 363 w 363"/>
                                <a:gd name="T11" fmla="*/ 137 h 683"/>
                                <a:gd name="T12" fmla="*/ 182 w 363"/>
                                <a:gd name="T13" fmla="*/ 0 h 6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63" h="683">
                                  <a:moveTo>
                                    <a:pt x="182" y="0"/>
                                  </a:moveTo>
                                  <a:cubicBezTo>
                                    <a:pt x="82" y="0"/>
                                    <a:pt x="0" y="61"/>
                                    <a:pt x="0" y="137"/>
                                  </a:cubicBezTo>
                                  <a:lnTo>
                                    <a:pt x="0" y="546"/>
                                  </a:lnTo>
                                  <a:cubicBezTo>
                                    <a:pt x="0" y="622"/>
                                    <a:pt x="82" y="683"/>
                                    <a:pt x="182" y="683"/>
                                  </a:cubicBezTo>
                                  <a:cubicBezTo>
                                    <a:pt x="282" y="683"/>
                                    <a:pt x="363" y="623"/>
                                    <a:pt x="363" y="547"/>
                                  </a:cubicBezTo>
                                  <a:lnTo>
                                    <a:pt x="363" y="137"/>
                                  </a:lnTo>
                                  <a:cubicBezTo>
                                    <a:pt x="363" y="62"/>
                                    <a:pt x="282" y="0"/>
                                    <a:pt x="182" y="0"/>
                                  </a:cubicBezTo>
                                </a:path>
                              </a:pathLst>
                            </a:custGeom>
                            <a:solidFill>
                              <a:srgbClr val="E73049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26" name="PA-任意多边形 7"/>
                          <wps:cNvSpPr/>
                          <wps:spPr bwMode="auto">
                            <a:xfrm>
                              <a:off x="3813" y="2044"/>
                              <a:ext cx="54" cy="232"/>
                            </a:xfrm>
                            <a:custGeom>
                              <a:avLst/>
                              <a:gdLst>
                                <a:gd name="T0" fmla="*/ 70 w 140"/>
                                <a:gd name="T1" fmla="*/ 0 h 605"/>
                                <a:gd name="T2" fmla="*/ 0 w 140"/>
                                <a:gd name="T3" fmla="*/ 121 h 605"/>
                                <a:gd name="T4" fmla="*/ 0 w 140"/>
                                <a:gd name="T5" fmla="*/ 484 h 605"/>
                                <a:gd name="T6" fmla="*/ 70 w 140"/>
                                <a:gd name="T7" fmla="*/ 605 h 605"/>
                                <a:gd name="T8" fmla="*/ 140 w 140"/>
                                <a:gd name="T9" fmla="*/ 484 h 605"/>
                                <a:gd name="T10" fmla="*/ 140 w 140"/>
                                <a:gd name="T11" fmla="*/ 121 h 605"/>
                                <a:gd name="T12" fmla="*/ 70 w 140"/>
                                <a:gd name="T13" fmla="*/ 0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0" h="605">
                                  <a:moveTo>
                                    <a:pt x="70" y="0"/>
                                  </a:moveTo>
                                  <a:cubicBezTo>
                                    <a:pt x="32" y="0"/>
                                    <a:pt x="0" y="54"/>
                                    <a:pt x="0" y="121"/>
                                  </a:cubicBezTo>
                                  <a:lnTo>
                                    <a:pt x="0" y="484"/>
                                  </a:lnTo>
                                  <a:cubicBezTo>
                                    <a:pt x="0" y="551"/>
                                    <a:pt x="32" y="605"/>
                                    <a:pt x="70" y="605"/>
                                  </a:cubicBezTo>
                                  <a:cubicBezTo>
                                    <a:pt x="108" y="605"/>
                                    <a:pt x="140" y="551"/>
                                    <a:pt x="140" y="484"/>
                                  </a:cubicBezTo>
                                  <a:lnTo>
                                    <a:pt x="140" y="121"/>
                                  </a:lnTo>
                                  <a:cubicBezTo>
                                    <a:pt x="140" y="54"/>
                                    <a:pt x="108" y="0"/>
                                    <a:pt x="70" y="0"/>
                                  </a:cubicBezTo>
                                </a:path>
                              </a:pathLst>
                            </a:custGeom>
                            <a:solidFill>
                              <a:srgbClr val="EA5241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27" name="PA-任意多边形 8"/>
                          <wps:cNvSpPr/>
                          <wps:spPr bwMode="auto">
                            <a:xfrm>
                              <a:off x="3789" y="2009"/>
                              <a:ext cx="102" cy="28"/>
                            </a:xfrm>
                            <a:custGeom>
                              <a:avLst/>
                              <a:gdLst>
                                <a:gd name="T0" fmla="*/ 264 w 264"/>
                                <a:gd name="T1" fmla="*/ 73 h 73"/>
                                <a:gd name="T2" fmla="*/ 264 w 264"/>
                                <a:gd name="T3" fmla="*/ 19 h 73"/>
                                <a:gd name="T4" fmla="*/ 132 w 264"/>
                                <a:gd name="T5" fmla="*/ 0 h 73"/>
                                <a:gd name="T6" fmla="*/ 0 w 264"/>
                                <a:gd name="T7" fmla="*/ 19 h 73"/>
                                <a:gd name="T8" fmla="*/ 0 w 264"/>
                                <a:gd name="T9" fmla="*/ 73 h 73"/>
                                <a:gd name="T10" fmla="*/ 132 w 264"/>
                                <a:gd name="T11" fmla="*/ 54 h 73"/>
                                <a:gd name="T12" fmla="*/ 264 w 264"/>
                                <a:gd name="T13" fmla="*/ 73 h 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4" h="73">
                                  <a:moveTo>
                                    <a:pt x="264" y="73"/>
                                  </a:moveTo>
                                  <a:lnTo>
                                    <a:pt x="264" y="19"/>
                                  </a:lnTo>
                                  <a:cubicBezTo>
                                    <a:pt x="221" y="6"/>
                                    <a:pt x="176" y="0"/>
                                    <a:pt x="132" y="0"/>
                                  </a:cubicBezTo>
                                  <a:cubicBezTo>
                                    <a:pt x="87" y="0"/>
                                    <a:pt x="43" y="6"/>
                                    <a:pt x="0" y="19"/>
                                  </a:cubicBezTo>
                                  <a:lnTo>
                                    <a:pt x="0" y="73"/>
                                  </a:lnTo>
                                  <a:cubicBezTo>
                                    <a:pt x="43" y="60"/>
                                    <a:pt x="87" y="54"/>
                                    <a:pt x="132" y="54"/>
                                  </a:cubicBezTo>
                                  <a:cubicBezTo>
                                    <a:pt x="177" y="54"/>
                                    <a:pt x="221" y="60"/>
                                    <a:pt x="264" y="73"/>
                                  </a:cubicBezTo>
                                </a:path>
                              </a:pathLst>
                            </a:custGeom>
                            <a:solidFill>
                              <a:srgbClr val="3E4347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28" name="PA-任意多边形 9"/>
                          <wps:cNvSpPr/>
                          <wps:spPr bwMode="auto">
                            <a:xfrm>
                              <a:off x="3789" y="2284"/>
                              <a:ext cx="102" cy="27"/>
                            </a:xfrm>
                            <a:custGeom>
                              <a:avLst/>
                              <a:gdLst>
                                <a:gd name="T0" fmla="*/ 0 w 264"/>
                                <a:gd name="T1" fmla="*/ 0 h 73"/>
                                <a:gd name="T2" fmla="*/ 0 w 264"/>
                                <a:gd name="T3" fmla="*/ 54 h 73"/>
                                <a:gd name="T4" fmla="*/ 132 w 264"/>
                                <a:gd name="T5" fmla="*/ 73 h 73"/>
                                <a:gd name="T6" fmla="*/ 264 w 264"/>
                                <a:gd name="T7" fmla="*/ 54 h 73"/>
                                <a:gd name="T8" fmla="*/ 264 w 264"/>
                                <a:gd name="T9" fmla="*/ 0 h 73"/>
                                <a:gd name="T10" fmla="*/ 132 w 264"/>
                                <a:gd name="T11" fmla="*/ 19 h 73"/>
                                <a:gd name="T12" fmla="*/ 0 w 264"/>
                                <a:gd name="T13" fmla="*/ 0 h 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4" h="73">
                                  <a:moveTo>
                                    <a:pt x="0" y="0"/>
                                  </a:moveTo>
                                  <a:lnTo>
                                    <a:pt x="0" y="54"/>
                                  </a:lnTo>
                                  <a:cubicBezTo>
                                    <a:pt x="43" y="67"/>
                                    <a:pt x="87" y="73"/>
                                    <a:pt x="132" y="73"/>
                                  </a:cubicBezTo>
                                  <a:cubicBezTo>
                                    <a:pt x="177" y="73"/>
                                    <a:pt x="221" y="67"/>
                                    <a:pt x="264" y="54"/>
                                  </a:cubicBezTo>
                                  <a:lnTo>
                                    <a:pt x="264" y="0"/>
                                  </a:lnTo>
                                  <a:cubicBezTo>
                                    <a:pt x="221" y="13"/>
                                    <a:pt x="177" y="19"/>
                                    <a:pt x="132" y="19"/>
                                  </a:cubicBezTo>
                                  <a:cubicBezTo>
                                    <a:pt x="87" y="19"/>
                                    <a:pt x="43" y="13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3E4347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29" name="PA-任意多边形 10"/>
                          <wps:cNvSpPr/>
                          <wps:spPr bwMode="auto">
                            <a:xfrm>
                              <a:off x="3738" y="2156"/>
                              <a:ext cx="204" cy="8"/>
                            </a:xfrm>
                            <a:custGeom>
                              <a:avLst/>
                              <a:gdLst>
                                <a:gd name="T0" fmla="*/ 0 w 527"/>
                                <a:gd name="T1" fmla="*/ 12 h 22"/>
                                <a:gd name="T2" fmla="*/ 264 w 527"/>
                                <a:gd name="T3" fmla="*/ 1 h 22"/>
                                <a:gd name="T4" fmla="*/ 527 w 527"/>
                                <a:gd name="T5" fmla="*/ 12 h 22"/>
                                <a:gd name="T6" fmla="*/ 264 w 527"/>
                                <a:gd name="T7" fmla="*/ 22 h 22"/>
                                <a:gd name="T8" fmla="*/ 0 w 527"/>
                                <a:gd name="T9" fmla="*/ 12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27" h="22">
                                  <a:moveTo>
                                    <a:pt x="0" y="12"/>
                                  </a:moveTo>
                                  <a:cubicBezTo>
                                    <a:pt x="89" y="4"/>
                                    <a:pt x="175" y="2"/>
                                    <a:pt x="264" y="1"/>
                                  </a:cubicBezTo>
                                  <a:cubicBezTo>
                                    <a:pt x="353" y="0"/>
                                    <a:pt x="438" y="4"/>
                                    <a:pt x="527" y="12"/>
                                  </a:cubicBezTo>
                                  <a:cubicBezTo>
                                    <a:pt x="439" y="19"/>
                                    <a:pt x="353" y="21"/>
                                    <a:pt x="264" y="22"/>
                                  </a:cubicBezTo>
                                  <a:cubicBezTo>
                                    <a:pt x="176" y="21"/>
                                    <a:pt x="89" y="19"/>
                                    <a:pt x="0" y="12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30" name="PA-任意多边形 11"/>
                          <wps:cNvSpPr/>
                          <wps:spPr bwMode="auto">
                            <a:xfrm>
                              <a:off x="3754" y="2266"/>
                              <a:ext cx="172" cy="14"/>
                            </a:xfrm>
                            <a:custGeom>
                              <a:avLst/>
                              <a:gdLst>
                                <a:gd name="T0" fmla="*/ 0 w 445"/>
                                <a:gd name="T1" fmla="*/ 1 h 37"/>
                                <a:gd name="T2" fmla="*/ 111 w 445"/>
                                <a:gd name="T3" fmla="*/ 13 h 37"/>
                                <a:gd name="T4" fmla="*/ 223 w 445"/>
                                <a:gd name="T5" fmla="*/ 17 h 37"/>
                                <a:gd name="T6" fmla="*/ 334 w 445"/>
                                <a:gd name="T7" fmla="*/ 13 h 37"/>
                                <a:gd name="T8" fmla="*/ 445 w 445"/>
                                <a:gd name="T9" fmla="*/ 1 h 37"/>
                                <a:gd name="T10" fmla="*/ 333 w 445"/>
                                <a:gd name="T11" fmla="*/ 28 h 37"/>
                                <a:gd name="T12" fmla="*/ 220 w 445"/>
                                <a:gd name="T13" fmla="*/ 37 h 37"/>
                                <a:gd name="T14" fmla="*/ 107 w 445"/>
                                <a:gd name="T15" fmla="*/ 29 h 37"/>
                                <a:gd name="T16" fmla="*/ 0 w 445"/>
                                <a:gd name="T17" fmla="*/ 0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45" h="37">
                                  <a:moveTo>
                                    <a:pt x="0" y="1"/>
                                  </a:moveTo>
                                  <a:cubicBezTo>
                                    <a:pt x="37" y="6"/>
                                    <a:pt x="74" y="10"/>
                                    <a:pt x="111" y="13"/>
                                  </a:cubicBezTo>
                                  <a:cubicBezTo>
                                    <a:pt x="149" y="16"/>
                                    <a:pt x="186" y="17"/>
                                    <a:pt x="223" y="17"/>
                                  </a:cubicBezTo>
                                  <a:cubicBezTo>
                                    <a:pt x="259" y="17"/>
                                    <a:pt x="296" y="16"/>
                                    <a:pt x="334" y="13"/>
                                  </a:cubicBezTo>
                                  <a:cubicBezTo>
                                    <a:pt x="371" y="10"/>
                                    <a:pt x="408" y="6"/>
                                    <a:pt x="445" y="1"/>
                                  </a:cubicBezTo>
                                  <a:cubicBezTo>
                                    <a:pt x="409" y="14"/>
                                    <a:pt x="371" y="23"/>
                                    <a:pt x="333" y="28"/>
                                  </a:cubicBezTo>
                                  <a:cubicBezTo>
                                    <a:pt x="296" y="33"/>
                                    <a:pt x="258" y="36"/>
                                    <a:pt x="220" y="37"/>
                                  </a:cubicBezTo>
                                  <a:cubicBezTo>
                                    <a:pt x="182" y="37"/>
                                    <a:pt x="145" y="34"/>
                                    <a:pt x="107" y="29"/>
                                  </a:cubicBezTo>
                                  <a:cubicBezTo>
                                    <a:pt x="71" y="22"/>
                                    <a:pt x="35" y="13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31" name="PA-任意多边形 12"/>
                          <wps:cNvSpPr/>
                          <wps:spPr bwMode="auto">
                            <a:xfrm>
                              <a:off x="3739" y="2244"/>
                              <a:ext cx="204" cy="14"/>
                            </a:xfrm>
                            <a:custGeom>
                              <a:avLst/>
                              <a:gdLst>
                                <a:gd name="T0" fmla="*/ 0 w 527"/>
                                <a:gd name="T1" fmla="*/ 0 h 37"/>
                                <a:gd name="T2" fmla="*/ 132 w 527"/>
                                <a:gd name="T3" fmla="*/ 12 h 37"/>
                                <a:gd name="T4" fmla="*/ 263 w 527"/>
                                <a:gd name="T5" fmla="*/ 16 h 37"/>
                                <a:gd name="T6" fmla="*/ 395 w 527"/>
                                <a:gd name="T7" fmla="*/ 12 h 37"/>
                                <a:gd name="T8" fmla="*/ 527 w 527"/>
                                <a:gd name="T9" fmla="*/ 0 h 37"/>
                                <a:gd name="T10" fmla="*/ 398 w 527"/>
                                <a:gd name="T11" fmla="*/ 28 h 37"/>
                                <a:gd name="T12" fmla="*/ 265 w 527"/>
                                <a:gd name="T13" fmla="*/ 37 h 37"/>
                                <a:gd name="T14" fmla="*/ 132 w 527"/>
                                <a:gd name="T15" fmla="*/ 29 h 37"/>
                                <a:gd name="T16" fmla="*/ 0 w 527"/>
                                <a:gd name="T17" fmla="*/ 0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7" h="37">
                                  <a:moveTo>
                                    <a:pt x="0" y="0"/>
                                  </a:moveTo>
                                  <a:cubicBezTo>
                                    <a:pt x="43" y="7"/>
                                    <a:pt x="87" y="9"/>
                                    <a:pt x="132" y="12"/>
                                  </a:cubicBezTo>
                                  <a:cubicBezTo>
                                    <a:pt x="176" y="15"/>
                                    <a:pt x="218" y="16"/>
                                    <a:pt x="263" y="16"/>
                                  </a:cubicBezTo>
                                  <a:cubicBezTo>
                                    <a:pt x="308" y="16"/>
                                    <a:pt x="350" y="15"/>
                                    <a:pt x="395" y="12"/>
                                  </a:cubicBezTo>
                                  <a:cubicBezTo>
                                    <a:pt x="440" y="9"/>
                                    <a:pt x="482" y="6"/>
                                    <a:pt x="527" y="0"/>
                                  </a:cubicBezTo>
                                  <a:cubicBezTo>
                                    <a:pt x="485" y="13"/>
                                    <a:pt x="441" y="22"/>
                                    <a:pt x="398" y="28"/>
                                  </a:cubicBezTo>
                                  <a:cubicBezTo>
                                    <a:pt x="354" y="33"/>
                                    <a:pt x="309" y="36"/>
                                    <a:pt x="265" y="37"/>
                                  </a:cubicBezTo>
                                  <a:cubicBezTo>
                                    <a:pt x="220" y="37"/>
                                    <a:pt x="176" y="34"/>
                                    <a:pt x="132" y="29"/>
                                  </a:cubicBezTo>
                                  <a:cubicBezTo>
                                    <a:pt x="87" y="23"/>
                                    <a:pt x="43" y="13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32" name="PA-任意多边形 13"/>
                          <wps:cNvSpPr/>
                          <wps:spPr bwMode="auto">
                            <a:xfrm>
                              <a:off x="3739" y="2222"/>
                              <a:ext cx="203" cy="13"/>
                            </a:xfrm>
                            <a:custGeom>
                              <a:avLst/>
                              <a:gdLst>
                                <a:gd name="T0" fmla="*/ 0 w 525"/>
                                <a:gd name="T1" fmla="*/ 0 h 34"/>
                                <a:gd name="T2" fmla="*/ 132 w 525"/>
                                <a:gd name="T3" fmla="*/ 10 h 34"/>
                                <a:gd name="T4" fmla="*/ 262 w 525"/>
                                <a:gd name="T5" fmla="*/ 12 h 34"/>
                                <a:gd name="T6" fmla="*/ 394 w 525"/>
                                <a:gd name="T7" fmla="*/ 10 h 34"/>
                                <a:gd name="T8" fmla="*/ 525 w 525"/>
                                <a:gd name="T9" fmla="*/ 0 h 34"/>
                                <a:gd name="T10" fmla="*/ 395 w 525"/>
                                <a:gd name="T11" fmla="*/ 26 h 34"/>
                                <a:gd name="T12" fmla="*/ 264 w 525"/>
                                <a:gd name="T13" fmla="*/ 33 h 34"/>
                                <a:gd name="T14" fmla="*/ 132 w 525"/>
                                <a:gd name="T15" fmla="*/ 26 h 34"/>
                                <a:gd name="T16" fmla="*/ 0 w 525"/>
                                <a:gd name="T17" fmla="*/ 0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5" h="34">
                                  <a:moveTo>
                                    <a:pt x="0" y="0"/>
                                  </a:moveTo>
                                  <a:cubicBezTo>
                                    <a:pt x="43" y="6"/>
                                    <a:pt x="88" y="8"/>
                                    <a:pt x="132" y="10"/>
                                  </a:cubicBezTo>
                                  <a:cubicBezTo>
                                    <a:pt x="175" y="11"/>
                                    <a:pt x="218" y="14"/>
                                    <a:pt x="262" y="12"/>
                                  </a:cubicBezTo>
                                  <a:cubicBezTo>
                                    <a:pt x="305" y="11"/>
                                    <a:pt x="349" y="11"/>
                                    <a:pt x="394" y="10"/>
                                  </a:cubicBezTo>
                                  <a:cubicBezTo>
                                    <a:pt x="439" y="8"/>
                                    <a:pt x="480" y="4"/>
                                    <a:pt x="525" y="0"/>
                                  </a:cubicBezTo>
                                  <a:cubicBezTo>
                                    <a:pt x="483" y="12"/>
                                    <a:pt x="439" y="21"/>
                                    <a:pt x="395" y="26"/>
                                  </a:cubicBezTo>
                                  <a:cubicBezTo>
                                    <a:pt x="352" y="31"/>
                                    <a:pt x="308" y="33"/>
                                    <a:pt x="264" y="33"/>
                                  </a:cubicBezTo>
                                  <a:cubicBezTo>
                                    <a:pt x="220" y="34"/>
                                    <a:pt x="176" y="31"/>
                                    <a:pt x="132" y="26"/>
                                  </a:cubicBezTo>
                                  <a:cubicBezTo>
                                    <a:pt x="87" y="21"/>
                                    <a:pt x="43" y="12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33" name="PA-任意多边形 14"/>
                          <wps:cNvSpPr/>
                          <wps:spPr bwMode="auto">
                            <a:xfrm>
                              <a:off x="3739" y="2201"/>
                              <a:ext cx="203" cy="11"/>
                            </a:xfrm>
                            <a:custGeom>
                              <a:avLst/>
                              <a:gdLst>
                                <a:gd name="T0" fmla="*/ 0 w 524"/>
                                <a:gd name="T1" fmla="*/ 0 h 29"/>
                                <a:gd name="T2" fmla="*/ 132 w 524"/>
                                <a:gd name="T3" fmla="*/ 7 h 29"/>
                                <a:gd name="T4" fmla="*/ 262 w 524"/>
                                <a:gd name="T5" fmla="*/ 9 h 29"/>
                                <a:gd name="T6" fmla="*/ 393 w 524"/>
                                <a:gd name="T7" fmla="*/ 7 h 29"/>
                                <a:gd name="T8" fmla="*/ 524 w 524"/>
                                <a:gd name="T9" fmla="*/ 0 h 29"/>
                                <a:gd name="T10" fmla="*/ 394 w 524"/>
                                <a:gd name="T11" fmla="*/ 22 h 29"/>
                                <a:gd name="T12" fmla="*/ 263 w 524"/>
                                <a:gd name="T13" fmla="*/ 29 h 29"/>
                                <a:gd name="T14" fmla="*/ 131 w 524"/>
                                <a:gd name="T15" fmla="*/ 22 h 29"/>
                                <a:gd name="T16" fmla="*/ 0 w 524"/>
                                <a:gd name="T17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9">
                                  <a:moveTo>
                                    <a:pt x="0" y="0"/>
                                  </a:moveTo>
                                  <a:cubicBezTo>
                                    <a:pt x="44" y="3"/>
                                    <a:pt x="88" y="5"/>
                                    <a:pt x="132" y="7"/>
                                  </a:cubicBezTo>
                                  <a:cubicBezTo>
                                    <a:pt x="175" y="8"/>
                                    <a:pt x="219" y="9"/>
                                    <a:pt x="262" y="9"/>
                                  </a:cubicBezTo>
                                  <a:cubicBezTo>
                                    <a:pt x="306" y="9"/>
                                    <a:pt x="349" y="8"/>
                                    <a:pt x="393" y="7"/>
                                  </a:cubicBezTo>
                                  <a:cubicBezTo>
                                    <a:pt x="436" y="5"/>
                                    <a:pt x="479" y="3"/>
                                    <a:pt x="524" y="0"/>
                                  </a:cubicBezTo>
                                  <a:cubicBezTo>
                                    <a:pt x="482" y="10"/>
                                    <a:pt x="438" y="18"/>
                                    <a:pt x="394" y="22"/>
                                  </a:cubicBezTo>
                                  <a:cubicBezTo>
                                    <a:pt x="351" y="26"/>
                                    <a:pt x="306" y="29"/>
                                    <a:pt x="263" y="29"/>
                                  </a:cubicBezTo>
                                  <a:cubicBezTo>
                                    <a:pt x="219" y="29"/>
                                    <a:pt x="174" y="26"/>
                                    <a:pt x="131" y="22"/>
                                  </a:cubicBezTo>
                                  <a:cubicBezTo>
                                    <a:pt x="87" y="18"/>
                                    <a:pt x="43" y="10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34" name="PA-任意多边形 15"/>
                          <wps:cNvSpPr/>
                          <wps:spPr bwMode="auto">
                            <a:xfrm>
                              <a:off x="3739" y="2179"/>
                              <a:ext cx="202" cy="9"/>
                            </a:xfrm>
                            <a:custGeom>
                              <a:avLst/>
                              <a:gdLst>
                                <a:gd name="T0" fmla="*/ 0 w 524"/>
                                <a:gd name="T1" fmla="*/ 2 h 22"/>
                                <a:gd name="T2" fmla="*/ 132 w 524"/>
                                <a:gd name="T3" fmla="*/ 3 h 22"/>
                                <a:gd name="T4" fmla="*/ 262 w 524"/>
                                <a:gd name="T5" fmla="*/ 3 h 22"/>
                                <a:gd name="T6" fmla="*/ 392 w 524"/>
                                <a:gd name="T7" fmla="*/ 2 h 22"/>
                                <a:gd name="T8" fmla="*/ 524 w 524"/>
                                <a:gd name="T9" fmla="*/ 0 h 22"/>
                                <a:gd name="T10" fmla="*/ 394 w 524"/>
                                <a:gd name="T11" fmla="*/ 17 h 22"/>
                                <a:gd name="T12" fmla="*/ 262 w 524"/>
                                <a:gd name="T13" fmla="*/ 22 h 22"/>
                                <a:gd name="T14" fmla="*/ 130 w 524"/>
                                <a:gd name="T15" fmla="*/ 17 h 22"/>
                                <a:gd name="T16" fmla="*/ 0 w 524"/>
                                <a:gd name="T17" fmla="*/ 1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2">
                                  <a:moveTo>
                                    <a:pt x="0" y="2"/>
                                  </a:moveTo>
                                  <a:lnTo>
                                    <a:pt x="132" y="3"/>
                                  </a:lnTo>
                                  <a:cubicBezTo>
                                    <a:pt x="175" y="3"/>
                                    <a:pt x="218" y="4"/>
                                    <a:pt x="262" y="3"/>
                                  </a:cubicBezTo>
                                  <a:cubicBezTo>
                                    <a:pt x="305" y="2"/>
                                    <a:pt x="349" y="3"/>
                                    <a:pt x="392" y="2"/>
                                  </a:cubicBezTo>
                                  <a:lnTo>
                                    <a:pt x="524" y="0"/>
                                  </a:lnTo>
                                  <a:cubicBezTo>
                                    <a:pt x="480" y="8"/>
                                    <a:pt x="437" y="13"/>
                                    <a:pt x="394" y="17"/>
                                  </a:cubicBezTo>
                                  <a:cubicBezTo>
                                    <a:pt x="350" y="21"/>
                                    <a:pt x="305" y="22"/>
                                    <a:pt x="262" y="22"/>
                                  </a:cubicBezTo>
                                  <a:cubicBezTo>
                                    <a:pt x="218" y="22"/>
                                    <a:pt x="174" y="21"/>
                                    <a:pt x="130" y="17"/>
                                  </a:cubicBezTo>
                                  <a:cubicBezTo>
                                    <a:pt x="86" y="16"/>
                                    <a:pt x="43" y="10"/>
                                    <a:pt x="0" y="1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35" name="PA-任意多边形 16"/>
                          <wps:cNvSpPr/>
                          <wps:spPr bwMode="auto">
                            <a:xfrm>
                              <a:off x="3754" y="2040"/>
                              <a:ext cx="172" cy="14"/>
                            </a:xfrm>
                            <a:custGeom>
                              <a:avLst/>
                              <a:gdLst>
                                <a:gd name="T0" fmla="*/ 444 w 444"/>
                                <a:gd name="T1" fmla="*/ 37 h 37"/>
                                <a:gd name="T2" fmla="*/ 333 w 444"/>
                                <a:gd name="T3" fmla="*/ 25 h 37"/>
                                <a:gd name="T4" fmla="*/ 222 w 444"/>
                                <a:gd name="T5" fmla="*/ 21 h 37"/>
                                <a:gd name="T6" fmla="*/ 111 w 444"/>
                                <a:gd name="T7" fmla="*/ 25 h 37"/>
                                <a:gd name="T8" fmla="*/ 0 w 444"/>
                                <a:gd name="T9" fmla="*/ 37 h 37"/>
                                <a:gd name="T10" fmla="*/ 111 w 444"/>
                                <a:gd name="T11" fmla="*/ 9 h 37"/>
                                <a:gd name="T12" fmla="*/ 224 w 444"/>
                                <a:gd name="T13" fmla="*/ 0 h 37"/>
                                <a:gd name="T14" fmla="*/ 338 w 444"/>
                                <a:gd name="T15" fmla="*/ 8 h 37"/>
                                <a:gd name="T16" fmla="*/ 444 w 444"/>
                                <a:gd name="T17" fmla="*/ 37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44" h="37">
                                  <a:moveTo>
                                    <a:pt x="444" y="37"/>
                                  </a:moveTo>
                                  <a:cubicBezTo>
                                    <a:pt x="408" y="32"/>
                                    <a:pt x="371" y="28"/>
                                    <a:pt x="333" y="25"/>
                                  </a:cubicBezTo>
                                  <a:cubicBezTo>
                                    <a:pt x="296" y="22"/>
                                    <a:pt x="259" y="21"/>
                                    <a:pt x="222" y="21"/>
                                  </a:cubicBezTo>
                                  <a:cubicBezTo>
                                    <a:pt x="185" y="21"/>
                                    <a:pt x="148" y="22"/>
                                    <a:pt x="111" y="25"/>
                                  </a:cubicBezTo>
                                  <a:cubicBezTo>
                                    <a:pt x="74" y="28"/>
                                    <a:pt x="37" y="32"/>
                                    <a:pt x="0" y="37"/>
                                  </a:cubicBezTo>
                                  <a:cubicBezTo>
                                    <a:pt x="36" y="24"/>
                                    <a:pt x="73" y="14"/>
                                    <a:pt x="111" y="9"/>
                                  </a:cubicBezTo>
                                  <a:cubicBezTo>
                                    <a:pt x="149" y="4"/>
                                    <a:pt x="187" y="1"/>
                                    <a:pt x="224" y="0"/>
                                  </a:cubicBezTo>
                                  <a:cubicBezTo>
                                    <a:pt x="262" y="0"/>
                                    <a:pt x="300" y="3"/>
                                    <a:pt x="338" y="8"/>
                                  </a:cubicBezTo>
                                  <a:cubicBezTo>
                                    <a:pt x="374" y="15"/>
                                    <a:pt x="410" y="24"/>
                                    <a:pt x="444" y="37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36" name="PA-任意多边形 17"/>
                          <wps:cNvSpPr/>
                          <wps:spPr bwMode="auto">
                            <a:xfrm>
                              <a:off x="3738" y="2063"/>
                              <a:ext cx="204" cy="14"/>
                            </a:xfrm>
                            <a:custGeom>
                              <a:avLst/>
                              <a:gdLst>
                                <a:gd name="T0" fmla="*/ 527 w 527"/>
                                <a:gd name="T1" fmla="*/ 36 h 36"/>
                                <a:gd name="T2" fmla="*/ 395 w 527"/>
                                <a:gd name="T3" fmla="*/ 24 h 36"/>
                                <a:gd name="T4" fmla="*/ 264 w 527"/>
                                <a:gd name="T5" fmla="*/ 20 h 36"/>
                                <a:gd name="T6" fmla="*/ 132 w 527"/>
                                <a:gd name="T7" fmla="*/ 24 h 36"/>
                                <a:gd name="T8" fmla="*/ 0 w 527"/>
                                <a:gd name="T9" fmla="*/ 36 h 36"/>
                                <a:gd name="T10" fmla="*/ 130 w 527"/>
                                <a:gd name="T11" fmla="*/ 8 h 36"/>
                                <a:gd name="T12" fmla="*/ 263 w 527"/>
                                <a:gd name="T13" fmla="*/ 0 h 36"/>
                                <a:gd name="T14" fmla="*/ 396 w 527"/>
                                <a:gd name="T15" fmla="*/ 8 h 36"/>
                                <a:gd name="T16" fmla="*/ 527 w 527"/>
                                <a:gd name="T1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7" h="36">
                                  <a:moveTo>
                                    <a:pt x="527" y="36"/>
                                  </a:moveTo>
                                  <a:cubicBezTo>
                                    <a:pt x="484" y="29"/>
                                    <a:pt x="440" y="27"/>
                                    <a:pt x="395" y="24"/>
                                  </a:cubicBezTo>
                                  <a:cubicBezTo>
                                    <a:pt x="351" y="21"/>
                                    <a:pt x="309" y="20"/>
                                    <a:pt x="264" y="20"/>
                                  </a:cubicBezTo>
                                  <a:cubicBezTo>
                                    <a:pt x="219" y="20"/>
                                    <a:pt x="177" y="21"/>
                                    <a:pt x="132" y="24"/>
                                  </a:cubicBezTo>
                                  <a:cubicBezTo>
                                    <a:pt x="87" y="27"/>
                                    <a:pt x="45" y="31"/>
                                    <a:pt x="0" y="36"/>
                                  </a:cubicBezTo>
                                  <a:cubicBezTo>
                                    <a:pt x="42" y="23"/>
                                    <a:pt x="86" y="13"/>
                                    <a:pt x="130" y="8"/>
                                  </a:cubicBezTo>
                                  <a:cubicBezTo>
                                    <a:pt x="174" y="3"/>
                                    <a:pt x="218" y="0"/>
                                    <a:pt x="263" y="0"/>
                                  </a:cubicBezTo>
                                  <a:cubicBezTo>
                                    <a:pt x="307" y="0"/>
                                    <a:pt x="351" y="3"/>
                                    <a:pt x="396" y="8"/>
                                  </a:cubicBezTo>
                                  <a:cubicBezTo>
                                    <a:pt x="440" y="13"/>
                                    <a:pt x="484" y="23"/>
                                    <a:pt x="527" y="36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37" name="PA-任意多边形 18"/>
                          <wps:cNvSpPr/>
                          <wps:spPr bwMode="auto">
                            <a:xfrm>
                              <a:off x="3739" y="2086"/>
                              <a:ext cx="203" cy="12"/>
                            </a:xfrm>
                            <a:custGeom>
                              <a:avLst/>
                              <a:gdLst>
                                <a:gd name="T0" fmla="*/ 525 w 526"/>
                                <a:gd name="T1" fmla="*/ 32 h 33"/>
                                <a:gd name="T2" fmla="*/ 393 w 526"/>
                                <a:gd name="T3" fmla="*/ 23 h 33"/>
                                <a:gd name="T4" fmla="*/ 263 w 526"/>
                                <a:gd name="T5" fmla="*/ 21 h 33"/>
                                <a:gd name="T6" fmla="*/ 131 w 526"/>
                                <a:gd name="T7" fmla="*/ 23 h 33"/>
                                <a:gd name="T8" fmla="*/ 0 w 526"/>
                                <a:gd name="T9" fmla="*/ 32 h 33"/>
                                <a:gd name="T10" fmla="*/ 130 w 526"/>
                                <a:gd name="T11" fmla="*/ 8 h 33"/>
                                <a:gd name="T12" fmla="*/ 262 w 526"/>
                                <a:gd name="T13" fmla="*/ 0 h 33"/>
                                <a:gd name="T14" fmla="*/ 394 w 526"/>
                                <a:gd name="T15" fmla="*/ 8 h 33"/>
                                <a:gd name="T16" fmla="*/ 526 w 526"/>
                                <a:gd name="T17" fmla="*/ 3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6" h="33">
                                  <a:moveTo>
                                    <a:pt x="525" y="32"/>
                                  </a:moveTo>
                                  <a:cubicBezTo>
                                    <a:pt x="482" y="27"/>
                                    <a:pt x="437" y="25"/>
                                    <a:pt x="393" y="23"/>
                                  </a:cubicBezTo>
                                  <a:cubicBezTo>
                                    <a:pt x="350" y="22"/>
                                    <a:pt x="307" y="19"/>
                                    <a:pt x="263" y="21"/>
                                  </a:cubicBezTo>
                                  <a:cubicBezTo>
                                    <a:pt x="220" y="22"/>
                                    <a:pt x="176" y="22"/>
                                    <a:pt x="131" y="23"/>
                                  </a:cubicBezTo>
                                  <a:cubicBezTo>
                                    <a:pt x="86" y="25"/>
                                    <a:pt x="45" y="28"/>
                                    <a:pt x="0" y="32"/>
                                  </a:cubicBezTo>
                                  <a:cubicBezTo>
                                    <a:pt x="42" y="21"/>
                                    <a:pt x="86" y="12"/>
                                    <a:pt x="130" y="8"/>
                                  </a:cubicBezTo>
                                  <a:cubicBezTo>
                                    <a:pt x="174" y="2"/>
                                    <a:pt x="218" y="0"/>
                                    <a:pt x="262" y="0"/>
                                  </a:cubicBezTo>
                                  <a:cubicBezTo>
                                    <a:pt x="306" y="0"/>
                                    <a:pt x="350" y="2"/>
                                    <a:pt x="394" y="8"/>
                                  </a:cubicBezTo>
                                  <a:cubicBezTo>
                                    <a:pt x="438" y="13"/>
                                    <a:pt x="482" y="21"/>
                                    <a:pt x="526" y="33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38" name="PA-任意多边形 19"/>
                          <wps:cNvSpPr/>
                          <wps:spPr bwMode="auto">
                            <a:xfrm>
                              <a:off x="3739" y="2108"/>
                              <a:ext cx="202" cy="11"/>
                            </a:xfrm>
                            <a:custGeom>
                              <a:avLst/>
                              <a:gdLst>
                                <a:gd name="T0" fmla="*/ 524 w 524"/>
                                <a:gd name="T1" fmla="*/ 29 h 29"/>
                                <a:gd name="T2" fmla="*/ 392 w 524"/>
                                <a:gd name="T3" fmla="*/ 22 h 29"/>
                                <a:gd name="T4" fmla="*/ 262 w 524"/>
                                <a:gd name="T5" fmla="*/ 20 h 29"/>
                                <a:gd name="T6" fmla="*/ 132 w 524"/>
                                <a:gd name="T7" fmla="*/ 22 h 29"/>
                                <a:gd name="T8" fmla="*/ 0 w 524"/>
                                <a:gd name="T9" fmla="*/ 29 h 29"/>
                                <a:gd name="T10" fmla="*/ 130 w 524"/>
                                <a:gd name="T11" fmla="*/ 6 h 29"/>
                                <a:gd name="T12" fmla="*/ 262 w 524"/>
                                <a:gd name="T13" fmla="*/ 0 h 29"/>
                                <a:gd name="T14" fmla="*/ 394 w 524"/>
                                <a:gd name="T15" fmla="*/ 6 h 29"/>
                                <a:gd name="T16" fmla="*/ 524 w 524"/>
                                <a:gd name="T17" fmla="*/ 29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9">
                                  <a:moveTo>
                                    <a:pt x="524" y="29"/>
                                  </a:moveTo>
                                  <a:cubicBezTo>
                                    <a:pt x="480" y="26"/>
                                    <a:pt x="436" y="24"/>
                                    <a:pt x="392" y="22"/>
                                  </a:cubicBezTo>
                                  <a:cubicBezTo>
                                    <a:pt x="349" y="21"/>
                                    <a:pt x="305" y="20"/>
                                    <a:pt x="262" y="20"/>
                                  </a:cubicBezTo>
                                  <a:cubicBezTo>
                                    <a:pt x="218" y="20"/>
                                    <a:pt x="175" y="21"/>
                                    <a:pt x="132" y="22"/>
                                  </a:cubicBezTo>
                                  <a:cubicBezTo>
                                    <a:pt x="88" y="24"/>
                                    <a:pt x="45" y="26"/>
                                    <a:pt x="0" y="29"/>
                                  </a:cubicBezTo>
                                  <a:cubicBezTo>
                                    <a:pt x="43" y="19"/>
                                    <a:pt x="86" y="11"/>
                                    <a:pt x="130" y="6"/>
                                  </a:cubicBezTo>
                                  <a:cubicBezTo>
                                    <a:pt x="174" y="3"/>
                                    <a:pt x="218" y="0"/>
                                    <a:pt x="262" y="0"/>
                                  </a:cubicBezTo>
                                  <a:cubicBezTo>
                                    <a:pt x="305" y="0"/>
                                    <a:pt x="350" y="3"/>
                                    <a:pt x="394" y="6"/>
                                  </a:cubicBezTo>
                                  <a:cubicBezTo>
                                    <a:pt x="438" y="11"/>
                                    <a:pt x="481" y="19"/>
                                    <a:pt x="524" y="29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39" name="PA-任意多边形 20"/>
                          <wps:cNvSpPr/>
                          <wps:spPr bwMode="auto">
                            <a:xfrm>
                              <a:off x="3739" y="2132"/>
                              <a:ext cx="203" cy="9"/>
                            </a:xfrm>
                            <a:custGeom>
                              <a:avLst/>
                              <a:gdLst>
                                <a:gd name="T0" fmla="*/ 524 w 524"/>
                                <a:gd name="T1" fmla="*/ 21 h 22"/>
                                <a:gd name="T2" fmla="*/ 392 w 524"/>
                                <a:gd name="T3" fmla="*/ 20 h 22"/>
                                <a:gd name="T4" fmla="*/ 262 w 524"/>
                                <a:gd name="T5" fmla="*/ 20 h 22"/>
                                <a:gd name="T6" fmla="*/ 132 w 524"/>
                                <a:gd name="T7" fmla="*/ 21 h 22"/>
                                <a:gd name="T8" fmla="*/ 0 w 524"/>
                                <a:gd name="T9" fmla="*/ 22 h 22"/>
                                <a:gd name="T10" fmla="*/ 130 w 524"/>
                                <a:gd name="T11" fmla="*/ 5 h 22"/>
                                <a:gd name="T12" fmla="*/ 262 w 524"/>
                                <a:gd name="T13" fmla="*/ 0 h 22"/>
                                <a:gd name="T14" fmla="*/ 394 w 524"/>
                                <a:gd name="T15" fmla="*/ 5 h 22"/>
                                <a:gd name="T16" fmla="*/ 524 w 524"/>
                                <a:gd name="T17" fmla="*/ 21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2">
                                  <a:moveTo>
                                    <a:pt x="524" y="21"/>
                                  </a:moveTo>
                                  <a:lnTo>
                                    <a:pt x="392" y="20"/>
                                  </a:lnTo>
                                  <a:cubicBezTo>
                                    <a:pt x="349" y="20"/>
                                    <a:pt x="306" y="19"/>
                                    <a:pt x="262" y="20"/>
                                  </a:cubicBezTo>
                                  <a:cubicBezTo>
                                    <a:pt x="219" y="21"/>
                                    <a:pt x="175" y="20"/>
                                    <a:pt x="132" y="21"/>
                                  </a:cubicBezTo>
                                  <a:lnTo>
                                    <a:pt x="0" y="22"/>
                                  </a:lnTo>
                                  <a:cubicBezTo>
                                    <a:pt x="44" y="14"/>
                                    <a:pt x="87" y="9"/>
                                    <a:pt x="130" y="5"/>
                                  </a:cubicBezTo>
                                  <a:cubicBezTo>
                                    <a:pt x="174" y="1"/>
                                    <a:pt x="219" y="0"/>
                                    <a:pt x="262" y="0"/>
                                  </a:cubicBezTo>
                                  <a:cubicBezTo>
                                    <a:pt x="306" y="0"/>
                                    <a:pt x="350" y="1"/>
                                    <a:pt x="394" y="5"/>
                                  </a:cubicBezTo>
                                  <a:cubicBezTo>
                                    <a:pt x="438" y="7"/>
                                    <a:pt x="481" y="12"/>
                                    <a:pt x="524" y="21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s:wsp>
                        <wps:cNvPr id="140" name="直接连接符 139"/>
                        <wps:cNvCnPr>
                          <a:stCxn id="109" idx="2"/>
                        </wps:cNvCnPr>
                        <wps:spPr>
                          <a:xfrm flipH="1" flipV="1">
                            <a:off x="7608" y="1"/>
                            <a:ext cx="7" cy="99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3E4347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1" o:spid="_x0000_s1026" o:spt="203" style="position:absolute;left:0pt;margin-left:449.5pt;margin-top:25.4pt;height:125.85pt;width:103.7pt;z-index:251661312;mso-width-relative:page;mso-height-relative:page;" coordorigin="7008,1" coordsize="984,1194" o:gfxdata="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">
                <o:lock v:ext="edit" aspectratio="f"/>
                <v:group id="PA-表情 (1)-43724" o:spid="_x0000_s1026" o:spt="203" style="position:absolute;left:7310;top:98;height:1005;width:682;rotation:-262144f;" coordorigin="3738,2009" coordsize="205,302" o:gfxdata="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mx2eG7AAAA3AAAAA8AAAAAAAAAAQAgAAAAIgAAAGRycy9kb3ducmV2LnhtbFBL&#10;AQIUABQAAAAIAIdO4kAzLwWeOwAAADkAAAAVAAAAAAAAAAEAIAAAAAoBAABkcnMvZ3JvdXBzaGFw&#10;ZXhtbC54bWxQSwUGAAAAAAYABgBgAQAAxwMAAAAA&#10;">
                  <o:lock v:ext="edit" aspectratio="t"/>
                  <v:shape id="PA-任意多边形 5" o:spid="_x0000_s1026" o:spt="100" style="position:absolute;left:3738;top:2030;height:261;width:204;" fillcolor="#B01E2A" filled="t" stroked="f" coordsize="527,683" o:gfxdata="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w6ltW5AAAA3AAA&#10;AA8AAAAAAAAAAQAgAAAAIgAAAGRycy9kb3ducmV2LnhtbFBLAQIUABQAAAAIAIdO4kAzLwWeOwAA&#10;ADkAAAAQAAAAAAAAAAEAIAAAAAgBAABkcnMvc2hhcGV4bWwueG1sUEsFBgAAAAAGAAYAWwEAALID&#10;AAAAAA==&#10;" path="m264,0c119,0,0,61,0,137l0,546c0,622,119,683,264,683c409,683,527,623,527,546l527,137c527,62,409,0,264,0e">
                    <v:path o:connectlocs="102,0;0,52;0,208;102,261;204,208;204,52;102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6" o:spid="_x0000_s1026" o:spt="100" style="position:absolute;left:3770;top:2030;height:261;width:140;" fillcolor="#E73049" filled="t" stroked="f" coordsize="363,683" o:gfxdata="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+IqXvQAA&#10;ANwAAAAPAAAAAAAAAAEAIAAAACIAAABkcnMvZG93bnJldi54bWxQSwECFAAUAAAACACHTuJAMy8F&#10;njsAAAA5AAAAEAAAAAAAAAABACAAAAAMAQAAZHJzL3NoYXBleG1sLnhtbFBLBQYAAAAABgAGAFsB&#10;AAC2AwAAAAA=&#10;" path="m182,0c82,0,0,61,0,137l0,546c0,622,82,683,182,683c282,683,363,623,363,547l363,137c363,62,282,0,182,0e">
                    <v:path o:connectlocs="70,0;0,52;0,208;70,261;140,209;140,52;70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7" o:spid="_x0000_s1026" o:spt="100" style="position:absolute;left:3813;top:2044;height:232;width:54;" fillcolor="#EA5241" filled="t" stroked="f" coordsize="140,605" o:gfxdata="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2PoYK8AAAA&#10;3AAAAA8AAAAAAAAAAQAgAAAAIgAAAGRycy9kb3ducmV2LnhtbFBLAQIUABQAAAAIAIdO4kAzLwWe&#10;OwAAADkAAAAQAAAAAAAAAAEAIAAAAAsBAABkcnMvc2hhcGV4bWwueG1sUEsFBgAAAAAGAAYAWwEA&#10;ALUDAAAAAA==&#10;" path="m70,0c32,0,0,54,0,121l0,484c0,551,32,605,70,605c108,605,140,551,140,484l140,121c140,54,108,0,70,0e">
                    <v:path o:connectlocs="27,0;0,46;0,185;27,232;54,185;54,46;27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8" o:spid="_x0000_s1026" o:spt="100" style="position:absolute;left:3789;top:2009;height:28;width:102;" fillcolor="#3E4347" filled="t" stroked="f" coordsize="264,73" o:gfxdata="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3rAGFvQAA&#10;ANwAAAAPAAAAAAAAAAEAIAAAACIAAABkcnMvZG93bnJldi54bWxQSwECFAAUAAAACACHTuJAMy8F&#10;njsAAAA5AAAAEAAAAAAAAAABACAAAAAMAQAAZHJzL3NoYXBleG1sLnhtbFBLBQYAAAAABgAGAFsB&#10;AAC2AwAAAAA=&#10;" path="m264,73l264,19c221,6,176,0,132,0c87,0,43,6,0,19l0,73c43,60,87,54,132,54c177,54,221,60,264,73e">
                    <v:path o:connectlocs="102,28;102,7;51,0;0,7;0,28;51,20;102,28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9" o:spid="_x0000_s1026" o:spt="100" style="position:absolute;left:3789;top:2284;height:27;width:102;" fillcolor="#3E4347" filled="t" stroked="f" coordsize="264,73" o:gfxdata="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08+xbsAAADc&#10;AAAADwAAAAAAAAABACAAAAAiAAAAZHJzL2Rvd25yZXYueG1sUEsBAhQAFAAAAAgAh07iQDMvBZ47&#10;AAAAOQAAABAAAAAAAAAAAQAgAAAACgEAAGRycy9zaGFwZXhtbC54bWxQSwUGAAAAAAYABgBbAQAA&#10;tAMAAAAA&#10;" path="m0,0l0,54c43,67,87,73,132,73c177,73,221,67,264,54l264,0c221,13,177,19,132,19c87,19,43,13,0,0e">
                    <v:path o:connectlocs="0,0;0,19;51,27;102,19;102,0;51,7;0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0" o:spid="_x0000_s1026" o:spt="100" style="position:absolute;left:3738;top:2156;height:8;width:204;" fillcolor="#EF7B30" filled="t" stroked="f" coordsize="527,22" o:gfxdata="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l9rfS/&#10;AAAA3AAAAA8AAAAAAAAAAQAgAAAAIgAAAGRycy9kb3ducmV2LnhtbFBLAQIUABQAAAAIAIdO4kAz&#10;LwWeOwAAADkAAAAQAAAAAAAAAAEAIAAAAA4BAABkcnMvc2hhcGV4bWwueG1sUEsFBgAAAAAGAAYA&#10;WwEAALgDAAAAAA==&#10;" path="m0,12c89,4,175,2,264,1c353,0,438,4,527,12c439,19,353,21,264,22c176,21,89,19,0,12e">
                    <v:path o:connectlocs="0,4;102,0;204,4;102,8;0,4" o:connectangles="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1" o:spid="_x0000_s1026" o:spt="100" style="position:absolute;left:3754;top:2266;height:14;width:172;" fillcolor="#EF7B30" filled="t" stroked="f" coordsize="445,37" o:gfxdata="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rp4Oy5AAAA3AAA&#10;AA8AAAAAAAAAAQAgAAAAIgAAAGRycy9kb3ducmV2LnhtbFBLAQIUABQAAAAIAIdO4kAzLwWeOwAA&#10;ADkAAAAQAAAAAAAAAAEAIAAAAAgBAABkcnMvc2hhcGV4bWwueG1sUEsFBgAAAAAGAAYAWwEAALID&#10;AAAAAA==&#10;" path="m0,1c37,6,74,10,111,13c149,16,186,17,223,17c259,17,296,16,334,13c371,10,408,6,445,1c409,14,371,23,333,28c296,33,258,36,220,37c182,37,145,34,107,29c71,22,35,13,0,0e">
                    <v:path o:connectlocs="0,0;42,4;86,6;129,4;172,0;128,10;85,14;41,10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2" o:spid="_x0000_s1026" o:spt="100" style="position:absolute;left:3739;top:2244;height:14;width:204;" fillcolor="#EF7B30" filled="t" stroked="f" coordsize="527,37" o:gfxdata="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BtV7rsAAADc&#10;AAAADwAAAAAAAAABACAAAAAiAAAAZHJzL2Rvd25yZXYueG1sUEsBAhQAFAAAAAgAh07iQDMvBZ47&#10;AAAAOQAAABAAAAAAAAAAAQAgAAAACgEAAGRycy9zaGFwZXhtbC54bWxQSwUGAAAAAAYABgBbAQAA&#10;tAMAAAAA&#10;" path="m0,0c43,7,87,9,132,12c176,15,218,16,263,16c308,16,350,15,395,12c440,9,482,6,527,0c485,13,441,22,398,28c354,33,309,36,265,37c220,37,176,34,132,29c87,23,43,13,0,0e">
                    <v:path o:connectlocs="0,0;51,4;101,6;152,4;204,0;154,10;102,14;51,10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3" o:spid="_x0000_s1026" o:spt="100" style="position:absolute;left:3739;top:2222;height:13;width:203;" fillcolor="#EF7B30" filled="t" stroked="f" coordsize="525,34" o:gfxdata="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0p24rsAAADc&#10;AAAADwAAAAAAAAABACAAAAAiAAAAZHJzL2Rvd25yZXYueG1sUEsBAhQAFAAAAAgAh07iQDMvBZ47&#10;AAAAOQAAABAAAAAAAAAAAQAgAAAACgEAAGRycy9zaGFwZXhtbC54bWxQSwUGAAAAAAYABgBbAQAA&#10;tAMAAAAA&#10;" path="m0,0c43,6,88,8,132,10c175,11,218,14,262,12c305,11,349,11,394,10c439,8,480,4,525,0c483,12,439,21,395,26c352,31,308,33,264,33c220,34,176,31,132,26c87,21,43,12,0,0e">
                    <v:path o:connectlocs="0,0;51,3;101,4;152,3;203,0;152,9;102,12;51,9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4" o:spid="_x0000_s1026" o:spt="100" style="position:absolute;left:3739;top:2201;height:11;width:203;" fillcolor="#EF7B30" filled="t" stroked="f" coordsize="524,29" o:gfxdata="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2ekv74A&#10;AADcAAAADwAAAAAAAAABACAAAAAiAAAAZHJzL2Rvd25yZXYueG1sUEsBAhQAFAAAAAgAh07iQDMv&#10;BZ47AAAAOQAAABAAAAAAAAAAAQAgAAAADQEAAGRycy9zaGFwZXhtbC54bWxQSwUGAAAAAAYABgBb&#10;AQAAtwMAAAAA&#10;" path="m0,0c44,3,88,5,132,7c175,8,219,9,262,9c306,9,349,8,393,7c436,5,479,3,524,0c482,10,438,18,394,22c351,26,306,29,263,29c219,29,174,26,131,22c87,18,43,10,0,0e">
                    <v:path o:connectlocs="0,0;51,2;101,3;152,2;203,0;152,8;101,11;50,8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5" o:spid="_x0000_s1026" o:spt="100" style="position:absolute;left:3739;top:2179;height:9;width:202;" fillcolor="#EF7B30" filled="t" stroked="f" coordsize="524,22" o:gfxdata="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xXqt74A&#10;AADcAAAADwAAAAAAAAABACAAAAAiAAAAZHJzL2Rvd25yZXYueG1sUEsBAhQAFAAAAAgAh07iQDMv&#10;BZ47AAAAOQAAABAAAAAAAAAAAQAgAAAADQEAAGRycy9zaGFwZXhtbC54bWxQSwUGAAAAAAYABgBb&#10;AQAAtwMAAAAA&#10;" path="m0,2l132,3c175,3,218,4,262,3c305,2,349,3,392,2l524,0c480,8,437,13,394,17c350,21,305,22,262,22c218,22,174,21,130,17c86,16,43,10,0,1e">
                    <v:path o:connectlocs="0,0;50,1;101,1;151,0;202,0;151,6;101,9;50,6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6" o:spid="_x0000_s1026" o:spt="100" style="position:absolute;left:3754;top:2040;height:14;width:172;" fillcolor="#EF7B30" filled="t" stroked="f" coordsize="444,37" o:gfxdata="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i6ga2/&#10;AAAA3AAAAA8AAAAAAAAAAQAgAAAAIgAAAGRycy9kb3ducmV2LnhtbFBLAQIUABQAAAAIAIdO4kAz&#10;LwWeOwAAADkAAAAQAAAAAAAAAAEAIAAAAA4BAABkcnMvc2hhcGV4bWwueG1sUEsFBgAAAAAGAAYA&#10;WwEAALgDAAAAAA==&#10;" path="m444,37c408,32,371,28,333,25c296,22,259,21,222,21c185,21,148,22,111,25c74,28,37,32,0,37c36,24,73,14,111,9c149,4,187,1,224,0c262,0,300,3,338,8c374,15,410,24,444,37e">
                    <v:path o:connectlocs="172,14;129,9;86,7;43,9;0,14;43,3;86,0;130,3;172,14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7" o:spid="_x0000_s1026" o:spt="100" style="position:absolute;left:3738;top:2063;height:14;width:204;" fillcolor="#EF7B30" filled="t" stroked="f" coordsize="527,36" o:gfxdata="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Pw2ou5AAAA3AAA&#10;AA8AAAAAAAAAAQAgAAAAIgAAAGRycy9kb3ducmV2LnhtbFBLAQIUABQAAAAIAIdO4kAzLwWeOwAA&#10;ADkAAAAQAAAAAAAAAAEAIAAAAAgBAABkcnMvc2hhcGV4bWwueG1sUEsFBgAAAAAGAAYAWwEAALID&#10;AAAAAA==&#10;" path="m527,36c484,29,440,27,395,24c351,21,309,20,264,20c219,20,177,21,132,24c87,27,45,31,0,36c42,23,86,13,130,8c174,3,218,0,263,0c307,0,351,3,396,8c440,13,484,23,527,36e">
                    <v:path o:connectlocs="204,14;152,9;102,7;51,9;0,14;50,3;101,0;153,3;204,14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8" o:spid="_x0000_s1026" o:spt="100" style="position:absolute;left:3739;top:2086;height:12;width:203;" fillcolor="#EF7B30" filled="t" stroked="f" coordsize="526,33" o:gfxdata="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vKeqm/&#10;AAAA3AAAAA8AAAAAAAAAAQAgAAAAIgAAAGRycy9kb3ducmV2LnhtbFBLAQIUABQAAAAIAIdO4kAz&#10;LwWeOwAAADkAAAAQAAAAAAAAAAEAIAAAAA4BAABkcnMvc2hhcGV4bWwueG1sUEsFBgAAAAAGAAYA&#10;WwEAALgDAAAAAA==&#10;" path="m525,32c482,27,437,25,393,23c350,22,307,19,263,21c220,22,176,22,131,23c86,25,45,28,0,32c42,21,86,12,130,8c174,2,218,0,262,0c306,0,350,2,394,8c438,13,482,21,526,33e">
                    <v:path o:connectlocs="202,11;151,8;101,7;50,8;0,11;50,2;101,0;152,2;203,12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9" o:spid="_x0000_s1026" o:spt="100" style="position:absolute;left:3739;top:2108;height:11;width:202;" fillcolor="#EF7B30" filled="t" stroked="f" coordsize="524,29" o:gfxdata="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uL2dr4A&#10;AADcAAAADwAAAAAAAAABACAAAAAiAAAAZHJzL2Rvd25yZXYueG1sUEsBAhQAFAAAAAgAh07iQDMv&#10;BZ47AAAAOQAAABAAAAAAAAAAAQAgAAAADQEAAGRycy9zaGFwZXhtbC54bWxQSwUGAAAAAAYABgBb&#10;AQAAtwMAAAAA&#10;" path="m524,29c480,26,436,24,392,22c349,21,305,20,262,20c218,20,175,21,132,22c88,24,45,26,0,29c43,19,86,11,130,6c174,3,218,0,262,0c305,0,350,3,394,6c438,11,481,19,524,29e">
                    <v:path o:connectlocs="202,11;151,8;101,7;50,8;0,11;50,2;101,0;151,2;202,11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20" o:spid="_x0000_s1026" o:spt="100" style="position:absolute;left:3739;top:2132;height:9;width:203;" fillcolor="#EF7B30" filled="t" stroked="f" coordsize="524,22" o:gfxdata="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DoOSvQAA&#10;ANwAAAAPAAAAAAAAAAEAIAAAACIAAABkcnMvZG93bnJldi54bWxQSwECFAAUAAAACACHTuJAMy8F&#10;njsAAAA5AAAAEAAAAAAAAAABACAAAAAMAQAAZHJzL3NoYXBleG1sLnhtbFBLBQYAAAAABgAGAFsB&#10;AAC2AwAAAAA=&#10;" path="m524,21l392,20c349,20,306,19,262,20c219,21,175,20,132,21l0,22c44,14,87,9,130,5c174,1,219,0,262,0c306,0,350,1,394,5c438,7,481,12,524,21e">
                    <v:path o:connectlocs="203,8;151,8;101,8;51,8;0,9;50,2;101,0;152,2;203,8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</v:group>
                <v:group id="PA-表情 (1)-43724" o:spid="_x0000_s1026" o:spt="203" style="position:absolute;left:7008;top:495;height:700;width:475;rotation:851968f;" coordorigin="3738,2009" coordsize="205,302" o:gfxdata="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">
                  <o:lock v:ext="edit" aspectratio="t"/>
                  <v:shape id="PA-任意多边形 5" o:spid="_x0000_s1026" o:spt="100" style="position:absolute;left:3738;top:2030;height:261;width:204;" fillcolor="#B01E2A" filled="t" stroked="f" coordsize="527,683" o:gfxdata="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jDby68AAAA&#10;3AAAAA8AAAAAAAAAAQAgAAAAIgAAAGRycy9kb3ducmV2LnhtbFBLAQIUABQAAAAIAIdO4kAzLwWe&#10;OwAAADkAAAAQAAAAAAAAAAEAIAAAAAsBAABkcnMvc2hhcGV4bWwueG1sUEsFBgAAAAAGAAYAWwEA&#10;ALUDAAAAAA==&#10;" path="m264,0c119,0,0,61,0,137l0,546c0,622,119,683,264,683c409,683,527,623,527,546l527,137c527,62,409,0,264,0e">
                    <v:path o:connectlocs="102,0;0,52;0,208;102,261;204,208;204,52;102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6" o:spid="_x0000_s1026" o:spt="100" style="position:absolute;left:3770;top:2030;height:261;width:140;" fillcolor="#E73049" filled="t" stroked="f" coordsize="363,683" o:gfxdata="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0+0bvQAA&#10;ANwAAAAPAAAAAAAAAAEAIAAAACIAAABkcnMvZG93bnJldi54bWxQSwECFAAUAAAACACHTuJAMy8F&#10;njsAAAA5AAAAEAAAAAAAAAABACAAAAAMAQAAZHJzL3NoYXBleG1sLnhtbFBLBQYAAAAABgAGAFsB&#10;AAC2AwAAAAA=&#10;" path="m182,0c82,0,0,61,0,137l0,546c0,622,82,683,182,683c282,683,363,623,363,547l363,137c363,62,282,0,182,0e">
                    <v:path o:connectlocs="70,0;0,52;0,208;70,261;140,209;140,52;70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7" o:spid="_x0000_s1026" o:spt="100" style="position:absolute;left:3813;top:2044;height:232;width:54;" fillcolor="#EA5241" filled="t" stroked="f" coordsize="140,605" o:gfxdata="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6cwLugAAANwA&#10;AAAPAAAAAAAAAAEAIAAAACIAAABkcnMvZG93bnJldi54bWxQSwECFAAUAAAACACHTuJAMy8FnjsA&#10;AAA5AAAAEAAAAAAAAAABACAAAAAJAQAAZHJzL3NoYXBleG1sLnhtbFBLBQYAAAAABgAGAFsBAACz&#10;AwAAAAA=&#10;" path="m70,0c32,0,0,54,0,121l0,484c0,551,32,605,70,605c108,605,140,551,140,484l140,121c140,54,108,0,70,0e">
                    <v:path o:connectlocs="27,0;0,46;0,185;27,232;54,185;54,46;27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8" o:spid="_x0000_s1026" o:spt="100" style="position:absolute;left:3789;top:2009;height:28;width:102;" fillcolor="#3E4347" filled="t" stroked="f" coordsize="264,73" o:gfxdata="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spsDL4A&#10;AADcAAAADwAAAAAAAAABACAAAAAiAAAAZHJzL2Rvd25yZXYueG1sUEsBAhQAFAAAAAgAh07iQDMv&#10;BZ47AAAAOQAAABAAAAAAAAAAAQAgAAAADQEAAGRycy9zaGFwZXhtbC54bWxQSwUGAAAAAAYABgBb&#10;AQAAtwMAAAAA&#10;" path="m264,73l264,19c221,6,176,0,132,0c87,0,43,6,0,19l0,73c43,60,87,54,132,54c177,54,221,60,264,73e">
                    <v:path o:connectlocs="102,28;102,7;51,0;0,7;0,28;51,20;102,28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9" o:spid="_x0000_s1026" o:spt="100" style="position:absolute;left:3789;top:2284;height:27;width:102;" fillcolor="#3E4347" filled="t" stroked="f" coordsize="264,73" o:gfxdata="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1X4frsAAADc&#10;AAAADwAAAAAAAAABACAAAAAiAAAAZHJzL2Rvd25yZXYueG1sUEsBAhQAFAAAAAgAh07iQDMvBZ47&#10;AAAAOQAAABAAAAAAAAAAAQAgAAAACgEAAGRycy9zaGFwZXhtbC54bWxQSwUGAAAAAAYABgBbAQAA&#10;tAMAAAAA&#10;" path="m0,0l0,54c43,67,87,73,132,73c177,73,221,67,264,54l264,0c221,13,177,19,132,19c87,19,43,13,0,0e">
                    <v:path o:connectlocs="0,0;0,19;51,27;102,19;102,0;51,7;0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0" o:spid="_x0000_s1026" o:spt="100" style="position:absolute;left:3738;top:2156;height:8;width:204;" fillcolor="#EF7B30" filled="t" stroked="f" coordsize="527,22" o:gfxdata="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Z2tPvQAA&#10;ANwAAAAPAAAAAAAAAAEAIAAAACIAAABkcnMvZG93bnJldi54bWxQSwECFAAUAAAACACHTuJAMy8F&#10;njsAAAA5AAAAEAAAAAAAAAABACAAAAAMAQAAZHJzL3NoYXBleG1sLnhtbFBLBQYAAAAABgAGAFsB&#10;AAC2AwAAAAA=&#10;" path="m0,12c89,4,175,2,264,1c353,0,438,4,527,12c439,19,353,21,264,22c176,21,89,19,0,12e">
                    <v:path o:connectlocs="0,4;102,0;204,4;102,8;0,4" o:connectangles="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1" o:spid="_x0000_s1026" o:spt="100" style="position:absolute;left:3754;top:2266;height:14;width:172;" fillcolor="#EF7B30" filled="t" stroked="f" coordsize="445,37" o:gfxdata="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wodgvQAA&#10;ANwAAAAPAAAAAAAAAAEAIAAAACIAAABkcnMvZG93bnJldi54bWxQSwECFAAUAAAACACHTuJAMy8F&#10;njsAAAA5AAAAEAAAAAAAAAABACAAAAAMAQAAZHJzL3NoYXBleG1sLnhtbFBLBQYAAAAABgAGAFsB&#10;AAC2AwAAAAA=&#10;" path="m0,1c37,6,74,10,111,13c149,16,186,17,223,17c259,17,296,16,334,13c371,10,408,6,445,1c409,14,371,23,333,28c296,33,258,36,220,37c182,37,145,34,107,29c71,22,35,13,0,0e">
                    <v:path o:connectlocs="0,0;42,4;86,6;129,4;172,0;128,10;85,14;41,10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2" o:spid="_x0000_s1026" o:spt="100" style="position:absolute;left:3739;top:2244;height:14;width:204;" fillcolor="#EF7B30" filled="t" stroked="f" coordsize="527,37" o:gfxdata="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DAyYrsAAADc&#10;AAAADwAAAAAAAAABACAAAAAiAAAAZHJzL2Rvd25yZXYueG1sUEsBAhQAFAAAAAgAh07iQDMvBZ47&#10;AAAAOQAAABAAAAAAAAAAAQAgAAAACgEAAGRycy9zaGFwZXhtbC54bWxQSwUGAAAAAAYABgBbAQAA&#10;tAMAAAAA&#10;" path="m0,0c43,7,87,9,132,12c176,15,218,16,263,16c308,16,350,15,395,12c440,9,482,6,527,0c485,13,441,22,398,28c354,33,309,36,265,37c220,37,176,34,132,29c87,23,43,13,0,0e">
                    <v:path o:connectlocs="0,0;51,4;101,6;152,4;204,0;154,10;102,14;51,10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3" o:spid="_x0000_s1026" o:spt="100" style="position:absolute;left:3739;top:2222;height:13;width:203;" fillcolor="#EF7B30" filled="t" stroked="f" coordsize="525,34" o:gfxdata="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FoXbbsAAADc&#10;AAAADwAAAAAAAAABACAAAAAiAAAAZHJzL2Rvd25yZXYueG1sUEsBAhQAFAAAAAgAh07iQDMvBZ47&#10;AAAAOQAAABAAAAAAAAAAAQAgAAAACgEAAGRycy9zaGFwZXhtbC54bWxQSwUGAAAAAAYABgBbAQAA&#10;tAMAAAAA&#10;" path="m0,0c43,6,88,8,132,10c175,11,218,14,262,12c305,11,349,11,394,10c439,8,480,4,525,0c483,12,439,21,395,26c352,31,308,33,264,33c220,34,176,31,132,26c87,21,43,12,0,0e">
                    <v:path o:connectlocs="0,0;51,3;101,4;152,3;203,0;152,9;102,12;51,9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4" o:spid="_x0000_s1026" o:spt="100" style="position:absolute;left:3739;top:2201;height:11;width:203;" fillcolor="#EF7B30" filled="t" stroked="f" coordsize="524,29" o:gfxdata="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KVbR74A&#10;AADcAAAADwAAAAAAAAABACAAAAAiAAAAZHJzL2Rvd25yZXYueG1sUEsBAhQAFAAAAAgAh07iQDMv&#10;BZ47AAAAOQAAABAAAAAAAAAAAQAgAAAADQEAAGRycy9zaGFwZXhtbC54bWxQSwUGAAAAAAYABgBb&#10;AQAAtwMAAAAA&#10;" path="m0,0c44,3,88,5,132,7c175,8,219,9,262,9c306,9,349,8,393,7c436,5,479,3,524,0c482,10,438,18,394,22c351,26,306,29,263,29c219,29,174,26,131,22c87,18,43,10,0,0e">
                    <v:path o:connectlocs="0,0;51,2;101,3;152,2;203,0;152,8;101,11;50,8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5" o:spid="_x0000_s1026" o:spt="100" style="position:absolute;left:3739;top:2179;height:9;width:202;" fillcolor="#EF7B30" filled="t" stroked="f" coordsize="524,22" o:gfxdata="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HIooL4A&#10;AADcAAAADwAAAAAAAAABACAAAAAiAAAAZHJzL2Rvd25yZXYueG1sUEsBAhQAFAAAAAgAh07iQDMv&#10;BZ47AAAAOQAAABAAAAAAAAAAAQAgAAAADQEAAGRycy9zaGFwZXhtbC54bWxQSwUGAAAAAAYABgBb&#10;AQAAtwMAAAAA&#10;" path="m0,2l132,3c175,3,218,4,262,3c305,2,349,3,392,2l524,0c480,8,437,13,394,17c350,21,305,22,262,22c218,22,174,21,130,17c86,16,43,10,0,1e">
                    <v:path o:connectlocs="0,0;50,1;101,1;151,0;202,0;151,6;101,9;50,6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6" o:spid="_x0000_s1026" o:spt="100" style="position:absolute;left:3754;top:2040;height:14;width:172;" fillcolor="#EF7B30" filled="t" stroked="f" coordsize="444,37" o:gfxdata="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0OclO8AAAA&#10;3AAAAA8AAAAAAAAAAQAgAAAAIgAAAGRycy9kb3ducmV2LnhtbFBLAQIUABQAAAAIAIdO4kAzLwWe&#10;OwAAADkAAAAQAAAAAAAAAAEAIAAAAAsBAABkcnMvc2hhcGV4bWwueG1sUEsFBgAAAAAGAAYAWwEA&#10;ALUDAAAAAA==&#10;" path="m444,37c408,32,371,28,333,25c296,22,259,21,222,21c185,21,148,22,111,25c74,28,37,32,0,37c36,24,73,14,111,9c149,4,187,1,224,0c262,0,300,3,338,8c374,15,410,24,444,37e">
                    <v:path o:connectlocs="172,14;129,9;86,7;43,9;0,14;43,3;86,0;130,3;172,14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7" o:spid="_x0000_s1026" o:spt="100" style="position:absolute;left:3738;top:2063;height:14;width:204;" fillcolor="#EF7B30" filled="t" stroked="f" coordsize="527,36" o:gfxdata="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naEpm5AAAA3AAA&#10;AA8AAAAAAAAAAQAgAAAAIgAAAGRycy9kb3ducmV2LnhtbFBLAQIUABQAAAAIAIdO4kAzLwWeOwAA&#10;ADkAAAAQAAAAAAAAAAEAIAAAAAgBAABkcnMvc2hhcGV4bWwueG1sUEsFBgAAAAAGAAYAWwEAALID&#10;AAAAAA==&#10;" path="m527,36c484,29,440,27,395,24c351,21,309,20,264,20c219,20,177,21,132,24c87,27,45,31,0,36c42,23,86,13,130,8c174,3,218,0,263,0c307,0,351,3,396,8c440,13,484,23,527,36e">
                    <v:path o:connectlocs="204,14;152,9;102,7;51,9;0,14;50,3;101,0;153,3;204,14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8" o:spid="_x0000_s1026" o:spt="100" style="position:absolute;left:3739;top:2086;height:12;width:203;" fillcolor="#EF7B30" filled="t" stroked="f" coordsize="526,33" o:gfxdata="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H6dAC8AAAA&#10;3AAAAA8AAAAAAAAAAQAgAAAAIgAAAGRycy9kb3ducmV2LnhtbFBLAQIUABQAAAAIAIdO4kAzLwWe&#10;OwAAADkAAAAQAAAAAAAAAAEAIAAAAAsBAABkcnMvc2hhcGV4bWwueG1sUEsFBgAAAAAGAAYAWwEA&#10;ALUDAAAAAA==&#10;" path="m525,32c482,27,437,25,393,23c350,22,307,19,263,21c220,22,176,22,131,23c86,25,45,28,0,32c42,21,86,12,130,8c174,2,218,0,262,0c306,0,350,2,394,8c438,13,482,21,526,33e">
                    <v:path o:connectlocs="202,11;151,8;101,7;50,8;0,11;50,2;101,0;152,2;203,12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9" o:spid="_x0000_s1026" o:spt="100" style="position:absolute;left:3739;top:2108;height:11;width:202;" fillcolor="#EF7B30" filled="t" stroked="f" coordsize="524,29" o:gfxdata="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NgHJ&#10;NsEAAADcAAAADwAAAAAAAAABACAAAAAiAAAAZHJzL2Rvd25yZXYueG1sUEsBAhQAFAAAAAgAh07i&#10;QDMvBZ47AAAAOQAAABAAAAAAAAAAAQAgAAAAEAEAAGRycy9zaGFwZXhtbC54bWxQSwUGAAAAAAYA&#10;BgBbAQAAugMAAAAA&#10;" path="m524,29c480,26,436,24,392,22c349,21,305,20,262,20c218,20,175,21,132,22c88,24,45,26,0,29c43,19,86,11,130,6c174,3,218,0,262,0c305,0,350,3,394,6c438,11,481,19,524,29e">
                    <v:path o:connectlocs="202,11;151,8;101,7;50,8;0,11;50,2;101,0;151,2;202,11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20" o:spid="_x0000_s1026" o:spt="100" style="position:absolute;left:3739;top:2132;height:9;width:203;" fillcolor="#EF7B30" filled="t" stroked="f" coordsize="524,22" o:gfxdata="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nOHPr4A&#10;AADcAAAADwAAAAAAAAABACAAAAAiAAAAZHJzL2Rvd25yZXYueG1sUEsBAhQAFAAAAAgAh07iQDMv&#10;BZ47AAAAOQAAABAAAAAAAAAAAQAgAAAADQEAAGRycy9zaGFwZXhtbC54bWxQSwUGAAAAAAYABgBb&#10;AQAAtwMAAAAA&#10;" path="m524,21l392,20c349,20,306,19,262,20c219,21,175,20,132,21l0,22c44,14,87,9,130,5c174,1,219,0,262,0c306,0,350,1,394,5c438,7,481,12,524,21e">
                    <v:path o:connectlocs="203,8;151,8;101,8;51,8;0,9;50,2;101,0;152,2;203,8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</v:group>
                <v:line id="直接连接符 139" o:spid="_x0000_s1026" o:spt="20" style="position:absolute;left:7608;top:1;flip:x y;height:99;width:7;" filled="f" stroked="t" coordsize="21600,21600" o:gfxdata="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qsybq8AAAA&#10;3A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3E4347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534035</wp:posOffset>
                </wp:positionH>
                <wp:positionV relativeFrom="paragraph">
                  <wp:posOffset>323215</wp:posOffset>
                </wp:positionV>
                <wp:extent cx="1316990" cy="1598295"/>
                <wp:effectExtent l="24765" t="0" r="48895" b="19685"/>
                <wp:wrapNone/>
                <wp:docPr id="143" name="组合 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 flipH="1">
                          <a:off x="0" y="0"/>
                          <a:ext cx="1316990" cy="1598295"/>
                          <a:chOff x="7008" y="1"/>
                          <a:chExt cx="984" cy="1194"/>
                        </a:xfrm>
                      </wpg:grpSpPr>
                      <wpg:grpSp>
                        <wpg:cNvPr id="144" name="PA-表情 (1)-43724"/>
                        <wpg:cNvGrpSpPr>
                          <a:grpSpLocks noChangeAspect="1"/>
                        </wpg:cNvGrpSpPr>
                        <wpg:grpSpPr>
                          <a:xfrm rot="21360000">
                            <a:off x="7310" y="98"/>
                            <a:ext cx="682" cy="1005"/>
                            <a:chOff x="3738" y="2009"/>
                            <a:chExt cx="205" cy="302"/>
                          </a:xfrm>
                        </wpg:grpSpPr>
                        <wps:wsp>
                          <wps:cNvPr id="145" name="PA-任意多边形 5"/>
                          <wps:cNvSpPr/>
                          <wps:spPr bwMode="auto">
                            <a:xfrm>
                              <a:off x="3738" y="2030"/>
                              <a:ext cx="204" cy="261"/>
                            </a:xfrm>
                            <a:custGeom>
                              <a:avLst/>
                              <a:gdLst>
                                <a:gd name="T0" fmla="*/ 264 w 527"/>
                                <a:gd name="T1" fmla="*/ 0 h 683"/>
                                <a:gd name="T2" fmla="*/ 0 w 527"/>
                                <a:gd name="T3" fmla="*/ 137 h 683"/>
                                <a:gd name="T4" fmla="*/ 0 w 527"/>
                                <a:gd name="T5" fmla="*/ 546 h 683"/>
                                <a:gd name="T6" fmla="*/ 264 w 527"/>
                                <a:gd name="T7" fmla="*/ 683 h 683"/>
                                <a:gd name="T8" fmla="*/ 527 w 527"/>
                                <a:gd name="T9" fmla="*/ 546 h 683"/>
                                <a:gd name="T10" fmla="*/ 527 w 527"/>
                                <a:gd name="T11" fmla="*/ 137 h 683"/>
                                <a:gd name="T12" fmla="*/ 264 w 527"/>
                                <a:gd name="T13" fmla="*/ 0 h 6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27" h="683">
                                  <a:moveTo>
                                    <a:pt x="264" y="0"/>
                                  </a:moveTo>
                                  <a:cubicBezTo>
                                    <a:pt x="119" y="0"/>
                                    <a:pt x="0" y="61"/>
                                    <a:pt x="0" y="137"/>
                                  </a:cubicBezTo>
                                  <a:lnTo>
                                    <a:pt x="0" y="546"/>
                                  </a:lnTo>
                                  <a:cubicBezTo>
                                    <a:pt x="0" y="622"/>
                                    <a:pt x="119" y="683"/>
                                    <a:pt x="264" y="683"/>
                                  </a:cubicBezTo>
                                  <a:cubicBezTo>
                                    <a:pt x="409" y="683"/>
                                    <a:pt x="527" y="623"/>
                                    <a:pt x="527" y="546"/>
                                  </a:cubicBezTo>
                                  <a:lnTo>
                                    <a:pt x="527" y="137"/>
                                  </a:lnTo>
                                  <a:cubicBezTo>
                                    <a:pt x="527" y="62"/>
                                    <a:pt x="409" y="0"/>
                                    <a:pt x="264" y="0"/>
                                  </a:cubicBezTo>
                                </a:path>
                              </a:pathLst>
                            </a:custGeom>
                            <a:solidFill>
                              <a:srgbClr val="B01E2A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46" name="PA-任意多边形 6"/>
                          <wps:cNvSpPr/>
                          <wps:spPr bwMode="auto">
                            <a:xfrm>
                              <a:off x="3770" y="2030"/>
                              <a:ext cx="140" cy="261"/>
                            </a:xfrm>
                            <a:custGeom>
                              <a:avLst/>
                              <a:gdLst>
                                <a:gd name="T0" fmla="*/ 182 w 363"/>
                                <a:gd name="T1" fmla="*/ 0 h 683"/>
                                <a:gd name="T2" fmla="*/ 0 w 363"/>
                                <a:gd name="T3" fmla="*/ 137 h 683"/>
                                <a:gd name="T4" fmla="*/ 0 w 363"/>
                                <a:gd name="T5" fmla="*/ 546 h 683"/>
                                <a:gd name="T6" fmla="*/ 182 w 363"/>
                                <a:gd name="T7" fmla="*/ 683 h 683"/>
                                <a:gd name="T8" fmla="*/ 363 w 363"/>
                                <a:gd name="T9" fmla="*/ 547 h 683"/>
                                <a:gd name="T10" fmla="*/ 363 w 363"/>
                                <a:gd name="T11" fmla="*/ 137 h 683"/>
                                <a:gd name="T12" fmla="*/ 182 w 363"/>
                                <a:gd name="T13" fmla="*/ 0 h 6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63" h="683">
                                  <a:moveTo>
                                    <a:pt x="182" y="0"/>
                                  </a:moveTo>
                                  <a:cubicBezTo>
                                    <a:pt x="82" y="0"/>
                                    <a:pt x="0" y="61"/>
                                    <a:pt x="0" y="137"/>
                                  </a:cubicBezTo>
                                  <a:lnTo>
                                    <a:pt x="0" y="546"/>
                                  </a:lnTo>
                                  <a:cubicBezTo>
                                    <a:pt x="0" y="622"/>
                                    <a:pt x="82" y="683"/>
                                    <a:pt x="182" y="683"/>
                                  </a:cubicBezTo>
                                  <a:cubicBezTo>
                                    <a:pt x="282" y="683"/>
                                    <a:pt x="363" y="623"/>
                                    <a:pt x="363" y="547"/>
                                  </a:cubicBezTo>
                                  <a:lnTo>
                                    <a:pt x="363" y="137"/>
                                  </a:lnTo>
                                  <a:cubicBezTo>
                                    <a:pt x="363" y="62"/>
                                    <a:pt x="282" y="0"/>
                                    <a:pt x="182" y="0"/>
                                  </a:cubicBezTo>
                                </a:path>
                              </a:pathLst>
                            </a:custGeom>
                            <a:solidFill>
                              <a:srgbClr val="E73049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47" name="PA-任意多边形 7"/>
                          <wps:cNvSpPr/>
                          <wps:spPr bwMode="auto">
                            <a:xfrm>
                              <a:off x="3813" y="2044"/>
                              <a:ext cx="54" cy="232"/>
                            </a:xfrm>
                            <a:custGeom>
                              <a:avLst/>
                              <a:gdLst>
                                <a:gd name="T0" fmla="*/ 70 w 140"/>
                                <a:gd name="T1" fmla="*/ 0 h 605"/>
                                <a:gd name="T2" fmla="*/ 0 w 140"/>
                                <a:gd name="T3" fmla="*/ 121 h 605"/>
                                <a:gd name="T4" fmla="*/ 0 w 140"/>
                                <a:gd name="T5" fmla="*/ 484 h 605"/>
                                <a:gd name="T6" fmla="*/ 70 w 140"/>
                                <a:gd name="T7" fmla="*/ 605 h 605"/>
                                <a:gd name="T8" fmla="*/ 140 w 140"/>
                                <a:gd name="T9" fmla="*/ 484 h 605"/>
                                <a:gd name="T10" fmla="*/ 140 w 140"/>
                                <a:gd name="T11" fmla="*/ 121 h 605"/>
                                <a:gd name="T12" fmla="*/ 70 w 140"/>
                                <a:gd name="T13" fmla="*/ 0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0" h="605">
                                  <a:moveTo>
                                    <a:pt x="70" y="0"/>
                                  </a:moveTo>
                                  <a:cubicBezTo>
                                    <a:pt x="32" y="0"/>
                                    <a:pt x="0" y="54"/>
                                    <a:pt x="0" y="121"/>
                                  </a:cubicBezTo>
                                  <a:lnTo>
                                    <a:pt x="0" y="484"/>
                                  </a:lnTo>
                                  <a:cubicBezTo>
                                    <a:pt x="0" y="551"/>
                                    <a:pt x="32" y="605"/>
                                    <a:pt x="70" y="605"/>
                                  </a:cubicBezTo>
                                  <a:cubicBezTo>
                                    <a:pt x="108" y="605"/>
                                    <a:pt x="140" y="551"/>
                                    <a:pt x="140" y="484"/>
                                  </a:cubicBezTo>
                                  <a:lnTo>
                                    <a:pt x="140" y="121"/>
                                  </a:lnTo>
                                  <a:cubicBezTo>
                                    <a:pt x="140" y="54"/>
                                    <a:pt x="108" y="0"/>
                                    <a:pt x="70" y="0"/>
                                  </a:cubicBezTo>
                                </a:path>
                              </a:pathLst>
                            </a:custGeom>
                            <a:solidFill>
                              <a:srgbClr val="EA5241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48" name="PA-任意多边形 8"/>
                          <wps:cNvSpPr/>
                          <wps:spPr bwMode="auto">
                            <a:xfrm>
                              <a:off x="3789" y="2009"/>
                              <a:ext cx="102" cy="28"/>
                            </a:xfrm>
                            <a:custGeom>
                              <a:avLst/>
                              <a:gdLst>
                                <a:gd name="T0" fmla="*/ 264 w 264"/>
                                <a:gd name="T1" fmla="*/ 73 h 73"/>
                                <a:gd name="T2" fmla="*/ 264 w 264"/>
                                <a:gd name="T3" fmla="*/ 19 h 73"/>
                                <a:gd name="T4" fmla="*/ 132 w 264"/>
                                <a:gd name="T5" fmla="*/ 0 h 73"/>
                                <a:gd name="T6" fmla="*/ 0 w 264"/>
                                <a:gd name="T7" fmla="*/ 19 h 73"/>
                                <a:gd name="T8" fmla="*/ 0 w 264"/>
                                <a:gd name="T9" fmla="*/ 73 h 73"/>
                                <a:gd name="T10" fmla="*/ 132 w 264"/>
                                <a:gd name="T11" fmla="*/ 54 h 73"/>
                                <a:gd name="T12" fmla="*/ 264 w 264"/>
                                <a:gd name="T13" fmla="*/ 73 h 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4" h="73">
                                  <a:moveTo>
                                    <a:pt x="264" y="73"/>
                                  </a:moveTo>
                                  <a:lnTo>
                                    <a:pt x="264" y="19"/>
                                  </a:lnTo>
                                  <a:cubicBezTo>
                                    <a:pt x="221" y="6"/>
                                    <a:pt x="176" y="0"/>
                                    <a:pt x="132" y="0"/>
                                  </a:cubicBezTo>
                                  <a:cubicBezTo>
                                    <a:pt x="87" y="0"/>
                                    <a:pt x="43" y="6"/>
                                    <a:pt x="0" y="19"/>
                                  </a:cubicBezTo>
                                  <a:lnTo>
                                    <a:pt x="0" y="73"/>
                                  </a:lnTo>
                                  <a:cubicBezTo>
                                    <a:pt x="43" y="60"/>
                                    <a:pt x="87" y="54"/>
                                    <a:pt x="132" y="54"/>
                                  </a:cubicBezTo>
                                  <a:cubicBezTo>
                                    <a:pt x="177" y="54"/>
                                    <a:pt x="221" y="60"/>
                                    <a:pt x="264" y="73"/>
                                  </a:cubicBezTo>
                                </a:path>
                              </a:pathLst>
                            </a:custGeom>
                            <a:solidFill>
                              <a:srgbClr val="3E4347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49" name="PA-任意多边形 9"/>
                          <wps:cNvSpPr/>
                          <wps:spPr bwMode="auto">
                            <a:xfrm>
                              <a:off x="3789" y="2284"/>
                              <a:ext cx="102" cy="27"/>
                            </a:xfrm>
                            <a:custGeom>
                              <a:avLst/>
                              <a:gdLst>
                                <a:gd name="T0" fmla="*/ 0 w 264"/>
                                <a:gd name="T1" fmla="*/ 0 h 73"/>
                                <a:gd name="T2" fmla="*/ 0 w 264"/>
                                <a:gd name="T3" fmla="*/ 54 h 73"/>
                                <a:gd name="T4" fmla="*/ 132 w 264"/>
                                <a:gd name="T5" fmla="*/ 73 h 73"/>
                                <a:gd name="T6" fmla="*/ 264 w 264"/>
                                <a:gd name="T7" fmla="*/ 54 h 73"/>
                                <a:gd name="T8" fmla="*/ 264 w 264"/>
                                <a:gd name="T9" fmla="*/ 0 h 73"/>
                                <a:gd name="T10" fmla="*/ 132 w 264"/>
                                <a:gd name="T11" fmla="*/ 19 h 73"/>
                                <a:gd name="T12" fmla="*/ 0 w 264"/>
                                <a:gd name="T13" fmla="*/ 0 h 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4" h="73">
                                  <a:moveTo>
                                    <a:pt x="0" y="0"/>
                                  </a:moveTo>
                                  <a:lnTo>
                                    <a:pt x="0" y="54"/>
                                  </a:lnTo>
                                  <a:cubicBezTo>
                                    <a:pt x="43" y="67"/>
                                    <a:pt x="87" y="73"/>
                                    <a:pt x="132" y="73"/>
                                  </a:cubicBezTo>
                                  <a:cubicBezTo>
                                    <a:pt x="177" y="73"/>
                                    <a:pt x="221" y="67"/>
                                    <a:pt x="264" y="54"/>
                                  </a:cubicBezTo>
                                  <a:lnTo>
                                    <a:pt x="264" y="0"/>
                                  </a:lnTo>
                                  <a:cubicBezTo>
                                    <a:pt x="221" y="13"/>
                                    <a:pt x="177" y="19"/>
                                    <a:pt x="132" y="19"/>
                                  </a:cubicBezTo>
                                  <a:cubicBezTo>
                                    <a:pt x="87" y="19"/>
                                    <a:pt x="43" y="13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3E4347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50" name="PA-任意多边形 10"/>
                          <wps:cNvSpPr/>
                          <wps:spPr bwMode="auto">
                            <a:xfrm>
                              <a:off x="3738" y="2156"/>
                              <a:ext cx="204" cy="8"/>
                            </a:xfrm>
                            <a:custGeom>
                              <a:avLst/>
                              <a:gdLst>
                                <a:gd name="T0" fmla="*/ 0 w 527"/>
                                <a:gd name="T1" fmla="*/ 12 h 22"/>
                                <a:gd name="T2" fmla="*/ 264 w 527"/>
                                <a:gd name="T3" fmla="*/ 1 h 22"/>
                                <a:gd name="T4" fmla="*/ 527 w 527"/>
                                <a:gd name="T5" fmla="*/ 12 h 22"/>
                                <a:gd name="T6" fmla="*/ 264 w 527"/>
                                <a:gd name="T7" fmla="*/ 22 h 22"/>
                                <a:gd name="T8" fmla="*/ 0 w 527"/>
                                <a:gd name="T9" fmla="*/ 12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27" h="22">
                                  <a:moveTo>
                                    <a:pt x="0" y="12"/>
                                  </a:moveTo>
                                  <a:cubicBezTo>
                                    <a:pt x="89" y="4"/>
                                    <a:pt x="175" y="2"/>
                                    <a:pt x="264" y="1"/>
                                  </a:cubicBezTo>
                                  <a:cubicBezTo>
                                    <a:pt x="353" y="0"/>
                                    <a:pt x="438" y="4"/>
                                    <a:pt x="527" y="12"/>
                                  </a:cubicBezTo>
                                  <a:cubicBezTo>
                                    <a:pt x="439" y="19"/>
                                    <a:pt x="353" y="21"/>
                                    <a:pt x="264" y="22"/>
                                  </a:cubicBezTo>
                                  <a:cubicBezTo>
                                    <a:pt x="176" y="21"/>
                                    <a:pt x="89" y="19"/>
                                    <a:pt x="0" y="12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51" name="PA-任意多边形 11"/>
                          <wps:cNvSpPr/>
                          <wps:spPr bwMode="auto">
                            <a:xfrm>
                              <a:off x="3754" y="2266"/>
                              <a:ext cx="172" cy="14"/>
                            </a:xfrm>
                            <a:custGeom>
                              <a:avLst/>
                              <a:gdLst>
                                <a:gd name="T0" fmla="*/ 0 w 445"/>
                                <a:gd name="T1" fmla="*/ 1 h 37"/>
                                <a:gd name="T2" fmla="*/ 111 w 445"/>
                                <a:gd name="T3" fmla="*/ 13 h 37"/>
                                <a:gd name="T4" fmla="*/ 223 w 445"/>
                                <a:gd name="T5" fmla="*/ 17 h 37"/>
                                <a:gd name="T6" fmla="*/ 334 w 445"/>
                                <a:gd name="T7" fmla="*/ 13 h 37"/>
                                <a:gd name="T8" fmla="*/ 445 w 445"/>
                                <a:gd name="T9" fmla="*/ 1 h 37"/>
                                <a:gd name="T10" fmla="*/ 333 w 445"/>
                                <a:gd name="T11" fmla="*/ 28 h 37"/>
                                <a:gd name="T12" fmla="*/ 220 w 445"/>
                                <a:gd name="T13" fmla="*/ 37 h 37"/>
                                <a:gd name="T14" fmla="*/ 107 w 445"/>
                                <a:gd name="T15" fmla="*/ 29 h 37"/>
                                <a:gd name="T16" fmla="*/ 0 w 445"/>
                                <a:gd name="T17" fmla="*/ 0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45" h="37">
                                  <a:moveTo>
                                    <a:pt x="0" y="1"/>
                                  </a:moveTo>
                                  <a:cubicBezTo>
                                    <a:pt x="37" y="6"/>
                                    <a:pt x="74" y="10"/>
                                    <a:pt x="111" y="13"/>
                                  </a:cubicBezTo>
                                  <a:cubicBezTo>
                                    <a:pt x="149" y="16"/>
                                    <a:pt x="186" y="17"/>
                                    <a:pt x="223" y="17"/>
                                  </a:cubicBezTo>
                                  <a:cubicBezTo>
                                    <a:pt x="259" y="17"/>
                                    <a:pt x="296" y="16"/>
                                    <a:pt x="334" y="13"/>
                                  </a:cubicBezTo>
                                  <a:cubicBezTo>
                                    <a:pt x="371" y="10"/>
                                    <a:pt x="408" y="6"/>
                                    <a:pt x="445" y="1"/>
                                  </a:cubicBezTo>
                                  <a:cubicBezTo>
                                    <a:pt x="409" y="14"/>
                                    <a:pt x="371" y="23"/>
                                    <a:pt x="333" y="28"/>
                                  </a:cubicBezTo>
                                  <a:cubicBezTo>
                                    <a:pt x="296" y="33"/>
                                    <a:pt x="258" y="36"/>
                                    <a:pt x="220" y="37"/>
                                  </a:cubicBezTo>
                                  <a:cubicBezTo>
                                    <a:pt x="182" y="37"/>
                                    <a:pt x="145" y="34"/>
                                    <a:pt x="107" y="29"/>
                                  </a:cubicBezTo>
                                  <a:cubicBezTo>
                                    <a:pt x="71" y="22"/>
                                    <a:pt x="35" y="13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52" name="PA-任意多边形 12"/>
                          <wps:cNvSpPr/>
                          <wps:spPr bwMode="auto">
                            <a:xfrm>
                              <a:off x="3739" y="2244"/>
                              <a:ext cx="204" cy="14"/>
                            </a:xfrm>
                            <a:custGeom>
                              <a:avLst/>
                              <a:gdLst>
                                <a:gd name="T0" fmla="*/ 0 w 527"/>
                                <a:gd name="T1" fmla="*/ 0 h 37"/>
                                <a:gd name="T2" fmla="*/ 132 w 527"/>
                                <a:gd name="T3" fmla="*/ 12 h 37"/>
                                <a:gd name="T4" fmla="*/ 263 w 527"/>
                                <a:gd name="T5" fmla="*/ 16 h 37"/>
                                <a:gd name="T6" fmla="*/ 395 w 527"/>
                                <a:gd name="T7" fmla="*/ 12 h 37"/>
                                <a:gd name="T8" fmla="*/ 527 w 527"/>
                                <a:gd name="T9" fmla="*/ 0 h 37"/>
                                <a:gd name="T10" fmla="*/ 398 w 527"/>
                                <a:gd name="T11" fmla="*/ 28 h 37"/>
                                <a:gd name="T12" fmla="*/ 265 w 527"/>
                                <a:gd name="T13" fmla="*/ 37 h 37"/>
                                <a:gd name="T14" fmla="*/ 132 w 527"/>
                                <a:gd name="T15" fmla="*/ 29 h 37"/>
                                <a:gd name="T16" fmla="*/ 0 w 527"/>
                                <a:gd name="T17" fmla="*/ 0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7" h="37">
                                  <a:moveTo>
                                    <a:pt x="0" y="0"/>
                                  </a:moveTo>
                                  <a:cubicBezTo>
                                    <a:pt x="43" y="7"/>
                                    <a:pt x="87" y="9"/>
                                    <a:pt x="132" y="12"/>
                                  </a:cubicBezTo>
                                  <a:cubicBezTo>
                                    <a:pt x="176" y="15"/>
                                    <a:pt x="218" y="16"/>
                                    <a:pt x="263" y="16"/>
                                  </a:cubicBezTo>
                                  <a:cubicBezTo>
                                    <a:pt x="308" y="16"/>
                                    <a:pt x="350" y="15"/>
                                    <a:pt x="395" y="12"/>
                                  </a:cubicBezTo>
                                  <a:cubicBezTo>
                                    <a:pt x="440" y="9"/>
                                    <a:pt x="482" y="6"/>
                                    <a:pt x="527" y="0"/>
                                  </a:cubicBezTo>
                                  <a:cubicBezTo>
                                    <a:pt x="485" y="13"/>
                                    <a:pt x="441" y="22"/>
                                    <a:pt x="398" y="28"/>
                                  </a:cubicBezTo>
                                  <a:cubicBezTo>
                                    <a:pt x="354" y="33"/>
                                    <a:pt x="309" y="36"/>
                                    <a:pt x="265" y="37"/>
                                  </a:cubicBezTo>
                                  <a:cubicBezTo>
                                    <a:pt x="220" y="37"/>
                                    <a:pt x="176" y="34"/>
                                    <a:pt x="132" y="29"/>
                                  </a:cubicBezTo>
                                  <a:cubicBezTo>
                                    <a:pt x="87" y="23"/>
                                    <a:pt x="43" y="13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53" name="PA-任意多边形 13"/>
                          <wps:cNvSpPr/>
                          <wps:spPr bwMode="auto">
                            <a:xfrm>
                              <a:off x="3739" y="2222"/>
                              <a:ext cx="203" cy="13"/>
                            </a:xfrm>
                            <a:custGeom>
                              <a:avLst/>
                              <a:gdLst>
                                <a:gd name="T0" fmla="*/ 0 w 525"/>
                                <a:gd name="T1" fmla="*/ 0 h 34"/>
                                <a:gd name="T2" fmla="*/ 132 w 525"/>
                                <a:gd name="T3" fmla="*/ 10 h 34"/>
                                <a:gd name="T4" fmla="*/ 262 w 525"/>
                                <a:gd name="T5" fmla="*/ 12 h 34"/>
                                <a:gd name="T6" fmla="*/ 394 w 525"/>
                                <a:gd name="T7" fmla="*/ 10 h 34"/>
                                <a:gd name="T8" fmla="*/ 525 w 525"/>
                                <a:gd name="T9" fmla="*/ 0 h 34"/>
                                <a:gd name="T10" fmla="*/ 395 w 525"/>
                                <a:gd name="T11" fmla="*/ 26 h 34"/>
                                <a:gd name="T12" fmla="*/ 264 w 525"/>
                                <a:gd name="T13" fmla="*/ 33 h 34"/>
                                <a:gd name="T14" fmla="*/ 132 w 525"/>
                                <a:gd name="T15" fmla="*/ 26 h 34"/>
                                <a:gd name="T16" fmla="*/ 0 w 525"/>
                                <a:gd name="T17" fmla="*/ 0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5" h="34">
                                  <a:moveTo>
                                    <a:pt x="0" y="0"/>
                                  </a:moveTo>
                                  <a:cubicBezTo>
                                    <a:pt x="43" y="6"/>
                                    <a:pt x="88" y="8"/>
                                    <a:pt x="132" y="10"/>
                                  </a:cubicBezTo>
                                  <a:cubicBezTo>
                                    <a:pt x="175" y="11"/>
                                    <a:pt x="218" y="14"/>
                                    <a:pt x="262" y="12"/>
                                  </a:cubicBezTo>
                                  <a:cubicBezTo>
                                    <a:pt x="305" y="11"/>
                                    <a:pt x="349" y="11"/>
                                    <a:pt x="394" y="10"/>
                                  </a:cubicBezTo>
                                  <a:cubicBezTo>
                                    <a:pt x="439" y="8"/>
                                    <a:pt x="480" y="4"/>
                                    <a:pt x="525" y="0"/>
                                  </a:cubicBezTo>
                                  <a:cubicBezTo>
                                    <a:pt x="483" y="12"/>
                                    <a:pt x="439" y="21"/>
                                    <a:pt x="395" y="26"/>
                                  </a:cubicBezTo>
                                  <a:cubicBezTo>
                                    <a:pt x="352" y="31"/>
                                    <a:pt x="308" y="33"/>
                                    <a:pt x="264" y="33"/>
                                  </a:cubicBezTo>
                                  <a:cubicBezTo>
                                    <a:pt x="220" y="34"/>
                                    <a:pt x="176" y="31"/>
                                    <a:pt x="132" y="26"/>
                                  </a:cubicBezTo>
                                  <a:cubicBezTo>
                                    <a:pt x="87" y="21"/>
                                    <a:pt x="43" y="12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54" name="PA-任意多边形 14"/>
                          <wps:cNvSpPr/>
                          <wps:spPr bwMode="auto">
                            <a:xfrm>
                              <a:off x="3739" y="2201"/>
                              <a:ext cx="203" cy="11"/>
                            </a:xfrm>
                            <a:custGeom>
                              <a:avLst/>
                              <a:gdLst>
                                <a:gd name="T0" fmla="*/ 0 w 524"/>
                                <a:gd name="T1" fmla="*/ 0 h 29"/>
                                <a:gd name="T2" fmla="*/ 132 w 524"/>
                                <a:gd name="T3" fmla="*/ 7 h 29"/>
                                <a:gd name="T4" fmla="*/ 262 w 524"/>
                                <a:gd name="T5" fmla="*/ 9 h 29"/>
                                <a:gd name="T6" fmla="*/ 393 w 524"/>
                                <a:gd name="T7" fmla="*/ 7 h 29"/>
                                <a:gd name="T8" fmla="*/ 524 w 524"/>
                                <a:gd name="T9" fmla="*/ 0 h 29"/>
                                <a:gd name="T10" fmla="*/ 394 w 524"/>
                                <a:gd name="T11" fmla="*/ 22 h 29"/>
                                <a:gd name="T12" fmla="*/ 263 w 524"/>
                                <a:gd name="T13" fmla="*/ 29 h 29"/>
                                <a:gd name="T14" fmla="*/ 131 w 524"/>
                                <a:gd name="T15" fmla="*/ 22 h 29"/>
                                <a:gd name="T16" fmla="*/ 0 w 524"/>
                                <a:gd name="T17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9">
                                  <a:moveTo>
                                    <a:pt x="0" y="0"/>
                                  </a:moveTo>
                                  <a:cubicBezTo>
                                    <a:pt x="44" y="3"/>
                                    <a:pt x="88" y="5"/>
                                    <a:pt x="132" y="7"/>
                                  </a:cubicBezTo>
                                  <a:cubicBezTo>
                                    <a:pt x="175" y="8"/>
                                    <a:pt x="219" y="9"/>
                                    <a:pt x="262" y="9"/>
                                  </a:cubicBezTo>
                                  <a:cubicBezTo>
                                    <a:pt x="306" y="9"/>
                                    <a:pt x="349" y="8"/>
                                    <a:pt x="393" y="7"/>
                                  </a:cubicBezTo>
                                  <a:cubicBezTo>
                                    <a:pt x="436" y="5"/>
                                    <a:pt x="479" y="3"/>
                                    <a:pt x="524" y="0"/>
                                  </a:cubicBezTo>
                                  <a:cubicBezTo>
                                    <a:pt x="482" y="10"/>
                                    <a:pt x="438" y="18"/>
                                    <a:pt x="394" y="22"/>
                                  </a:cubicBezTo>
                                  <a:cubicBezTo>
                                    <a:pt x="351" y="26"/>
                                    <a:pt x="306" y="29"/>
                                    <a:pt x="263" y="29"/>
                                  </a:cubicBezTo>
                                  <a:cubicBezTo>
                                    <a:pt x="219" y="29"/>
                                    <a:pt x="174" y="26"/>
                                    <a:pt x="131" y="22"/>
                                  </a:cubicBezTo>
                                  <a:cubicBezTo>
                                    <a:pt x="87" y="18"/>
                                    <a:pt x="43" y="10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55" name="PA-任意多边形 15"/>
                          <wps:cNvSpPr/>
                          <wps:spPr bwMode="auto">
                            <a:xfrm>
                              <a:off x="3739" y="2179"/>
                              <a:ext cx="202" cy="9"/>
                            </a:xfrm>
                            <a:custGeom>
                              <a:avLst/>
                              <a:gdLst>
                                <a:gd name="T0" fmla="*/ 0 w 524"/>
                                <a:gd name="T1" fmla="*/ 2 h 22"/>
                                <a:gd name="T2" fmla="*/ 132 w 524"/>
                                <a:gd name="T3" fmla="*/ 3 h 22"/>
                                <a:gd name="T4" fmla="*/ 262 w 524"/>
                                <a:gd name="T5" fmla="*/ 3 h 22"/>
                                <a:gd name="T6" fmla="*/ 392 w 524"/>
                                <a:gd name="T7" fmla="*/ 2 h 22"/>
                                <a:gd name="T8" fmla="*/ 524 w 524"/>
                                <a:gd name="T9" fmla="*/ 0 h 22"/>
                                <a:gd name="T10" fmla="*/ 394 w 524"/>
                                <a:gd name="T11" fmla="*/ 17 h 22"/>
                                <a:gd name="T12" fmla="*/ 262 w 524"/>
                                <a:gd name="T13" fmla="*/ 22 h 22"/>
                                <a:gd name="T14" fmla="*/ 130 w 524"/>
                                <a:gd name="T15" fmla="*/ 17 h 22"/>
                                <a:gd name="T16" fmla="*/ 0 w 524"/>
                                <a:gd name="T17" fmla="*/ 1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2">
                                  <a:moveTo>
                                    <a:pt x="0" y="2"/>
                                  </a:moveTo>
                                  <a:lnTo>
                                    <a:pt x="132" y="3"/>
                                  </a:lnTo>
                                  <a:cubicBezTo>
                                    <a:pt x="175" y="3"/>
                                    <a:pt x="218" y="4"/>
                                    <a:pt x="262" y="3"/>
                                  </a:cubicBezTo>
                                  <a:cubicBezTo>
                                    <a:pt x="305" y="2"/>
                                    <a:pt x="349" y="3"/>
                                    <a:pt x="392" y="2"/>
                                  </a:cubicBezTo>
                                  <a:lnTo>
                                    <a:pt x="524" y="0"/>
                                  </a:lnTo>
                                  <a:cubicBezTo>
                                    <a:pt x="480" y="8"/>
                                    <a:pt x="437" y="13"/>
                                    <a:pt x="394" y="17"/>
                                  </a:cubicBezTo>
                                  <a:cubicBezTo>
                                    <a:pt x="350" y="21"/>
                                    <a:pt x="305" y="22"/>
                                    <a:pt x="262" y="22"/>
                                  </a:cubicBezTo>
                                  <a:cubicBezTo>
                                    <a:pt x="218" y="22"/>
                                    <a:pt x="174" y="21"/>
                                    <a:pt x="130" y="17"/>
                                  </a:cubicBezTo>
                                  <a:cubicBezTo>
                                    <a:pt x="86" y="16"/>
                                    <a:pt x="43" y="10"/>
                                    <a:pt x="0" y="1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56" name="PA-任意多边形 16"/>
                          <wps:cNvSpPr/>
                          <wps:spPr bwMode="auto">
                            <a:xfrm>
                              <a:off x="3754" y="2040"/>
                              <a:ext cx="172" cy="14"/>
                            </a:xfrm>
                            <a:custGeom>
                              <a:avLst/>
                              <a:gdLst>
                                <a:gd name="T0" fmla="*/ 444 w 444"/>
                                <a:gd name="T1" fmla="*/ 37 h 37"/>
                                <a:gd name="T2" fmla="*/ 333 w 444"/>
                                <a:gd name="T3" fmla="*/ 25 h 37"/>
                                <a:gd name="T4" fmla="*/ 222 w 444"/>
                                <a:gd name="T5" fmla="*/ 21 h 37"/>
                                <a:gd name="T6" fmla="*/ 111 w 444"/>
                                <a:gd name="T7" fmla="*/ 25 h 37"/>
                                <a:gd name="T8" fmla="*/ 0 w 444"/>
                                <a:gd name="T9" fmla="*/ 37 h 37"/>
                                <a:gd name="T10" fmla="*/ 111 w 444"/>
                                <a:gd name="T11" fmla="*/ 9 h 37"/>
                                <a:gd name="T12" fmla="*/ 224 w 444"/>
                                <a:gd name="T13" fmla="*/ 0 h 37"/>
                                <a:gd name="T14" fmla="*/ 338 w 444"/>
                                <a:gd name="T15" fmla="*/ 8 h 37"/>
                                <a:gd name="T16" fmla="*/ 444 w 444"/>
                                <a:gd name="T17" fmla="*/ 37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44" h="37">
                                  <a:moveTo>
                                    <a:pt x="444" y="37"/>
                                  </a:moveTo>
                                  <a:cubicBezTo>
                                    <a:pt x="408" y="32"/>
                                    <a:pt x="371" y="28"/>
                                    <a:pt x="333" y="25"/>
                                  </a:cubicBezTo>
                                  <a:cubicBezTo>
                                    <a:pt x="296" y="22"/>
                                    <a:pt x="259" y="21"/>
                                    <a:pt x="222" y="21"/>
                                  </a:cubicBezTo>
                                  <a:cubicBezTo>
                                    <a:pt x="185" y="21"/>
                                    <a:pt x="148" y="22"/>
                                    <a:pt x="111" y="25"/>
                                  </a:cubicBezTo>
                                  <a:cubicBezTo>
                                    <a:pt x="74" y="28"/>
                                    <a:pt x="37" y="32"/>
                                    <a:pt x="0" y="37"/>
                                  </a:cubicBezTo>
                                  <a:cubicBezTo>
                                    <a:pt x="36" y="24"/>
                                    <a:pt x="73" y="14"/>
                                    <a:pt x="111" y="9"/>
                                  </a:cubicBezTo>
                                  <a:cubicBezTo>
                                    <a:pt x="149" y="4"/>
                                    <a:pt x="187" y="1"/>
                                    <a:pt x="224" y="0"/>
                                  </a:cubicBezTo>
                                  <a:cubicBezTo>
                                    <a:pt x="262" y="0"/>
                                    <a:pt x="300" y="3"/>
                                    <a:pt x="338" y="8"/>
                                  </a:cubicBezTo>
                                  <a:cubicBezTo>
                                    <a:pt x="374" y="15"/>
                                    <a:pt x="410" y="24"/>
                                    <a:pt x="444" y="37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57" name="PA-任意多边形 17"/>
                          <wps:cNvSpPr/>
                          <wps:spPr bwMode="auto">
                            <a:xfrm>
                              <a:off x="3738" y="2063"/>
                              <a:ext cx="204" cy="14"/>
                            </a:xfrm>
                            <a:custGeom>
                              <a:avLst/>
                              <a:gdLst>
                                <a:gd name="T0" fmla="*/ 527 w 527"/>
                                <a:gd name="T1" fmla="*/ 36 h 36"/>
                                <a:gd name="T2" fmla="*/ 395 w 527"/>
                                <a:gd name="T3" fmla="*/ 24 h 36"/>
                                <a:gd name="T4" fmla="*/ 264 w 527"/>
                                <a:gd name="T5" fmla="*/ 20 h 36"/>
                                <a:gd name="T6" fmla="*/ 132 w 527"/>
                                <a:gd name="T7" fmla="*/ 24 h 36"/>
                                <a:gd name="T8" fmla="*/ 0 w 527"/>
                                <a:gd name="T9" fmla="*/ 36 h 36"/>
                                <a:gd name="T10" fmla="*/ 130 w 527"/>
                                <a:gd name="T11" fmla="*/ 8 h 36"/>
                                <a:gd name="T12" fmla="*/ 263 w 527"/>
                                <a:gd name="T13" fmla="*/ 0 h 36"/>
                                <a:gd name="T14" fmla="*/ 396 w 527"/>
                                <a:gd name="T15" fmla="*/ 8 h 36"/>
                                <a:gd name="T16" fmla="*/ 527 w 527"/>
                                <a:gd name="T1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7" h="36">
                                  <a:moveTo>
                                    <a:pt x="527" y="36"/>
                                  </a:moveTo>
                                  <a:cubicBezTo>
                                    <a:pt x="484" y="29"/>
                                    <a:pt x="440" y="27"/>
                                    <a:pt x="395" y="24"/>
                                  </a:cubicBezTo>
                                  <a:cubicBezTo>
                                    <a:pt x="351" y="21"/>
                                    <a:pt x="309" y="20"/>
                                    <a:pt x="264" y="20"/>
                                  </a:cubicBezTo>
                                  <a:cubicBezTo>
                                    <a:pt x="219" y="20"/>
                                    <a:pt x="177" y="21"/>
                                    <a:pt x="132" y="24"/>
                                  </a:cubicBezTo>
                                  <a:cubicBezTo>
                                    <a:pt x="87" y="27"/>
                                    <a:pt x="45" y="31"/>
                                    <a:pt x="0" y="36"/>
                                  </a:cubicBezTo>
                                  <a:cubicBezTo>
                                    <a:pt x="42" y="23"/>
                                    <a:pt x="86" y="13"/>
                                    <a:pt x="130" y="8"/>
                                  </a:cubicBezTo>
                                  <a:cubicBezTo>
                                    <a:pt x="174" y="3"/>
                                    <a:pt x="218" y="0"/>
                                    <a:pt x="263" y="0"/>
                                  </a:cubicBezTo>
                                  <a:cubicBezTo>
                                    <a:pt x="307" y="0"/>
                                    <a:pt x="351" y="3"/>
                                    <a:pt x="396" y="8"/>
                                  </a:cubicBezTo>
                                  <a:cubicBezTo>
                                    <a:pt x="440" y="13"/>
                                    <a:pt x="484" y="23"/>
                                    <a:pt x="527" y="36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58" name="PA-任意多边形 18"/>
                          <wps:cNvSpPr/>
                          <wps:spPr bwMode="auto">
                            <a:xfrm>
                              <a:off x="3739" y="2086"/>
                              <a:ext cx="203" cy="12"/>
                            </a:xfrm>
                            <a:custGeom>
                              <a:avLst/>
                              <a:gdLst>
                                <a:gd name="T0" fmla="*/ 525 w 526"/>
                                <a:gd name="T1" fmla="*/ 32 h 33"/>
                                <a:gd name="T2" fmla="*/ 393 w 526"/>
                                <a:gd name="T3" fmla="*/ 23 h 33"/>
                                <a:gd name="T4" fmla="*/ 263 w 526"/>
                                <a:gd name="T5" fmla="*/ 21 h 33"/>
                                <a:gd name="T6" fmla="*/ 131 w 526"/>
                                <a:gd name="T7" fmla="*/ 23 h 33"/>
                                <a:gd name="T8" fmla="*/ 0 w 526"/>
                                <a:gd name="T9" fmla="*/ 32 h 33"/>
                                <a:gd name="T10" fmla="*/ 130 w 526"/>
                                <a:gd name="T11" fmla="*/ 8 h 33"/>
                                <a:gd name="T12" fmla="*/ 262 w 526"/>
                                <a:gd name="T13" fmla="*/ 0 h 33"/>
                                <a:gd name="T14" fmla="*/ 394 w 526"/>
                                <a:gd name="T15" fmla="*/ 8 h 33"/>
                                <a:gd name="T16" fmla="*/ 526 w 526"/>
                                <a:gd name="T17" fmla="*/ 3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6" h="33">
                                  <a:moveTo>
                                    <a:pt x="525" y="32"/>
                                  </a:moveTo>
                                  <a:cubicBezTo>
                                    <a:pt x="482" y="27"/>
                                    <a:pt x="437" y="25"/>
                                    <a:pt x="393" y="23"/>
                                  </a:cubicBezTo>
                                  <a:cubicBezTo>
                                    <a:pt x="350" y="22"/>
                                    <a:pt x="307" y="19"/>
                                    <a:pt x="263" y="21"/>
                                  </a:cubicBezTo>
                                  <a:cubicBezTo>
                                    <a:pt x="220" y="22"/>
                                    <a:pt x="176" y="22"/>
                                    <a:pt x="131" y="23"/>
                                  </a:cubicBezTo>
                                  <a:cubicBezTo>
                                    <a:pt x="86" y="25"/>
                                    <a:pt x="45" y="28"/>
                                    <a:pt x="0" y="32"/>
                                  </a:cubicBezTo>
                                  <a:cubicBezTo>
                                    <a:pt x="42" y="21"/>
                                    <a:pt x="86" y="12"/>
                                    <a:pt x="130" y="8"/>
                                  </a:cubicBezTo>
                                  <a:cubicBezTo>
                                    <a:pt x="174" y="2"/>
                                    <a:pt x="218" y="0"/>
                                    <a:pt x="262" y="0"/>
                                  </a:cubicBezTo>
                                  <a:cubicBezTo>
                                    <a:pt x="306" y="0"/>
                                    <a:pt x="350" y="2"/>
                                    <a:pt x="394" y="8"/>
                                  </a:cubicBezTo>
                                  <a:cubicBezTo>
                                    <a:pt x="438" y="13"/>
                                    <a:pt x="482" y="21"/>
                                    <a:pt x="526" y="33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59" name="PA-任意多边形 19"/>
                          <wps:cNvSpPr/>
                          <wps:spPr bwMode="auto">
                            <a:xfrm>
                              <a:off x="3739" y="2108"/>
                              <a:ext cx="202" cy="11"/>
                            </a:xfrm>
                            <a:custGeom>
                              <a:avLst/>
                              <a:gdLst>
                                <a:gd name="T0" fmla="*/ 524 w 524"/>
                                <a:gd name="T1" fmla="*/ 29 h 29"/>
                                <a:gd name="T2" fmla="*/ 392 w 524"/>
                                <a:gd name="T3" fmla="*/ 22 h 29"/>
                                <a:gd name="T4" fmla="*/ 262 w 524"/>
                                <a:gd name="T5" fmla="*/ 20 h 29"/>
                                <a:gd name="T6" fmla="*/ 132 w 524"/>
                                <a:gd name="T7" fmla="*/ 22 h 29"/>
                                <a:gd name="T8" fmla="*/ 0 w 524"/>
                                <a:gd name="T9" fmla="*/ 29 h 29"/>
                                <a:gd name="T10" fmla="*/ 130 w 524"/>
                                <a:gd name="T11" fmla="*/ 6 h 29"/>
                                <a:gd name="T12" fmla="*/ 262 w 524"/>
                                <a:gd name="T13" fmla="*/ 0 h 29"/>
                                <a:gd name="T14" fmla="*/ 394 w 524"/>
                                <a:gd name="T15" fmla="*/ 6 h 29"/>
                                <a:gd name="T16" fmla="*/ 524 w 524"/>
                                <a:gd name="T17" fmla="*/ 29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9">
                                  <a:moveTo>
                                    <a:pt x="524" y="29"/>
                                  </a:moveTo>
                                  <a:cubicBezTo>
                                    <a:pt x="480" y="26"/>
                                    <a:pt x="436" y="24"/>
                                    <a:pt x="392" y="22"/>
                                  </a:cubicBezTo>
                                  <a:cubicBezTo>
                                    <a:pt x="349" y="21"/>
                                    <a:pt x="305" y="20"/>
                                    <a:pt x="262" y="20"/>
                                  </a:cubicBezTo>
                                  <a:cubicBezTo>
                                    <a:pt x="218" y="20"/>
                                    <a:pt x="175" y="21"/>
                                    <a:pt x="132" y="22"/>
                                  </a:cubicBezTo>
                                  <a:cubicBezTo>
                                    <a:pt x="88" y="24"/>
                                    <a:pt x="45" y="26"/>
                                    <a:pt x="0" y="29"/>
                                  </a:cubicBezTo>
                                  <a:cubicBezTo>
                                    <a:pt x="43" y="19"/>
                                    <a:pt x="86" y="11"/>
                                    <a:pt x="130" y="6"/>
                                  </a:cubicBezTo>
                                  <a:cubicBezTo>
                                    <a:pt x="174" y="3"/>
                                    <a:pt x="218" y="0"/>
                                    <a:pt x="262" y="0"/>
                                  </a:cubicBezTo>
                                  <a:cubicBezTo>
                                    <a:pt x="305" y="0"/>
                                    <a:pt x="350" y="3"/>
                                    <a:pt x="394" y="6"/>
                                  </a:cubicBezTo>
                                  <a:cubicBezTo>
                                    <a:pt x="438" y="11"/>
                                    <a:pt x="481" y="19"/>
                                    <a:pt x="524" y="29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60" name="PA-任意多边形 20"/>
                          <wps:cNvSpPr/>
                          <wps:spPr bwMode="auto">
                            <a:xfrm>
                              <a:off x="3739" y="2132"/>
                              <a:ext cx="203" cy="9"/>
                            </a:xfrm>
                            <a:custGeom>
                              <a:avLst/>
                              <a:gdLst>
                                <a:gd name="T0" fmla="*/ 524 w 524"/>
                                <a:gd name="T1" fmla="*/ 21 h 22"/>
                                <a:gd name="T2" fmla="*/ 392 w 524"/>
                                <a:gd name="T3" fmla="*/ 20 h 22"/>
                                <a:gd name="T4" fmla="*/ 262 w 524"/>
                                <a:gd name="T5" fmla="*/ 20 h 22"/>
                                <a:gd name="T6" fmla="*/ 132 w 524"/>
                                <a:gd name="T7" fmla="*/ 21 h 22"/>
                                <a:gd name="T8" fmla="*/ 0 w 524"/>
                                <a:gd name="T9" fmla="*/ 22 h 22"/>
                                <a:gd name="T10" fmla="*/ 130 w 524"/>
                                <a:gd name="T11" fmla="*/ 5 h 22"/>
                                <a:gd name="T12" fmla="*/ 262 w 524"/>
                                <a:gd name="T13" fmla="*/ 0 h 22"/>
                                <a:gd name="T14" fmla="*/ 394 w 524"/>
                                <a:gd name="T15" fmla="*/ 5 h 22"/>
                                <a:gd name="T16" fmla="*/ 524 w 524"/>
                                <a:gd name="T17" fmla="*/ 21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2">
                                  <a:moveTo>
                                    <a:pt x="524" y="21"/>
                                  </a:moveTo>
                                  <a:lnTo>
                                    <a:pt x="392" y="20"/>
                                  </a:lnTo>
                                  <a:cubicBezTo>
                                    <a:pt x="349" y="20"/>
                                    <a:pt x="306" y="19"/>
                                    <a:pt x="262" y="20"/>
                                  </a:cubicBezTo>
                                  <a:cubicBezTo>
                                    <a:pt x="219" y="21"/>
                                    <a:pt x="175" y="20"/>
                                    <a:pt x="132" y="21"/>
                                  </a:cubicBezTo>
                                  <a:lnTo>
                                    <a:pt x="0" y="22"/>
                                  </a:lnTo>
                                  <a:cubicBezTo>
                                    <a:pt x="44" y="14"/>
                                    <a:pt x="87" y="9"/>
                                    <a:pt x="130" y="5"/>
                                  </a:cubicBezTo>
                                  <a:cubicBezTo>
                                    <a:pt x="174" y="1"/>
                                    <a:pt x="219" y="0"/>
                                    <a:pt x="262" y="0"/>
                                  </a:cubicBezTo>
                                  <a:cubicBezTo>
                                    <a:pt x="306" y="0"/>
                                    <a:pt x="350" y="1"/>
                                    <a:pt x="394" y="5"/>
                                  </a:cubicBezTo>
                                  <a:cubicBezTo>
                                    <a:pt x="438" y="7"/>
                                    <a:pt x="481" y="12"/>
                                    <a:pt x="524" y="21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g:grpSp>
                        <wpg:cNvPr id="161" name="PA-表情 (1)-43724"/>
                        <wpg:cNvGrpSpPr>
                          <a:grpSpLocks noChangeAspect="1"/>
                        </wpg:cNvGrpSpPr>
                        <wpg:grpSpPr>
                          <a:xfrm rot="780000">
                            <a:off x="7008" y="495"/>
                            <a:ext cx="475" cy="700"/>
                            <a:chOff x="3738" y="2009"/>
                            <a:chExt cx="205" cy="302"/>
                          </a:xfrm>
                        </wpg:grpSpPr>
                        <wps:wsp>
                          <wps:cNvPr id="162" name="PA-任意多边形 5"/>
                          <wps:cNvSpPr/>
                          <wps:spPr bwMode="auto">
                            <a:xfrm>
                              <a:off x="3738" y="2030"/>
                              <a:ext cx="204" cy="261"/>
                            </a:xfrm>
                            <a:custGeom>
                              <a:avLst/>
                              <a:gdLst>
                                <a:gd name="T0" fmla="*/ 264 w 527"/>
                                <a:gd name="T1" fmla="*/ 0 h 683"/>
                                <a:gd name="T2" fmla="*/ 0 w 527"/>
                                <a:gd name="T3" fmla="*/ 137 h 683"/>
                                <a:gd name="T4" fmla="*/ 0 w 527"/>
                                <a:gd name="T5" fmla="*/ 546 h 683"/>
                                <a:gd name="T6" fmla="*/ 264 w 527"/>
                                <a:gd name="T7" fmla="*/ 683 h 683"/>
                                <a:gd name="T8" fmla="*/ 527 w 527"/>
                                <a:gd name="T9" fmla="*/ 546 h 683"/>
                                <a:gd name="T10" fmla="*/ 527 w 527"/>
                                <a:gd name="T11" fmla="*/ 137 h 683"/>
                                <a:gd name="T12" fmla="*/ 264 w 527"/>
                                <a:gd name="T13" fmla="*/ 0 h 6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27" h="683">
                                  <a:moveTo>
                                    <a:pt x="264" y="0"/>
                                  </a:moveTo>
                                  <a:cubicBezTo>
                                    <a:pt x="119" y="0"/>
                                    <a:pt x="0" y="61"/>
                                    <a:pt x="0" y="137"/>
                                  </a:cubicBezTo>
                                  <a:lnTo>
                                    <a:pt x="0" y="546"/>
                                  </a:lnTo>
                                  <a:cubicBezTo>
                                    <a:pt x="0" y="622"/>
                                    <a:pt x="119" y="683"/>
                                    <a:pt x="264" y="683"/>
                                  </a:cubicBezTo>
                                  <a:cubicBezTo>
                                    <a:pt x="409" y="683"/>
                                    <a:pt x="527" y="623"/>
                                    <a:pt x="527" y="546"/>
                                  </a:cubicBezTo>
                                  <a:lnTo>
                                    <a:pt x="527" y="137"/>
                                  </a:lnTo>
                                  <a:cubicBezTo>
                                    <a:pt x="527" y="62"/>
                                    <a:pt x="409" y="0"/>
                                    <a:pt x="264" y="0"/>
                                  </a:cubicBezTo>
                                </a:path>
                              </a:pathLst>
                            </a:custGeom>
                            <a:solidFill>
                              <a:srgbClr val="B01E2A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63" name="PA-任意多边形 6"/>
                          <wps:cNvSpPr/>
                          <wps:spPr bwMode="auto">
                            <a:xfrm>
                              <a:off x="3770" y="2030"/>
                              <a:ext cx="140" cy="261"/>
                            </a:xfrm>
                            <a:custGeom>
                              <a:avLst/>
                              <a:gdLst>
                                <a:gd name="T0" fmla="*/ 182 w 363"/>
                                <a:gd name="T1" fmla="*/ 0 h 683"/>
                                <a:gd name="T2" fmla="*/ 0 w 363"/>
                                <a:gd name="T3" fmla="*/ 137 h 683"/>
                                <a:gd name="T4" fmla="*/ 0 w 363"/>
                                <a:gd name="T5" fmla="*/ 546 h 683"/>
                                <a:gd name="T6" fmla="*/ 182 w 363"/>
                                <a:gd name="T7" fmla="*/ 683 h 683"/>
                                <a:gd name="T8" fmla="*/ 363 w 363"/>
                                <a:gd name="T9" fmla="*/ 547 h 683"/>
                                <a:gd name="T10" fmla="*/ 363 w 363"/>
                                <a:gd name="T11" fmla="*/ 137 h 683"/>
                                <a:gd name="T12" fmla="*/ 182 w 363"/>
                                <a:gd name="T13" fmla="*/ 0 h 6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63" h="683">
                                  <a:moveTo>
                                    <a:pt x="182" y="0"/>
                                  </a:moveTo>
                                  <a:cubicBezTo>
                                    <a:pt x="82" y="0"/>
                                    <a:pt x="0" y="61"/>
                                    <a:pt x="0" y="137"/>
                                  </a:cubicBezTo>
                                  <a:lnTo>
                                    <a:pt x="0" y="546"/>
                                  </a:lnTo>
                                  <a:cubicBezTo>
                                    <a:pt x="0" y="622"/>
                                    <a:pt x="82" y="683"/>
                                    <a:pt x="182" y="683"/>
                                  </a:cubicBezTo>
                                  <a:cubicBezTo>
                                    <a:pt x="282" y="683"/>
                                    <a:pt x="363" y="623"/>
                                    <a:pt x="363" y="547"/>
                                  </a:cubicBezTo>
                                  <a:lnTo>
                                    <a:pt x="363" y="137"/>
                                  </a:lnTo>
                                  <a:cubicBezTo>
                                    <a:pt x="363" y="62"/>
                                    <a:pt x="282" y="0"/>
                                    <a:pt x="182" y="0"/>
                                  </a:cubicBezTo>
                                </a:path>
                              </a:pathLst>
                            </a:custGeom>
                            <a:solidFill>
                              <a:srgbClr val="E73049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64" name="PA-任意多边形 7"/>
                          <wps:cNvSpPr/>
                          <wps:spPr bwMode="auto">
                            <a:xfrm>
                              <a:off x="3813" y="2044"/>
                              <a:ext cx="54" cy="232"/>
                            </a:xfrm>
                            <a:custGeom>
                              <a:avLst/>
                              <a:gdLst>
                                <a:gd name="T0" fmla="*/ 70 w 140"/>
                                <a:gd name="T1" fmla="*/ 0 h 605"/>
                                <a:gd name="T2" fmla="*/ 0 w 140"/>
                                <a:gd name="T3" fmla="*/ 121 h 605"/>
                                <a:gd name="T4" fmla="*/ 0 w 140"/>
                                <a:gd name="T5" fmla="*/ 484 h 605"/>
                                <a:gd name="T6" fmla="*/ 70 w 140"/>
                                <a:gd name="T7" fmla="*/ 605 h 605"/>
                                <a:gd name="T8" fmla="*/ 140 w 140"/>
                                <a:gd name="T9" fmla="*/ 484 h 605"/>
                                <a:gd name="T10" fmla="*/ 140 w 140"/>
                                <a:gd name="T11" fmla="*/ 121 h 605"/>
                                <a:gd name="T12" fmla="*/ 70 w 140"/>
                                <a:gd name="T13" fmla="*/ 0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0" h="605">
                                  <a:moveTo>
                                    <a:pt x="70" y="0"/>
                                  </a:moveTo>
                                  <a:cubicBezTo>
                                    <a:pt x="32" y="0"/>
                                    <a:pt x="0" y="54"/>
                                    <a:pt x="0" y="121"/>
                                  </a:cubicBezTo>
                                  <a:lnTo>
                                    <a:pt x="0" y="484"/>
                                  </a:lnTo>
                                  <a:cubicBezTo>
                                    <a:pt x="0" y="551"/>
                                    <a:pt x="32" y="605"/>
                                    <a:pt x="70" y="605"/>
                                  </a:cubicBezTo>
                                  <a:cubicBezTo>
                                    <a:pt x="108" y="605"/>
                                    <a:pt x="140" y="551"/>
                                    <a:pt x="140" y="484"/>
                                  </a:cubicBezTo>
                                  <a:lnTo>
                                    <a:pt x="140" y="121"/>
                                  </a:lnTo>
                                  <a:cubicBezTo>
                                    <a:pt x="140" y="54"/>
                                    <a:pt x="108" y="0"/>
                                    <a:pt x="70" y="0"/>
                                  </a:cubicBezTo>
                                </a:path>
                              </a:pathLst>
                            </a:custGeom>
                            <a:solidFill>
                              <a:srgbClr val="EA5241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65" name="PA-任意多边形 8"/>
                          <wps:cNvSpPr/>
                          <wps:spPr bwMode="auto">
                            <a:xfrm>
                              <a:off x="3789" y="2009"/>
                              <a:ext cx="102" cy="28"/>
                            </a:xfrm>
                            <a:custGeom>
                              <a:avLst/>
                              <a:gdLst>
                                <a:gd name="T0" fmla="*/ 264 w 264"/>
                                <a:gd name="T1" fmla="*/ 73 h 73"/>
                                <a:gd name="T2" fmla="*/ 264 w 264"/>
                                <a:gd name="T3" fmla="*/ 19 h 73"/>
                                <a:gd name="T4" fmla="*/ 132 w 264"/>
                                <a:gd name="T5" fmla="*/ 0 h 73"/>
                                <a:gd name="T6" fmla="*/ 0 w 264"/>
                                <a:gd name="T7" fmla="*/ 19 h 73"/>
                                <a:gd name="T8" fmla="*/ 0 w 264"/>
                                <a:gd name="T9" fmla="*/ 73 h 73"/>
                                <a:gd name="T10" fmla="*/ 132 w 264"/>
                                <a:gd name="T11" fmla="*/ 54 h 73"/>
                                <a:gd name="T12" fmla="*/ 264 w 264"/>
                                <a:gd name="T13" fmla="*/ 73 h 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4" h="73">
                                  <a:moveTo>
                                    <a:pt x="264" y="73"/>
                                  </a:moveTo>
                                  <a:lnTo>
                                    <a:pt x="264" y="19"/>
                                  </a:lnTo>
                                  <a:cubicBezTo>
                                    <a:pt x="221" y="6"/>
                                    <a:pt x="176" y="0"/>
                                    <a:pt x="132" y="0"/>
                                  </a:cubicBezTo>
                                  <a:cubicBezTo>
                                    <a:pt x="87" y="0"/>
                                    <a:pt x="43" y="6"/>
                                    <a:pt x="0" y="19"/>
                                  </a:cubicBezTo>
                                  <a:lnTo>
                                    <a:pt x="0" y="73"/>
                                  </a:lnTo>
                                  <a:cubicBezTo>
                                    <a:pt x="43" y="60"/>
                                    <a:pt x="87" y="54"/>
                                    <a:pt x="132" y="54"/>
                                  </a:cubicBezTo>
                                  <a:cubicBezTo>
                                    <a:pt x="177" y="54"/>
                                    <a:pt x="221" y="60"/>
                                    <a:pt x="264" y="73"/>
                                  </a:cubicBezTo>
                                </a:path>
                              </a:pathLst>
                            </a:custGeom>
                            <a:solidFill>
                              <a:srgbClr val="3E4347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66" name="PA-任意多边形 9"/>
                          <wps:cNvSpPr/>
                          <wps:spPr bwMode="auto">
                            <a:xfrm>
                              <a:off x="3789" y="2284"/>
                              <a:ext cx="102" cy="27"/>
                            </a:xfrm>
                            <a:custGeom>
                              <a:avLst/>
                              <a:gdLst>
                                <a:gd name="T0" fmla="*/ 0 w 264"/>
                                <a:gd name="T1" fmla="*/ 0 h 73"/>
                                <a:gd name="T2" fmla="*/ 0 w 264"/>
                                <a:gd name="T3" fmla="*/ 54 h 73"/>
                                <a:gd name="T4" fmla="*/ 132 w 264"/>
                                <a:gd name="T5" fmla="*/ 73 h 73"/>
                                <a:gd name="T6" fmla="*/ 264 w 264"/>
                                <a:gd name="T7" fmla="*/ 54 h 73"/>
                                <a:gd name="T8" fmla="*/ 264 w 264"/>
                                <a:gd name="T9" fmla="*/ 0 h 73"/>
                                <a:gd name="T10" fmla="*/ 132 w 264"/>
                                <a:gd name="T11" fmla="*/ 19 h 73"/>
                                <a:gd name="T12" fmla="*/ 0 w 264"/>
                                <a:gd name="T13" fmla="*/ 0 h 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4" h="73">
                                  <a:moveTo>
                                    <a:pt x="0" y="0"/>
                                  </a:moveTo>
                                  <a:lnTo>
                                    <a:pt x="0" y="54"/>
                                  </a:lnTo>
                                  <a:cubicBezTo>
                                    <a:pt x="43" y="67"/>
                                    <a:pt x="87" y="73"/>
                                    <a:pt x="132" y="73"/>
                                  </a:cubicBezTo>
                                  <a:cubicBezTo>
                                    <a:pt x="177" y="73"/>
                                    <a:pt x="221" y="67"/>
                                    <a:pt x="264" y="54"/>
                                  </a:cubicBezTo>
                                  <a:lnTo>
                                    <a:pt x="264" y="0"/>
                                  </a:lnTo>
                                  <a:cubicBezTo>
                                    <a:pt x="221" y="13"/>
                                    <a:pt x="177" y="19"/>
                                    <a:pt x="132" y="19"/>
                                  </a:cubicBezTo>
                                  <a:cubicBezTo>
                                    <a:pt x="87" y="19"/>
                                    <a:pt x="43" y="13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3E4347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67" name="PA-任意多边形 10"/>
                          <wps:cNvSpPr/>
                          <wps:spPr bwMode="auto">
                            <a:xfrm>
                              <a:off x="3738" y="2156"/>
                              <a:ext cx="204" cy="8"/>
                            </a:xfrm>
                            <a:custGeom>
                              <a:avLst/>
                              <a:gdLst>
                                <a:gd name="T0" fmla="*/ 0 w 527"/>
                                <a:gd name="T1" fmla="*/ 12 h 22"/>
                                <a:gd name="T2" fmla="*/ 264 w 527"/>
                                <a:gd name="T3" fmla="*/ 1 h 22"/>
                                <a:gd name="T4" fmla="*/ 527 w 527"/>
                                <a:gd name="T5" fmla="*/ 12 h 22"/>
                                <a:gd name="T6" fmla="*/ 264 w 527"/>
                                <a:gd name="T7" fmla="*/ 22 h 22"/>
                                <a:gd name="T8" fmla="*/ 0 w 527"/>
                                <a:gd name="T9" fmla="*/ 12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27" h="22">
                                  <a:moveTo>
                                    <a:pt x="0" y="12"/>
                                  </a:moveTo>
                                  <a:cubicBezTo>
                                    <a:pt x="89" y="4"/>
                                    <a:pt x="175" y="2"/>
                                    <a:pt x="264" y="1"/>
                                  </a:cubicBezTo>
                                  <a:cubicBezTo>
                                    <a:pt x="353" y="0"/>
                                    <a:pt x="438" y="4"/>
                                    <a:pt x="527" y="12"/>
                                  </a:cubicBezTo>
                                  <a:cubicBezTo>
                                    <a:pt x="439" y="19"/>
                                    <a:pt x="353" y="21"/>
                                    <a:pt x="264" y="22"/>
                                  </a:cubicBezTo>
                                  <a:cubicBezTo>
                                    <a:pt x="176" y="21"/>
                                    <a:pt x="89" y="19"/>
                                    <a:pt x="0" y="12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68" name="PA-任意多边形 11"/>
                          <wps:cNvSpPr/>
                          <wps:spPr bwMode="auto">
                            <a:xfrm>
                              <a:off x="3754" y="2266"/>
                              <a:ext cx="172" cy="14"/>
                            </a:xfrm>
                            <a:custGeom>
                              <a:avLst/>
                              <a:gdLst>
                                <a:gd name="T0" fmla="*/ 0 w 445"/>
                                <a:gd name="T1" fmla="*/ 1 h 37"/>
                                <a:gd name="T2" fmla="*/ 111 w 445"/>
                                <a:gd name="T3" fmla="*/ 13 h 37"/>
                                <a:gd name="T4" fmla="*/ 223 w 445"/>
                                <a:gd name="T5" fmla="*/ 17 h 37"/>
                                <a:gd name="T6" fmla="*/ 334 w 445"/>
                                <a:gd name="T7" fmla="*/ 13 h 37"/>
                                <a:gd name="T8" fmla="*/ 445 w 445"/>
                                <a:gd name="T9" fmla="*/ 1 h 37"/>
                                <a:gd name="T10" fmla="*/ 333 w 445"/>
                                <a:gd name="T11" fmla="*/ 28 h 37"/>
                                <a:gd name="T12" fmla="*/ 220 w 445"/>
                                <a:gd name="T13" fmla="*/ 37 h 37"/>
                                <a:gd name="T14" fmla="*/ 107 w 445"/>
                                <a:gd name="T15" fmla="*/ 29 h 37"/>
                                <a:gd name="T16" fmla="*/ 0 w 445"/>
                                <a:gd name="T17" fmla="*/ 0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45" h="37">
                                  <a:moveTo>
                                    <a:pt x="0" y="1"/>
                                  </a:moveTo>
                                  <a:cubicBezTo>
                                    <a:pt x="37" y="6"/>
                                    <a:pt x="74" y="10"/>
                                    <a:pt x="111" y="13"/>
                                  </a:cubicBezTo>
                                  <a:cubicBezTo>
                                    <a:pt x="149" y="16"/>
                                    <a:pt x="186" y="17"/>
                                    <a:pt x="223" y="17"/>
                                  </a:cubicBezTo>
                                  <a:cubicBezTo>
                                    <a:pt x="259" y="17"/>
                                    <a:pt x="296" y="16"/>
                                    <a:pt x="334" y="13"/>
                                  </a:cubicBezTo>
                                  <a:cubicBezTo>
                                    <a:pt x="371" y="10"/>
                                    <a:pt x="408" y="6"/>
                                    <a:pt x="445" y="1"/>
                                  </a:cubicBezTo>
                                  <a:cubicBezTo>
                                    <a:pt x="409" y="14"/>
                                    <a:pt x="371" y="23"/>
                                    <a:pt x="333" y="28"/>
                                  </a:cubicBezTo>
                                  <a:cubicBezTo>
                                    <a:pt x="296" y="33"/>
                                    <a:pt x="258" y="36"/>
                                    <a:pt x="220" y="37"/>
                                  </a:cubicBezTo>
                                  <a:cubicBezTo>
                                    <a:pt x="182" y="37"/>
                                    <a:pt x="145" y="34"/>
                                    <a:pt x="107" y="29"/>
                                  </a:cubicBezTo>
                                  <a:cubicBezTo>
                                    <a:pt x="71" y="22"/>
                                    <a:pt x="35" y="13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69" name="PA-任意多边形 12"/>
                          <wps:cNvSpPr/>
                          <wps:spPr bwMode="auto">
                            <a:xfrm>
                              <a:off x="3739" y="2244"/>
                              <a:ext cx="204" cy="14"/>
                            </a:xfrm>
                            <a:custGeom>
                              <a:avLst/>
                              <a:gdLst>
                                <a:gd name="T0" fmla="*/ 0 w 527"/>
                                <a:gd name="T1" fmla="*/ 0 h 37"/>
                                <a:gd name="T2" fmla="*/ 132 w 527"/>
                                <a:gd name="T3" fmla="*/ 12 h 37"/>
                                <a:gd name="T4" fmla="*/ 263 w 527"/>
                                <a:gd name="T5" fmla="*/ 16 h 37"/>
                                <a:gd name="T6" fmla="*/ 395 w 527"/>
                                <a:gd name="T7" fmla="*/ 12 h 37"/>
                                <a:gd name="T8" fmla="*/ 527 w 527"/>
                                <a:gd name="T9" fmla="*/ 0 h 37"/>
                                <a:gd name="T10" fmla="*/ 398 w 527"/>
                                <a:gd name="T11" fmla="*/ 28 h 37"/>
                                <a:gd name="T12" fmla="*/ 265 w 527"/>
                                <a:gd name="T13" fmla="*/ 37 h 37"/>
                                <a:gd name="T14" fmla="*/ 132 w 527"/>
                                <a:gd name="T15" fmla="*/ 29 h 37"/>
                                <a:gd name="T16" fmla="*/ 0 w 527"/>
                                <a:gd name="T17" fmla="*/ 0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7" h="37">
                                  <a:moveTo>
                                    <a:pt x="0" y="0"/>
                                  </a:moveTo>
                                  <a:cubicBezTo>
                                    <a:pt x="43" y="7"/>
                                    <a:pt x="87" y="9"/>
                                    <a:pt x="132" y="12"/>
                                  </a:cubicBezTo>
                                  <a:cubicBezTo>
                                    <a:pt x="176" y="15"/>
                                    <a:pt x="218" y="16"/>
                                    <a:pt x="263" y="16"/>
                                  </a:cubicBezTo>
                                  <a:cubicBezTo>
                                    <a:pt x="308" y="16"/>
                                    <a:pt x="350" y="15"/>
                                    <a:pt x="395" y="12"/>
                                  </a:cubicBezTo>
                                  <a:cubicBezTo>
                                    <a:pt x="440" y="9"/>
                                    <a:pt x="482" y="6"/>
                                    <a:pt x="527" y="0"/>
                                  </a:cubicBezTo>
                                  <a:cubicBezTo>
                                    <a:pt x="485" y="13"/>
                                    <a:pt x="441" y="22"/>
                                    <a:pt x="398" y="28"/>
                                  </a:cubicBezTo>
                                  <a:cubicBezTo>
                                    <a:pt x="354" y="33"/>
                                    <a:pt x="309" y="36"/>
                                    <a:pt x="265" y="37"/>
                                  </a:cubicBezTo>
                                  <a:cubicBezTo>
                                    <a:pt x="220" y="37"/>
                                    <a:pt x="176" y="34"/>
                                    <a:pt x="132" y="29"/>
                                  </a:cubicBezTo>
                                  <a:cubicBezTo>
                                    <a:pt x="87" y="23"/>
                                    <a:pt x="43" y="13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70" name="PA-任意多边形 13"/>
                          <wps:cNvSpPr/>
                          <wps:spPr bwMode="auto">
                            <a:xfrm>
                              <a:off x="3739" y="2222"/>
                              <a:ext cx="203" cy="13"/>
                            </a:xfrm>
                            <a:custGeom>
                              <a:avLst/>
                              <a:gdLst>
                                <a:gd name="T0" fmla="*/ 0 w 525"/>
                                <a:gd name="T1" fmla="*/ 0 h 34"/>
                                <a:gd name="T2" fmla="*/ 132 w 525"/>
                                <a:gd name="T3" fmla="*/ 10 h 34"/>
                                <a:gd name="T4" fmla="*/ 262 w 525"/>
                                <a:gd name="T5" fmla="*/ 12 h 34"/>
                                <a:gd name="T6" fmla="*/ 394 w 525"/>
                                <a:gd name="T7" fmla="*/ 10 h 34"/>
                                <a:gd name="T8" fmla="*/ 525 w 525"/>
                                <a:gd name="T9" fmla="*/ 0 h 34"/>
                                <a:gd name="T10" fmla="*/ 395 w 525"/>
                                <a:gd name="T11" fmla="*/ 26 h 34"/>
                                <a:gd name="T12" fmla="*/ 264 w 525"/>
                                <a:gd name="T13" fmla="*/ 33 h 34"/>
                                <a:gd name="T14" fmla="*/ 132 w 525"/>
                                <a:gd name="T15" fmla="*/ 26 h 34"/>
                                <a:gd name="T16" fmla="*/ 0 w 525"/>
                                <a:gd name="T17" fmla="*/ 0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5" h="34">
                                  <a:moveTo>
                                    <a:pt x="0" y="0"/>
                                  </a:moveTo>
                                  <a:cubicBezTo>
                                    <a:pt x="43" y="6"/>
                                    <a:pt x="88" y="8"/>
                                    <a:pt x="132" y="10"/>
                                  </a:cubicBezTo>
                                  <a:cubicBezTo>
                                    <a:pt x="175" y="11"/>
                                    <a:pt x="218" y="14"/>
                                    <a:pt x="262" y="12"/>
                                  </a:cubicBezTo>
                                  <a:cubicBezTo>
                                    <a:pt x="305" y="11"/>
                                    <a:pt x="349" y="11"/>
                                    <a:pt x="394" y="10"/>
                                  </a:cubicBezTo>
                                  <a:cubicBezTo>
                                    <a:pt x="439" y="8"/>
                                    <a:pt x="480" y="4"/>
                                    <a:pt x="525" y="0"/>
                                  </a:cubicBezTo>
                                  <a:cubicBezTo>
                                    <a:pt x="483" y="12"/>
                                    <a:pt x="439" y="21"/>
                                    <a:pt x="395" y="26"/>
                                  </a:cubicBezTo>
                                  <a:cubicBezTo>
                                    <a:pt x="352" y="31"/>
                                    <a:pt x="308" y="33"/>
                                    <a:pt x="264" y="33"/>
                                  </a:cubicBezTo>
                                  <a:cubicBezTo>
                                    <a:pt x="220" y="34"/>
                                    <a:pt x="176" y="31"/>
                                    <a:pt x="132" y="26"/>
                                  </a:cubicBezTo>
                                  <a:cubicBezTo>
                                    <a:pt x="87" y="21"/>
                                    <a:pt x="43" y="12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71" name="PA-任意多边形 14"/>
                          <wps:cNvSpPr/>
                          <wps:spPr bwMode="auto">
                            <a:xfrm>
                              <a:off x="3739" y="2201"/>
                              <a:ext cx="203" cy="11"/>
                            </a:xfrm>
                            <a:custGeom>
                              <a:avLst/>
                              <a:gdLst>
                                <a:gd name="T0" fmla="*/ 0 w 524"/>
                                <a:gd name="T1" fmla="*/ 0 h 29"/>
                                <a:gd name="T2" fmla="*/ 132 w 524"/>
                                <a:gd name="T3" fmla="*/ 7 h 29"/>
                                <a:gd name="T4" fmla="*/ 262 w 524"/>
                                <a:gd name="T5" fmla="*/ 9 h 29"/>
                                <a:gd name="T6" fmla="*/ 393 w 524"/>
                                <a:gd name="T7" fmla="*/ 7 h 29"/>
                                <a:gd name="T8" fmla="*/ 524 w 524"/>
                                <a:gd name="T9" fmla="*/ 0 h 29"/>
                                <a:gd name="T10" fmla="*/ 394 w 524"/>
                                <a:gd name="T11" fmla="*/ 22 h 29"/>
                                <a:gd name="T12" fmla="*/ 263 w 524"/>
                                <a:gd name="T13" fmla="*/ 29 h 29"/>
                                <a:gd name="T14" fmla="*/ 131 w 524"/>
                                <a:gd name="T15" fmla="*/ 22 h 29"/>
                                <a:gd name="T16" fmla="*/ 0 w 524"/>
                                <a:gd name="T17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9">
                                  <a:moveTo>
                                    <a:pt x="0" y="0"/>
                                  </a:moveTo>
                                  <a:cubicBezTo>
                                    <a:pt x="44" y="3"/>
                                    <a:pt x="88" y="5"/>
                                    <a:pt x="132" y="7"/>
                                  </a:cubicBezTo>
                                  <a:cubicBezTo>
                                    <a:pt x="175" y="8"/>
                                    <a:pt x="219" y="9"/>
                                    <a:pt x="262" y="9"/>
                                  </a:cubicBezTo>
                                  <a:cubicBezTo>
                                    <a:pt x="306" y="9"/>
                                    <a:pt x="349" y="8"/>
                                    <a:pt x="393" y="7"/>
                                  </a:cubicBezTo>
                                  <a:cubicBezTo>
                                    <a:pt x="436" y="5"/>
                                    <a:pt x="479" y="3"/>
                                    <a:pt x="524" y="0"/>
                                  </a:cubicBezTo>
                                  <a:cubicBezTo>
                                    <a:pt x="482" y="10"/>
                                    <a:pt x="438" y="18"/>
                                    <a:pt x="394" y="22"/>
                                  </a:cubicBezTo>
                                  <a:cubicBezTo>
                                    <a:pt x="351" y="26"/>
                                    <a:pt x="306" y="29"/>
                                    <a:pt x="263" y="29"/>
                                  </a:cubicBezTo>
                                  <a:cubicBezTo>
                                    <a:pt x="219" y="29"/>
                                    <a:pt x="174" y="26"/>
                                    <a:pt x="131" y="22"/>
                                  </a:cubicBezTo>
                                  <a:cubicBezTo>
                                    <a:pt x="87" y="18"/>
                                    <a:pt x="43" y="10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72" name="PA-任意多边形 15"/>
                          <wps:cNvSpPr/>
                          <wps:spPr bwMode="auto">
                            <a:xfrm>
                              <a:off x="3739" y="2179"/>
                              <a:ext cx="202" cy="9"/>
                            </a:xfrm>
                            <a:custGeom>
                              <a:avLst/>
                              <a:gdLst>
                                <a:gd name="T0" fmla="*/ 0 w 524"/>
                                <a:gd name="T1" fmla="*/ 2 h 22"/>
                                <a:gd name="T2" fmla="*/ 132 w 524"/>
                                <a:gd name="T3" fmla="*/ 3 h 22"/>
                                <a:gd name="T4" fmla="*/ 262 w 524"/>
                                <a:gd name="T5" fmla="*/ 3 h 22"/>
                                <a:gd name="T6" fmla="*/ 392 w 524"/>
                                <a:gd name="T7" fmla="*/ 2 h 22"/>
                                <a:gd name="T8" fmla="*/ 524 w 524"/>
                                <a:gd name="T9" fmla="*/ 0 h 22"/>
                                <a:gd name="T10" fmla="*/ 394 w 524"/>
                                <a:gd name="T11" fmla="*/ 17 h 22"/>
                                <a:gd name="T12" fmla="*/ 262 w 524"/>
                                <a:gd name="T13" fmla="*/ 22 h 22"/>
                                <a:gd name="T14" fmla="*/ 130 w 524"/>
                                <a:gd name="T15" fmla="*/ 17 h 22"/>
                                <a:gd name="T16" fmla="*/ 0 w 524"/>
                                <a:gd name="T17" fmla="*/ 1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2">
                                  <a:moveTo>
                                    <a:pt x="0" y="2"/>
                                  </a:moveTo>
                                  <a:lnTo>
                                    <a:pt x="132" y="3"/>
                                  </a:lnTo>
                                  <a:cubicBezTo>
                                    <a:pt x="175" y="3"/>
                                    <a:pt x="218" y="4"/>
                                    <a:pt x="262" y="3"/>
                                  </a:cubicBezTo>
                                  <a:cubicBezTo>
                                    <a:pt x="305" y="2"/>
                                    <a:pt x="349" y="3"/>
                                    <a:pt x="392" y="2"/>
                                  </a:cubicBezTo>
                                  <a:lnTo>
                                    <a:pt x="524" y="0"/>
                                  </a:lnTo>
                                  <a:cubicBezTo>
                                    <a:pt x="480" y="8"/>
                                    <a:pt x="437" y="13"/>
                                    <a:pt x="394" y="17"/>
                                  </a:cubicBezTo>
                                  <a:cubicBezTo>
                                    <a:pt x="350" y="21"/>
                                    <a:pt x="305" y="22"/>
                                    <a:pt x="262" y="22"/>
                                  </a:cubicBezTo>
                                  <a:cubicBezTo>
                                    <a:pt x="218" y="22"/>
                                    <a:pt x="174" y="21"/>
                                    <a:pt x="130" y="17"/>
                                  </a:cubicBezTo>
                                  <a:cubicBezTo>
                                    <a:pt x="86" y="16"/>
                                    <a:pt x="43" y="10"/>
                                    <a:pt x="0" y="1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73" name="PA-任意多边形 16"/>
                          <wps:cNvSpPr/>
                          <wps:spPr bwMode="auto">
                            <a:xfrm>
                              <a:off x="3754" y="2040"/>
                              <a:ext cx="172" cy="14"/>
                            </a:xfrm>
                            <a:custGeom>
                              <a:avLst/>
                              <a:gdLst>
                                <a:gd name="T0" fmla="*/ 444 w 444"/>
                                <a:gd name="T1" fmla="*/ 37 h 37"/>
                                <a:gd name="T2" fmla="*/ 333 w 444"/>
                                <a:gd name="T3" fmla="*/ 25 h 37"/>
                                <a:gd name="T4" fmla="*/ 222 w 444"/>
                                <a:gd name="T5" fmla="*/ 21 h 37"/>
                                <a:gd name="T6" fmla="*/ 111 w 444"/>
                                <a:gd name="T7" fmla="*/ 25 h 37"/>
                                <a:gd name="T8" fmla="*/ 0 w 444"/>
                                <a:gd name="T9" fmla="*/ 37 h 37"/>
                                <a:gd name="T10" fmla="*/ 111 w 444"/>
                                <a:gd name="T11" fmla="*/ 9 h 37"/>
                                <a:gd name="T12" fmla="*/ 224 w 444"/>
                                <a:gd name="T13" fmla="*/ 0 h 37"/>
                                <a:gd name="T14" fmla="*/ 338 w 444"/>
                                <a:gd name="T15" fmla="*/ 8 h 37"/>
                                <a:gd name="T16" fmla="*/ 444 w 444"/>
                                <a:gd name="T17" fmla="*/ 37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44" h="37">
                                  <a:moveTo>
                                    <a:pt x="444" y="37"/>
                                  </a:moveTo>
                                  <a:cubicBezTo>
                                    <a:pt x="408" y="32"/>
                                    <a:pt x="371" y="28"/>
                                    <a:pt x="333" y="25"/>
                                  </a:cubicBezTo>
                                  <a:cubicBezTo>
                                    <a:pt x="296" y="22"/>
                                    <a:pt x="259" y="21"/>
                                    <a:pt x="222" y="21"/>
                                  </a:cubicBezTo>
                                  <a:cubicBezTo>
                                    <a:pt x="185" y="21"/>
                                    <a:pt x="148" y="22"/>
                                    <a:pt x="111" y="25"/>
                                  </a:cubicBezTo>
                                  <a:cubicBezTo>
                                    <a:pt x="74" y="28"/>
                                    <a:pt x="37" y="32"/>
                                    <a:pt x="0" y="37"/>
                                  </a:cubicBezTo>
                                  <a:cubicBezTo>
                                    <a:pt x="36" y="24"/>
                                    <a:pt x="73" y="14"/>
                                    <a:pt x="111" y="9"/>
                                  </a:cubicBezTo>
                                  <a:cubicBezTo>
                                    <a:pt x="149" y="4"/>
                                    <a:pt x="187" y="1"/>
                                    <a:pt x="224" y="0"/>
                                  </a:cubicBezTo>
                                  <a:cubicBezTo>
                                    <a:pt x="262" y="0"/>
                                    <a:pt x="300" y="3"/>
                                    <a:pt x="338" y="8"/>
                                  </a:cubicBezTo>
                                  <a:cubicBezTo>
                                    <a:pt x="374" y="15"/>
                                    <a:pt x="410" y="24"/>
                                    <a:pt x="444" y="37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74" name="PA-任意多边形 17"/>
                          <wps:cNvSpPr/>
                          <wps:spPr bwMode="auto">
                            <a:xfrm>
                              <a:off x="3738" y="2063"/>
                              <a:ext cx="204" cy="14"/>
                            </a:xfrm>
                            <a:custGeom>
                              <a:avLst/>
                              <a:gdLst>
                                <a:gd name="T0" fmla="*/ 527 w 527"/>
                                <a:gd name="T1" fmla="*/ 36 h 36"/>
                                <a:gd name="T2" fmla="*/ 395 w 527"/>
                                <a:gd name="T3" fmla="*/ 24 h 36"/>
                                <a:gd name="T4" fmla="*/ 264 w 527"/>
                                <a:gd name="T5" fmla="*/ 20 h 36"/>
                                <a:gd name="T6" fmla="*/ 132 w 527"/>
                                <a:gd name="T7" fmla="*/ 24 h 36"/>
                                <a:gd name="T8" fmla="*/ 0 w 527"/>
                                <a:gd name="T9" fmla="*/ 36 h 36"/>
                                <a:gd name="T10" fmla="*/ 130 w 527"/>
                                <a:gd name="T11" fmla="*/ 8 h 36"/>
                                <a:gd name="T12" fmla="*/ 263 w 527"/>
                                <a:gd name="T13" fmla="*/ 0 h 36"/>
                                <a:gd name="T14" fmla="*/ 396 w 527"/>
                                <a:gd name="T15" fmla="*/ 8 h 36"/>
                                <a:gd name="T16" fmla="*/ 527 w 527"/>
                                <a:gd name="T1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7" h="36">
                                  <a:moveTo>
                                    <a:pt x="527" y="36"/>
                                  </a:moveTo>
                                  <a:cubicBezTo>
                                    <a:pt x="484" y="29"/>
                                    <a:pt x="440" y="27"/>
                                    <a:pt x="395" y="24"/>
                                  </a:cubicBezTo>
                                  <a:cubicBezTo>
                                    <a:pt x="351" y="21"/>
                                    <a:pt x="309" y="20"/>
                                    <a:pt x="264" y="20"/>
                                  </a:cubicBezTo>
                                  <a:cubicBezTo>
                                    <a:pt x="219" y="20"/>
                                    <a:pt x="177" y="21"/>
                                    <a:pt x="132" y="24"/>
                                  </a:cubicBezTo>
                                  <a:cubicBezTo>
                                    <a:pt x="87" y="27"/>
                                    <a:pt x="45" y="31"/>
                                    <a:pt x="0" y="36"/>
                                  </a:cubicBezTo>
                                  <a:cubicBezTo>
                                    <a:pt x="42" y="23"/>
                                    <a:pt x="86" y="13"/>
                                    <a:pt x="130" y="8"/>
                                  </a:cubicBezTo>
                                  <a:cubicBezTo>
                                    <a:pt x="174" y="3"/>
                                    <a:pt x="218" y="0"/>
                                    <a:pt x="263" y="0"/>
                                  </a:cubicBezTo>
                                  <a:cubicBezTo>
                                    <a:pt x="307" y="0"/>
                                    <a:pt x="351" y="3"/>
                                    <a:pt x="396" y="8"/>
                                  </a:cubicBezTo>
                                  <a:cubicBezTo>
                                    <a:pt x="440" y="13"/>
                                    <a:pt x="484" y="23"/>
                                    <a:pt x="527" y="36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75" name="PA-任意多边形 18"/>
                          <wps:cNvSpPr/>
                          <wps:spPr bwMode="auto">
                            <a:xfrm>
                              <a:off x="3739" y="2086"/>
                              <a:ext cx="203" cy="12"/>
                            </a:xfrm>
                            <a:custGeom>
                              <a:avLst/>
                              <a:gdLst>
                                <a:gd name="T0" fmla="*/ 525 w 526"/>
                                <a:gd name="T1" fmla="*/ 32 h 33"/>
                                <a:gd name="T2" fmla="*/ 393 w 526"/>
                                <a:gd name="T3" fmla="*/ 23 h 33"/>
                                <a:gd name="T4" fmla="*/ 263 w 526"/>
                                <a:gd name="T5" fmla="*/ 21 h 33"/>
                                <a:gd name="T6" fmla="*/ 131 w 526"/>
                                <a:gd name="T7" fmla="*/ 23 h 33"/>
                                <a:gd name="T8" fmla="*/ 0 w 526"/>
                                <a:gd name="T9" fmla="*/ 32 h 33"/>
                                <a:gd name="T10" fmla="*/ 130 w 526"/>
                                <a:gd name="T11" fmla="*/ 8 h 33"/>
                                <a:gd name="T12" fmla="*/ 262 w 526"/>
                                <a:gd name="T13" fmla="*/ 0 h 33"/>
                                <a:gd name="T14" fmla="*/ 394 w 526"/>
                                <a:gd name="T15" fmla="*/ 8 h 33"/>
                                <a:gd name="T16" fmla="*/ 526 w 526"/>
                                <a:gd name="T17" fmla="*/ 3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6" h="33">
                                  <a:moveTo>
                                    <a:pt x="525" y="32"/>
                                  </a:moveTo>
                                  <a:cubicBezTo>
                                    <a:pt x="482" y="27"/>
                                    <a:pt x="437" y="25"/>
                                    <a:pt x="393" y="23"/>
                                  </a:cubicBezTo>
                                  <a:cubicBezTo>
                                    <a:pt x="350" y="22"/>
                                    <a:pt x="307" y="19"/>
                                    <a:pt x="263" y="21"/>
                                  </a:cubicBezTo>
                                  <a:cubicBezTo>
                                    <a:pt x="220" y="22"/>
                                    <a:pt x="176" y="22"/>
                                    <a:pt x="131" y="23"/>
                                  </a:cubicBezTo>
                                  <a:cubicBezTo>
                                    <a:pt x="86" y="25"/>
                                    <a:pt x="45" y="28"/>
                                    <a:pt x="0" y="32"/>
                                  </a:cubicBezTo>
                                  <a:cubicBezTo>
                                    <a:pt x="42" y="21"/>
                                    <a:pt x="86" y="12"/>
                                    <a:pt x="130" y="8"/>
                                  </a:cubicBezTo>
                                  <a:cubicBezTo>
                                    <a:pt x="174" y="2"/>
                                    <a:pt x="218" y="0"/>
                                    <a:pt x="262" y="0"/>
                                  </a:cubicBezTo>
                                  <a:cubicBezTo>
                                    <a:pt x="306" y="0"/>
                                    <a:pt x="350" y="2"/>
                                    <a:pt x="394" y="8"/>
                                  </a:cubicBezTo>
                                  <a:cubicBezTo>
                                    <a:pt x="438" y="13"/>
                                    <a:pt x="482" y="21"/>
                                    <a:pt x="526" y="33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76" name="PA-任意多边形 19"/>
                          <wps:cNvSpPr/>
                          <wps:spPr bwMode="auto">
                            <a:xfrm>
                              <a:off x="3739" y="2108"/>
                              <a:ext cx="202" cy="11"/>
                            </a:xfrm>
                            <a:custGeom>
                              <a:avLst/>
                              <a:gdLst>
                                <a:gd name="T0" fmla="*/ 524 w 524"/>
                                <a:gd name="T1" fmla="*/ 29 h 29"/>
                                <a:gd name="T2" fmla="*/ 392 w 524"/>
                                <a:gd name="T3" fmla="*/ 22 h 29"/>
                                <a:gd name="T4" fmla="*/ 262 w 524"/>
                                <a:gd name="T5" fmla="*/ 20 h 29"/>
                                <a:gd name="T6" fmla="*/ 132 w 524"/>
                                <a:gd name="T7" fmla="*/ 22 h 29"/>
                                <a:gd name="T8" fmla="*/ 0 w 524"/>
                                <a:gd name="T9" fmla="*/ 29 h 29"/>
                                <a:gd name="T10" fmla="*/ 130 w 524"/>
                                <a:gd name="T11" fmla="*/ 6 h 29"/>
                                <a:gd name="T12" fmla="*/ 262 w 524"/>
                                <a:gd name="T13" fmla="*/ 0 h 29"/>
                                <a:gd name="T14" fmla="*/ 394 w 524"/>
                                <a:gd name="T15" fmla="*/ 6 h 29"/>
                                <a:gd name="T16" fmla="*/ 524 w 524"/>
                                <a:gd name="T17" fmla="*/ 29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9">
                                  <a:moveTo>
                                    <a:pt x="524" y="29"/>
                                  </a:moveTo>
                                  <a:cubicBezTo>
                                    <a:pt x="480" y="26"/>
                                    <a:pt x="436" y="24"/>
                                    <a:pt x="392" y="22"/>
                                  </a:cubicBezTo>
                                  <a:cubicBezTo>
                                    <a:pt x="349" y="21"/>
                                    <a:pt x="305" y="20"/>
                                    <a:pt x="262" y="20"/>
                                  </a:cubicBezTo>
                                  <a:cubicBezTo>
                                    <a:pt x="218" y="20"/>
                                    <a:pt x="175" y="21"/>
                                    <a:pt x="132" y="22"/>
                                  </a:cubicBezTo>
                                  <a:cubicBezTo>
                                    <a:pt x="88" y="24"/>
                                    <a:pt x="45" y="26"/>
                                    <a:pt x="0" y="29"/>
                                  </a:cubicBezTo>
                                  <a:cubicBezTo>
                                    <a:pt x="43" y="19"/>
                                    <a:pt x="86" y="11"/>
                                    <a:pt x="130" y="6"/>
                                  </a:cubicBezTo>
                                  <a:cubicBezTo>
                                    <a:pt x="174" y="3"/>
                                    <a:pt x="218" y="0"/>
                                    <a:pt x="262" y="0"/>
                                  </a:cubicBezTo>
                                  <a:cubicBezTo>
                                    <a:pt x="305" y="0"/>
                                    <a:pt x="350" y="3"/>
                                    <a:pt x="394" y="6"/>
                                  </a:cubicBezTo>
                                  <a:cubicBezTo>
                                    <a:pt x="438" y="11"/>
                                    <a:pt x="481" y="19"/>
                                    <a:pt x="524" y="29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77" name="PA-任意多边形 20"/>
                          <wps:cNvSpPr/>
                          <wps:spPr bwMode="auto">
                            <a:xfrm>
                              <a:off x="3739" y="2132"/>
                              <a:ext cx="203" cy="9"/>
                            </a:xfrm>
                            <a:custGeom>
                              <a:avLst/>
                              <a:gdLst>
                                <a:gd name="T0" fmla="*/ 524 w 524"/>
                                <a:gd name="T1" fmla="*/ 21 h 22"/>
                                <a:gd name="T2" fmla="*/ 392 w 524"/>
                                <a:gd name="T3" fmla="*/ 20 h 22"/>
                                <a:gd name="T4" fmla="*/ 262 w 524"/>
                                <a:gd name="T5" fmla="*/ 20 h 22"/>
                                <a:gd name="T6" fmla="*/ 132 w 524"/>
                                <a:gd name="T7" fmla="*/ 21 h 22"/>
                                <a:gd name="T8" fmla="*/ 0 w 524"/>
                                <a:gd name="T9" fmla="*/ 22 h 22"/>
                                <a:gd name="T10" fmla="*/ 130 w 524"/>
                                <a:gd name="T11" fmla="*/ 5 h 22"/>
                                <a:gd name="T12" fmla="*/ 262 w 524"/>
                                <a:gd name="T13" fmla="*/ 0 h 22"/>
                                <a:gd name="T14" fmla="*/ 394 w 524"/>
                                <a:gd name="T15" fmla="*/ 5 h 22"/>
                                <a:gd name="T16" fmla="*/ 524 w 524"/>
                                <a:gd name="T17" fmla="*/ 21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2">
                                  <a:moveTo>
                                    <a:pt x="524" y="21"/>
                                  </a:moveTo>
                                  <a:lnTo>
                                    <a:pt x="392" y="20"/>
                                  </a:lnTo>
                                  <a:cubicBezTo>
                                    <a:pt x="349" y="20"/>
                                    <a:pt x="306" y="19"/>
                                    <a:pt x="262" y="20"/>
                                  </a:cubicBezTo>
                                  <a:cubicBezTo>
                                    <a:pt x="219" y="21"/>
                                    <a:pt x="175" y="20"/>
                                    <a:pt x="132" y="21"/>
                                  </a:cubicBezTo>
                                  <a:lnTo>
                                    <a:pt x="0" y="22"/>
                                  </a:lnTo>
                                  <a:cubicBezTo>
                                    <a:pt x="44" y="14"/>
                                    <a:pt x="87" y="9"/>
                                    <a:pt x="130" y="5"/>
                                  </a:cubicBezTo>
                                  <a:cubicBezTo>
                                    <a:pt x="174" y="1"/>
                                    <a:pt x="219" y="0"/>
                                    <a:pt x="262" y="0"/>
                                  </a:cubicBezTo>
                                  <a:cubicBezTo>
                                    <a:pt x="306" y="0"/>
                                    <a:pt x="350" y="1"/>
                                    <a:pt x="394" y="5"/>
                                  </a:cubicBezTo>
                                  <a:cubicBezTo>
                                    <a:pt x="438" y="7"/>
                                    <a:pt x="481" y="12"/>
                                    <a:pt x="524" y="21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s:wsp>
                        <wps:cNvPr id="178" name="直接连接符 177"/>
                        <wps:cNvCnPr>
                          <a:stCxn id="148" idx="2"/>
                        </wps:cNvCnPr>
                        <wps:spPr>
                          <a:xfrm flipH="1" flipV="1">
                            <a:off x="7608" y="1"/>
                            <a:ext cx="7" cy="99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3E4347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2" o:spid="_x0000_s1026" o:spt="203" style="position:absolute;left:0pt;flip:x;margin-left:42.05pt;margin-top:25.45pt;height:125.85pt;width:103.7pt;z-index:251662336;mso-width-relative:page;mso-height-relative:page;" coordorigin="7008,1" coordsize="984,1194" o:gfxdata="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">
                <o:lock v:ext="edit" aspectratio="f"/>
                <v:group id="PA-表情 (1)-43724" o:spid="_x0000_s1026" o:spt="203" style="position:absolute;left:7310;top:98;height:1005;width:682;rotation:-262144f;" coordorigin="3738,2009" coordsize="205,302" o:gfxdata="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T9tgIboAAADcAAAADwAAAAAAAAABACAAAAAiAAAAZHJzL2Rvd25yZXYueG1sUEsB&#10;AhQAFAAAAAgAh07iQDMvBZ47AAAAOQAAABUAAAAAAAAAAQAgAAAACQEAAGRycy9ncm91cHNoYXBl&#10;eG1sLnhtbFBLBQYAAAAABgAGAGABAADGAwAAAAA=&#10;">
                  <o:lock v:ext="edit" aspectratio="t"/>
                  <v:shape id="PA-任意多边形 5" o:spid="_x0000_s1026" o:spt="100" style="position:absolute;left:3738;top:2030;height:261;width:204;" fillcolor="#B01E2A" filled="t" stroked="f" coordsize="527,683" o:gfxdata="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pQLxW8AAAA&#10;3AAAAA8AAAAAAAAAAQAgAAAAIgAAAGRycy9kb3ducmV2LnhtbFBLAQIUABQAAAAIAIdO4kAzLwWe&#10;OwAAADkAAAAQAAAAAAAAAAEAIAAAAAsBAABkcnMvc2hhcGV4bWwueG1sUEsFBgAAAAAGAAYAWwEA&#10;ALUDAAAAAA==&#10;" path="m264,0c119,0,0,61,0,137l0,546c0,622,119,683,264,683c409,683,527,623,527,546l527,137c527,62,409,0,264,0e">
                    <v:path o:connectlocs="102,0;0,52;0,208;102,261;204,208;204,52;102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6" o:spid="_x0000_s1026" o:spt="100" style="position:absolute;left:3770;top:2030;height:261;width:140;" fillcolor="#E73049" filled="t" stroked="f" coordsize="363,683" o:gfxdata="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3pbMvQAA&#10;ANwAAAAPAAAAAAAAAAEAIAAAACIAAABkcnMvZG93bnJldi54bWxQSwECFAAUAAAACACHTuJAMy8F&#10;njsAAAA5AAAAEAAAAAAAAAABACAAAAAMAQAAZHJzL3NoYXBleG1sLnhtbFBLBQYAAAAABgAGAFsB&#10;AAC2AwAAAAA=&#10;" path="m182,0c82,0,0,61,0,137l0,546c0,622,82,683,182,683c282,683,363,623,363,547l363,137c363,62,282,0,182,0e">
                    <v:path o:connectlocs="70,0;0,52;0,208;70,261;140,209;140,52;70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7" o:spid="_x0000_s1026" o:spt="100" style="position:absolute;left:3813;top:2044;height:232;width:54;" fillcolor="#EA5241" filled="t" stroked="f" coordsize="140,605" o:gfxdata="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eowwugAAANwA&#10;AAAPAAAAAAAAAAEAIAAAACIAAABkcnMvZG93bnJldi54bWxQSwECFAAUAAAACACHTuJAMy8FnjsA&#10;AAA5AAAAEAAAAAAAAAABACAAAAAJAQAAZHJzL3NoYXBleG1sLnhtbFBLBQYAAAAABgAGAFsBAACz&#10;AwAAAAA=&#10;" path="m70,0c32,0,0,54,0,121l0,484c0,551,32,605,70,605c108,605,140,551,140,484l140,121c140,54,108,0,70,0e">
                    <v:path o:connectlocs="27,0;0,46;0,185;27,232;54,185;54,46;27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8" o:spid="_x0000_s1026" o:spt="100" style="position:absolute;left:3789;top:2009;height:28;width:102;" fillcolor="#3E4347" filled="t" stroked="f" coordsize="264,73" o:gfxdata="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6KHd68AAAA&#10;3AAAAA8AAAAAAAAAAQAgAAAAIgAAAGRycy9kb3ducmV2LnhtbFBLAQIUABQAAAAIAIdO4kAzLwWe&#10;OwAAADkAAAAQAAAAAAAAAAEAIAAAAAsBAABkcnMvc2hhcGV4bWwueG1sUEsFBgAAAAAGAAYAWwEA&#10;ALUDAAAAAA==&#10;" path="m264,73l264,19c221,6,176,0,132,0c87,0,43,6,0,19l0,73c43,60,87,54,132,54c177,54,221,60,264,73e">
                    <v:path o:connectlocs="102,28;102,7;51,0;0,7;0,28;51,20;102,28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9" o:spid="_x0000_s1026" o:spt="100" style="position:absolute;left:3789;top:2284;height:27;width:102;" fillcolor="#3E4347" filled="t" stroked="f" coordsize="264,73" o:gfxdata="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HGuEW8AAAA&#10;3AAAAA8AAAAAAAAAAQAgAAAAIgAAAGRycy9kb3ducmV2LnhtbFBLAQIUABQAAAAIAIdO4kAzLwWe&#10;OwAAADkAAAAQAAAAAAAAAAEAIAAAAAsBAABkcnMvc2hhcGV4bWwueG1sUEsFBgAAAAAGAAYAWwEA&#10;ALUDAAAAAA==&#10;" path="m0,0l0,54c43,67,87,73,132,73c177,73,221,67,264,54l264,0c221,13,177,19,132,19c87,19,43,13,0,0e">
                    <v:path o:connectlocs="0,0;0,19;51,27;102,19;102,0;51,7;0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0" o:spid="_x0000_s1026" o:spt="100" style="position:absolute;left:3738;top:2156;height:8;width:204;" fillcolor="#EF7B30" filled="t" stroked="f" coordsize="527,22" o:gfxdata="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Fux&#10;r8EAAADcAAAADwAAAAAAAAABACAAAAAiAAAAZHJzL2Rvd25yZXYueG1sUEsBAhQAFAAAAAgAh07i&#10;QDMvBZ47AAAAOQAAABAAAAAAAAAAAQAgAAAAEAEAAGRycy9zaGFwZXhtbC54bWxQSwUGAAAAAAYA&#10;BgBbAQAAugMAAAAA&#10;" path="m0,12c89,4,175,2,264,1c353,0,438,4,527,12c439,19,353,21,264,22c176,21,89,19,0,12e">
                    <v:path o:connectlocs="0,4;102,0;204,4;102,8;0,4" o:connectangles="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1" o:spid="_x0000_s1026" o:spt="100" style="position:absolute;left:3754;top:2266;height:14;width:172;" fillcolor="#EF7B30" filled="t" stroked="f" coordsize="445,37" o:gfxdata="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UcdbugAAANwA&#10;AAAPAAAAAAAAAAEAIAAAACIAAABkcnMvZG93bnJldi54bWxQSwECFAAUAAAACACHTuJAMy8FnjsA&#10;AAA5AAAAEAAAAAAAAAABACAAAAAJAQAAZHJzL3NoYXBleG1sLnhtbFBLBQYAAAAABgAGAFsBAACz&#10;AwAAAAA=&#10;" path="m0,1c37,6,74,10,111,13c149,16,186,17,223,17c259,17,296,16,334,13c371,10,408,6,445,1c409,14,371,23,333,28c296,33,258,36,220,37c182,37,145,34,107,29c71,22,35,13,0,0e">
                    <v:path o:connectlocs="0,0;42,4;86,6;129,4;172,0;128,10;85,14;41,10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2" o:spid="_x0000_s1026" o:spt="100" style="position:absolute;left:3739;top:2244;height:14;width:204;" fillcolor="#EF7B30" filled="t" stroked="f" coordsize="527,37" o:gfxdata="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T1JtbgAAADcAAAA&#10;DwAAAAAAAAABACAAAAAiAAAAZHJzL2Rvd25yZXYueG1sUEsBAhQAFAAAAAgAh07iQDMvBZ47AAAA&#10;OQAAABAAAAAAAAAAAQAgAAAABwEAAGRycy9zaGFwZXhtbC54bWxQSwUGAAAAAAYABgBbAQAAsQMA&#10;AAAA&#10;" path="m0,0c43,7,87,9,132,12c176,15,218,16,263,16c308,16,350,15,395,12c440,9,482,6,527,0c485,13,441,22,398,28c354,33,309,36,265,37c220,37,176,34,132,29c87,23,43,13,0,0e">
                    <v:path o:connectlocs="0,0;51,4;101,6;152,4;204,0;154,10;102,14;51,10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3" o:spid="_x0000_s1026" o:spt="100" style="position:absolute;left:3739;top:2222;height:13;width:203;" fillcolor="#EF7B30" filled="t" stroked="f" coordsize="525,34" o:gfxdata="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slXVrsAAADc&#10;AAAADwAAAAAAAAABACAAAAAiAAAAZHJzL2Rvd25yZXYueG1sUEsBAhQAFAAAAAgAh07iQDMvBZ47&#10;AAAAOQAAABAAAAAAAAAAAQAgAAAACgEAAGRycy9zaGFwZXhtbC54bWxQSwUGAAAAAAYABgBbAQAA&#10;tAMAAAAA&#10;" path="m0,0c43,6,88,8,132,10c175,11,218,14,262,12c305,11,349,11,394,10c439,8,480,4,525,0c483,12,439,21,395,26c352,31,308,33,264,33c220,34,176,31,132,26c87,21,43,12,0,0e">
                    <v:path o:connectlocs="0,0;51,3;101,4;152,3;203,0;152,9;102,12;51,9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4" o:spid="_x0000_s1026" o:spt="100" style="position:absolute;left:3739;top:2201;height:11;width:203;" fillcolor="#EF7B30" filled="t" stroked="f" coordsize="524,29" o:gfxdata="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pMmk74A&#10;AADcAAAADwAAAAAAAAABACAAAAAiAAAAZHJzL2Rvd25yZXYueG1sUEsBAhQAFAAAAAgAh07iQDMv&#10;BZ47AAAAOQAAABAAAAAAAAAAAQAgAAAADQEAAGRycy9zaGFwZXhtbC54bWxQSwUGAAAAAAYABgBb&#10;AQAAtwMAAAAA&#10;" path="m0,0c44,3,88,5,132,7c175,8,219,9,262,9c306,9,349,8,393,7c436,5,479,3,524,0c482,10,438,18,394,22c351,26,306,29,263,29c219,29,174,26,131,22c87,18,43,10,0,0e">
                    <v:path o:connectlocs="0,0;51,2;101,3;152,2;203,0;152,8;101,11;50,8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5" o:spid="_x0000_s1026" o:spt="100" style="position:absolute;left:3739;top:2179;height:9;width:202;" fillcolor="#EF7B30" filled="t" stroked="f" coordsize="524,22" o:gfxdata="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4WibvQAA&#10;ANwAAAAPAAAAAAAAAAEAIAAAACIAAABkcnMvZG93bnJldi54bWxQSwECFAAUAAAACACHTuJAMy8F&#10;njsAAAA5AAAAEAAAAAAAAAABACAAAAAMAQAAZHJzL3NoYXBleG1sLnhtbFBLBQYAAAAABgAGAFsB&#10;AAC2AwAAAAA=&#10;" path="m0,2l132,3c175,3,218,4,262,3c305,2,349,3,392,2l524,0c480,8,437,13,394,17c350,21,305,22,262,22c218,22,174,21,130,17c86,16,43,10,0,1e">
                    <v:path o:connectlocs="0,0;50,1;101,1;151,0;202,0;151,6;101,9;50,6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6" o:spid="_x0000_s1026" o:spt="100" style="position:absolute;left:3754;top:2040;height:14;width:172;" fillcolor="#EF7B30" filled="t" stroked="f" coordsize="444,37" o:gfxdata="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ADCYS8AAAA&#10;3AAAAA8AAAAAAAAAAQAgAAAAIgAAAGRycy9kb3ducmV2LnhtbFBLAQIUABQAAAAIAIdO4kAzLwWe&#10;OwAAADkAAAAQAAAAAAAAAAEAIAAAAAsBAABkcnMvc2hhcGV4bWwueG1sUEsFBgAAAAAGAAYAWwEA&#10;ALUDAAAAAA==&#10;" path="m444,37c408,32,371,28,333,25c296,22,259,21,222,21c185,21,148,22,111,25c74,28,37,32,0,37c36,24,73,14,111,9c149,4,187,1,224,0c262,0,300,3,338,8c374,15,410,24,444,37e">
                    <v:path o:connectlocs="172,14;129,9;86,7;43,9;0,14;43,3;86,0;130,3;172,14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7" o:spid="_x0000_s1026" o:spt="100" style="position:absolute;left:3738;top:2063;height:14;width:204;" fillcolor="#EF7B30" filled="t" stroked="f" coordsize="527,36" o:gfxdata="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SVKiugAAANwA&#10;AAAPAAAAAAAAAAEAIAAAACIAAABkcnMvZG93bnJldi54bWxQSwECFAAUAAAACACHTuJAMy8FnjsA&#10;AAA5AAAAEAAAAAAAAAABACAAAAAJAQAAZHJzL3NoYXBleG1sLnhtbFBLBQYAAAAABgAGAFsBAACz&#10;AwAAAAA=&#10;" path="m527,36c484,29,440,27,395,24c351,21,309,20,264,20c219,20,177,21,132,24c87,27,45,31,0,36c42,23,86,13,130,8c174,3,218,0,263,0c307,0,351,3,396,8c440,13,484,23,527,36e">
                    <v:path o:connectlocs="204,14;152,9;102,7;51,9;0,14;50,3;101,0;153,3;204,14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8" o:spid="_x0000_s1026" o:spt="100" style="position:absolute;left:3739;top:2086;height:12;width:203;" fillcolor="#EF7B30" filled="t" stroked="f" coordsize="526,33" o:gfxdata="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26BdK/&#10;AAAA3AAAAA8AAAAAAAAAAQAgAAAAIgAAAGRycy9kb3ducmV2LnhtbFBLAQIUABQAAAAIAIdO4kAz&#10;LwWeOwAAADkAAAAQAAAAAAAAAAEAIAAAAA4BAABkcnMvc2hhcGV4bWwueG1sUEsFBgAAAAAGAAYA&#10;WwEAALgDAAAAAA==&#10;" path="m525,32c482,27,437,25,393,23c350,22,307,19,263,21c220,22,176,22,131,23c86,25,45,28,0,32c42,21,86,12,130,8c174,2,218,0,262,0c306,0,350,2,394,8c438,13,482,21,526,33e">
                    <v:path o:connectlocs="202,11;151,8;101,7;50,8;0,11;50,2;101,0;152,2;203,12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9" o:spid="_x0000_s1026" o:spt="100" style="position:absolute;left:3739;top:2108;height:11;width:202;" fillcolor="#EF7B30" filled="t" stroked="f" coordsize="524,29" o:gfxdata="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JKJDb4A&#10;AADcAAAADwAAAAAAAAABACAAAAAiAAAAZHJzL2Rvd25yZXYueG1sUEsBAhQAFAAAAAgAh07iQDMv&#10;BZ47AAAAOQAAABAAAAAAAAAAAQAgAAAADQEAAGRycy9zaGFwZXhtbC54bWxQSwUGAAAAAAYABgBb&#10;AQAAtwMAAAAA&#10;" path="m524,29c480,26,436,24,392,22c349,21,305,20,262,20c218,20,175,21,132,22c88,24,45,26,0,29c43,19,86,11,130,6c174,3,218,0,262,0c305,0,350,3,394,6c438,11,481,19,524,29e">
                    <v:path o:connectlocs="202,11;151,8;101,7;50,8;0,11;50,2;101,0;151,2;202,11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20" o:spid="_x0000_s1026" o:spt="100" style="position:absolute;left:3739;top:2132;height:9;width:203;" fillcolor="#EF7B30" filled="t" stroked="f" coordsize="524,22" o:gfxdata="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+gG+vQAA&#10;ANwAAAAPAAAAAAAAAAEAIAAAACIAAABkcnMvZG93bnJldi54bWxQSwECFAAUAAAACACHTuJAMy8F&#10;njsAAAA5AAAAEAAAAAAAAAABACAAAAAMAQAAZHJzL3NoYXBleG1sLnhtbFBLBQYAAAAABgAGAFsB&#10;AAC2AwAAAAA=&#10;" path="m524,21l392,20c349,20,306,19,262,20c219,21,175,20,132,21l0,22c44,14,87,9,130,5c174,1,219,0,262,0c306,0,350,1,394,5c438,7,481,12,524,21e">
                    <v:path o:connectlocs="203,8;151,8;101,8;51,8;0,9;50,2;101,0;152,2;203,8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</v:group>
                <v:group id="PA-表情 (1)-43724" o:spid="_x0000_s1026" o:spt="203" style="position:absolute;left:7008;top:495;height:700;width:475;rotation:851968f;" coordorigin="3738,2009" coordsize="205,302" o:gfxdata="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">
                  <o:lock v:ext="edit" aspectratio="t"/>
                  <v:shape id="PA-任意多边形 5" o:spid="_x0000_s1026" o:spt="100" style="position:absolute;left:3738;top:2030;height:261;width:204;" fillcolor="#B01E2A" filled="t" stroked="f" coordsize="527,683" o:gfxdata="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gzrAbsAAADc&#10;AAAADwAAAAAAAAABACAAAAAiAAAAZHJzL2Rvd25yZXYueG1sUEsBAhQAFAAAAAgAh07iQDMvBZ47&#10;AAAAOQAAABAAAAAAAAAAAQAgAAAACgEAAGRycy9zaGFwZXhtbC54bWxQSwUGAAAAAAYABgBbAQAA&#10;tAMAAAAA&#10;" path="m264,0c119,0,0,61,0,137l0,546c0,622,119,683,264,683c409,683,527,623,527,546l527,137c527,62,409,0,264,0e">
                    <v:path o:connectlocs="102,0;0,52;0,208;102,261;204,208;204,52;102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6" o:spid="_x0000_s1026" o:spt="100" style="position:absolute;left:3770;top:2030;height:261;width:140;" fillcolor="#E73049" filled="t" stroked="f" coordsize="363,683" o:gfxdata="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4HGk0vQAA&#10;ANwAAAAPAAAAAAAAAAEAIAAAACIAAABkcnMvZG93bnJldi54bWxQSwECFAAUAAAACACHTuJAMy8F&#10;njsAAAA5AAAAEAAAAAAAAAABACAAAAAMAQAAZHJzL3NoYXBleG1sLnhtbFBLBQYAAAAABgAGAFsB&#10;AAC2AwAAAAA=&#10;" path="m182,0c82,0,0,61,0,137l0,546c0,622,82,683,182,683c282,683,363,623,363,547l363,137c363,62,282,0,182,0e">
                    <v:path o:connectlocs="70,0;0,52;0,208;70,261;140,209;140,52;70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7" o:spid="_x0000_s1026" o:spt="100" style="position:absolute;left:3813;top:2044;height:232;width:54;" fillcolor="#EA5241" filled="t" stroked="f" coordsize="140,605" o:gfxdata="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RHU4nugAAANwA&#10;AAAPAAAAAAAAAAEAIAAAACIAAABkcnMvZG93bnJldi54bWxQSwECFAAUAAAACACHTuJAMy8FnjsA&#10;AAA5AAAAEAAAAAAAAAABACAAAAAJAQAAZHJzL3NoYXBleG1sLnhtbFBLBQYAAAAABgAGAFsBAACz&#10;AwAAAAA=&#10;" path="m70,0c32,0,0,54,0,121l0,484c0,551,32,605,70,605c108,605,140,551,140,484l140,121c140,54,108,0,70,0e">
                    <v:path o:connectlocs="27,0;0,46;0,185;27,232;54,185;54,46;27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8" o:spid="_x0000_s1026" o:spt="100" style="position:absolute;left:3789;top:2009;height:28;width:102;" fillcolor="#3E4347" filled="t" stroked="f" coordsize="264,73" o:gfxdata="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z7uILsAAADc&#10;AAAADwAAAAAAAAABACAAAAAiAAAAZHJzL2Rvd25yZXYueG1sUEsBAhQAFAAAAAgAh07iQDMvBZ47&#10;AAAAOQAAABAAAAAAAAAAAQAgAAAACgEAAGRycy9zaGFwZXhtbC54bWxQSwUGAAAAAAYABgBbAQAA&#10;tAMAAAAA&#10;" path="m264,73l264,19c221,6,176,0,132,0c87,0,43,6,0,19l0,73c43,60,87,54,132,54c177,54,221,60,264,73e">
                    <v:path o:connectlocs="102,28;102,7;51,0;0,7;0,28;51,20;102,28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9" o:spid="_x0000_s1026" o:spt="100" style="position:absolute;left:3789;top:2284;height:27;width:102;" fillcolor="#3E4347" filled="t" stroked="f" coordsize="264,73" o:gfxdata="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vscFe8AAAA&#10;3AAAAA8AAAAAAAAAAQAgAAAAIgAAAGRycy9kb3ducmV2LnhtbFBLAQIUABQAAAAIAIdO4kAzLwWe&#10;OwAAADkAAAAQAAAAAAAAAAEAIAAAAAsBAABkcnMvc2hhcGV4bWwueG1sUEsFBgAAAAAGAAYAWwEA&#10;ALUDAAAAAA==&#10;" path="m0,0l0,54c43,67,87,73,132,73c177,73,221,67,264,54l264,0c221,13,177,19,132,19c87,19,43,13,0,0e">
                    <v:path o:connectlocs="0,0;0,19;51,27;102,19;102,0;51,7;0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0" o:spid="_x0000_s1026" o:spt="100" style="position:absolute;left:3738;top:2156;height:8;width:204;" fillcolor="#EF7B30" filled="t" stroked="f" coordsize="527,22" o:gfxdata="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He42a/&#10;AAAA3AAAAA8AAAAAAAAAAQAgAAAAIgAAAGRycy9kb3ducmV2LnhtbFBLAQIUABQAAAAIAIdO4kAz&#10;LwWeOwAAADkAAAAQAAAAAAAAAAEAIAAAAA4BAABkcnMvc2hhcGV4bWwueG1sUEsFBgAAAAAGAAYA&#10;WwEAALgDAAAAAA==&#10;" path="m0,12c89,4,175,2,264,1c353,0,438,4,527,12c439,19,353,21,264,22c176,21,89,19,0,12e">
                    <v:path o:connectlocs="0,4;102,0;204,4;102,8;0,4" o:connectangles="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1" o:spid="_x0000_s1026" o:spt="100" style="position:absolute;left:3754;top:2266;height:14;width:172;" fillcolor="#EF7B30" filled="t" stroked="f" coordsize="445,37" o:gfxdata="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B6R7vQAA&#10;ANwAAAAPAAAAAAAAAAEAIAAAACIAAABkcnMvZG93bnJldi54bWxQSwECFAAUAAAACACHTuJAMy8F&#10;njsAAAA5AAAAEAAAAAAAAAABACAAAAAMAQAAZHJzL3NoYXBleG1sLnhtbFBLBQYAAAAABgAGAFsB&#10;AAC2AwAAAAA=&#10;" path="m0,1c37,6,74,10,111,13c149,16,186,17,223,17c259,17,296,16,334,13c371,10,408,6,445,1c409,14,371,23,333,28c296,33,258,36,220,37c182,37,145,34,107,29c71,22,35,13,0,0e">
                    <v:path o:connectlocs="0,0;42,4;86,6;129,4;172,0;128,10;85,14;41,10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2" o:spid="_x0000_s1026" o:spt="100" style="position:absolute;left:3739;top:2244;height:14;width:204;" fillcolor="#EF7B30" filled="t" stroked="f" coordsize="527,37" o:gfxdata="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n1EXm5AAAA3AAA&#10;AA8AAAAAAAAAAQAgAAAAIgAAAGRycy9kb3ducmV2LnhtbFBLAQIUABQAAAAIAIdO4kAzLwWeOwAA&#10;ADkAAAAQAAAAAAAAAAEAIAAAAAgBAABkcnMvc2hhcGV4bWwueG1sUEsFBgAAAAAGAAYAWwEAALID&#10;AAAAAA==&#10;" path="m0,0c43,7,87,9,132,12c176,15,218,16,263,16c308,16,350,15,395,12c440,9,482,6,527,0c485,13,441,22,398,28c354,33,309,36,265,37c220,37,176,34,132,29c87,23,43,13,0,0e">
                    <v:path o:connectlocs="0,0;51,4;101,6;152,4;204,0;154,10;102,14;51,10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3" o:spid="_x0000_s1026" o:spt="100" style="position:absolute;left:3739;top:2222;height:13;width:203;" fillcolor="#EF7B30" filled="t" stroked="f" coordsize="525,34" o:gfxdata="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a6VQb4A&#10;AADcAAAADwAAAAAAAAABACAAAAAiAAAAZHJzL2Rvd25yZXYueG1sUEsBAhQAFAAAAAgAh07iQDMv&#10;BZ47AAAAOQAAABAAAAAAAAAAAQAgAAAADQEAAGRycy9zaGFwZXhtbC54bWxQSwUGAAAAAAYABgBb&#10;AQAAtwMAAAAA&#10;" path="m0,0c43,6,88,8,132,10c175,11,218,14,262,12c305,11,349,11,394,10c439,8,480,4,525,0c483,12,439,21,395,26c352,31,308,33,264,33c220,34,176,31,132,26c87,21,43,12,0,0e">
                    <v:path o:connectlocs="0,0;51,3;101,4;152,3;203,0;152,9;102,12;51,9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4" o:spid="_x0000_s1026" o:spt="100" style="position:absolute;left:3739;top:2201;height:11;width:203;" fillcolor="#EF7B30" filled="t" stroked="f" coordsize="524,29" o:gfxdata="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VHZa74A&#10;AADcAAAADwAAAAAAAAABACAAAAAiAAAAZHJzL2Rvd25yZXYueG1sUEsBAhQAFAAAAAgAh07iQDMv&#10;BZ47AAAAOQAAABAAAAAAAAAAAQAgAAAADQEAAGRycy9zaGFwZXhtbC54bWxQSwUGAAAAAAYABgBb&#10;AQAAtwMAAAAA&#10;" path="m0,0c44,3,88,5,132,7c175,8,219,9,262,9c306,9,349,8,393,7c436,5,479,3,524,0c482,10,438,18,394,22c351,26,306,29,263,29c219,29,174,26,131,22c87,18,43,10,0,0e">
                    <v:path o:connectlocs="0,0;51,2;101,3;152,2;203,0;152,8;101,11;50,8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5" o:spid="_x0000_s1026" o:spt="100" style="position:absolute;left:3739;top:2179;height:9;width:202;" fillcolor="#EF7B30" filled="t" stroked="f" coordsize="524,22" o:gfxdata="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r2sj74A&#10;AADcAAAADwAAAAAAAAABACAAAAAiAAAAZHJzL2Rvd25yZXYueG1sUEsBAhQAFAAAAAgAh07iQDMv&#10;BZ47AAAAOQAAABAAAAAAAAAAAQAgAAAADQEAAGRycy9zaGFwZXhtbC54bWxQSwUGAAAAAAYABgBb&#10;AQAAtwMAAAAA&#10;" path="m0,2l132,3c175,3,218,4,262,3c305,2,349,3,392,2l524,0c480,8,437,13,394,17c350,21,305,22,262,22c218,22,174,21,130,17c86,16,43,10,0,1e">
                    <v:path o:connectlocs="0,0;50,1;101,1;151,0;202,0;151,6;101,9;50,6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6" o:spid="_x0000_s1026" o:spt="100" style="position:absolute;left:3754;top:2040;height:14;width:172;" fillcolor="#EF7B30" filled="t" stroked="f" coordsize="444,37" o:gfxdata="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vB9ny8AAAA&#10;3AAAAA8AAAAAAAAAAQAgAAAAIgAAAGRycy9kb3ducmV2LnhtbFBLAQIUABQAAAAIAIdO4kAzLwWe&#10;OwAAADkAAAAQAAAAAAAAAAEAIAAAAAsBAABkcnMvc2hhcGV4bWwueG1sUEsFBgAAAAAGAAYAWwEA&#10;ALUDAAAAAA==&#10;" path="m444,37c408,32,371,28,333,25c296,22,259,21,222,21c185,21,148,22,111,25c74,28,37,32,0,37c36,24,73,14,111,9c149,4,187,1,224,0c262,0,300,3,338,8c374,15,410,24,444,37e">
                    <v:path o:connectlocs="172,14;129,9;86,7;43,9;0,14;43,3;86,0;130,3;172,14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7" o:spid="_x0000_s1026" o:spt="100" style="position:absolute;left:3738;top:2063;height:14;width:204;" fillcolor="#EF7B30" filled="t" stroked="f" coordsize="527,36" o:gfxdata="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AukLW5AAAA3AAA&#10;AA8AAAAAAAAAAQAgAAAAIgAAAGRycy9kb3ducmV2LnhtbFBLAQIUABQAAAAIAIdO4kAzLwWeOwAA&#10;ADkAAAAQAAAAAAAAAAEAIAAAAAgBAABkcnMvc2hhcGV4bWwueG1sUEsFBgAAAAAGAAYAWwEAALID&#10;AAAAAA==&#10;" path="m527,36c484,29,440,27,395,24c351,21,309,20,264,20c219,20,177,21,132,24c87,27,45,31,0,36c42,23,86,13,130,8c174,3,218,0,263,0c307,0,351,3,396,8c440,13,484,23,527,36e">
                    <v:path o:connectlocs="204,14;152,9;102,7;51,9;0,14;50,3;101,0;153,3;204,14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8" o:spid="_x0000_s1026" o:spt="100" style="position:absolute;left:3739;top:2086;height:12;width:203;" fillcolor="#EF7B30" filled="t" stroked="f" coordsize="526,33" o:gfxdata="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DvYsvQAA&#10;ANwAAAAPAAAAAAAAAAEAIAAAACIAAABkcnMvZG93bnJldi54bWxQSwECFAAUAAAACACHTuJAMy8F&#10;njsAAAA5AAAAEAAAAAAAAAABACAAAAAMAQAAZHJzL3NoYXBleG1sLnhtbFBLBQYAAAAABgAGAFsB&#10;AAC2AwAAAAA=&#10;" path="m525,32c482,27,437,25,393,23c350,22,307,19,263,21c220,22,176,22,131,23c86,25,45,28,0,32c42,21,86,12,130,8c174,2,218,0,262,0c306,0,350,2,394,8c438,13,482,21,526,33e">
                    <v:path o:connectlocs="202,11;151,8;101,7;50,8;0,11;50,2;101,0;152,2;203,12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9" o:spid="_x0000_s1026" o:spt="100" style="position:absolute;left:3739;top:2108;height:11;width:202;" fillcolor="#EF7B30" filled="t" stroked="f" coordsize="524,29" o:gfxdata="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rhBH74A&#10;AADcAAAADwAAAAAAAAABACAAAAAiAAAAZHJzL2Rvd25yZXYueG1sUEsBAhQAFAAAAAgAh07iQDMv&#10;BZ47AAAAOQAAABAAAAAAAAAAAQAgAAAADQEAAGRycy9zaGFwZXhtbC54bWxQSwUGAAAAAAYABgBb&#10;AQAAtwMAAAAA&#10;" path="m524,29c480,26,436,24,392,22c349,21,305,20,262,20c218,20,175,21,132,22c88,24,45,26,0,29c43,19,86,11,130,6c174,3,218,0,262,0c305,0,350,3,394,6c438,11,481,19,524,29e">
                    <v:path o:connectlocs="202,11;151,8;101,7;50,8;0,11;50,2;101,0;151,2;202,11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20" o:spid="_x0000_s1026" o:spt="100" style="position:absolute;left:3739;top:2132;height:9;width:203;" fillcolor="#EF7B30" filled="t" stroked="f" coordsize="524,22" o:gfxdata="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soPF74A&#10;AADcAAAADwAAAAAAAAABACAAAAAiAAAAZHJzL2Rvd25yZXYueG1sUEsBAhQAFAAAAAgAh07iQDMv&#10;BZ47AAAAOQAAABAAAAAAAAAAAQAgAAAADQEAAGRycy9zaGFwZXhtbC54bWxQSwUGAAAAAAYABgBb&#10;AQAAtwMAAAAA&#10;" path="m524,21l392,20c349,20,306,19,262,20c219,21,175,20,132,21l0,22c44,14,87,9,130,5c174,1,219,0,262,0c306,0,350,1,394,5c438,7,481,12,524,21e">
                    <v:path o:connectlocs="203,8;151,8;101,8;51,8;0,9;50,2;101,0;152,2;203,8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</v:group>
                <v:line id="直接连接符 177" o:spid="_x0000_s1026" o:spt="20" style="position:absolute;left:7608;top:1;flip:x y;height:99;width:7;" filled="f" stroked="t" coordsize="21600,21600" o:gfxdata="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q2DwG8AAAA&#10;3A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3E4347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1829435</wp:posOffset>
                </wp:positionH>
                <wp:positionV relativeFrom="paragraph">
                  <wp:posOffset>3335655</wp:posOffset>
                </wp:positionV>
                <wp:extent cx="3900170" cy="337185"/>
                <wp:effectExtent l="9525" t="9525" r="14605" b="15240"/>
                <wp:wrapNone/>
                <wp:docPr id="9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017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EE096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distribute"/>
                            </w:pPr>
                            <w:r>
                              <w:rPr>
                                <w:rFonts w:ascii="黑体" w:eastAsia="黑体" w:hAnsiTheme="minorBidi"/>
                                <w:color w:val="FEE096"/>
                                <w:kern w:val="24"/>
                                <w:sz w:val="32"/>
                                <w:szCs w:val="32"/>
                              </w:rPr>
                              <w:t>欢聚一堂，展望公司美好未来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144.05pt;margin-top:262.65pt;height:26.55pt;width:307.1pt;z-index:251665408;mso-width-relative:page;mso-height-relative:page;" filled="f" stroked="t" coordsize="21600,21600" o:gfxdata="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UL0xzdkAAAAL&#10;AQAADwAAAAAAAAABACAAAAAiAAAAZHJzL2Rvd25yZXYueG1sUEsBAhQAFAAAAAgAh07iQOag1wTi&#10;AQAAqAMAAA4AAAAAAAAAAQAgAAAAKAEAAGRycy9lMm9Eb2MueG1sUEsFBgAAAAAGAAYAWQEAAHwF&#10;AAAAAA==&#10;">
                <v:fill on="f" focussize="0,0"/>
                <v:stroke weight="1.5pt" color="#FEE096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distribute"/>
                      </w:pPr>
                      <w:r>
                        <w:rPr>
                          <w:rFonts w:ascii="黑体" w:eastAsia="黑体" w:hAnsiTheme="minorBidi"/>
                          <w:color w:val="FEE096"/>
                          <w:kern w:val="24"/>
                          <w:sz w:val="32"/>
                          <w:szCs w:val="32"/>
                        </w:rPr>
                        <w:t>欢聚一堂，展望公司美好未来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1905635</wp:posOffset>
                </wp:positionH>
                <wp:positionV relativeFrom="paragraph">
                  <wp:posOffset>789305</wp:posOffset>
                </wp:positionV>
                <wp:extent cx="3747770" cy="460375"/>
                <wp:effectExtent l="0" t="0" r="0" b="0"/>
                <wp:wrapNone/>
                <wp:docPr id="10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7770" cy="46037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color w:val="FEE096"/>
                                <w:kern w:val="24"/>
                                <w:sz w:val="48"/>
                                <w:szCs w:val="48"/>
                              </w:rPr>
                              <w:t>20XX年度盛宴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150.05pt;margin-top:62.15pt;height:36.25pt;width:295.1pt;z-index:251666432;mso-width-relative:page;mso-height-relative:page;" filled="f" stroked="f" coordsize="21600,21600" o:gfxdata="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vh+C/NcAAAALAQAADwAAAAAAAAABACAAAAAiAAAAZHJzL2Rv&#10;d25yZXYueG1sUEsBAhQAFAAAAAgAh07iQFCzxbPJAQAAgAMAAA4AAAAAAAAAAQAgAAAAJgEAAGRy&#10;cy9lMm9Eb2MueG1sUEsFBgAAAAAGAAYAWQEAAGE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color w:val="FEE096"/>
                          <w:kern w:val="24"/>
                          <w:sz w:val="48"/>
                          <w:szCs w:val="48"/>
                        </w:rPr>
                        <w:t>20XX年度盛宴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4177030</wp:posOffset>
                </wp:positionV>
                <wp:extent cx="2053590" cy="337185"/>
                <wp:effectExtent l="0" t="0" r="0" b="0"/>
                <wp:wrapNone/>
                <wp:docPr id="11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FFFFF" w:themeColor="background1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开幕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131.3pt;margin-top:328.9pt;height:26.55pt;width:161.7pt;z-index:251667456;mso-width-relative:page;mso-height-relative:page;" filled="f" stroked="f" coordsize="21600,21600" o:gfxdata="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PeqB2LYAAAACwEAAA8AAAAAAAAAAQAgAAAAIgAAAGRycy9k&#10;b3ducmV2LnhtbFBLAQIUABQAAAAIAIdO4kDDy214yQEAAIEDAAAOAAAAAAAAAAEAIAAAACcBAABk&#10;cnMvZTJvRG9jLnhtbFBLBQYAAAAABgAGAFkBAABiBQAAAAA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b/>
                          <w:color w:val="FFFFFF" w:themeColor="background1"/>
                          <w:kern w:val="24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开幕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4434840</wp:posOffset>
                </wp:positionV>
                <wp:extent cx="2053590" cy="275590"/>
                <wp:effectExtent l="0" t="0" r="0" b="0"/>
                <wp:wrapNone/>
                <wp:docPr id="12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27559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领导致辞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131.3pt;margin-top:349.2pt;height:21.7pt;width:161.7pt;z-index:251668480;mso-width-relative:page;mso-height-relative:page;" filled="f" stroked="f" coordsize="21600,21600" o:gfxdata="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2RXjttgAAAALAQAADwAAAAAAAAABACAAAAAiAAAAZHJzL2Rv&#10;d25yZXYueG1sUEsBAhQAFAAAAAgAh07iQIIVSKbIAQAAgQMAAA4AAAAAAAAAAQAgAAAAJwEAAGRy&#10;cy9lMm9Eb2MueG1sUEsFBgAAAAAGAAYAWQEAAGE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领导致辞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1080770</wp:posOffset>
                </wp:positionH>
                <wp:positionV relativeFrom="paragraph">
                  <wp:posOffset>4215130</wp:posOffset>
                </wp:positionV>
                <wp:extent cx="471805" cy="471805"/>
                <wp:effectExtent l="0" t="0" r="4445" b="4445"/>
                <wp:wrapNone/>
                <wp:docPr id="14" name="椭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" cy="471805"/>
                        </a:xfrm>
                        <a:prstGeom prst="ellipse">
                          <a:avLst/>
                        </a:prstGeom>
                        <a:solidFill>
                          <a:srgbClr val="FEE09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13" o:spid="_x0000_s1026" o:spt="3" type="#_x0000_t3" style="position:absolute;left:0pt;margin-left:85.1pt;margin-top:331.9pt;height:37.15pt;width:37.15pt;z-index:251669504;v-text-anchor:middle;mso-width-relative:page;mso-height-relative:page;" fillcolor="#FEE096" filled="t" stroked="f" coordsize="21600,21600" o:gfxdata="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y4kEKNsAAAALAQAADwAAAAAAAAABACAAAAAiAAAAZHJzL2Rvd25yZXYueG1s&#10;UEsBAhQAFAAAAAgAh07iQLnqxBL1AQAA1QMAAA4AAAAAAAAAAQAgAAAAKgEAAGRycy9lMm9Eb2Mu&#10;eG1sUEsFBgAAAAAGAAYAWQEAAJEF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1081405</wp:posOffset>
                </wp:positionH>
                <wp:positionV relativeFrom="paragraph">
                  <wp:posOffset>4282440</wp:posOffset>
                </wp:positionV>
                <wp:extent cx="471170" cy="337185"/>
                <wp:effectExtent l="0" t="0" r="0" b="0"/>
                <wp:wrapNone/>
                <wp:docPr id="15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D23434"/>
                                <w:kern w:val="24"/>
                                <w:sz w:val="32"/>
                                <w:szCs w:val="32"/>
                              </w:rPr>
                              <w:t>01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85.15pt;margin-top:337.2pt;height:26.55pt;width:37.1pt;z-index:251670528;mso-width-relative:page;mso-height-relative:page;" filled="f" stroked="f" coordsize="21600,21600" o:gfxdata="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fv/Ck2AAAAAsBAAAPAAAAAAAAAAEAIAAAACIAAABkcnMv&#10;ZG93bnJldi54bWxQSwECFAAUAAAACACHTuJArJKi8MoBAACAAwAADgAAAAAAAAABACAAAAAnAQAA&#10;ZHJzL2Uyb0RvYy54bWxQSwUGAAAAAAYABgBZAQAAYwUAAAAA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b/>
                          <w:color w:val="D23434"/>
                          <w:kern w:val="24"/>
                          <w:sz w:val="32"/>
                          <w:szCs w:val="3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5046980</wp:posOffset>
                </wp:positionV>
                <wp:extent cx="2053590" cy="337185"/>
                <wp:effectExtent l="0" t="0" r="0" b="0"/>
                <wp:wrapNone/>
                <wp:docPr id="16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FFFFF" w:themeColor="background1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集体游戏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131.3pt;margin-top:397.4pt;height:26.55pt;width:161.7pt;z-index:251671552;mso-width-relative:page;mso-height-relative:page;" filled="f" stroked="f" coordsize="21600,21600" o:gfxdata="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E9+2MjYAAAACwEAAA8AAAAAAAAAAQAgAAAAIgAAAGRy&#10;cy9kb3ducmV2LnhtbFBLAQIUABQAAAAIAIdO4kBzLADJzAEAAIEDAAAOAAAAAAAAAAEAIAAAACcB&#10;AABkcnMvZTJvRG9jLnhtbFBLBQYAAAAABgAGAFkBAABlBQAAAAA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b/>
                          <w:color w:val="FFFFFF" w:themeColor="background1"/>
                          <w:kern w:val="24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集体游戏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5304790</wp:posOffset>
                </wp:positionV>
                <wp:extent cx="2053590" cy="275590"/>
                <wp:effectExtent l="0" t="0" r="0" b="0"/>
                <wp:wrapNone/>
                <wp:docPr id="17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27559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游戏名字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6" o:spid="_x0000_s1026" o:spt="202" type="#_x0000_t202" style="position:absolute;left:0pt;margin-left:131.3pt;margin-top:417.7pt;height:21.7pt;width:161.7pt;z-index:251672576;mso-width-relative:page;mso-height-relative:page;" filled="f" stroked="f" coordsize="21600,21600" o:gfxdata="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HOEEj2AAAAAsBAAAPAAAAAAAAAAEAIAAAACIAAABkcnMv&#10;ZG93bnJldi54bWxQSwECFAAUAAAACACHTuJA+E1jSsoBAACBAwAADgAAAAAAAAABACAAAAAnAQAA&#10;ZHJzL2Uyb0RvYy54bWxQSwUGAAAAAAYABgBZAQAAYwUAAAAA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游戏名字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1080770</wp:posOffset>
                </wp:positionH>
                <wp:positionV relativeFrom="paragraph">
                  <wp:posOffset>5085080</wp:posOffset>
                </wp:positionV>
                <wp:extent cx="471805" cy="471805"/>
                <wp:effectExtent l="0" t="0" r="4445" b="4445"/>
                <wp:wrapNone/>
                <wp:docPr id="19" name="椭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" cy="471805"/>
                        </a:xfrm>
                        <a:prstGeom prst="ellipse">
                          <a:avLst/>
                        </a:prstGeom>
                        <a:solidFill>
                          <a:srgbClr val="FEE09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18" o:spid="_x0000_s1026" o:spt="3" type="#_x0000_t3" style="position:absolute;left:0pt;margin-left:85.1pt;margin-top:400.4pt;height:37.15pt;width:37.15pt;z-index:251673600;v-text-anchor:middle;mso-width-relative:page;mso-height-relative:page;" fillcolor="#FEE096" filled="t" stroked="f" coordsize="21600,21600" o:gfxdata="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JMk07ZAAAACwEAAA8AAAAAAAAAAQAgAAAAIgAAAGRycy9kb3ducmV2LnhtbFBLAQIUABQA&#10;AAAIAIdO4kArRjK+7wEAAMoDAAAOAAAAAAAAAAEAIAAAACgBAABkcnMvZTJvRG9jLnhtbFBLBQYA&#10;AAAABgAGAFkBAACJ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1081405</wp:posOffset>
                </wp:positionH>
                <wp:positionV relativeFrom="paragraph">
                  <wp:posOffset>5152390</wp:posOffset>
                </wp:positionV>
                <wp:extent cx="471170" cy="337185"/>
                <wp:effectExtent l="0" t="0" r="0" b="0"/>
                <wp:wrapNone/>
                <wp:docPr id="20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D23434"/>
                                <w:kern w:val="24"/>
                                <w:sz w:val="32"/>
                                <w:szCs w:val="32"/>
                              </w:rPr>
                              <w:t>02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85.15pt;margin-top:405.7pt;height:26.55pt;width:37.1pt;z-index:251674624;mso-width-relative:page;mso-height-relative:page;" filled="f" stroked="f" coordsize="21600,21600" o:gfxdata="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B8xT0DXAAAACwEAAA8AAAAAAAAAAQAgAAAAIgAAAGRycy9k&#10;b3ducmV2LnhtbFBLAQIUABQAAAAIAIdO4kAEZSVqygEAAIADAAAOAAAAAAAAAAEAIAAAACYBAABk&#10;cnMvZTJvRG9jLnhtbFBLBQYAAAAABgAGAFkBAABiBQAAAAA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b/>
                          <w:color w:val="D23434"/>
                          <w:kern w:val="24"/>
                          <w:sz w:val="32"/>
                          <w:szCs w:val="3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5916930</wp:posOffset>
                </wp:positionV>
                <wp:extent cx="2053590" cy="337185"/>
                <wp:effectExtent l="0" t="0" r="0" b="0"/>
                <wp:wrapNone/>
                <wp:docPr id="21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FFFFF" w:themeColor="background1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节目表演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131.3pt;margin-top:465.9pt;height:26.55pt;width:161.7pt;z-index:251675648;mso-width-relative:page;mso-height-relative:page;" filled="f" stroked="f" coordsize="21600,21600" o:gfxdata="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X+qk62AAAAAsBAAAPAAAAAAAAAAEAIAAAACIAAABkcnMv&#10;ZG93bnJldi54bWxQSwECFAAUAAAACACHTuJAehPP08oBAACBAwAADgAAAAAAAAABACAAAAAnAQAA&#10;ZHJzL2Uyb0RvYy54bWxQSwUGAAAAAAYABgBZAQAAYwUAAAAA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b/>
                          <w:color w:val="FFFFFF" w:themeColor="background1"/>
                          <w:kern w:val="24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节目表演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6174740</wp:posOffset>
                </wp:positionV>
                <wp:extent cx="2053590" cy="275590"/>
                <wp:effectExtent l="0" t="0" r="0" b="0"/>
                <wp:wrapNone/>
                <wp:docPr id="22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27559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歌唱，舞蹈，相声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1" o:spid="_x0000_s1026" o:spt="202" type="#_x0000_t202" style="position:absolute;left:0pt;margin-left:131.3pt;margin-top:486.2pt;height:21.7pt;width:161.7pt;z-index:251676672;mso-width-relative:page;mso-height-relative:page;" filled="f" stroked="f" coordsize="21600,21600" o:gfxdata="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CtEM5rYAAAADAEAAA8AAAAAAAAAAQAgAAAAIgAAAGRycy9k&#10;b3ducmV2LnhtbFBLAQIUABQAAAAIAIdO4kA7zeoNyQEAAIEDAAAOAAAAAAAAAAEAIAAAACcBAABk&#10;cnMvZTJvRG9jLnhtbFBLBQYAAAAABgAGAFkBAABiBQAAAAA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歌唱，舞蹈，相声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1080770</wp:posOffset>
                </wp:positionH>
                <wp:positionV relativeFrom="paragraph">
                  <wp:posOffset>5955030</wp:posOffset>
                </wp:positionV>
                <wp:extent cx="471805" cy="471805"/>
                <wp:effectExtent l="0" t="0" r="4445" b="4445"/>
                <wp:wrapNone/>
                <wp:docPr id="24" name="椭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" cy="471805"/>
                        </a:xfrm>
                        <a:prstGeom prst="ellipse">
                          <a:avLst/>
                        </a:prstGeom>
                        <a:solidFill>
                          <a:srgbClr val="FEE09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23" o:spid="_x0000_s1026" o:spt="3" type="#_x0000_t3" style="position:absolute;left:0pt;margin-left:85.1pt;margin-top:468.9pt;height:37.15pt;width:37.15pt;z-index:251677696;v-text-anchor:middle;mso-width-relative:page;mso-height-relative:page;" fillcolor="#FEE096" filled="t" stroked="f" coordsize="21600,21600" o:gfxdata="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ukNRNoAAAAMAQAADwAAAAAAAAABACAAAAAiAAAAZHJzL2Rvd25yZXYueG1sUEsBAhQA&#10;FAAAAAgAh07iQOAj/VPwAQAAygMAAA4AAAAAAAAAAQAgAAAAKQEAAGRycy9lMm9Eb2MueG1sUEsF&#10;BgAAAAAGAAYAWQEAAIs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1081405</wp:posOffset>
                </wp:positionH>
                <wp:positionV relativeFrom="paragraph">
                  <wp:posOffset>6022340</wp:posOffset>
                </wp:positionV>
                <wp:extent cx="471170" cy="337185"/>
                <wp:effectExtent l="0" t="0" r="0" b="0"/>
                <wp:wrapNone/>
                <wp:docPr id="25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D23434"/>
                                <w:kern w:val="24"/>
                                <w:sz w:val="32"/>
                                <w:szCs w:val="32"/>
                              </w:rPr>
                              <w:t>03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4" o:spid="_x0000_s1026" o:spt="202" type="#_x0000_t202" style="position:absolute;left:0pt;margin-left:85.15pt;margin-top:474.2pt;height:26.55pt;width:37.1pt;z-index:251678720;mso-width-relative:page;mso-height-relative:page;" filled="f" stroked="f" coordsize="21600,21600" o:gfxdata="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dzwy3tgAAAAMAQAADwAAAAAAAAABACAAAAAiAAAAZHJz&#10;L2Rvd25yZXYueG1sUEsBAhQAFAAAAAgAh07iQINyR4PLAQAAgAMAAA4AAAAAAAAAAQAgAAAAJwEA&#10;AGRycy9lMm9Eb2MueG1sUEsFBgAAAAAGAAYAWQEAAGQ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b/>
                          <w:color w:val="D23434"/>
                          <w:kern w:val="24"/>
                          <w:sz w:val="32"/>
                          <w:szCs w:val="3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6786880</wp:posOffset>
                </wp:positionV>
                <wp:extent cx="2053590" cy="337185"/>
                <wp:effectExtent l="0" t="0" r="0" b="0"/>
                <wp:wrapNone/>
                <wp:docPr id="27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FFFFF" w:themeColor="background1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抽奖活动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6" o:spid="_x0000_s1026" o:spt="202" type="#_x0000_t202" style="position:absolute;left:0pt;margin-left:131.3pt;margin-top:534.4pt;height:26.55pt;width:161.7pt;z-index:251679744;mso-width-relative:page;mso-height-relative:page;" filled="f" stroked="f" coordsize="21600,21600" o:gfxdata="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4rOaJ9gAAAANAQAADwAAAAAAAAABACAAAAAiAAAAZHJz&#10;L2Rvd25yZXYueG1sUEsBAhQAFAAAAAgAh07iQCTTBDTLAQAAgQMAAA4AAAAAAAAAAQAgAAAAJwEA&#10;AGRycy9lMm9Eb2MueG1sUEsFBgAAAAAGAAYAWQEAAGQ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b/>
                          <w:color w:val="FFFFFF" w:themeColor="background1"/>
                          <w:kern w:val="24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抽奖活动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7044690</wp:posOffset>
                </wp:positionV>
                <wp:extent cx="2053590" cy="275590"/>
                <wp:effectExtent l="0" t="0" r="0" b="0"/>
                <wp:wrapNone/>
                <wp:docPr id="28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27559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神秘礼品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131.3pt;margin-top:554.7pt;height:21.7pt;width:161.7pt;z-index:251680768;mso-width-relative:page;mso-height-relative:page;" filled="f" stroked="f" coordsize="21600,21600" o:gfxdata="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tBQAp2AAAAA0BAAAPAAAAAAAAAAEAIAAAACIAAABkcnMv&#10;ZG93bnJldi54bWxQSwECFAAUAAAACACHTuJA452pNcoBAACBAwAADgAAAAAAAAABACAAAAAnAQAA&#10;ZHJzL2Uyb0RvYy54bWxQSwUGAAAAAAYABgBZAQAAYwUAAAAA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神秘礼品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1080770</wp:posOffset>
                </wp:positionH>
                <wp:positionV relativeFrom="paragraph">
                  <wp:posOffset>6824980</wp:posOffset>
                </wp:positionV>
                <wp:extent cx="471805" cy="471805"/>
                <wp:effectExtent l="0" t="0" r="4445" b="4445"/>
                <wp:wrapNone/>
                <wp:docPr id="30" name="椭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" cy="471805"/>
                        </a:xfrm>
                        <a:prstGeom prst="ellipse">
                          <a:avLst/>
                        </a:prstGeom>
                        <a:solidFill>
                          <a:srgbClr val="FEE09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29" o:spid="_x0000_s1026" o:spt="3" type="#_x0000_t3" style="position:absolute;left:0pt;margin-left:85.1pt;margin-top:537.4pt;height:37.15pt;width:37.15pt;z-index:251681792;v-text-anchor:middle;mso-width-relative:page;mso-height-relative:page;" fillcolor="#FEE096" filled="t" stroked="f" coordsize="21600,21600" o:gfxdata="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cynvvbAAAADQEAAA8AAAAAAAAAAQAgAAAAIgAAAGRycy9kb3ducmV2LnhtbFBLAQIU&#10;ABQAAAAIAIdO4kDmODEt8AEAAMoDAAAOAAAAAAAAAAEAIAAAACoBAABkcnMvZTJvRG9jLnhtbFBL&#10;BQYAAAAABgAGAFkBAACM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1081405</wp:posOffset>
                </wp:positionH>
                <wp:positionV relativeFrom="paragraph">
                  <wp:posOffset>6892290</wp:posOffset>
                </wp:positionV>
                <wp:extent cx="471170" cy="337185"/>
                <wp:effectExtent l="0" t="0" r="0" b="0"/>
                <wp:wrapNone/>
                <wp:docPr id="31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D23434"/>
                                <w:kern w:val="24"/>
                                <w:sz w:val="32"/>
                                <w:szCs w:val="32"/>
                              </w:rPr>
                              <w:t>04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0" o:spid="_x0000_s1026" o:spt="202" type="#_x0000_t202" style="position:absolute;left:0pt;margin-left:85.15pt;margin-top:542.7pt;height:26.55pt;width:37.1pt;z-index:251682816;mso-width-relative:page;mso-height-relative:page;" filled="f" stroked="f" coordsize="21600,21600" o:gfxdata="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o2MBi2QAAAA0BAAAPAAAAAAAAAAEAIAAAACIAAABkcnMv&#10;ZG93bnJldi54bWxQSwECFAAUAAAACACHTuJAkryt8MkBAACAAwAADgAAAAAAAAABACAAAAAoAQAA&#10;ZHJzL2Uyb0RvYy54bWxQSwUGAAAAAAYABgBZAQAAYwUAAAAA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b/>
                          <w:color w:val="D23434"/>
                          <w:kern w:val="24"/>
                          <w:sz w:val="32"/>
                          <w:szCs w:val="3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7656830</wp:posOffset>
                </wp:positionV>
                <wp:extent cx="2053590" cy="337185"/>
                <wp:effectExtent l="0" t="0" r="0" b="0"/>
                <wp:wrapNone/>
                <wp:docPr id="33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FFFFF" w:themeColor="background1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节目表演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2" o:spid="_x0000_s1026" o:spt="202" type="#_x0000_t202" style="position:absolute;left:0pt;margin-left:131.3pt;margin-top:602.9pt;height:26.55pt;width:161.7pt;z-index:251683840;mso-width-relative:page;mso-height-relative:page;" filled="f" stroked="f" coordsize="21600,21600" o:gfxdata="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2keZZ9gAAAANAQAADwAAAAAAAAABACAAAAAiAAAAZHJz&#10;L2Rvd25yZXYueG1sUEsBAhQAFAAAAAgAh07iQBgZx17LAQAAgQMAAA4AAAAAAAAAAQAgAAAAJwEA&#10;AGRycy9lMm9Eb2MueG1sUEsFBgAAAAAGAAYAWQEAAGQ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b/>
                          <w:color w:val="FFFFFF" w:themeColor="background1"/>
                          <w:kern w:val="24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节目表演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7914640</wp:posOffset>
                </wp:positionV>
                <wp:extent cx="2053590" cy="275590"/>
                <wp:effectExtent l="0" t="0" r="0" b="0"/>
                <wp:wrapNone/>
                <wp:docPr id="34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27559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歌唱，舞蹈，相声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3" o:spid="_x0000_s1026" o:spt="202" type="#_x0000_t202" style="position:absolute;left:0pt;margin-left:131.3pt;margin-top:623.2pt;height:21.7pt;width:161.7pt;z-index:251684864;mso-width-relative:page;mso-height-relative:page;" filled="f" stroked="f" coordsize="21600,21600" o:gfxdata="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uKgaS2AAAAA0BAAAPAAAAAAAAAAEAIAAAACIAAABkcnMv&#10;ZG93bnJldi54bWxQSwECFAAUAAAACACHTuJA20hlysoBAACBAwAADgAAAAAAAAABACAAAAAnAQAA&#10;ZHJzL2Uyb0RvYy54bWxQSwUGAAAAAAYABgBZAQAAYwUAAAAA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歌唱，舞蹈，相声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1080770</wp:posOffset>
                </wp:positionH>
                <wp:positionV relativeFrom="paragraph">
                  <wp:posOffset>7694930</wp:posOffset>
                </wp:positionV>
                <wp:extent cx="471805" cy="471805"/>
                <wp:effectExtent l="0" t="0" r="4445" b="4445"/>
                <wp:wrapNone/>
                <wp:docPr id="36" name="椭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" cy="471805"/>
                        </a:xfrm>
                        <a:prstGeom prst="ellipse">
                          <a:avLst/>
                        </a:prstGeom>
                        <a:solidFill>
                          <a:srgbClr val="FEE09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35" o:spid="_x0000_s1026" o:spt="3" type="#_x0000_t3" style="position:absolute;left:0pt;margin-left:85.1pt;margin-top:605.9pt;height:37.15pt;width:37.15pt;z-index:251685888;v-text-anchor:middle;mso-width-relative:page;mso-height-relative:page;" fillcolor="#FEE096" filled="t" stroked="f" coordsize="21600,21600" o:gfxdata="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SHiXjbAAAADQEAAA8AAAAAAAAAAQAgAAAAIgAAAGRycy9kb3ducmV2LnhtbFBLAQIU&#10;ABQAAAAIAIdO4kC8gvFz8AEAAMoDAAAOAAAAAAAAAAEAIAAAACoBAABkcnMvZTJvRG9jLnhtbFBL&#10;BQYAAAAABgAGAFkBAACM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1081405</wp:posOffset>
                </wp:positionH>
                <wp:positionV relativeFrom="paragraph">
                  <wp:posOffset>7762240</wp:posOffset>
                </wp:positionV>
                <wp:extent cx="471170" cy="337185"/>
                <wp:effectExtent l="0" t="0" r="0" b="0"/>
                <wp:wrapNone/>
                <wp:docPr id="37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D23434"/>
                                <w:kern w:val="24"/>
                                <w:sz w:val="32"/>
                                <w:szCs w:val="32"/>
                              </w:rPr>
                              <w:t>05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6" o:spid="_x0000_s1026" o:spt="202" type="#_x0000_t202" style="position:absolute;left:0pt;margin-left:85.15pt;margin-top:611.2pt;height:26.55pt;width:37.1pt;z-index:251686912;mso-width-relative:page;mso-height-relative:page;" filled="f" stroked="f" coordsize="21600,21600" o:gfxdata="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BPHCznZAAAADQEAAA8AAAAAAAAAAQAgAAAAIgAAAGRy&#10;cy9kb3ducmV2LnhtbFBLAQIUABQAAAAIAIdO4kCc5UCDywEAAIADAAAOAAAAAAAAAAEAIAAAACgB&#10;AABkcnMvZTJvRG9jLnhtbFBLBQYAAAAABgAGAFkBAABlBQAAAAA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b/>
                          <w:color w:val="D23434"/>
                          <w:kern w:val="24"/>
                          <w:sz w:val="32"/>
                          <w:szCs w:val="3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8526780</wp:posOffset>
                </wp:positionV>
                <wp:extent cx="2053590" cy="337185"/>
                <wp:effectExtent l="0" t="0" r="0" b="0"/>
                <wp:wrapNone/>
                <wp:docPr id="39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FFFFF" w:themeColor="background1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节目表演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8" o:spid="_x0000_s1026" o:spt="202" type="#_x0000_t202" style="position:absolute;left:0pt;margin-left:131.3pt;margin-top:671.4pt;height:26.55pt;width:161.7pt;z-index:251687936;mso-width-relative:page;mso-height-relative:page;" filled="f" stroked="f" coordsize="21600,21600" o:gfxdata="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Gs+z+9kAAAANAQAADwAAAAAAAAABACAAAAAiAAAAZHJz&#10;L2Rvd25yZXYueG1sUEsBAhQAFAAAAAgAh07iQLtf6q3KAQAAgQMAAA4AAAAAAAAAAQAgAAAAKAEA&#10;AGRycy9lMm9Eb2MueG1sUEsFBgAAAAAGAAYAWQEAAGQ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b/>
                          <w:color w:val="FFFFFF" w:themeColor="background1"/>
                          <w:kern w:val="24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节目表演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8784590</wp:posOffset>
                </wp:positionV>
                <wp:extent cx="2053590" cy="275590"/>
                <wp:effectExtent l="0" t="0" r="0" b="0"/>
                <wp:wrapNone/>
                <wp:docPr id="40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27559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歌唱，舞蹈，相声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9" o:spid="_x0000_s1026" o:spt="202" type="#_x0000_t202" style="position:absolute;left:0pt;margin-left:131.3pt;margin-top:691.7pt;height:21.7pt;width:161.7pt;z-index:251688960;mso-width-relative:page;mso-height-relative:page;" filled="f" stroked="f" coordsize="21600,21600" o:gfxdata="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CXlnsNkAAAANAQAADwAAAAAAAAABACAAAAAiAAAAZHJz&#10;L2Rvd25yZXYueG1sUEsBAhQAFAAAAAgAh07iQI1WorfKAQAAgQMAAA4AAAAAAAAAAQAgAAAAKAEA&#10;AGRycy9lMm9Eb2MueG1sUEsFBgAAAAAGAAYAWQEAAGQ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歌唱，舞蹈，相声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1080770</wp:posOffset>
                </wp:positionH>
                <wp:positionV relativeFrom="paragraph">
                  <wp:posOffset>8564880</wp:posOffset>
                </wp:positionV>
                <wp:extent cx="471805" cy="471805"/>
                <wp:effectExtent l="0" t="0" r="4445" b="4445"/>
                <wp:wrapNone/>
                <wp:docPr id="42" name="椭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" cy="471805"/>
                        </a:xfrm>
                        <a:prstGeom prst="ellipse">
                          <a:avLst/>
                        </a:prstGeom>
                        <a:solidFill>
                          <a:srgbClr val="FEE09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41" o:spid="_x0000_s1026" o:spt="3" type="#_x0000_t3" style="position:absolute;left:0pt;margin-left:85.1pt;margin-top:674.4pt;height:37.15pt;width:37.15pt;z-index:251689984;v-text-anchor:middle;mso-width-relative:page;mso-height-relative:page;" fillcolor="#FEE096" filled="t" stroked="f" coordsize="21600,21600" o:gfxdata="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sYRCDbAAAADQEAAA8AAAAAAAAAAQAgAAAAIgAAAGRycy9kb3ducmV2LnhtbFBLAQIU&#10;ABQAAAAIAIdO4kB067pE8AEAAMoDAAAOAAAAAAAAAAEAIAAAACoBAABkcnMvZTJvRG9jLnhtbFBL&#10;BQYAAAAABgAGAFkBAACM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1081405</wp:posOffset>
                </wp:positionH>
                <wp:positionV relativeFrom="paragraph">
                  <wp:posOffset>8632190</wp:posOffset>
                </wp:positionV>
                <wp:extent cx="471170" cy="337185"/>
                <wp:effectExtent l="0" t="0" r="0" b="0"/>
                <wp:wrapNone/>
                <wp:docPr id="43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D23434"/>
                                <w:kern w:val="24"/>
                                <w:sz w:val="32"/>
                                <w:szCs w:val="32"/>
                              </w:rPr>
                              <w:t>06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2" o:spid="_x0000_s1026" o:spt="202" type="#_x0000_t202" style="position:absolute;left:0pt;margin-left:85.15pt;margin-top:679.7pt;height:26.55pt;width:37.1pt;z-index:251691008;mso-width-relative:page;mso-height-relative:page;" filled="f" stroked="f" coordsize="21600,21600" o:gfxdata="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QBbphNkAAAANAQAADwAAAAAAAAABACAAAAAiAAAAZHJz&#10;L2Rvd25yZXYueG1sUEsBAhQAFAAAAAgAh07iQNPrYRfKAQAAgAMAAA4AAAAAAAAAAQAgAAAAKAEA&#10;AGRycy9lMm9Eb2MueG1sUEsFBgAAAAAGAAYAWQEAAGQ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b/>
                          <w:color w:val="D23434"/>
                          <w:kern w:val="24"/>
                          <w:sz w:val="32"/>
                          <w:szCs w:val="3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4177030</wp:posOffset>
                </wp:positionV>
                <wp:extent cx="2053590" cy="337185"/>
                <wp:effectExtent l="0" t="0" r="0" b="0"/>
                <wp:wrapNone/>
                <wp:docPr id="45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FFFFF" w:themeColor="background1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抽奖活动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4" o:spid="_x0000_s1026" o:spt="202" type="#_x0000_t202" style="position:absolute;left:0pt;margin-left:387.15pt;margin-top:328.9pt;height:26.55pt;width:161.7pt;z-index:251692032;mso-width-relative:page;mso-height-relative:page;" filled="f" stroked="f" coordsize="21600,21600" o:gfxdata="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G2A2ctgAAAAMAQAADwAAAAAAAAABACAAAAAiAAAAZHJz&#10;L2Rvd25yZXYueG1sUEsBAhQAFAAAAAgAh07iQN3bduXLAQAAgQMAAA4AAAAAAAAAAQAgAAAAJwEA&#10;AGRycy9lMm9Eb2MueG1sUEsFBgAAAAAGAAYAWQEAAGQ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b/>
                          <w:color w:val="FFFFFF" w:themeColor="background1"/>
                          <w:kern w:val="24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抽奖活动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4434840</wp:posOffset>
                </wp:positionV>
                <wp:extent cx="2053590" cy="275590"/>
                <wp:effectExtent l="0" t="0" r="0" b="0"/>
                <wp:wrapNone/>
                <wp:docPr id="46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27559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神秘礼品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5" o:spid="_x0000_s1026" o:spt="202" type="#_x0000_t202" style="position:absolute;left:0pt;margin-left:387.15pt;margin-top:349.2pt;height:21.7pt;width:161.7pt;z-index:251693056;mso-width-relative:page;mso-height-relative:page;" filled="f" stroked="f" coordsize="21600,21600" o:gfxdata="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SPqmINgAAAAMAQAADwAAAAAAAAABACAAAAAiAAAAZHJz&#10;L2Rvd25yZXYueG1sUEsBAhQAFAAAAAgAh07iQJwFUzvLAQAAgQMAAA4AAAAAAAAAAQAgAAAAJwEA&#10;AGRycy9lMm9Eb2MueG1sUEsFBgAAAAAGAAYAWQEAAGQ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神秘礼品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4330065</wp:posOffset>
                </wp:positionH>
                <wp:positionV relativeFrom="paragraph">
                  <wp:posOffset>4215130</wp:posOffset>
                </wp:positionV>
                <wp:extent cx="471805" cy="471805"/>
                <wp:effectExtent l="0" t="0" r="4445" b="4445"/>
                <wp:wrapNone/>
                <wp:docPr id="48" name="椭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" cy="471805"/>
                        </a:xfrm>
                        <a:prstGeom prst="ellipse">
                          <a:avLst/>
                        </a:prstGeom>
                        <a:solidFill>
                          <a:srgbClr val="FEE09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47" o:spid="_x0000_s1026" o:spt="3" type="#_x0000_t3" style="position:absolute;left:0pt;margin-left:340.95pt;margin-top:331.9pt;height:37.15pt;width:37.15pt;z-index:251694080;v-text-anchor:middle;mso-width-relative:page;mso-height-relative:page;" fillcolor="#FEE096" filled="t" stroked="f" coordsize="21600,21600" o:gfxdata="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yTAW3toAAAALAQAADwAAAAAAAAABACAAAAAiAAAAZHJzL2Rvd25yZXYueG1sUEsBAhQA&#10;FAAAAAgAh07iQHwP/LPwAQAAygMAAA4AAAAAAAAAAQAgAAAAKQEAAGRycy9lMm9Eb2MueG1sUEsF&#10;BgAAAAAGAAYAWQEAAIs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4282440</wp:posOffset>
                </wp:positionV>
                <wp:extent cx="471170" cy="337185"/>
                <wp:effectExtent l="0" t="0" r="0" b="0"/>
                <wp:wrapNone/>
                <wp:docPr id="49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D23434"/>
                                <w:kern w:val="24"/>
                                <w:sz w:val="32"/>
                                <w:szCs w:val="32"/>
                              </w:rPr>
                              <w:t>07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8" o:spid="_x0000_s1026" o:spt="202" type="#_x0000_t202" style="position:absolute;left:0pt;margin-left:341pt;margin-top:337.2pt;height:26.55pt;width:37.1pt;z-index:251695104;mso-width-relative:page;mso-height-relative:page;" filled="f" stroked="f" coordsize="21600,21600" o:gfxdata="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MvHodgAAAALAQAADwAAAAAAAAABACAAAAAiAAAAZHJz&#10;L2Rvd25yZXYueG1sUEsBAhQAFAAAAAgAh07iQMEAVoPLAQAAgAMAAA4AAAAAAAAAAQAgAAAAJwEA&#10;AGRycy9lMm9Eb2MueG1sUEsFBgAAAAAGAAYAWQEAAGQ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b/>
                          <w:color w:val="D23434"/>
                          <w:kern w:val="24"/>
                          <w:sz w:val="32"/>
                          <w:szCs w:val="3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5046980</wp:posOffset>
                </wp:positionV>
                <wp:extent cx="2053590" cy="337185"/>
                <wp:effectExtent l="0" t="0" r="0" b="0"/>
                <wp:wrapNone/>
                <wp:docPr id="51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FFFFF" w:themeColor="background1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节目表演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0" o:spid="_x0000_s1026" o:spt="202" type="#_x0000_t202" style="position:absolute;left:0pt;margin-left:387.15pt;margin-top:397.4pt;height:26.55pt;width:161.7pt;z-index:251696128;mso-width-relative:page;mso-height-relative:page;" filled="f" stroked="f" coordsize="21600,21600" o:gfxdata="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JcXtVPYAAAADAEAAA8AAAAAAAAAAQAgAAAAIgAAAGRycy9k&#10;b3ducmV2LnhtbFBLAQIUABQAAAAIAIdO4kDhEbWPyQEAAIEDAAAOAAAAAAAAAAEAIAAAACcBAABk&#10;cnMvZTJvRG9jLnhtbFBLBQYAAAAABgAGAFkBAABiBQAAAAA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b/>
                          <w:color w:val="FFFFFF" w:themeColor="background1"/>
                          <w:kern w:val="24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节目表演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5304790</wp:posOffset>
                </wp:positionV>
                <wp:extent cx="2053590" cy="275590"/>
                <wp:effectExtent l="0" t="0" r="0" b="0"/>
                <wp:wrapNone/>
                <wp:docPr id="52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27559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歌唱，舞蹈，相声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1" o:spid="_x0000_s1026" o:spt="202" type="#_x0000_t202" style="position:absolute;left:0pt;margin-left:387.15pt;margin-top:417.7pt;height:21.7pt;width:161.7pt;z-index:251697152;mso-width-relative:page;mso-height-relative:page;" filled="f" stroked="f" coordsize="21600,21600" o:gfxdata="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OGviAbYAAAADAEAAA8AAAAAAAAAAQAgAAAAIgAAAGRycy9k&#10;b3ducmV2LnhtbFBLAQIUABQAAAAIAIdO4kCgz5BRyQEAAIEDAAAOAAAAAAAAAAEAIAAAACcBAABk&#10;cnMvZTJvRG9jLnhtbFBLBQYAAAAABgAGAFkBAABiBQAAAAA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歌唱，舞蹈，相声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4330065</wp:posOffset>
                </wp:positionH>
                <wp:positionV relativeFrom="paragraph">
                  <wp:posOffset>5085080</wp:posOffset>
                </wp:positionV>
                <wp:extent cx="471805" cy="471805"/>
                <wp:effectExtent l="0" t="0" r="4445" b="4445"/>
                <wp:wrapNone/>
                <wp:docPr id="54" name="椭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" cy="471805"/>
                        </a:xfrm>
                        <a:prstGeom prst="ellipse">
                          <a:avLst/>
                        </a:prstGeom>
                        <a:solidFill>
                          <a:srgbClr val="FEE09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53" o:spid="_x0000_s1026" o:spt="3" type="#_x0000_t3" style="position:absolute;left:0pt;margin-left:340.95pt;margin-top:400.4pt;height:37.15pt;width:37.15pt;z-index:251698176;v-text-anchor:middle;mso-width-relative:page;mso-height-relative:page;" fillcolor="#FEE096" filled="t" stroked="f" coordsize="21600,21600" o:gfxdata="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oPWBuNoAAAALAQAADwAAAAAAAAABACAAAAAiAAAAZHJzL2Rvd25yZXYueG1sUEsBAhQA&#10;FAAAAAgAh07iQAtaiWXwAQAAygMAAA4AAAAAAAAAAQAgAAAAKQEAAGRycy9lMm9Eb2MueG1sUEsF&#10;BgAAAAAGAAYAWQEAAIs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5152390</wp:posOffset>
                </wp:positionV>
                <wp:extent cx="471170" cy="337185"/>
                <wp:effectExtent l="0" t="0" r="0" b="0"/>
                <wp:wrapNone/>
                <wp:docPr id="55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D23434"/>
                                <w:kern w:val="24"/>
                                <w:sz w:val="32"/>
                                <w:szCs w:val="32"/>
                              </w:rPr>
                              <w:t>08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4" o:spid="_x0000_s1026" o:spt="202" type="#_x0000_t202" style="position:absolute;left:0pt;margin-left:341pt;margin-top:405.7pt;height:26.55pt;width:37.1pt;z-index:251699200;mso-width-relative:page;mso-height-relative:page;" filled="f" stroked="f" coordsize="21600,21600" o:gfxdata="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KhFeEXZAAAACwEAAA8AAAAAAAAAAQAgAAAAIgAAAGRy&#10;cy9kb3ducmV2LnhtbFBLAQIUABQAAAAIAIdO4kA47S9KywEAAIADAAAOAAAAAAAAAAEAIAAAACgB&#10;AABkcnMvZTJvRG9jLnhtbFBLBQYAAAAABgAGAFkBAABlBQAAAAA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b/>
                          <w:color w:val="D23434"/>
                          <w:kern w:val="24"/>
                          <w:sz w:val="32"/>
                          <w:szCs w:val="3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5916930</wp:posOffset>
                </wp:positionV>
                <wp:extent cx="2053590" cy="337185"/>
                <wp:effectExtent l="0" t="0" r="0" b="0"/>
                <wp:wrapNone/>
                <wp:docPr id="57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FFFFF" w:themeColor="background1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集体游戏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6" o:spid="_x0000_s1026" o:spt="202" type="#_x0000_t202" style="position:absolute;left:0pt;margin-left:387.15pt;margin-top:465.9pt;height:26.55pt;width:161.7pt;z-index:251700224;mso-width-relative:page;mso-height-relative:page;" filled="f" stroked="f" coordsize="21600,21600" o:gfxdata="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CVG8rzZAAAADAEAAA8AAAAAAAAAAQAgAAAAIgAAAGRy&#10;cy9kb3ducmV2LnhtbFBLAQIUABQAAAAIAIdO4kC/0X5oywEAAIEDAAAOAAAAAAAAAAEAIAAAACgB&#10;AABkcnMvZTJvRG9jLnhtbFBLBQYAAAAABgAGAFkBAABlBQAAAAA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b/>
                          <w:color w:val="FFFFFF" w:themeColor="background1"/>
                          <w:kern w:val="24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集体游戏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6174740</wp:posOffset>
                </wp:positionV>
                <wp:extent cx="2053590" cy="275590"/>
                <wp:effectExtent l="0" t="0" r="0" b="0"/>
                <wp:wrapNone/>
                <wp:docPr id="58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27559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游戏名字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7" o:spid="_x0000_s1026" o:spt="202" type="#_x0000_t202" style="position:absolute;left:0pt;margin-left:387.15pt;margin-top:486.2pt;height:21.7pt;width:161.7pt;z-index:251701248;mso-width-relative:page;mso-height-relative:page;" filled="f" stroked="f" coordsize="21600,21600" o:gfxdata="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DpcnedkAAAANAQAADwAAAAAAAAABACAAAAAiAAAAZHJz&#10;L2Rvd25yZXYueG1sUEsBAhQAFAAAAAgAh07iQHif02nKAQAAgQMAAA4AAAAAAAAAAQAgAAAAKAEA&#10;AGRycy9lMm9Eb2MueG1sUEsFBgAAAAAGAAYAWQEAAGQ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游戏名字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4330065</wp:posOffset>
                </wp:positionH>
                <wp:positionV relativeFrom="paragraph">
                  <wp:posOffset>5955030</wp:posOffset>
                </wp:positionV>
                <wp:extent cx="471805" cy="471805"/>
                <wp:effectExtent l="0" t="0" r="4445" b="4445"/>
                <wp:wrapNone/>
                <wp:docPr id="60" name="椭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" cy="471805"/>
                        </a:xfrm>
                        <a:prstGeom prst="ellipse">
                          <a:avLst/>
                        </a:prstGeom>
                        <a:solidFill>
                          <a:srgbClr val="FEE09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59" o:spid="_x0000_s1026" o:spt="3" type="#_x0000_t3" style="position:absolute;left:0pt;margin-left:340.95pt;margin-top:468.9pt;height:37.15pt;width:37.15pt;z-index:251702272;v-text-anchor:middle;mso-width-relative:page;mso-height-relative:page;" fillcolor="#FEE096" filled="t" stroked="f" coordsize="21600,21600" o:gfxdata="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5r1qtsAAAAMAQAADwAAAAAAAAABACAAAAAiAAAAZHJzL2Rvd25yZXYueG1sUEsBAhQA&#10;FAAAAAgAh07iQGxzltzvAQAAygMAAA4AAAAAAAAAAQAgAAAAKgEAAGRycy9lMm9Eb2MueG1sUEsF&#10;BgAAAAAGAAYAWQEAAIs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6022340</wp:posOffset>
                </wp:positionV>
                <wp:extent cx="471170" cy="337185"/>
                <wp:effectExtent l="0" t="0" r="0" b="0"/>
                <wp:wrapNone/>
                <wp:docPr id="61" name="文本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D23434"/>
                                <w:kern w:val="24"/>
                                <w:sz w:val="32"/>
                                <w:szCs w:val="32"/>
                              </w:rPr>
                              <w:t>09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0" o:spid="_x0000_s1026" o:spt="202" type="#_x0000_t202" style="position:absolute;left:0pt;margin-left:341pt;margin-top:474.2pt;height:26.55pt;width:37.1pt;z-index:251703296;mso-width-relative:page;mso-height-relative:page;" filled="f" stroked="f" coordsize="21600,21600" o:gfxdata="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LC0yi9kAAAAMAQAADwAAAAAAAAABACAAAAAiAAAAZHJz&#10;L2Rvd25yZXYueG1sUEsBAhQAFAAAAAgAh07iQOOcg2TKAQAAgAMAAA4AAAAAAAAAAQAgAAAAKAEA&#10;AGRycy9lMm9Eb2MueG1sUEsFBgAAAAAGAAYAWQEAAGQ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b/>
                          <w:color w:val="D23434"/>
                          <w:kern w:val="24"/>
                          <w:sz w:val="32"/>
                          <w:szCs w:val="3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6786880</wp:posOffset>
                </wp:positionV>
                <wp:extent cx="2053590" cy="337185"/>
                <wp:effectExtent l="0" t="0" r="0" b="0"/>
                <wp:wrapNone/>
                <wp:docPr id="63" name="文本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FFFFF" w:themeColor="background1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集体游戏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2" o:spid="_x0000_s1026" o:spt="202" type="#_x0000_t202" style="position:absolute;left:0pt;margin-left:387.15pt;margin-top:534.4pt;height:26.55pt;width:161.7pt;z-index:251704320;mso-width-relative:page;mso-height-relative:page;" filled="f" stroked="f" coordsize="21600,21600" o:gfxdata="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dEIOb2QAAAA4BAAAPAAAAAAAAAAEAIAAAACIAAABk&#10;cnMvZG93bnJldi54bWxQSwECFAAUAAAACACHTuJAknZRecwBAACBAwAADgAAAAAAAAABACAAAAAo&#10;AQAAZHJzL2Uyb0RvYy54bWxQSwUGAAAAAAYABgBZAQAAZgUAAAAA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b/>
                          <w:color w:val="FFFFFF" w:themeColor="background1"/>
                          <w:kern w:val="24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集体游戏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7044690</wp:posOffset>
                </wp:positionV>
                <wp:extent cx="2053590" cy="275590"/>
                <wp:effectExtent l="0" t="0" r="0" b="0"/>
                <wp:wrapNone/>
                <wp:docPr id="64" name="文本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27559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游戏名字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3" o:spid="_x0000_s1026" o:spt="202" type="#_x0000_t202" style="position:absolute;left:0pt;margin-left:387.15pt;margin-top:554.7pt;height:21.7pt;width:161.7pt;z-index:251705344;mso-width-relative:page;mso-height-relative:page;" filled="f" stroked="f" coordsize="21600,21600" o:gfxdata="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JVbPmHZAAAADgEAAA8AAAAAAAAAAQAgAAAAIgAAAGRy&#10;cy9kb3ducmV2LnhtbFBLAQIUABQAAAAIAIdO4kBRJ/PtywEAAIEDAAAOAAAAAAAAAAEAIAAAACgB&#10;AABkcnMvZTJvRG9jLnhtbFBLBQYAAAAABgAGAFkBAABlBQAAAAA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游戏名字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4330065</wp:posOffset>
                </wp:positionH>
                <wp:positionV relativeFrom="paragraph">
                  <wp:posOffset>6824980</wp:posOffset>
                </wp:positionV>
                <wp:extent cx="471805" cy="471805"/>
                <wp:effectExtent l="0" t="0" r="4445" b="4445"/>
                <wp:wrapNone/>
                <wp:docPr id="66" name="椭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" cy="471805"/>
                        </a:xfrm>
                        <a:prstGeom prst="ellipse">
                          <a:avLst/>
                        </a:prstGeom>
                        <a:solidFill>
                          <a:srgbClr val="FEE09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65" o:spid="_x0000_s1026" o:spt="3" type="#_x0000_t3" style="position:absolute;left:0pt;margin-left:340.95pt;margin-top:537.4pt;height:37.15pt;width:37.15pt;z-index:251706368;v-text-anchor:middle;mso-width-relative:page;mso-height-relative:page;" fillcolor="#FEE096" filled="t" stroked="f" coordsize="21600,21600" o:gfxdata="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MOwrL3AAAAA0BAAAPAAAAAAAAAAEAIAAAACIAAABkcnMvZG93bnJldi54bWxQSwEC&#10;FAAUAAAACACHTuJAZty2FPABAADKAwAADgAAAAAAAAABACAAAAArAQAAZHJzL2Uyb0RvYy54bWxQ&#10;SwUGAAAAAAYABgBZAQAAjQ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6892290</wp:posOffset>
                </wp:positionV>
                <wp:extent cx="471170" cy="337185"/>
                <wp:effectExtent l="0" t="0" r="0" b="0"/>
                <wp:wrapNone/>
                <wp:docPr id="67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D23434"/>
                                <w:kern w:val="24"/>
                                <w:sz w:val="32"/>
                                <w:szCs w:val="32"/>
                              </w:rPr>
                              <w:t>10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6" o:spid="_x0000_s1026" o:spt="202" type="#_x0000_t202" style="position:absolute;left:0pt;margin-left:341pt;margin-top:542.7pt;height:26.55pt;width:37.1pt;z-index:251707392;mso-width-relative:page;mso-height-relative:page;" filled="f" stroked="f" coordsize="21600,21600" o:gfxdata="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PbGMy7ZAAAADQEAAA8AAAAAAAAAAQAgAAAAIgAAAGRy&#10;cy9kb3ducmV2LnhtbFBLAQIUABQAAAAIAIdO4kDtxW4XywEAAIADAAAOAAAAAAAAAAEAIAAAACgB&#10;AABkcnMvZTJvRG9jLnhtbFBLBQYAAAAABgAGAFkBAABlBQAAAAA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b/>
                          <w:color w:val="D23434"/>
                          <w:kern w:val="24"/>
                          <w:sz w:val="32"/>
                          <w:szCs w:val="32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7656830</wp:posOffset>
                </wp:positionV>
                <wp:extent cx="2053590" cy="337185"/>
                <wp:effectExtent l="0" t="0" r="0" b="0"/>
                <wp:wrapNone/>
                <wp:docPr id="69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FFFFF" w:themeColor="background1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节目表演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8" o:spid="_x0000_s1026" o:spt="202" type="#_x0000_t202" style="position:absolute;left:0pt;margin-left:387.15pt;margin-top:602.9pt;height:26.55pt;width:161.7pt;z-index:251708416;mso-width-relative:page;mso-height-relative:page;" filled="f" stroked="f" coordsize="21600,21600" o:gfxdata="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I7g9rLZAAAADgEAAA8AAAAAAAAAAQAgAAAAIgAAAGRy&#10;cy9kb3ducmV2LnhtbFBLAQIUABQAAAAIAIdO4kAxMHyKywEAAIEDAAAOAAAAAAAAAAEAIAAAACgB&#10;AABkcnMvZTJvRG9jLnhtbFBLBQYAAAAABgAGAFkBAABlBQAAAAA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b/>
                          <w:color w:val="FFFFFF" w:themeColor="background1"/>
                          <w:kern w:val="24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节目表演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7914640</wp:posOffset>
                </wp:positionV>
                <wp:extent cx="2053590" cy="275590"/>
                <wp:effectExtent l="0" t="0" r="0" b="0"/>
                <wp:wrapNone/>
                <wp:docPr id="70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27559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歌唱，舞蹈，相声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9" o:spid="_x0000_s1026" o:spt="202" type="#_x0000_t202" style="position:absolute;left:0pt;margin-left:387.15pt;margin-top:623.2pt;height:21.7pt;width:161.7pt;z-index:251709440;mso-width-relative:page;mso-height-relative:page;" filled="f" stroked="f" coordsize="21600,21600" o:gfxdata="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I1QsbNkAAAAOAQAADwAAAAAAAAABACAAAAAiAAAAZHJz&#10;L2Rvd25yZXYueG1sUEsBAhQAFAAAAAgAh07iQGXtjn/KAQAAgQMAAA4AAAAAAAAAAQAgAAAAKAEA&#10;AGRycy9lMm9Eb2MueG1sUEsFBgAAAAAGAAYAWQEAAGQ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歌唱，舞蹈，相声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4330065</wp:posOffset>
                </wp:positionH>
                <wp:positionV relativeFrom="paragraph">
                  <wp:posOffset>7694930</wp:posOffset>
                </wp:positionV>
                <wp:extent cx="471805" cy="471805"/>
                <wp:effectExtent l="0" t="0" r="4445" b="4445"/>
                <wp:wrapNone/>
                <wp:docPr id="72" name="椭圆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" cy="471805"/>
                        </a:xfrm>
                        <a:prstGeom prst="ellipse">
                          <a:avLst/>
                        </a:prstGeom>
                        <a:solidFill>
                          <a:srgbClr val="FEE09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71" o:spid="_x0000_s1026" o:spt="3" type="#_x0000_t3" style="position:absolute;left:0pt;margin-left:340.95pt;margin-top:605.9pt;height:37.15pt;width:37.15pt;z-index:251710464;v-text-anchor:middle;mso-width-relative:page;mso-height-relative:page;" fillcolor="#FEE096" filled="t" stroked="f" coordsize="21600,21600" o:gfxdata="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f44dSNoAAAANAQAADwAAAAAAAAABACAAAAAiAAAAZHJzL2Rvd25yZXYueG1sUEsBAhQA&#10;FAAAAAgAh07iQP3cqNDwAQAAygMAAA4AAAAAAAAAAQAgAAAAKQEAAGRycy9lMm9Eb2MueG1sUEsF&#10;BgAAAAAGAAYAWQEAAIs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7762240</wp:posOffset>
                </wp:positionV>
                <wp:extent cx="471170" cy="337820"/>
                <wp:effectExtent l="0" t="0" r="0" b="0"/>
                <wp:wrapNone/>
                <wp:docPr id="73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33782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D23434"/>
                                <w:kern w:val="24"/>
                                <w:sz w:val="32"/>
                                <w:szCs w:val="32"/>
                              </w:rPr>
                              <w:t>11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2" o:spid="_x0000_s1026" o:spt="202" type="#_x0000_t202" style="position:absolute;left:0pt;margin-left:341pt;margin-top:611.2pt;height:26.6pt;width:37.1pt;z-index:251711488;mso-width-relative:page;mso-height-relative:page;" filled="f" stroked="f" coordsize="21600,21600" o:gfxdata="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JF+u1tgAAAANAQAADwAAAAAAAAABACAAAAAiAAAAZHJz&#10;L2Rvd25yZXYueG1sUEsBAhQAFAAAAAgAh07iQHlg5DPLAQAAgAMAAA4AAAAAAAAAAQAgAAAAJwEA&#10;AGRycy9lMm9Eb2MueG1sUEsFBgAAAAAGAAYAWQEAAGQ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b/>
                          <w:color w:val="D23434"/>
                          <w:kern w:val="24"/>
                          <w:sz w:val="32"/>
                          <w:szCs w:val="32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8526780</wp:posOffset>
                </wp:positionV>
                <wp:extent cx="2053590" cy="337185"/>
                <wp:effectExtent l="0" t="0" r="0" b="0"/>
                <wp:wrapNone/>
                <wp:docPr id="75" name="文本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FFFFF" w:themeColor="background1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谢幕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4" o:spid="_x0000_s1026" o:spt="202" type="#_x0000_t202" style="position:absolute;left:0pt;margin-left:387.15pt;margin-top:671.4pt;height:26.55pt;width:161.7pt;z-index:251712512;mso-width-relative:page;mso-height-relative:page;" filled="f" stroked="f" coordsize="21600,21600" o:gfxdata="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JG2PGnZAAAADgEAAA8AAAAAAAAAAQAgAAAAIgAAAGRy&#10;cy9kb3ducmV2LnhtbFBLAQIUABQAAAAIAIdO4kBkA9ROywEAAIEDAAAOAAAAAAAAAAEAIAAAACgB&#10;AABkcnMvZTJvRG9jLnhtbFBLBQYAAAAABgAGAFkBAABlBQAAAAA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b/>
                          <w:color w:val="FFFFFF" w:themeColor="background1"/>
                          <w:kern w:val="24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谢幕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8784590</wp:posOffset>
                </wp:positionV>
                <wp:extent cx="2053590" cy="275590"/>
                <wp:effectExtent l="0" t="0" r="0" b="0"/>
                <wp:wrapNone/>
                <wp:docPr id="76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27559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尽情享受晚宴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5" o:spid="_x0000_s1026" o:spt="202" type="#_x0000_t202" style="position:absolute;left:0pt;margin-left:387.15pt;margin-top:691.7pt;height:21.7pt;width:161.7pt;z-index:251713536;mso-width-relative:page;mso-height-relative:page;" filled="f" stroked="f" coordsize="21600,21600" o:gfxdata="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18UxG2gAAAA4BAAAPAAAAAAAAAAEAIAAAACIAAABk&#10;cnMvZG93bnJldi54bWxQSwECFAAUAAAACACHTuJAJd3xkMsBAACBAwAADgAAAAAAAAABACAAAAAp&#10;AQAAZHJzL2Uyb0RvYy54bWxQSwUGAAAAAAYABgBZAQAAZgUAAAAA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尽情享受晚宴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4330065</wp:posOffset>
                </wp:positionH>
                <wp:positionV relativeFrom="paragraph">
                  <wp:posOffset>8564880</wp:posOffset>
                </wp:positionV>
                <wp:extent cx="471805" cy="471805"/>
                <wp:effectExtent l="0" t="0" r="4445" b="4445"/>
                <wp:wrapNone/>
                <wp:docPr id="78" name="椭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" cy="471805"/>
                        </a:xfrm>
                        <a:prstGeom prst="ellipse">
                          <a:avLst/>
                        </a:prstGeom>
                        <a:solidFill>
                          <a:srgbClr val="FEE09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77" o:spid="_x0000_s1026" o:spt="3" type="#_x0000_t3" style="position:absolute;left:0pt;margin-left:340.95pt;margin-top:674.4pt;height:37.15pt;width:37.15pt;z-index:251714560;v-text-anchor:middle;mso-width-relative:page;mso-height-relative:page;" fillcolor="#FEE096" filled="t" stroked="f" coordsize="21600,21600" o:gfxdata="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8BHQENsAAAANAQAADwAAAAAAAAABACAAAAAiAAAAZHJzL2Rvd25yZXYueG1sUEsBAhQA&#10;FAAAAAgAh07iQPU47ifvAQAAygMAAA4AAAAAAAAAAQAgAAAAKgEAAGRycy9lMm9Eb2MueG1sUEsF&#10;BgAAAAAGAAYAWQEAAIs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8632190</wp:posOffset>
                </wp:positionV>
                <wp:extent cx="471170" cy="337185"/>
                <wp:effectExtent l="0" t="0" r="0" b="0"/>
                <wp:wrapNone/>
                <wp:docPr id="79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D23434"/>
                                <w:kern w:val="24"/>
                                <w:sz w:val="32"/>
                                <w:szCs w:val="32"/>
                              </w:rPr>
                              <w:t>12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8" o:spid="_x0000_s1026" o:spt="202" type="#_x0000_t202" style="position:absolute;left:0pt;margin-left:341pt;margin-top:679.7pt;height:26.55pt;width:37.1pt;z-index:251715584;mso-width-relative:page;mso-height-relative:page;" filled="f" stroked="f" coordsize="21600,21600" o:gfxdata="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eCBrI2gAAAA0BAAAPAAAAAAAAAAEAIAAAACIAAABk&#10;cnMvZG93bnJldi54bWxQSwECFAAUAAAACACHTuJA7uCz8MsBAACAAwAADgAAAAAAAAABACAAAAAp&#10;AQAAZHJzL2Uyb0RvYy54bWxQSwUGAAAAAAYABgBZAQAAZgUAAAAA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b/>
                          <w:color w:val="D23434"/>
                          <w:kern w:val="24"/>
                          <w:sz w:val="32"/>
                          <w:szCs w:val="32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2393315</wp:posOffset>
                </wp:positionH>
                <wp:positionV relativeFrom="paragraph">
                  <wp:posOffset>9621520</wp:posOffset>
                </wp:positionV>
                <wp:extent cx="2773045" cy="459105"/>
                <wp:effectExtent l="0" t="0" r="0" b="0"/>
                <wp:wrapNone/>
                <wp:docPr id="84" name="组合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3045" cy="459105"/>
                          <a:chOff x="868" y="918"/>
                          <a:chExt cx="3386" cy="723"/>
                        </a:xfrm>
                      </wpg:grpSpPr>
                      <wps:wsp>
                        <wps:cNvPr id="85" name="文本框 84"/>
                        <wps:cNvSpPr txBox="1"/>
                        <wps:spPr>
                          <a:xfrm>
                            <a:off x="868" y="918"/>
                            <a:ext cx="3386" cy="51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Arial" w:hAnsi="Arial" w:eastAsia="Noto Sans S Chinese Bold"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CORPORATE </w:t>
                              </w:r>
                              <w:r>
                                <w:rPr>
                                  <w:rFonts w:ascii="Arial" w:hAnsi="Arial" w:eastAsia="Noto Sans S Chinese DemiLight"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NAME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86" name="文本框 85"/>
                        <wps:cNvSpPr txBox="1"/>
                        <wps:spPr>
                          <a:xfrm>
                            <a:off x="868" y="1313"/>
                            <a:ext cx="3386" cy="32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Arial" w:hAnsi="Arial" w:eastAsia="Noto Sans S Chinese DemiLight"/>
                                  <w:color w:val="FFFFFF" w:themeColor="background1"/>
                                  <w:kern w:val="24"/>
                                  <w:sz w:val="16"/>
                                  <w:szCs w:val="16"/>
                                  <w14:textFill>
                                    <w14:solidFill>
                                      <w14:schemeClr w14:val="bg1">
                                        <w14:alpha w14:val="30000"/>
                                      </w14:schemeClr>
                                    </w14:solidFill>
                                  </w14:textFill>
                                </w:rPr>
                                <w:t>Introduction to Tencent Corporation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3" o:spid="_x0000_s1026" o:spt="203" style="position:absolute;left:0pt;margin-left:188.45pt;margin-top:757.6pt;height:36.15pt;width:218.35pt;z-index:251716608;mso-width-relative:page;mso-height-relative:page;" coordorigin="868,918" coordsize="3386,723" o:gfxdata="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dK8+ntwAAAANAQAADwAA&#10;AAAAAAABACAAAAAiAAAAZHJzL2Rvd25yZXYueG1sUEsBAhQAFAAAAAgAh07iQJrUGgFLAgAADAYA&#10;AA4AAAAAAAAAAQAgAAAAKwEAAGRycy9lMm9Eb2MueG1sUEsFBgAAAAAGAAYAWQEAAOgFAAAAAA==&#10;">
                <o:lock v:ext="edit" aspectratio="f"/>
                <v:shape id="文本框 84" o:spid="_x0000_s1026" o:spt="202" type="#_x0000_t202" style="position:absolute;left:868;top:918;height:512;width:3386;" filled="f" stroked="f" coordsize="21600,21600" o:gfxdata="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c0CK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Arial" w:hAnsi="Arial" w:eastAsia="Noto Sans S Chinese Bold"/>
                            <w:color w:val="FFFFFF" w:themeColor="background1"/>
                            <w:kern w:val="24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CORPORATE </w:t>
                        </w:r>
                        <w:r>
                          <w:rPr>
                            <w:rFonts w:ascii="Arial" w:hAnsi="Arial" w:eastAsia="Noto Sans S Chinese DemiLight"/>
                            <w:color w:val="FFFFFF" w:themeColor="background1"/>
                            <w:kern w:val="24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NAME</w:t>
                        </w:r>
                      </w:p>
                    </w:txbxContent>
                  </v:textbox>
                </v:shape>
                <v:shape id="文本框 85" o:spid="_x0000_s1026" o:spt="202" type="#_x0000_t202" style="position:absolute;left:868;top:1313;height:328;width:3386;" filled="f" stroked="f" coordsize="21600,21600" o:gfxdata="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R+cX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Arial" w:hAnsi="Arial" w:eastAsia="Noto Sans S Chinese DemiLight"/>
                            <w:color w:val="FFFFFF" w:themeColor="background1"/>
                            <w:kern w:val="24"/>
                            <w:sz w:val="16"/>
                            <w:szCs w:val="16"/>
                            <w14:textFill>
                              <w14:solidFill>
                                <w14:schemeClr w14:val="bg1">
                                  <w14:alpha w14:val="30000"/>
                                </w14:schemeClr>
                              </w14:solidFill>
                            </w14:textFill>
                          </w:rPr>
                          <w:t>Introduction to Tencent Corporation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pgSz w:w="11906" w:h="16838"/>
      <w:pgMar w:top="0" w:right="0" w:bottom="0" w:left="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oto Sans S Chinese Bold">
    <w:altName w:val="宋体"/>
    <w:panose1 w:val="020B0800000000000000"/>
    <w:charset w:val="86"/>
    <w:family w:val="auto"/>
    <w:pitch w:val="default"/>
    <w:sig w:usb0="00000000" w:usb1="00000000" w:usb2="00000016" w:usb3="00000000" w:csb0="60060107" w:csb1="00000000"/>
  </w:font>
  <w:font w:name="Noto Sans S Chinese DemiLight">
    <w:altName w:val="宋体"/>
    <w:panose1 w:val="020B0400000000000000"/>
    <w:charset w:val="86"/>
    <w:family w:val="auto"/>
    <w:pitch w:val="default"/>
    <w:sig w:usb0="00000000" w:usb1="00000000" w:usb2="00000016" w:usb3="00000000" w:csb0="6006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D2107E"/>
    <w:rsid w:val="53175012"/>
    <w:rsid w:val="60990378"/>
    <w:rsid w:val="6FD2107E"/>
    <w:rsid w:val="780B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863c3396-285d-477e-8eb9-307a600a8fbd\&#20844;&#21496;&#24180;&#20250;&#33410;&#30446;&#21333;&#21916;&#24198;&#32418;&#33394;&#27169;&#26495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公司年会节目单喜庆红色模板.docx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2021-12-23T03:01:00Z</dcterms:created>
  <dc:creator>文档存本地丢失不负责</dc:creator>
  <cp:lastModifiedBy>文档存本地丢失不负责</cp:lastModifiedBy>
  <dcterms:modified xsi:type="dcterms:W3CDTF">2021-12-23T03:03:37Z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TemplateUUID">
    <vt:lpwstr>v1.0_mb_RYh4GEYIj4Yu/3i5lYX5tQ==</vt:lpwstr>
  </property>
  <property fmtid="{D5CDD505-2E9C-101B-9397-08002B2CF9AE}" pid="4" name="ICV">
    <vt:lpwstr>8F84576C93C446B69F416EBE01BCBF34</vt:lpwstr>
  </property>
</Properties>
</file>