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-786130</wp:posOffset>
            </wp:positionH>
            <wp:positionV relativeFrom="page">
              <wp:posOffset>8322945</wp:posOffset>
            </wp:positionV>
            <wp:extent cx="6854190" cy="1982470"/>
            <wp:effectExtent l="0" t="0" r="3810" b="17780"/>
            <wp:wrapNone/>
            <wp:docPr id="4" name="图片 4" descr="aac2130d028a75346a78a05ad6355be7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ac2130d028a75346a78a05ad6355be7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4190" cy="198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-167005</wp:posOffset>
                </wp:positionH>
                <wp:positionV relativeFrom="page">
                  <wp:posOffset>2713355</wp:posOffset>
                </wp:positionV>
                <wp:extent cx="5838190" cy="6773545"/>
                <wp:effectExtent l="0" t="0" r="10160" b="82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79475" y="2889250"/>
                          <a:ext cx="5838190" cy="677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pPr w:leftFromText="180" w:rightFromText="180" w:vertAnchor="page" w:horzAnchor="page" w:tblpX="1721" w:tblpY="4437"/>
                              <w:tblW w:w="8670" w:type="dxa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335"/>
                              <w:gridCol w:w="2902"/>
                              <w:gridCol w:w="1898"/>
                              <w:gridCol w:w="2535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节目名称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节目类型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/>
                                      <w:bCs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表演人员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领导致辞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领导致辞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公司总裁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开场舞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小稻壳、星星等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歌曲串烧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胖猫、萌萌等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生活不仅苟且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小品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叮叮当、花花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05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回家路上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相声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月亮、大太阳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桃之夭夭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丹丹、小稻壳等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07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抽奖环节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夸夸咱公司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小品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叮叮当、花花等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纸短情长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洋洋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新马德里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月亮、大太阳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奋斗的青春最美丽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快板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吴吴、浩浩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明天会更好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全体成员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明天会更好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</w:rPr>
                                    <w:t>全体成员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46" w:hRule="atLeast"/>
                              </w:trPr>
                              <w:tc>
                                <w:tcPr>
                                  <w:tcW w:w="13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default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eastAsia="zh-CN"/>
                                    </w:rPr>
                                    <w:t>花好月圆</w:t>
                                  </w:r>
                                </w:p>
                              </w:tc>
                              <w:tc>
                                <w:tcPr>
                                  <w:tcW w:w="189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eastAsia="zh-CN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5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Times New Roman"/>
                                      <w:b w:val="0"/>
                                      <w:bCs w:val="0"/>
                                      <w:color w:val="B9282F"/>
                                      <w:kern w:val="0"/>
                                      <w:sz w:val="32"/>
                                      <w:szCs w:val="32"/>
                                      <w:lang w:eastAsia="zh-CN"/>
                                    </w:rPr>
                                    <w:t>全体成员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color w:val="B9282F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15pt;margin-top:213.65pt;height:533.35pt;width:459.7pt;mso-position-vertical-relative:page;z-index:-251656192;mso-width-relative:page;mso-height-relative:page;" filled="f" stroked="f" coordsize="21600,21600" o:gfxdata="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q9oFT3QAAAAwBAAAPAAAAAAAA&#10;AAEAIAAAACIAAABkcnMvZG93bnJldi54bWxQSwECFAAUAAAACACHTuJAsAChd0YCAABy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pPr w:leftFromText="180" w:rightFromText="180" w:vertAnchor="page" w:horzAnchor="page" w:tblpX="1721" w:tblpY="4437"/>
                        <w:tblW w:w="8670" w:type="dxa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335"/>
                        <w:gridCol w:w="2902"/>
                        <w:gridCol w:w="1898"/>
                        <w:gridCol w:w="2535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节目名称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节目类型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表演人员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领导致辞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领导致辞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公司总裁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开场舞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小稻壳、星星等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歌曲串烧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胖猫、萌萌等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生活不仅苟且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小品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叮叮当、花花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05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回家路上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相声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月亮、大太阳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桃之夭夭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丹丹、小稻壳等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07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抽奖环节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夸夸咱公司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小品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叮叮当、花花等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纸短情长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洋洋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新马德里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月亮、大太阳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奋斗的青春最美丽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快板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吴吴、浩浩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明天会更好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全体成员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明天会更好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</w:rPr>
                              <w:t>全体成员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46" w:hRule="atLeast"/>
                        </w:trPr>
                        <w:tc>
                          <w:tcPr>
                            <w:tcW w:w="13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default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花好月圆</w:t>
                            </w:r>
                          </w:p>
                        </w:tc>
                        <w:tc>
                          <w:tcPr>
                            <w:tcW w:w="189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5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 w:val="0"/>
                                <w:bCs w:val="0"/>
                                <w:color w:val="B9282F"/>
                                <w:kern w:val="0"/>
                                <w:sz w:val="32"/>
                                <w:szCs w:val="32"/>
                                <w:lang w:eastAsia="zh-CN"/>
                              </w:rPr>
                              <w:t>全体成员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color w:val="B9282F"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500380</wp:posOffset>
                </wp:positionV>
                <wp:extent cx="3588385" cy="73088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7290" y="1414780"/>
                          <a:ext cx="3588385" cy="730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72"/>
                                <w:szCs w:val="72"/>
                                <w:lang w:eastAsia="zh-CN"/>
                              </w:rPr>
                              <w:t>节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72"/>
                                <w:szCs w:val="7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72"/>
                                <w:szCs w:val="72"/>
                                <w:lang w:eastAsia="zh-CN"/>
                              </w:rPr>
                              <w:t>目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72"/>
                                <w:szCs w:val="7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楷体" w:hAnsi="楷体" w:eastAsia="楷体" w:cs="Times New Roman"/>
                                <w:b/>
                                <w:bCs/>
                                <w:color w:val="B9282F"/>
                                <w:kern w:val="0"/>
                                <w:sz w:val="72"/>
                                <w:szCs w:val="72"/>
                                <w:lang w:eastAsia="zh-CN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65pt;margin-top:39.4pt;height:57.55pt;width:282.55pt;z-index:251659264;mso-width-relative:page;mso-height-relative:page;" filled="f" stroked="f" coordsize="21600,21600" o:gfxdata="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WQR46dsAAAAKAQAADwAAAAAAAAAB&#10;ACAAAAAiAAAAZHJzL2Rvd25yZXYueG1sUEsBAhQAFAAAAAgAh07iQBGpU4hGAgAAcg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 w:cs="Times New Roman"/>
                          <w:b/>
                          <w:bCs/>
                          <w:color w:val="B9282F"/>
                          <w:kern w:val="0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Times New Roman"/>
                          <w:b/>
                          <w:bCs/>
                          <w:color w:val="B9282F"/>
                          <w:kern w:val="0"/>
                          <w:sz w:val="72"/>
                          <w:szCs w:val="72"/>
                          <w:lang w:eastAsia="zh-CN"/>
                        </w:rPr>
                        <w:t>节</w:t>
                      </w:r>
                      <w:r>
                        <w:rPr>
                          <w:rFonts w:hint="eastAsia" w:ascii="楷体" w:hAnsi="楷体" w:eastAsia="楷体" w:cs="Times New Roman"/>
                          <w:b/>
                          <w:bCs/>
                          <w:color w:val="B9282F"/>
                          <w:kern w:val="0"/>
                          <w:sz w:val="72"/>
                          <w:szCs w:val="7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楷体" w:hAnsi="楷体" w:eastAsia="楷体" w:cs="Times New Roman"/>
                          <w:b/>
                          <w:bCs/>
                          <w:color w:val="B9282F"/>
                          <w:kern w:val="0"/>
                          <w:sz w:val="72"/>
                          <w:szCs w:val="72"/>
                          <w:lang w:eastAsia="zh-CN"/>
                        </w:rPr>
                        <w:t>目</w:t>
                      </w:r>
                      <w:r>
                        <w:rPr>
                          <w:rFonts w:hint="eastAsia" w:ascii="楷体" w:hAnsi="楷体" w:eastAsia="楷体" w:cs="Times New Roman"/>
                          <w:b/>
                          <w:bCs/>
                          <w:color w:val="B9282F"/>
                          <w:kern w:val="0"/>
                          <w:sz w:val="72"/>
                          <w:szCs w:val="7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楷体" w:hAnsi="楷体" w:eastAsia="楷体" w:cs="Times New Roman"/>
                          <w:b/>
                          <w:bCs/>
                          <w:color w:val="B9282F"/>
                          <w:kern w:val="0"/>
                          <w:sz w:val="72"/>
                          <w:szCs w:val="72"/>
                          <w:lang w:eastAsia="zh-CN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-1107440</wp:posOffset>
          </wp:positionH>
          <wp:positionV relativeFrom="page">
            <wp:posOffset>43815</wp:posOffset>
          </wp:positionV>
          <wp:extent cx="7531100" cy="10471150"/>
          <wp:effectExtent l="0" t="0" r="12700" b="6350"/>
          <wp:wrapNone/>
          <wp:docPr id="1" name="图片 1" descr="中国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中国风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1100" cy="10471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E274A"/>
    <w:rsid w:val="14BC6EB4"/>
    <w:rsid w:val="4A7510B0"/>
    <w:rsid w:val="602E274A"/>
    <w:rsid w:val="6EA3119A"/>
    <w:rsid w:val="738E15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4a2c3dd4-6f5f-4bc6-ad9e-c671e4df1a82\&#20013;&#22269;&#39118;&#34920;&#28436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中国风表演节目单.docx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2021-12-23T02:56:00Z</dcterms:created>
  <dc:creator>文档存本地丢失不负责</dc:creator>
  <cp:lastModifiedBy>文档存本地丢失不负责</cp:lastModifiedBy>
  <dcterms:modified xsi:type="dcterms:W3CDTF">2021-12-23T03:03:42Z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v1.0_mb_kHfiffCqZe1tR19cfqtGsQ==</vt:lpwstr>
  </property>
  <property fmtid="{D5CDD505-2E9C-101B-9397-08002B2CF9AE}" pid="4" name="ICV">
    <vt:lpwstr>8627D169083F4C54B9445ACF3B89A909</vt:lpwstr>
  </property>
</Properties>
</file>