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-1206500</wp:posOffset>
            </wp:positionH>
            <wp:positionV relativeFrom="paragraph">
              <wp:posOffset>-1023620</wp:posOffset>
            </wp:positionV>
            <wp:extent cx="7656830" cy="10791825"/>
            <wp:effectExtent l="0" t="0" r="13970" b="3175"/>
            <wp:wrapNone/>
            <wp:docPr id="1" name="图片 1" descr="c62edb74b2f03c22fd74ff80f6dfa3b6dee98ce51c789f-IwB1Ts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62edb74b2f03c22fd74ff80f6dfa3b6dee98ce51c789f-IwB1Ts_fw6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56830" cy="1079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2192020</wp:posOffset>
                </wp:positionV>
                <wp:extent cx="6073140" cy="69215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9940" y="3296920"/>
                          <a:ext cx="6073140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节目类型       节目名称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独唱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刘晗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吴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威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葛田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龙  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X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闾健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8pt;margin-top:172.6pt;height:545pt;width:478.2pt;z-index:251664384;mso-width-relative:page;mso-height-relative:page;" filled="f" stroked="f" coordsize="21600,21600" o:gfxdata="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BD3XnncAAAADAEAAA8AAAAAAAAA&#10;AQAgAAAAIgAAAGRycy9kb3ducmV2LnhtbFBLAQIUABQAAAAIAIdO4kAQI5ubRgIAAHQEAAAOAAAA&#10;AAAAAAEAIAAAACs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节目类型       节目名称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独唱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刘晗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G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吴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威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葛田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龙  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闾健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978535</wp:posOffset>
            </wp:positionH>
            <wp:positionV relativeFrom="paragraph">
              <wp:posOffset>172720</wp:posOffset>
            </wp:positionV>
            <wp:extent cx="3584575" cy="1511300"/>
            <wp:effectExtent l="0" t="0" r="0" b="0"/>
            <wp:wrapNone/>
            <wp:docPr id="8" name="图片 8" descr="WX20191126-211816@2x副本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WX20191126-211816@2x副本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4575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848995</wp:posOffset>
            </wp:positionH>
            <wp:positionV relativeFrom="paragraph">
              <wp:posOffset>1349375</wp:posOffset>
            </wp:positionV>
            <wp:extent cx="3583305" cy="862330"/>
            <wp:effectExtent l="0" t="0" r="0" b="0"/>
            <wp:wrapNone/>
            <wp:docPr id="11" name="图片 11" descr="781be0dc57d8741241e34582958730f1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781be0dc57d8741241e34582958730f1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-1159510</wp:posOffset>
            </wp:positionH>
            <wp:positionV relativeFrom="paragraph">
              <wp:posOffset>-876935</wp:posOffset>
            </wp:positionV>
            <wp:extent cx="3286125" cy="3004185"/>
            <wp:effectExtent l="0" t="0" r="0" b="18415"/>
            <wp:wrapNone/>
            <wp:docPr id="4" name="图片 4" descr="e3d0848ecd8168dff8cf5fe075696b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3d0848ecd8168dff8cf5fe075696bc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286125" cy="300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3081020</wp:posOffset>
            </wp:positionH>
            <wp:positionV relativeFrom="paragraph">
              <wp:posOffset>-944245</wp:posOffset>
            </wp:positionV>
            <wp:extent cx="3360420" cy="3071495"/>
            <wp:effectExtent l="0" t="0" r="21590" b="1905"/>
            <wp:wrapNone/>
            <wp:docPr id="2" name="图片 2" descr="e3d0848ecd8168dff8cf5fe075696b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3d0848ecd8168dff8cf5fe075696bc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307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33F16"/>
    <w:rsid w:val="73433F16"/>
    <w:rsid w:val="79BE884F"/>
    <w:rsid w:val="7EFF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b549b386-eb15-4993-8071-c080f433c6c6\&#33410;&#30446;&#21333;&#28023;&#25253;&#23459;&#2025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节目单海报宣传单.docx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2021-12-23T02:55:00Z</dcterms:created>
  <dc:creator>文档存本地丢失不负责</dc:creator>
  <cp:lastModifiedBy>文档存本地丢失不负责</cp:lastModifiedBy>
  <dcterms:modified xsi:type="dcterms:W3CDTF">2021-12-23T03:03:48Z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v1.0_mb_NULoD65wnSh7BcOtmBta4w==</vt:lpwstr>
  </property>
  <property fmtid="{D5CDD505-2E9C-101B-9397-08002B2CF9AE}" pid="4" name="ICV">
    <vt:lpwstr>2987A149361D44139590E4E647B2060C</vt:lpwstr>
  </property>
</Properties>
</file>