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sz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-135255</wp:posOffset>
            </wp:positionH>
            <wp:positionV relativeFrom="paragraph">
              <wp:posOffset>-769620</wp:posOffset>
            </wp:positionV>
            <wp:extent cx="4517390" cy="4454525"/>
            <wp:effectExtent l="0" t="0" r="0" b="0"/>
            <wp:wrapNone/>
            <wp:docPr id="2" name="图片 2" descr="8ef4cee1d25b12369a254ae03199e7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ef4cee1d25b12369a254ae03199e74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17390" cy="4454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-353060</wp:posOffset>
                </wp:positionH>
                <wp:positionV relativeFrom="paragraph">
                  <wp:posOffset>2382520</wp:posOffset>
                </wp:positionV>
                <wp:extent cx="6073140" cy="6921500"/>
                <wp:effectExtent l="0" t="0" r="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3140" cy="692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36"/>
                                <w:szCs w:val="36"/>
                              </w:rPr>
                              <w:t>序号     节目类型       节目名称          表演人员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开场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拉丁表演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          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梅海陆 顾妙英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01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钢琴独奏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《肖邦的幻想即兴曲》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孙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X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婷 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02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小提琴独奏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《査尔达斯舞曲》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范程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Z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03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古筝独奏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《幻想曲》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文星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Y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04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二胡独奏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《赛马》           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王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X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婷 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05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二胡独奏 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06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钢琴独奏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《翻身的日子》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储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Y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萌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07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插曲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《忆事曲》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孙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Q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欣 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08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扬琴独奏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《阳光照耀在塔石库班》 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黄妍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Z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09            独唱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《汉宫秋月》  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刘晗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G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10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笛子独奏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《秦川情》                     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曹海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J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11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古筝独奏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《溟山》 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殷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J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茹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12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古筝独奏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《银河碧波》     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吴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D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萍 </w:t>
                            </w:r>
                          </w:p>
                          <w:p>
                            <w:pP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        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</w:t>
                            </w:r>
                          </w:p>
                          <w:p>
                            <w:pPr>
                              <w:ind w:firstLine="2100" w:firstLineChars="750"/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评委：杨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Z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威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葛田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L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王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X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龙  </w:t>
                            </w:r>
                          </w:p>
                          <w:p>
                            <w:pPr>
                              <w:ind w:firstLine="2100" w:firstLineChars="750"/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主持人：周璇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X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闾健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Z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7.8pt;margin-top:187.6pt;height:545pt;width:478.2pt;z-index:251660288;mso-width-relative:page;mso-height-relative:page;" filled="f" stroked="f" coordsize="21600,21600" o:gfxdata="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L3Awd7cAAAADAEAAA8AAAAAAAAAAQAgAAAAIgAA&#10;AGRycy9kb3ducmV2LnhtbFBLAQIUABQAAAAIAIdO4kD9eXj5PQIAAGkEAAAOAAAAAAAAAAEAIAAA&#10;ACsBAABkcnMvZTJvRG9jLnhtbFBLBQYAAAAABgAGAFkBAADa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36"/>
                          <w:szCs w:val="36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36"/>
                          <w:szCs w:val="36"/>
                        </w:rPr>
                        <w:t>序号     节目类型       节目名称          表演人员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开场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拉丁表演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          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梅海陆 顾妙英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01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钢琴独奏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《肖邦的幻想即兴曲》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孙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X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婷 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02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小提琴独奏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《査尔达斯舞曲》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范程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Z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03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古筝独奏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《幻想曲》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文星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Y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04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二胡独奏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《赛马》           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王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X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婷 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05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二胡独奏 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06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钢琴独奏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《翻身的日子》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储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Y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萌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07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插曲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《忆事曲》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孙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Q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欣 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08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扬琴独奏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《阳光照耀在塔石库班》 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黄妍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Z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09            独唱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《汉宫秋月》  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刘晗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G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10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笛子独奏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《秦川情》                     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曹海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J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11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古筝独奏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《溟山》 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殷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J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茹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12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古筝独奏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《银河碧波》     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吴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D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萍 </w:t>
                      </w:r>
                    </w:p>
                    <w:p>
                      <w:pP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        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</w:t>
                      </w:r>
                    </w:p>
                    <w:p>
                      <w:pPr>
                        <w:ind w:firstLine="2100" w:firstLineChars="750"/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评委：杨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Z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威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葛田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L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王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X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龙  </w:t>
                      </w:r>
                    </w:p>
                    <w:p>
                      <w:pPr>
                        <w:ind w:firstLine="2100" w:firstLineChars="750"/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主持人：周璇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X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闾健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Z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-1397000</wp:posOffset>
            </wp:positionH>
            <wp:positionV relativeFrom="paragraph">
              <wp:posOffset>-982980</wp:posOffset>
            </wp:positionV>
            <wp:extent cx="8018145" cy="10849610"/>
            <wp:effectExtent l="0" t="0" r="8255" b="21590"/>
            <wp:wrapNone/>
            <wp:docPr id="1" name="图片 1" descr="bbbe95f1c6a783225752a7a42d32a5e4ec53f50328d566-tht4Oe_fw6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bbbe95f1c6a783225752a7a42d32a5e4ec53f50328d566-tht4Oe_fw65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018145" cy="10849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5A4F89"/>
    <w:rsid w:val="5B5A4F89"/>
    <w:rsid w:val="7EDF718B"/>
    <w:rsid w:val="F5F6A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53f5f10a-44d7-4ab4-b50b-0784f8af2f95\&#33410;&#30446;&#21333;&#23459;&#20256;&#28023;&#25253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节目单宣传海报.docx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2021-12-23T02:54:00Z</dcterms:created>
  <dc:creator>文档存本地丢失不负责</dc:creator>
  <cp:lastModifiedBy>文档存本地丢失不负责</cp:lastModifiedBy>
  <dcterms:modified xsi:type="dcterms:W3CDTF">2021-12-23T03:03:53Z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KSOTemplateUUID">
    <vt:lpwstr>v1.0_mb_mbGBV7HBFeLcA4aXQcQ3tw==</vt:lpwstr>
  </property>
  <property fmtid="{D5CDD505-2E9C-101B-9397-08002B2CF9AE}" pid="4" name="ICV">
    <vt:lpwstr>C48570F663AA4F59B2165034CD24669E</vt:lpwstr>
  </property>
</Properties>
</file>