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1986915</wp:posOffset>
                </wp:positionV>
                <wp:extent cx="6439535" cy="69215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9535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36"/>
                                <w:szCs w:val="36"/>
                              </w:rPr>
                              <w:t>序号      节目类型       节目名称  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孙婉婷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范程伊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03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文星裕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04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王晓婷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05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06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储一萌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孙琪欣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08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黄妍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09             独唱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刘晗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10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曹海军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殷静茹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12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吴丹萍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评委：杨长威 葛田 王小龙  </w:t>
                            </w:r>
                          </w:p>
                          <w:p>
                            <w:pPr>
                              <w:ind w:firstLine="4620" w:firstLineChars="1650"/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C00000"/>
                                <w:sz w:val="28"/>
                                <w:szCs w:val="28"/>
                              </w:rPr>
                              <w:t>主持人：周璇 闾健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3pt;margin-top:156.45pt;height:545pt;width:507.05pt;z-index:251660288;mso-width-relative:page;mso-height-relative:page;" filled="f" stroked="f" coordsize="21600,21600" o:gfxdata="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O37xbcAAAADAEAAA8AAAAAAAAAAQAgAAAAIgAA&#10;AGRycy9kb3ducmV2LnhtbFBLAQIUABQAAAAIAIdO4kCENYDmPQIAAGc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36"/>
                          <w:szCs w:val="36"/>
                        </w:rPr>
                        <w:t>序号      节目类型       节目名称  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孙婉婷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范程伊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03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文星裕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04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王晓婷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05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06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储一萌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孙琪欣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08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黄妍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09             独唱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刘晗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10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曹海军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殷静茹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12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吴丹萍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 xml:space="preserve">        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评委：杨长威 葛田 王小龙  </w:t>
                      </w:r>
                    </w:p>
                    <w:p>
                      <w:pPr>
                        <w:ind w:firstLine="4620" w:firstLineChars="1650"/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C00000"/>
                          <w:sz w:val="28"/>
                          <w:szCs w:val="28"/>
                        </w:rPr>
                        <w:t>主持人：周璇 闾健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-1219200</wp:posOffset>
            </wp:positionH>
            <wp:positionV relativeFrom="paragraph">
              <wp:posOffset>-1023620</wp:posOffset>
            </wp:positionV>
            <wp:extent cx="7668895" cy="10844530"/>
            <wp:effectExtent l="0" t="0" r="1905" b="1270"/>
            <wp:wrapNone/>
            <wp:docPr id="3" name="图片 3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68895" cy="1084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4525C"/>
    <w:rsid w:val="5CA4525C"/>
    <w:rsid w:val="D536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8065b18-27c9-4402-beda-4ed210adda80\&#24180;&#20250;&#26202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年会晚会节目单.docx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2021-12-23T02:54:00Z</dcterms:created>
  <dc:creator>文档存本地丢失不负责</dc:creator>
  <cp:lastModifiedBy>文档存本地丢失不负责</cp:lastModifiedBy>
  <dcterms:modified xsi:type="dcterms:W3CDTF">2021-12-23T03:03:56Z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v1.0_mb_xVji0a8dsoGwOZIr5h4kYw==</vt:lpwstr>
  </property>
  <property fmtid="{D5CDD505-2E9C-101B-9397-08002B2CF9AE}" pid="4" name="ICV">
    <vt:lpwstr>452051C5A3364836B21F7CA0229821F7</vt:lpwstr>
  </property>
</Properties>
</file>