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-221615</wp:posOffset>
                </wp:positionH>
                <wp:positionV relativeFrom="paragraph">
                  <wp:posOffset>929640</wp:posOffset>
                </wp:positionV>
                <wp:extent cx="5885815" cy="598614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5815" cy="5986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17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:lang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00 一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 xml:space="preserve">17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:lang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20 签到入场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17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:lang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 xml:space="preserve">30 一 18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:lang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30 总结汇报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18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:lang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 xml:space="preserve">30 一 21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:lang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00 文艺表演及表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彰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sz w:val="28"/>
                                <w:szCs w:val="28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 xml:space="preserve">大会 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000000"/>
                                <w:spacing w:val="0"/>
                                <w:sz w:val="10"/>
                                <w:szCs w:val="1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</w:pP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1、开场一：《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美丽中国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》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            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2、相声：《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撸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袖子加油千 》 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3、企业故事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短片：《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战锤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之风云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再起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》 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4、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曲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《 上海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之歌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》 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000000"/>
                                <w:spacing w:val="0"/>
                                <w:sz w:val="10"/>
                                <w:szCs w:val="1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</w:pP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第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一次颁奖及抽奖环节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独唱：《一剪梅》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、话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剧：《我们怎么啦》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000000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曲：《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怒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放的生命 》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000000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000000"/>
                                <w:spacing w:val="0"/>
                                <w:sz w:val="10"/>
                                <w:szCs w:val="1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</w:pP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第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 xml:space="preserve">二次颁奖及抽奖环节 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、太极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9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小品：《天和地》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体操：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《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欢乐迎新年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》 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000000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</w:pP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第三次颁奖及抽奖环节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11 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曲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：《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难忘今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霄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》 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000000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</w:pP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 xml:space="preserve">21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lang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 xml:space="preserve"> 00 , 21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:lang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C00000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  <w:t xml:space="preserve"> 30 展里未来</w:t>
                            </w: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000000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</w:pPr>
                          </w:p>
                          <w:p>
                            <w:pPr>
                              <w:pStyle w:val="4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firstLine="0"/>
                              <w:jc w:val="center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活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动时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间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20xx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年 l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月30日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\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活动地点：上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海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市浦东区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888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金融大厦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lang w:val="en-US" w:eastAsia="zh-CN"/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7.45pt;margin-top:73.2pt;height:471.35pt;width:463.45pt;z-index:251661312;mso-width-relative:page;mso-height-relative:page;" filled="f" stroked="f" coordsize="21600,21600" o:gfxdata="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VKTOhtwAAAAMAQAADwAAAAAAAAABACAAAAAiAAAA&#10;ZHJzL2Rvd25yZXYueG1sUEsBAhQAFAAAAAgAh07iQDzgOBc8AgAAZw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17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:lang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00 一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 xml:space="preserve">17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:lang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20 签到入场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17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:lang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 xml:space="preserve">30 一 18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:lang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30 总结汇报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18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:lang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 xml:space="preserve">30 一 21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:lang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00 文艺表演及表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彰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sz w:val="28"/>
                          <w:szCs w:val="28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 xml:space="preserve">大会 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000000"/>
                          <w:spacing w:val="0"/>
                          <w:sz w:val="10"/>
                          <w:szCs w:val="10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</w:pP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default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1、开场一：《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美丽中国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》 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            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2、相声：《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撸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袖子加油千 》 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3、企业故事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短片：《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战锤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之风云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再起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》 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4、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歌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曲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《 上海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之歌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》 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000000"/>
                          <w:spacing w:val="0"/>
                          <w:sz w:val="10"/>
                          <w:szCs w:val="10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</w:pP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第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一次颁奖及抽奖环节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独唱：《一剪梅》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default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、话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剧：《我们怎么啦》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000000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歌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曲：《 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怒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放的生命 》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000000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 xml:space="preserve"> 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000000"/>
                          <w:spacing w:val="0"/>
                          <w:sz w:val="10"/>
                          <w:szCs w:val="10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</w:pP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第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 xml:space="preserve">二次颁奖及抽奖环节 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、太极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9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小品：《天和地》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10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体操：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《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欢乐迎新年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》 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000000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</w:pP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第三次颁奖及抽奖环节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11 、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歌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曲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：《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难忘今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霄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》 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000000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</w:pP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 xml:space="preserve">21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lang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 xml:space="preserve"> 00 , 21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:lang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C00000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  <w:t xml:space="preserve"> 30 展里未来</w:t>
                      </w: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000000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</w:pPr>
                    </w:p>
                    <w:p>
                      <w:pPr>
                        <w:pStyle w:val="4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firstLine="0"/>
                        <w:jc w:val="center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活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动时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间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20xx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年 l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月30日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\ 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活动地点：上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海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市浦东区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888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FFFFFF" w:themeColor="background1"/>
                          <w:spacing w:val="0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金融大厦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微软雅黑" w:hAnsi="微软雅黑" w:eastAsia="微软雅黑" w:cs="微软雅黑"/>
                          <w:lang w:val="en-US" w:eastAsia="zh-CN"/>
                          <w14:shadow w14:blurRad="0" w14:dist="0" w14:dir="0" w14:sx="0" w14:sy="0" w14:kx="0" w14:ky="0" w14:algn="none">
                            <w14:srgbClr w14:val="000000"/>
                          </w14:shadow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4131310</wp:posOffset>
                </wp:positionH>
                <wp:positionV relativeFrom="paragraph">
                  <wp:posOffset>1774190</wp:posOffset>
                </wp:positionV>
                <wp:extent cx="1540510" cy="442150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02860" y="2724785"/>
                          <a:ext cx="1540510" cy="4421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表演：全体员工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表演：全体员工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表演：全体员工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表演：全体员工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表演：全体员工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表演：全体员工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表演：全体员工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表演：全体员工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表演：全体员工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表演：全体员工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表演：全体员工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5.3pt;margin-top:139.7pt;height:348.15pt;width:121.3pt;z-index:251662336;mso-width-relative:page;mso-height-relative:page;" filled="f" stroked="f" coordsize="21600,21600" o:gfxdata="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PpoOLzcAAAACwEAAA8AAAAA&#10;AAAAAQAgAAAAIgAAAGRycy9kb3ducmV2LnhtbFBLAQIUABQAAAAIAIdO4kCATpS3SQIAAHMEAAAO&#10;AAAAAAAAAAEAIAAAACsBAABkcnMvZTJvRG9jLnhtbFBLBQYAAAAABgAGAFkBAADm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表演：全体员工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表演：全体员工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表演：全体员工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表演：全体员工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表演：全体员工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表演：全体员工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表演：全体员工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表演：全体员工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表演：全体员工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表演：全体员工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表演：全体员工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FFFFFF" w:themeColor="background1"/>
                          <w:spacing w:val="0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992505</wp:posOffset>
                </wp:positionH>
                <wp:positionV relativeFrom="paragraph">
                  <wp:posOffset>67945</wp:posOffset>
                </wp:positionV>
                <wp:extent cx="3364865" cy="70929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59305" y="1233170"/>
                          <a:ext cx="3364865" cy="709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jc w:val="center"/>
                              <w:textAlignment w:val="auto"/>
                              <w:rPr>
                                <w:rFonts w:hint="default" w:eastAsiaTheme="minorEastAsia"/>
                                <w:b/>
                                <w:bCs/>
                                <w:color w:val="F4E296"/>
                                <w:sz w:val="70"/>
                                <w:szCs w:val="7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F4E296"/>
                                <w:spacing w:val="0"/>
                                <w:sz w:val="70"/>
                                <w:szCs w:val="70"/>
                                <w:shd w:val="clear" w:fill="FFFFFF"/>
                                <w:lang w:val="en-US" w:eastAsia="zh-CN"/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8.15pt;margin-top:5.35pt;height:55.85pt;width:264.95pt;z-index:251659264;mso-width-relative:page;mso-height-relative:page;" filled="f" stroked="f" coordsize="21600,21600" o:gfxdata="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tz+BPdcAAAAKAQAADwAAAAAAAAABACAAAAAiAAAAZHJz&#10;L2Rvd25yZXYueG1sUEsBAhQAFAAAAAgAh07iQDM8AR8+AgAAYgQAAA4AAAAAAAAAAQAgAAAAJg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jc w:val="center"/>
                        <w:textAlignment w:val="auto"/>
                        <w:rPr>
                          <w:rFonts w:hint="default" w:eastAsiaTheme="minorEastAsia"/>
                          <w:b/>
                          <w:bCs/>
                          <w:color w:val="F4E296"/>
                          <w:sz w:val="70"/>
                          <w:szCs w:val="7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F4E296"/>
                          <w:spacing w:val="0"/>
                          <w:sz w:val="70"/>
                          <w:szCs w:val="70"/>
                          <w:shd w:val="clear" w:fill="FFFFFF"/>
                          <w:lang w:val="en-US" w:eastAsia="zh-CN"/>
                        </w:rPr>
                        <w:t>节目单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-607695</wp:posOffset>
                </wp:positionV>
                <wp:extent cx="5284470" cy="49149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91895" y="619125"/>
                          <a:ext cx="5284470" cy="491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F4E296"/>
                                <w:sz w:val="50"/>
                                <w:szCs w:val="50"/>
                                <w:lang w:val="en-U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4E296"/>
                                <w:sz w:val="50"/>
                                <w:szCs w:val="50"/>
                                <w:lang w:val="en-US" w:eastAsia="zh-CN"/>
                              </w:rPr>
                              <w:t>20xx某某企业集团公司年会活动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85pt;margin-top:-47.85pt;height:38.7pt;width:416.1pt;z-index:251660288;mso-width-relative:page;mso-height-relative:page;" filled="f" stroked="f" coordsize="21600,21600" o:gfxdata="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YQpiONgAAAAJAQAADwAAAAAAAAABACAAAAAiAAAAZHJz&#10;L2Rvd25yZXYueG1sUEsBAhQAFAAAAAgAh07iQHlt1FY9AgAAYQQAAA4AAAAAAAAAAQAgAAAAJw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F4E296"/>
                          <w:sz w:val="50"/>
                          <w:szCs w:val="50"/>
                          <w:lang w:val="en-US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4E296"/>
                          <w:sz w:val="50"/>
                          <w:szCs w:val="50"/>
                          <w:lang w:val="en-US" w:eastAsia="zh-CN"/>
                        </w:rPr>
                        <w:t>20xx某某企业集团公司年会活动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-1143000</wp:posOffset>
          </wp:positionH>
          <wp:positionV relativeFrom="page">
            <wp:posOffset>-27940</wp:posOffset>
          </wp:positionV>
          <wp:extent cx="7560310" cy="10720705"/>
          <wp:effectExtent l="0" t="0" r="2540" b="4445"/>
          <wp:wrapNone/>
          <wp:docPr id="2" name="图片 2" descr="C:\Users\XL\Desktop\挂画2.jpg挂画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C:\Users\XL\Desktop\挂画2.jpg挂画2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10" cy="10720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A53A87"/>
    <w:rsid w:val="005750E1"/>
    <w:rsid w:val="00615D21"/>
    <w:rsid w:val="0067029F"/>
    <w:rsid w:val="00884A20"/>
    <w:rsid w:val="00CB6652"/>
    <w:rsid w:val="19B747F0"/>
    <w:rsid w:val="28366E41"/>
    <w:rsid w:val="2C2370D0"/>
    <w:rsid w:val="32B36180"/>
    <w:rsid w:val="385F5EF6"/>
    <w:rsid w:val="39D01021"/>
    <w:rsid w:val="3D233B6D"/>
    <w:rsid w:val="4A847ABC"/>
    <w:rsid w:val="5D3B610A"/>
    <w:rsid w:val="6BC025E0"/>
    <w:rsid w:val="6D052374"/>
    <w:rsid w:val="74A53A87"/>
    <w:rsid w:val="75ED4B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5aa7e053-5531-4840-9db2-46f127f43483\&#24180;&#32456;&#24180;&#20250;&#27963;&#21160;&#33410;&#30446;&#2133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年终年会活动节目单.docx</Template>
  <Pages>1</Pages>
  <Words>0</Words>
  <Characters>0</Characters>
  <Lines>1</Lines>
  <Paragraphs>1</Paragraphs>
  <TotalTime>10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2021-12-23T02:53:00Z</dcterms:created>
  <dc:creator>文档存本地丢失不负责</dc:creator>
  <cp:lastModifiedBy>文档存本地丢失不负责</cp:lastModifiedBy>
  <dcterms:modified xsi:type="dcterms:W3CDTF">2021-12-23T03:04:04Z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v1.0_mb_dgaN7OHONjOz7KQUqib3ww==</vt:lpwstr>
  </property>
  <property fmtid="{D5CDD505-2E9C-101B-9397-08002B2CF9AE}" pid="4" name="ICV">
    <vt:lpwstr>E5320F8E22414F5CBDFBBEBAD6C266FB</vt:lpwstr>
  </property>
</Properties>
</file>