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-1270000</wp:posOffset>
            </wp:positionV>
            <wp:extent cx="7747000" cy="11379200"/>
            <wp:effectExtent l="0" t="0" r="635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0" cy="113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1397000</wp:posOffset>
                </wp:positionV>
                <wp:extent cx="914400" cy="624840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24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序号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节目名称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节目类型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表演者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1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《中国范》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歌曲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某某某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2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《红山果》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歌伴舞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某某 某某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3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《夸夸咱公司》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小品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某某 某某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4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抽奖环节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主持人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5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《桥边姑娘》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歌曲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某某某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6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《那些年》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小品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某某 某某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7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《中国功夫》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武术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某某某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8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抽奖环节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主持人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9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《我和我的诸国》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大合唱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40"/>
                                <w:szCs w:val="44"/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某某等</w:t>
                            </w:r>
                          </w:p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36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36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10pt;height:492pt;width:72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DDKHizXAAAACQEAAA8AAAAAAAAAAQAgAAAAIgAAAGRycy9kb3ducmV2&#10;LnhtbFBLAQIUABQAAAAIAIdO4kCm9esBNgIAAGYEAAAOAAAAAAAAAAEAIAAAACYBAABkcnMvZTJv&#10;RG9jLnhtbFBLBQYAAAAABgAGAFkBAADO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序号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节目名称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节目类型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表演者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1 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《中国范》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歌曲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某某某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2 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《红山果》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歌伴舞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某某 某某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3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《夸夸咱公司》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小品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某某 某某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4     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抽奖环节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主持人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5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《桥边姑娘》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歌曲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某某某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6 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《那些年》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小品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某某 某某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7 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《中国功夫》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武术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某某某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8     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抽奖环节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主持人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9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《我和我的诸国》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大合唱 </w:t>
                      </w:r>
                      <w:r>
                        <w:rPr>
                          <w:rFonts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40"/>
                          <w:szCs w:val="44"/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某某等</w:t>
                      </w:r>
                    </w:p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36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36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6248400</wp:posOffset>
            </wp:positionV>
            <wp:extent cx="3699510" cy="3699510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99510" cy="369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457200</wp:posOffset>
                </wp:positionV>
                <wp:extent cx="914400" cy="129540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隶书" w:hAnsi="微软雅黑" w:eastAsia="隶书"/>
                                <w:b/>
                                <w:color w:val="FFF2CC" w:themeColor="accent4" w:themeTint="33"/>
                                <w:sz w:val="96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隶书" w:hAnsi="微软雅黑" w:eastAsia="隶书"/>
                                <w:b/>
                                <w:color w:val="FFF2CC" w:themeColor="accent4" w:themeTint="33"/>
                                <w:sz w:val="96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36pt;height:102pt;width:72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7c00DZAAAABwEAAA8AAAAAAAAAAQAgAAAAIgAAAGRycy9kb3du&#10;cmV2LnhtbFBLAQIUABQAAAAIAIdO4kCXNW/xNwIAAGQEAAAOAAAAAAAAAAEAIAAAACgBAABkcnMv&#10;ZTJvRG9jLnhtbFBLBQYAAAAABgAGAFkBAADR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隶书" w:hAnsi="微软雅黑" w:eastAsia="隶书"/>
                          <w:b/>
                          <w:color w:val="FFF2CC" w:themeColor="accent4" w:themeTint="33"/>
                          <w:sz w:val="96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隶书" w:hAnsi="微软雅黑" w:eastAsia="隶书"/>
                          <w:b/>
                          <w:color w:val="FFF2CC" w:themeColor="accent4" w:themeTint="33"/>
                          <w:sz w:val="96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914400" cy="91440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FF2CC" w:themeColor="accent4" w:themeTint="33"/>
                                <w:sz w:val="36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36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【 某 某 公 司 祝 大 家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36"/>
                                <w:szCs w:val="40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>新年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2CC" w:themeColor="accent4" w:themeTint="33"/>
                                <w:sz w:val="36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accent4">
                                      <w14:lumMod w14:val="20000"/>
                                      <w14:lumOff w14:val="80000"/>
                                    </w14:schemeClr>
                                  </w14:solidFill>
                                </w14:textFill>
                              </w:rPr>
                              <w:t xml:space="preserve">快 乐 】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72pt;width:72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M0DTHUAAAABQEAAA8AAAAAAAAAAQAgAAAAIgAAAGRycy9kb3ducmV2LnhtbFBL&#10;AQIUABQAAAAIAIdO4kDg2sVWMwIAAGMEAAAOAAAAAAAAAAEAIAAAACMBAABkcnMvZTJvRG9jLnht&#10;bFBLBQYAAAAABgAGAFkBAADI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FFF2CC" w:themeColor="accent4" w:themeTint="33"/>
                          <w:sz w:val="36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36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【 某 某 公 司 祝 大 家 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36"/>
                          <w:szCs w:val="40"/>
                          <w:lang w:val="en-US" w:eastAsia="zh-CN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>新年</w:t>
                      </w:r>
                      <w:r>
                        <w:rPr>
                          <w:rFonts w:hint="eastAsia" w:ascii="微软雅黑" w:hAnsi="微软雅黑" w:eastAsia="微软雅黑"/>
                          <w:color w:val="FFF2CC" w:themeColor="accent4" w:themeTint="33"/>
                          <w:sz w:val="36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accent4">
                                <w14:lumMod w14:val="20000"/>
                                <w14:lumOff w14:val="80000"/>
                              </w14:schemeClr>
                            </w14:solidFill>
                          </w14:textFill>
                        </w:rPr>
                        <w:t xml:space="preserve">快 乐 】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6578600</wp:posOffset>
                </wp:positionV>
                <wp:extent cx="914400" cy="9144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sz w:val="40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518pt;height:72pt;width:72pt;mso-position-horizontal:center;mso-position-horizontal-relative:margin;mso-wrap-style:none;z-index:-251657216;mso-width-relative:page;mso-height-relative:page;" filled="f" stroked="f" coordsize="21600,21600" o:gfxdata="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Itgo42QAAAAoBAAAPAAAAAAAAAAEAIAAAACIAAABkcnMvZG93bnJldi54&#10;bWxQSwECFAAUAAAACACHTuJA7Hi0rzICAABjBAAADgAAAAAAAAABACAAAAAoAQAAZHJzL2Uyb0Rv&#10;Yy54bWxQSwUGAAAAAAYABgBZAQAAz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sz w:val="40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B51355"/>
    <w:rsid w:val="002002B9"/>
    <w:rsid w:val="002368AB"/>
    <w:rsid w:val="00285A1B"/>
    <w:rsid w:val="002B7B45"/>
    <w:rsid w:val="003A03CF"/>
    <w:rsid w:val="004D2376"/>
    <w:rsid w:val="005C35D0"/>
    <w:rsid w:val="00615FF4"/>
    <w:rsid w:val="00727FC4"/>
    <w:rsid w:val="00840C04"/>
    <w:rsid w:val="00915C74"/>
    <w:rsid w:val="00A72ED1"/>
    <w:rsid w:val="00C30EB3"/>
    <w:rsid w:val="00C44227"/>
    <w:rsid w:val="00CD1DE2"/>
    <w:rsid w:val="00D64BA2"/>
    <w:rsid w:val="00E86DE6"/>
    <w:rsid w:val="3FB51355"/>
    <w:rsid w:val="6A39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15565265-5c0f-4c62-8aa8-a42b2e0e9d2c\&#26149;&#33410;&#20803;&#26086;&#26202;&#20250;&#33410;&#30446;&#21333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春节元旦晚会节目单.docx</Template>
  <Pages>1</Pages>
  <Words>0</Words>
  <Characters>0</Characters>
  <Lines>1</Lines>
  <Paragraphs>1</Paragraphs>
  <TotalTime>118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2021-12-23T02:52:00Z</dcterms:created>
  <dc:creator>文档存本地丢失不负责</dc:creator>
  <cp:lastModifiedBy>泄凶卮赵坦</cp:lastModifiedBy>
  <dcterms:modified xsi:type="dcterms:W3CDTF">2021-12-23T07:48:48Z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v1.0_mb_O9abB9azZqq1XiFmspBnXw==</vt:lpwstr>
  </property>
  <property fmtid="{D5CDD505-2E9C-101B-9397-08002B2CF9AE}" pid="4" name="ICV">
    <vt:lpwstr>023A4F1818C2435E87FA97F1CF8B4BDF</vt:lpwstr>
  </property>
</Properties>
</file>