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2089785</wp:posOffset>
                </wp:positionH>
                <wp:positionV relativeFrom="paragraph">
                  <wp:posOffset>8922385</wp:posOffset>
                </wp:positionV>
                <wp:extent cx="3704590" cy="567055"/>
                <wp:effectExtent l="0" t="0" r="0" b="444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4590" cy="567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网络科技有限公司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-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新年快乐 牛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年大吉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55pt;margin-top:702.55pt;height:44.65pt;width:291.7pt;mso-position-horizontal-relative:margin;z-index:251661312;mso-width-relative:page;mso-height-relative:page;" filled="f" stroked="f" coordsize="21600,21600" o:gfxdata="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rT0jw3AAAAA0BAAAPAAAAAAAAAAEAIAAAACIAAABk&#10;cnMvZG93bnJldi54bWxQSwECFAAUAAAACACHTuJALewDHzsCAABm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网络科技有限公司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-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新年快乐 牛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年大吉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5534025</wp:posOffset>
            </wp:positionH>
            <wp:positionV relativeFrom="paragraph">
              <wp:posOffset>7486650</wp:posOffset>
            </wp:positionV>
            <wp:extent cx="2162810" cy="2276475"/>
            <wp:effectExtent l="0" t="0" r="9525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651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-226695</wp:posOffset>
            </wp:positionH>
            <wp:positionV relativeFrom="paragraph">
              <wp:posOffset>800100</wp:posOffset>
            </wp:positionV>
            <wp:extent cx="2189480" cy="2085975"/>
            <wp:effectExtent l="0" t="0" r="190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9457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2667635</wp:posOffset>
                </wp:positionV>
                <wp:extent cx="2861945" cy="583057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45" cy="5830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开场舞《一枝独秀》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领导致辞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舞蹈《C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串烧《暖暖》《爱久见人心》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舞蹈《致青春》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独唱《失落沙洲》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舞蹈《体面》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合唱《远走高飞》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小品《娜就是快乐》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舞蹈《咖喱咖喱》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快乐抽奖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摇滚《不再犹豫》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独唱《雪落下的声音》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舞蹈《茉莉花》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0.9pt;margin-top:210.05pt;height:459.1pt;width:225.35pt;z-index:251659264;mso-width-relative:page;mso-height-relative:page;" filled="f" stroked="f" coordsize="21600,21600" o:gfxdata="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HZI1zXcAAAADAEAAA8AAAAAAAAAAQAgAAAA&#10;IgAAAGRycy9kb3ducmV2LnhtbFBLAQIUABQAAAAIAIdO4kBuPSKzQAIAAGkEAAAOAAAAAAAAAAEA&#10;IAAAACs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开场舞《一枝独秀》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领导致辞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舞蹈《C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串烧《暖暖》《爱久见人心》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舞蹈《致青春》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独唱《失落沙洲》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舞蹈《体面》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合唱《远走高飞》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小品《娜就是快乐》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舞蹈《咖喱咖喱》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快乐抽奖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摇滚《不再犹豫》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独唱《雪落下的声音》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舞蹈《茉莉花》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3916680</wp:posOffset>
                </wp:positionH>
                <wp:positionV relativeFrom="paragraph">
                  <wp:posOffset>2667635</wp:posOffset>
                </wp:positionV>
                <wp:extent cx="2861945" cy="583057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45" cy="5830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热舞《Light》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相声《集结号》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合唱《我和我的祖国》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吉他《爱你在心口难开》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舞蹈《七子之歌》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独唱《失落沙洲》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舞蹈《体面》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合唱《稳稳的幸福》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小品《娜就是快乐》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舞蹈《Dip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Out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快乐抽奖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摇滚《Doun</w:t>
                            </w:r>
                            <w:r>
                              <w:rPr>
                                <w:rFonts w:ascii="等线" w:hAnsi="等线" w:eastAsia="等线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’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Break My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独唱《新不了情》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pacing w:val="20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合唱《国家》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8.4pt;margin-top:210.05pt;height:459.1pt;width:225.35pt;z-index:251660288;mso-width-relative:page;mso-height-relative:page;" filled="f" stroked="f" coordsize="21600,21600" o:gfxdata="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cx5rbdAAAADQEAAA8AAAAAAAAAAQAgAAAA&#10;IgAAAGRycy9kb3ducmV2LnhtbFBLAQIUABQAAAAIAIdO4kA5e8ZSPwIAAGcEAAAOAAAAAAAAAAEA&#10;IAAAACw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热舞《Light》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相声《集结号》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合唱《我和我的祖国》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吉他《爱你在心口难开》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舞蹈《七子之歌》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独唱《失落沙洲》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舞蹈《体面》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合唱《稳稳的幸福》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小品《娜就是快乐》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舞蹈《Dip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Out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快乐抽奖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摇滚《Doun</w:t>
                      </w:r>
                      <w:r>
                        <w:rPr>
                          <w:rFonts w:ascii="等线" w:hAnsi="等线" w:eastAsia="等线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’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Break My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独唱《新不了情》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pacing w:val="20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合唱《国家》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7559040" cy="10692130"/>
            <wp:effectExtent l="0" t="0" r="381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 Heavy">
    <w:altName w:val="微软雅黑"/>
    <w:panose1 w:val="00000000000000000000"/>
    <w:charset w:val="86"/>
    <w:family w:val="swiss"/>
    <w:pitch w:val="default"/>
    <w:sig w:usb0="00000000" w:usb1="00000000" w:usb2="00000016" w:usb3="00000000" w:csb0="0004019F" w:csb1="00000000"/>
  </w:font>
  <w:font w:name="思源黑体 CN Normal">
    <w:panose1 w:val="020B0400000000000000"/>
    <w:charset w:val="86"/>
    <w:family w:val="swiss"/>
    <w:pitch w:val="default"/>
    <w:sig w:usb0="A0000287" w:usb1="08DF3C78" w:usb2="00000016" w:usb3="00000000" w:csb0="40020001" w:csb1="D1D6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FF6E3A"/>
    <w:multiLevelType w:val="multilevel"/>
    <w:tmpl w:val="16FF6E3A"/>
    <w:lvl w:ilvl="0" w:tentative="0">
      <w:start w:val="15"/>
      <w:numFmt w:val="decimal"/>
      <w:lvlText w:val="%1."/>
      <w:lvlJc w:val="left"/>
      <w:pPr>
        <w:ind w:left="420" w:hanging="420"/>
      </w:pPr>
      <w:rPr>
        <w:rFonts w:hint="eastAsia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E27F01"/>
    <w:multiLevelType w:val="multilevel"/>
    <w:tmpl w:val="60E27F01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 w:eastAsia="微软雅黑"/>
        <w:b w:val="0"/>
        <w:i w:val="0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0D3D51"/>
    <w:rsid w:val="00026225"/>
    <w:rsid w:val="000548CC"/>
    <w:rsid w:val="00071A42"/>
    <w:rsid w:val="00085E39"/>
    <w:rsid w:val="000C0CA0"/>
    <w:rsid w:val="000D253F"/>
    <w:rsid w:val="000E2C83"/>
    <w:rsid w:val="000F151C"/>
    <w:rsid w:val="000F4F72"/>
    <w:rsid w:val="001117B3"/>
    <w:rsid w:val="00111E09"/>
    <w:rsid w:val="001614FB"/>
    <w:rsid w:val="00194E84"/>
    <w:rsid w:val="001D2B51"/>
    <w:rsid w:val="002202BF"/>
    <w:rsid w:val="00251DAC"/>
    <w:rsid w:val="00262CB7"/>
    <w:rsid w:val="002708D2"/>
    <w:rsid w:val="002F32C8"/>
    <w:rsid w:val="002F4831"/>
    <w:rsid w:val="00306A8F"/>
    <w:rsid w:val="00315E91"/>
    <w:rsid w:val="00336FEB"/>
    <w:rsid w:val="00344411"/>
    <w:rsid w:val="00365E38"/>
    <w:rsid w:val="003D08B6"/>
    <w:rsid w:val="003D5EC7"/>
    <w:rsid w:val="003F30FD"/>
    <w:rsid w:val="003F7BD7"/>
    <w:rsid w:val="00431417"/>
    <w:rsid w:val="00441402"/>
    <w:rsid w:val="004454CF"/>
    <w:rsid w:val="00466F1D"/>
    <w:rsid w:val="0046790B"/>
    <w:rsid w:val="00481B95"/>
    <w:rsid w:val="004D77D6"/>
    <w:rsid w:val="004F4D08"/>
    <w:rsid w:val="00513BFB"/>
    <w:rsid w:val="005200B7"/>
    <w:rsid w:val="005913DD"/>
    <w:rsid w:val="005A07DB"/>
    <w:rsid w:val="005A66C2"/>
    <w:rsid w:val="005D64F2"/>
    <w:rsid w:val="005F6C40"/>
    <w:rsid w:val="006205EC"/>
    <w:rsid w:val="00643BDE"/>
    <w:rsid w:val="006A3087"/>
    <w:rsid w:val="006B44C2"/>
    <w:rsid w:val="006D264A"/>
    <w:rsid w:val="006E581F"/>
    <w:rsid w:val="00757F36"/>
    <w:rsid w:val="007B4C97"/>
    <w:rsid w:val="007E608E"/>
    <w:rsid w:val="0080516C"/>
    <w:rsid w:val="00827BB2"/>
    <w:rsid w:val="00837D41"/>
    <w:rsid w:val="00870666"/>
    <w:rsid w:val="00881670"/>
    <w:rsid w:val="008A15E6"/>
    <w:rsid w:val="008A67D4"/>
    <w:rsid w:val="008C13B4"/>
    <w:rsid w:val="008C7197"/>
    <w:rsid w:val="009414AE"/>
    <w:rsid w:val="00944724"/>
    <w:rsid w:val="00974644"/>
    <w:rsid w:val="00974A30"/>
    <w:rsid w:val="009A29A4"/>
    <w:rsid w:val="009C3372"/>
    <w:rsid w:val="00A1349C"/>
    <w:rsid w:val="00A14EFC"/>
    <w:rsid w:val="00A23FAF"/>
    <w:rsid w:val="00A3071B"/>
    <w:rsid w:val="00A470CA"/>
    <w:rsid w:val="00A52CA6"/>
    <w:rsid w:val="00AE74C9"/>
    <w:rsid w:val="00AF6E8D"/>
    <w:rsid w:val="00B23EFE"/>
    <w:rsid w:val="00B46DF9"/>
    <w:rsid w:val="00BC1860"/>
    <w:rsid w:val="00C006D9"/>
    <w:rsid w:val="00C2705C"/>
    <w:rsid w:val="00C329EC"/>
    <w:rsid w:val="00CC0168"/>
    <w:rsid w:val="00CC74C5"/>
    <w:rsid w:val="00CE0234"/>
    <w:rsid w:val="00CE6F09"/>
    <w:rsid w:val="00CF0FA9"/>
    <w:rsid w:val="00CF49CB"/>
    <w:rsid w:val="00D02C1E"/>
    <w:rsid w:val="00D12F41"/>
    <w:rsid w:val="00D347C6"/>
    <w:rsid w:val="00D367B2"/>
    <w:rsid w:val="00D92609"/>
    <w:rsid w:val="00D927C5"/>
    <w:rsid w:val="00DA047D"/>
    <w:rsid w:val="00DC0E54"/>
    <w:rsid w:val="00DD0F83"/>
    <w:rsid w:val="00DD418B"/>
    <w:rsid w:val="00DE2504"/>
    <w:rsid w:val="00E26336"/>
    <w:rsid w:val="00E6152E"/>
    <w:rsid w:val="00ED2A9E"/>
    <w:rsid w:val="00F31C70"/>
    <w:rsid w:val="00F37F8F"/>
    <w:rsid w:val="00F44196"/>
    <w:rsid w:val="00F8379E"/>
    <w:rsid w:val="00FA1DE3"/>
    <w:rsid w:val="00FC5B93"/>
    <w:rsid w:val="00FC5E6E"/>
    <w:rsid w:val="00FE46C6"/>
    <w:rsid w:val="00FF5618"/>
    <w:rsid w:val="00FF78A8"/>
    <w:rsid w:val="710D3D51"/>
    <w:rsid w:val="7268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0"/>
      <w:sz w:val="18"/>
      <w:szCs w:val="20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hAnsi="等线" w:eastAsia="等线"/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qFormat/>
    <w:uiPriority w:val="9"/>
    <w:rPr>
      <w:b/>
      <w:bCs/>
      <w:kern w:val="44"/>
      <w:sz w:val="44"/>
      <w:szCs w:val="44"/>
    </w:rPr>
  </w:style>
  <w:style w:type="paragraph" w:styleId="6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等线" w:hAnsi="等线" w:eastAsia="等线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4fbf91f7-b9a9-4037-b2a4-4b1abdcf231a\&#37329;&#33394;&#21333;&#39029;&#24180;&#20250;&#33410;&#30446;&#21333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金色单页年会节目单.docx</Template>
  <Pages>2</Pages>
  <Words>0</Words>
  <Characters>0</Characters>
  <Lines>1</Lines>
  <Paragraphs>1</Paragraphs>
  <TotalTime>33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2021-12-23T02:51:00Z</dcterms:created>
  <dc:creator>文档存本地丢失不负责</dc:creator>
  <cp:lastModifiedBy>泄凶卮赵坦</cp:lastModifiedBy>
  <dcterms:modified xsi:type="dcterms:W3CDTF">2021-12-23T07:42:05Z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v1.0_mb_ORPnRnK8oZKK9pKqi6iOAw==</vt:lpwstr>
  </property>
  <property fmtid="{D5CDD505-2E9C-101B-9397-08002B2CF9AE}" pid="4" name="ICV">
    <vt:lpwstr>1C87C7DDD284497887D30FDEB561ECFD</vt:lpwstr>
  </property>
</Properties>
</file>