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-9525</wp:posOffset>
            </wp:positionV>
            <wp:extent cx="7559040" cy="10692130"/>
            <wp:effectExtent l="0" t="0" r="444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86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2089785</wp:posOffset>
                </wp:positionH>
                <wp:positionV relativeFrom="paragraph">
                  <wp:posOffset>9219565</wp:posOffset>
                </wp:positionV>
                <wp:extent cx="3704590" cy="567690"/>
                <wp:effectExtent l="0" t="0" r="0" b="444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4897" cy="5675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pacing w:val="20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20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20"/>
                                <w:sz w:val="2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20"/>
                                <w:sz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络科技有限公司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FFFFFF" w:themeColor="background1"/>
                                <w:spacing w:val="20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pacing w:val="20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-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20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新年快乐 牛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pacing w:val="20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年大吉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FFFFF" w:themeColor="background1"/>
                                <w:spacing w:val="20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/>
                                <w:color w:val="FFFFFF" w:themeColor="background1"/>
                                <w:spacing w:val="20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55pt;margin-top:725.95pt;height:44.7pt;width:291.7pt;mso-position-horizontal-relative:margin;z-index:251662336;mso-width-relative:page;mso-height-relative:page;" filled="f" stroked="f" coordsize="21600,21600" o:gfxdata="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f99AfdAAAADQEAAA8AAAAAAAAAAQAgAAAAIgAA&#10;AGRycy9kb3ducmV2LnhtbFBLAQIUABQAAAAIAIdO4kBfRp9IPAIAAGY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pacing w:val="20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20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20"/>
                          <w:sz w:val="2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20"/>
                          <w:sz w:val="2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络科技有限公司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FFFFFF" w:themeColor="background1"/>
                          <w:spacing w:val="20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pacing w:val="20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- 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20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新年快乐 牛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pacing w:val="20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年大吉</w:t>
                      </w:r>
                      <w:r>
                        <w:rPr>
                          <w:rFonts w:hint="eastAsia" w:ascii="微软雅黑" w:hAnsi="微软雅黑" w:eastAsia="微软雅黑"/>
                          <w:color w:val="FFFFFF" w:themeColor="background1"/>
                          <w:spacing w:val="20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/>
                          <w:color w:val="FFFFFF" w:themeColor="background1"/>
                          <w:spacing w:val="20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1906905</wp:posOffset>
                </wp:positionV>
                <wp:extent cx="2066925" cy="333375"/>
                <wp:effectExtent l="0" t="0" r="9525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6925" cy="333375"/>
                          <a:chOff x="0" y="0"/>
                          <a:chExt cx="2066925" cy="333375"/>
                        </a:xfrm>
                      </wpg:grpSpPr>
                      <wps:wsp>
                        <wps:cNvPr id="9" name="矩形 9"/>
                        <wps:cNvSpPr/>
                        <wps:spPr>
                          <a:xfrm>
                            <a:off x="0" y="57150"/>
                            <a:ext cx="2066925" cy="200025"/>
                          </a:xfrm>
                          <a:prstGeom prst="rect">
                            <a:avLst/>
                          </a:prstGeom>
                          <a:solidFill>
                            <a:srgbClr val="F7DCB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47625" y="0"/>
                            <a:ext cx="1933575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微软雅黑" w:hAnsi="微软雅黑" w:eastAsia="微软雅黑"/>
                                  <w:color w:val="44546A" w:themeColor="text2"/>
                                  <w14:textFill>
                                    <w14:solidFill>
                                      <w14:schemeClr w14:val="tx2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4546A" w:themeColor="text2"/>
                                  <w14:textFill>
                                    <w14:solidFill>
                                      <w14:schemeClr w14:val="tx2"/>
                                    </w14:solidFill>
                                  </w14:textFill>
                                </w:rPr>
                                <w:t>A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4546A" w:themeColor="text2"/>
                                  <w14:textFill>
                                    <w14:solidFill>
                                      <w14:schemeClr w14:val="tx2"/>
                                    </w14:solidFill>
                                  </w14:textFill>
                                </w:rPr>
                                <w:t>NNUAL MEETING PROGRAM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9.75pt;margin-top:150.15pt;height:26.25pt;width:162.75pt;z-index:251665408;mso-width-relative:page;mso-height-relative:page;" coordsize="2066925,333375" o:gfxdata="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J1T3TLaAAAACwEA&#10;AA8AAAAAAAAAAQAgAAAAIgAAAGRycy9kb3ducmV2LnhtbFBLAQIUABQAAAAIAIdO4kBXsR0lNQMA&#10;AIwIAAAOAAAAAAAAAAEAIAAAACkBAABkcnMvZTJvRG9jLnhtbFBLBQYAAAAABgAGAFkBAADQBgAA&#10;AAA=&#10;">
                <o:lock v:ext="edit" aspectratio="f"/>
                <v:rect id="_x0000_s1026" o:spid="_x0000_s1026" o:spt="1" style="position:absolute;left:0;top:57150;height:200025;width:2066925;v-text-anchor:middle;" fillcolor="#F7DCBB" filled="t" stroked="f" coordsize="21600,21600" o:gfxdata="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DkBgvQAA&#10;ANo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_x0000_s1026" o:spid="_x0000_s1026" o:spt="202" type="#_x0000_t202" style="position:absolute;left:47625;top:0;height:333375;width:1933575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微软雅黑" w:hAnsi="微软雅黑" w:eastAsia="微软雅黑"/>
                            <w:color w:val="44546A" w:themeColor="text2"/>
                            <w14:textFill>
                              <w14:solidFill>
                                <w14:schemeClr w14:val="tx2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4546A" w:themeColor="text2"/>
                            <w14:textFill>
                              <w14:solidFill>
                                <w14:schemeClr w14:val="tx2"/>
                              </w14:solidFill>
                            </w14:textFill>
                          </w:rPr>
                          <w:t>A</w:t>
                        </w:r>
                        <w:r>
                          <w:rPr>
                            <w:rFonts w:ascii="微软雅黑" w:hAnsi="微软雅黑" w:eastAsia="微软雅黑"/>
                            <w:color w:val="44546A" w:themeColor="text2"/>
                            <w14:textFill>
                              <w14:solidFill>
                                <w14:schemeClr w14:val="tx2"/>
                              </w14:solidFill>
                            </w14:textFill>
                          </w:rPr>
                          <w:t>NNUAL MEETING PROGRAM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887730</wp:posOffset>
                </wp:positionV>
                <wp:extent cx="3838575" cy="5238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color w:val="F7DCBB"/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z w:val="36"/>
                                <w:szCs w:val="40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z w:val="36"/>
                                <w:szCs w:val="40"/>
                              </w:rPr>
                              <w:t>网络科技有限公司年会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75pt;margin-top:69.9pt;height:41.25pt;width:302.25pt;z-index:251663360;mso-width-relative:page;mso-height-relative:page;" filled="f" stroked="f" coordsize="21600,21600" o:gfxdata="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TqEZfaAAAACwEAAA8AAAAAAAAAAQAgAAAAIgAAAGRy&#10;cy9kb3ducmV2LnhtbFBLAQIUABQAAAAIAIdO4kBsnPzIPAIAAGY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color w:val="F7DCBB"/>
                          <w:sz w:val="36"/>
                          <w:szCs w:val="4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z w:val="36"/>
                          <w:szCs w:val="40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/>
                          <w:color w:val="F7DCBB"/>
                          <w:sz w:val="36"/>
                          <w:szCs w:val="40"/>
                        </w:rPr>
                        <w:t>网络科技有限公司年会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1154430</wp:posOffset>
                </wp:positionV>
                <wp:extent cx="4391025" cy="8953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7DCBB"/>
                                <w:w w:val="12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F7DCBB"/>
                                <w:w w:val="120"/>
                                <w:sz w:val="72"/>
                                <w:szCs w:val="72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75pt;margin-top:90.9pt;height:70.5pt;width:345.75pt;z-index:251664384;mso-width-relative:page;mso-height-relative:page;" filled="f" stroked="f" coordsize="21600,21600" o:gfxdata="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TOaveNkAAAALAQAADwAAAAAAAAABACAAAAAiAAAAZHJz&#10;L2Rvd25yZXYueG1sUEsBAhQAFAAAAAgAh07iQEkrSz08AgAAZgQAAA4AAAAAAAAAAQAgAAAAK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微软雅黑" w:hAnsi="微软雅黑" w:eastAsia="微软雅黑"/>
                          <w:b/>
                          <w:bCs/>
                          <w:color w:val="F7DCBB"/>
                          <w:w w:val="120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F7DCBB"/>
                          <w:w w:val="120"/>
                          <w:sz w:val="72"/>
                          <w:szCs w:val="72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734695</wp:posOffset>
                </wp:positionV>
                <wp:extent cx="1833245" cy="109537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324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color w:val="F7DCBB"/>
                                <w:w w:val="120"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hint="eastAsia"/>
                                <w:color w:val="F7DCBB"/>
                                <w:w w:val="120"/>
                                <w:sz w:val="72"/>
                                <w:szCs w:val="96"/>
                              </w:rPr>
                              <w:t>2</w:t>
                            </w:r>
                            <w:r>
                              <w:rPr>
                                <w:color w:val="F7DCBB"/>
                                <w:w w:val="120"/>
                                <w:sz w:val="72"/>
                                <w:szCs w:val="96"/>
                              </w:rPr>
                              <w:t>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6.5pt;margin-top:57.85pt;height:86.25pt;width:144.35pt;z-index:251666432;mso-width-relative:page;mso-height-relative:page;" filled="f" stroked="f" coordsize="21600,21600" o:gfxdata="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EOvePdsAAAAMAQAADwAAAAAAAAABACAAAAAiAAAA&#10;ZHJzL2Rvd25yZXYueG1sUEsBAhQAFAAAAAgAh07iQPADNkM9AgAAaQ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color w:val="F7DCBB"/>
                          <w:w w:val="120"/>
                          <w:sz w:val="72"/>
                          <w:szCs w:val="96"/>
                        </w:rPr>
                      </w:pPr>
                      <w:r>
                        <w:rPr>
                          <w:rFonts w:hint="eastAsia"/>
                          <w:color w:val="F7DCBB"/>
                          <w:w w:val="120"/>
                          <w:sz w:val="72"/>
                          <w:szCs w:val="96"/>
                        </w:rPr>
                        <w:t>2</w:t>
                      </w:r>
                      <w:r>
                        <w:rPr>
                          <w:color w:val="F7DCBB"/>
                          <w:w w:val="120"/>
                          <w:sz w:val="72"/>
                          <w:szCs w:val="96"/>
                        </w:rPr>
                        <w:t>0xx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4192905</wp:posOffset>
                </wp:positionH>
                <wp:positionV relativeFrom="paragraph">
                  <wp:posOffset>2840990</wp:posOffset>
                </wp:positionV>
                <wp:extent cx="2861945" cy="583057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53" cy="58307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热舞《Light》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相声《集结号》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合唱《我和我的祖国》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吉他《爱你在心口难开》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舞蹈《七子之歌》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独唱《失落沙洲》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舞蹈《体面》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合唱《稳稳的幸福》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小品《娜就是快乐》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舞蹈《Dip</w:t>
                            </w:r>
                            <w: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 xml:space="preserve"> Out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快乐抽奖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摇滚《Doun</w:t>
                            </w:r>
                            <w:r>
                              <w:rPr>
                                <w:rFonts w:ascii="等线" w:hAnsi="等线" w:eastAsia="等线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 xml:space="preserve"> Break My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独唱《新不了情》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 w:val="24"/>
                                <w:szCs w:val="24"/>
                              </w:rPr>
                              <w:t>合唱《国家》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15pt;margin-top:223.7pt;height:459.1pt;width:225.35pt;z-index:251661312;mso-width-relative:page;mso-height-relative:page;" filled="f" stroked="f" coordsize="21600,21600" o:gfxdata="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bEDBQ3QAAAA0BAAAPAAAAAAAAAAEAIAAAACIA&#10;AABkcnMvZG93bnJldi54bWxQSwECFAAUAAAACACHTuJA+L8sQT0CAABn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热舞《Light》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相声《集结号》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合唱《我和我的祖国》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吉他《爱你在心口难开》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舞蹈《七子之歌》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独唱《失落沙洲》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舞蹈《体面》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合唱《稳稳的幸福》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小品《娜就是快乐》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舞蹈《Dip</w:t>
                      </w:r>
                      <w: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 xml:space="preserve"> Out</w:t>
                      </w: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快乐抽奖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摇滚《Doun</w:t>
                      </w:r>
                      <w:r>
                        <w:rPr>
                          <w:rFonts w:ascii="等线" w:hAnsi="等线" w:eastAsia="等线"/>
                          <w:color w:val="F7DCBB"/>
                          <w:spacing w:val="20"/>
                          <w:sz w:val="24"/>
                          <w:szCs w:val="24"/>
                        </w:rPr>
                        <w:t>’</w:t>
                      </w: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 xml:space="preserve"> Break My</w:t>
                      </w: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独唱《新不了情》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 w:val="24"/>
                          <w:szCs w:val="24"/>
                        </w:rPr>
                        <w:t>合唱《国家》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2840990</wp:posOffset>
                </wp:positionV>
                <wp:extent cx="2861945" cy="583057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945" cy="5830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开场舞《一枝独秀》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领导致辞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舞蹈《C</w:t>
                            </w:r>
                            <w:r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TO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串烧《暖暖》《爱久见人心》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舞蹈《致青春》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独唱《失落沙洲》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舞蹈《体面》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合唱《远走高飞》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小品《娜就是快乐》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舞蹈《咖喱咖喱》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快乐抽奖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摇滚《不再犹豫》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独唱《雪落下的声音》</w:t>
                            </w:r>
                          </w:p>
                          <w:p>
                            <w:pPr>
                              <w:pStyle w:val="6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F7DCBB"/>
                                <w:spacing w:val="20"/>
                                <w:szCs w:val="24"/>
                              </w:rPr>
                              <w:t>舞蹈《茉莉花》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4pt;margin-top:223.7pt;height:459.1pt;width:225.35pt;z-index:251660288;mso-width-relative:page;mso-height-relative:page;" filled="f" stroked="f" coordsize="21600,21600" o:gfxdata="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P422DcAAAADAEAAA8AAAAAAAAAAQAgAAAA&#10;IgAAAGRycy9kb3ducmV2LnhtbFBLAQIUABQAAAAIAIdO4kBuPSKzQAIAAGkEAAAOAAAAAAAAAAEA&#10;IAAAACs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开场舞《一枝独秀》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领导致辞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舞蹈《C</w:t>
                      </w:r>
                      <w:r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TO</w:t>
                      </w: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串烧《暖暖》《爱久见人心》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舞蹈《致青春》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独唱《失落沙洲》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舞蹈《体面》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合唱《远走高飞》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小品《娜就是快乐》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舞蹈《咖喱咖喱》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快乐抽奖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摇滚《不再犹豫》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独唱《雪落下的声音》</w:t>
                      </w:r>
                    </w:p>
                    <w:p>
                      <w:pPr>
                        <w:pStyle w:val="6"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ascii="微软雅黑" w:hAnsi="微软雅黑" w:eastAsia="微软雅黑"/>
                          <w:color w:val="F7DCBB"/>
                          <w:spacing w:val="20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F7DCBB"/>
                          <w:spacing w:val="20"/>
                          <w:szCs w:val="24"/>
                        </w:rPr>
                        <w:t>舞蹈《茉莉花》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 UI Heavy">
    <w:altName w:val="微软雅黑"/>
    <w:panose1 w:val="00000000000000000000"/>
    <w:charset w:val="86"/>
    <w:family w:val="swiss"/>
    <w:pitch w:val="default"/>
    <w:sig w:usb0="00000000" w:usb1="00000000" w:usb2="00000016" w:usb3="00000000" w:csb0="0004019F" w:csb1="00000000"/>
  </w:font>
  <w:font w:name="思源黑体 CN Normal">
    <w:panose1 w:val="020B0400000000000000"/>
    <w:charset w:val="86"/>
    <w:family w:val="swiss"/>
    <w:pitch w:val="default"/>
    <w:sig w:usb0="A0000287" w:usb1="08DF3C78" w:usb2="00000016" w:usb3="00000000" w:csb0="40020001" w:csb1="D1D6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FF6E3A"/>
    <w:multiLevelType w:val="multilevel"/>
    <w:tmpl w:val="16FF6E3A"/>
    <w:lvl w:ilvl="0" w:tentative="0">
      <w:start w:val="15"/>
      <w:numFmt w:val="decimal"/>
      <w:lvlText w:val="%1."/>
      <w:lvlJc w:val="left"/>
      <w:pPr>
        <w:ind w:left="420" w:hanging="420"/>
      </w:pPr>
      <w:rPr>
        <w:rFonts w:hint="eastAsia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E27F01"/>
    <w:multiLevelType w:val="multilevel"/>
    <w:tmpl w:val="60E27F01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 w:eastAsia="微软雅黑"/>
        <w:b w:val="0"/>
        <w:i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CD681D"/>
    <w:rsid w:val="00026225"/>
    <w:rsid w:val="000548CC"/>
    <w:rsid w:val="00071A42"/>
    <w:rsid w:val="00085E39"/>
    <w:rsid w:val="000C0CA0"/>
    <w:rsid w:val="000D253F"/>
    <w:rsid w:val="000E2C83"/>
    <w:rsid w:val="000F151C"/>
    <w:rsid w:val="000F4F72"/>
    <w:rsid w:val="001117B3"/>
    <w:rsid w:val="00111E09"/>
    <w:rsid w:val="001614FB"/>
    <w:rsid w:val="00194E84"/>
    <w:rsid w:val="001D2B51"/>
    <w:rsid w:val="002202BF"/>
    <w:rsid w:val="00251DAC"/>
    <w:rsid w:val="00262CB7"/>
    <w:rsid w:val="002708D2"/>
    <w:rsid w:val="002F32C8"/>
    <w:rsid w:val="002F4831"/>
    <w:rsid w:val="00306A8F"/>
    <w:rsid w:val="00315E91"/>
    <w:rsid w:val="00336FEB"/>
    <w:rsid w:val="00344411"/>
    <w:rsid w:val="00365E38"/>
    <w:rsid w:val="003D08B6"/>
    <w:rsid w:val="003D5EC7"/>
    <w:rsid w:val="003F30FD"/>
    <w:rsid w:val="003F7BD7"/>
    <w:rsid w:val="00422F07"/>
    <w:rsid w:val="00431417"/>
    <w:rsid w:val="00441402"/>
    <w:rsid w:val="004454CF"/>
    <w:rsid w:val="00466F1D"/>
    <w:rsid w:val="0046790B"/>
    <w:rsid w:val="00481B95"/>
    <w:rsid w:val="004D77D6"/>
    <w:rsid w:val="004F4D08"/>
    <w:rsid w:val="00513BFB"/>
    <w:rsid w:val="005200B7"/>
    <w:rsid w:val="005913DD"/>
    <w:rsid w:val="005A07DB"/>
    <w:rsid w:val="005A66C2"/>
    <w:rsid w:val="005D64F2"/>
    <w:rsid w:val="005F6C40"/>
    <w:rsid w:val="006205EC"/>
    <w:rsid w:val="00643BDE"/>
    <w:rsid w:val="006A3087"/>
    <w:rsid w:val="006B44C2"/>
    <w:rsid w:val="006D264A"/>
    <w:rsid w:val="006E581F"/>
    <w:rsid w:val="00757F36"/>
    <w:rsid w:val="007B4C97"/>
    <w:rsid w:val="007E608E"/>
    <w:rsid w:val="0080516C"/>
    <w:rsid w:val="00827BB2"/>
    <w:rsid w:val="00870666"/>
    <w:rsid w:val="00881670"/>
    <w:rsid w:val="008A15E6"/>
    <w:rsid w:val="008A67D4"/>
    <w:rsid w:val="008C13B4"/>
    <w:rsid w:val="008C7197"/>
    <w:rsid w:val="009414AE"/>
    <w:rsid w:val="00944724"/>
    <w:rsid w:val="00974644"/>
    <w:rsid w:val="00974A30"/>
    <w:rsid w:val="009A29A4"/>
    <w:rsid w:val="009C3372"/>
    <w:rsid w:val="00A1349C"/>
    <w:rsid w:val="00A14EFC"/>
    <w:rsid w:val="00A23FAF"/>
    <w:rsid w:val="00A3071B"/>
    <w:rsid w:val="00A470CA"/>
    <w:rsid w:val="00A52CA6"/>
    <w:rsid w:val="00AE74C9"/>
    <w:rsid w:val="00AF6E8D"/>
    <w:rsid w:val="00B23EFE"/>
    <w:rsid w:val="00B46DF9"/>
    <w:rsid w:val="00BC1860"/>
    <w:rsid w:val="00C006D9"/>
    <w:rsid w:val="00C2705C"/>
    <w:rsid w:val="00C329EC"/>
    <w:rsid w:val="00CC0168"/>
    <w:rsid w:val="00CC74C5"/>
    <w:rsid w:val="00CE0234"/>
    <w:rsid w:val="00CE6F09"/>
    <w:rsid w:val="00CF49CB"/>
    <w:rsid w:val="00D02C1E"/>
    <w:rsid w:val="00D12F41"/>
    <w:rsid w:val="00D347C6"/>
    <w:rsid w:val="00D367B2"/>
    <w:rsid w:val="00D92609"/>
    <w:rsid w:val="00D927C5"/>
    <w:rsid w:val="00DA047D"/>
    <w:rsid w:val="00DC0E54"/>
    <w:rsid w:val="00DD0F83"/>
    <w:rsid w:val="00DD418B"/>
    <w:rsid w:val="00DE2504"/>
    <w:rsid w:val="00E26336"/>
    <w:rsid w:val="00E6152E"/>
    <w:rsid w:val="00ED2A9E"/>
    <w:rsid w:val="00F31C70"/>
    <w:rsid w:val="00F44196"/>
    <w:rsid w:val="00F8379E"/>
    <w:rsid w:val="00FA1DE3"/>
    <w:rsid w:val="00FC5B93"/>
    <w:rsid w:val="00FC5E6E"/>
    <w:rsid w:val="00FE46C6"/>
    <w:rsid w:val="00FF5618"/>
    <w:rsid w:val="00FF78A8"/>
    <w:rsid w:val="56CD681D"/>
    <w:rsid w:val="68F9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0"/>
      <w:sz w:val="18"/>
      <w:szCs w:val="20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等线" w:hAnsi="等线" w:eastAsia="等线"/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9"/>
    <w:rPr>
      <w:b/>
      <w:bCs/>
      <w:kern w:val="44"/>
      <w:sz w:val="44"/>
      <w:szCs w:val="44"/>
    </w:rPr>
  </w:style>
  <w:style w:type="paragraph" w:styleId="6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等线" w:hAnsi="等线" w:eastAsia="等线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01ec7132-f053-4789-8ca5-c3dc8a247af5\&#34013;&#33394;&#21333;&#39029;&#24180;&#20250;&#33410;&#30446;&#21333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蓝色单页年会节目单.docx</Template>
  <Pages>2</Pages>
  <Words>0</Words>
  <Characters>0</Characters>
  <Lines>1</Lines>
  <Paragraphs>1</Paragraphs>
  <TotalTime>24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2021-12-23T02:51:00Z</dcterms:created>
  <dc:creator>文档存本地丢失不负责</dc:creator>
  <cp:lastModifiedBy>泄凶卮赵坦</cp:lastModifiedBy>
  <dcterms:modified xsi:type="dcterms:W3CDTF">2021-12-23T07:42:06Z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v1.0_mb_JdRcIQFH9EwM72QScsaHKQ==</vt:lpwstr>
  </property>
  <property fmtid="{D5CDD505-2E9C-101B-9397-08002B2CF9AE}" pid="4" name="ICV">
    <vt:lpwstr>6EA0B7482724478FBD0D2A3E36B7EBB4</vt:lpwstr>
  </property>
</Properties>
</file>