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vertAlign w:val="baseline"/>
        </w:rPr>
      </w:pPr>
      <w:bookmarkStart w:id="0" w:name="_GoBack"/>
      <w:bookmarkEnd w:id="0"/>
      <w:r>
        <w:rPr>
          <w:sz w:val="21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461645</wp:posOffset>
                </wp:positionH>
                <wp:positionV relativeFrom="paragraph">
                  <wp:posOffset>222885</wp:posOffset>
                </wp:positionV>
                <wp:extent cx="5270500" cy="1111250"/>
                <wp:effectExtent l="0" t="0" r="2540" b="0"/>
                <wp:wrapNone/>
                <wp:docPr id="305" name="组合 3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0500" cy="1111250"/>
                          <a:chOff x="4523" y="846"/>
                          <a:chExt cx="8300" cy="1750"/>
                        </a:xfrm>
                      </wpg:grpSpPr>
                      <wpg:grpSp>
                        <wpg:cNvPr id="304" name="组合 304"/>
                        <wpg:cNvGrpSpPr/>
                        <wpg:grpSpPr>
                          <a:xfrm>
                            <a:off x="4523" y="1423"/>
                            <a:ext cx="8301" cy="598"/>
                            <a:chOff x="4693" y="1694"/>
                            <a:chExt cx="8301" cy="598"/>
                          </a:xfrm>
                        </wpg:grpSpPr>
                        <wpg:grpSp>
                          <wpg:cNvPr id="122" name="组合 251"/>
                          <wpg:cNvGrpSpPr/>
                          <wpg:grpSpPr>
                            <a:xfrm rot="0">
                              <a:off x="4693" y="1694"/>
                              <a:ext cx="558" cy="598"/>
                              <a:chOff x="6581" y="1118"/>
                              <a:chExt cx="2896" cy="3094"/>
                            </a:xfrm>
                          </wpg:grpSpPr>
                          <wps:wsp>
                            <wps:cNvPr id="253" name="任意多边形 252"/>
                            <wps:cNvSpPr/>
                            <wps:spPr>
                              <a:xfrm>
                                <a:off x="6581" y="1118"/>
                                <a:ext cx="2896" cy="3095"/>
                              </a:xfrm>
                              <a:custGeom>
                                <a:avLst/>
                                <a:gdLst>
                                  <a:gd name="idx" fmla="cos wd2 2700000"/>
                                  <a:gd name="idy" fmla="sin hd2 2700000"/>
                                  <a:gd name="il" fmla="+- hc 0 idx"/>
                                  <a:gd name="ir" fmla="+- hc idx 0"/>
                                  <a:gd name="it" fmla="+- vc 0 idy"/>
                                  <a:gd name="ib" fmla="+- vc idy 0"/>
                                </a:gdLst>
                                <a:ahLst/>
                                <a:cxnLst>
                                  <a:cxn ang="3">
                                    <a:pos x="hc" y="t"/>
                                  </a:cxn>
                                  <a:cxn ang="3">
                                    <a:pos x="il" y="it"/>
                                  </a:cxn>
                                  <a:cxn ang="cd2">
                                    <a:pos x="l" y="vc"/>
                                  </a:cxn>
                                  <a:cxn ang="cd4">
                                    <a:pos x="il" y="ib"/>
                                  </a:cxn>
                                  <a:cxn ang="cd4">
                                    <a:pos x="hc" y="b"/>
                                  </a:cxn>
                                  <a:cxn ang="cd4">
                                    <a:pos x="ir" y="ib"/>
                                  </a:cxn>
                                  <a:cxn ang="0">
                                    <a:pos x="r" y="vc"/>
                                  </a:cxn>
                                  <a:cxn ang="3">
                                    <a:pos x="ir" y="it"/>
                                  </a:cxn>
                                </a:cxnLst>
                                <a:rect l="l" t="t" r="r" b="b"/>
                                <a:pathLst>
                                  <a:path w="2897" h="3096">
                                    <a:moveTo>
                                      <a:pt x="832" y="529"/>
                                    </a:moveTo>
                                    <a:cubicBezTo>
                                      <a:pt x="857" y="251"/>
                                      <a:pt x="1164" y="-18"/>
                                      <a:pt x="1449" y="0"/>
                                    </a:cubicBezTo>
                                    <a:cubicBezTo>
                                      <a:pt x="1746" y="-16"/>
                                      <a:pt x="2009" y="246"/>
                                      <a:pt x="2054" y="471"/>
                                    </a:cubicBezTo>
                                    <a:cubicBezTo>
                                      <a:pt x="2089" y="453"/>
                                      <a:pt x="2229" y="426"/>
                                      <a:pt x="2272" y="432"/>
                                    </a:cubicBezTo>
                                    <a:cubicBezTo>
                                      <a:pt x="2622" y="421"/>
                                      <a:pt x="2905" y="742"/>
                                      <a:pt x="2896" y="1056"/>
                                    </a:cubicBezTo>
                                    <a:cubicBezTo>
                                      <a:pt x="2904" y="1241"/>
                                      <a:pt x="2794" y="1433"/>
                                      <a:pt x="2686" y="1523"/>
                                    </a:cubicBezTo>
                                    <a:cubicBezTo>
                                      <a:pt x="2817" y="1628"/>
                                      <a:pt x="2901" y="1834"/>
                                      <a:pt x="2896" y="1989"/>
                                    </a:cubicBezTo>
                                    <a:cubicBezTo>
                                      <a:pt x="2907" y="2339"/>
                                      <a:pt x="2586" y="2622"/>
                                      <a:pt x="2272" y="2613"/>
                                    </a:cubicBezTo>
                                    <a:cubicBezTo>
                                      <a:pt x="2202" y="2618"/>
                                      <a:pt x="2085" y="2587"/>
                                      <a:pt x="2064" y="2577"/>
                                    </a:cubicBezTo>
                                    <a:cubicBezTo>
                                      <a:pt x="2031" y="2858"/>
                                      <a:pt x="1729" y="3109"/>
                                      <a:pt x="1449" y="3095"/>
                                    </a:cubicBezTo>
                                    <a:cubicBezTo>
                                      <a:pt x="1150" y="3105"/>
                                      <a:pt x="892" y="2861"/>
                                      <a:pt x="842" y="2615"/>
                                    </a:cubicBezTo>
                                    <a:cubicBezTo>
                                      <a:pt x="807" y="2627"/>
                                      <a:pt x="703" y="2640"/>
                                      <a:pt x="676" y="2637"/>
                                    </a:cubicBezTo>
                                    <a:cubicBezTo>
                                      <a:pt x="326" y="2648"/>
                                      <a:pt x="43" y="2327"/>
                                      <a:pt x="52" y="2013"/>
                                    </a:cubicBezTo>
                                    <a:cubicBezTo>
                                      <a:pt x="44" y="1851"/>
                                      <a:pt x="135" y="1673"/>
                                      <a:pt x="217" y="1590"/>
                                    </a:cubicBezTo>
                                    <a:cubicBezTo>
                                      <a:pt x="89" y="1492"/>
                                      <a:pt x="-8" y="1275"/>
                                      <a:pt x="0" y="1117"/>
                                    </a:cubicBezTo>
                                    <a:cubicBezTo>
                                      <a:pt x="-11" y="767"/>
                                      <a:pt x="310" y="484"/>
                                      <a:pt x="624" y="493"/>
                                    </a:cubicBezTo>
                                    <a:cubicBezTo>
                                      <a:pt x="694" y="488"/>
                                      <a:pt x="811" y="519"/>
                                      <a:pt x="832" y="529"/>
                                    </a:cubicBezTo>
                                    <a:close/>
                                    <a:moveTo>
                                      <a:pt x="1083" y="1540"/>
                                    </a:moveTo>
                                    <a:cubicBezTo>
                                      <a:pt x="1174" y="1609"/>
                                      <a:pt x="1266" y="1769"/>
                                      <a:pt x="1283" y="1869"/>
                                    </a:cubicBezTo>
                                    <a:cubicBezTo>
                                      <a:pt x="1318" y="1857"/>
                                      <a:pt x="1422" y="1844"/>
                                      <a:pt x="1449" y="1847"/>
                                    </a:cubicBezTo>
                                    <a:cubicBezTo>
                                      <a:pt x="1519" y="1842"/>
                                      <a:pt x="1636" y="1873"/>
                                      <a:pt x="1657" y="1883"/>
                                    </a:cubicBezTo>
                                    <a:cubicBezTo>
                                      <a:pt x="1669" y="1760"/>
                                      <a:pt x="1774" y="1586"/>
                                      <a:pt x="1858" y="1523"/>
                                    </a:cubicBezTo>
                                    <a:cubicBezTo>
                                      <a:pt x="1764" y="1452"/>
                                      <a:pt x="1681" y="1286"/>
                                      <a:pt x="1667" y="1209"/>
                                    </a:cubicBezTo>
                                    <a:cubicBezTo>
                                      <a:pt x="1632" y="1227"/>
                                      <a:pt x="1492" y="1254"/>
                                      <a:pt x="1449" y="1248"/>
                                    </a:cubicBezTo>
                                    <a:cubicBezTo>
                                      <a:pt x="1379" y="1253"/>
                                      <a:pt x="1262" y="1222"/>
                                      <a:pt x="1241" y="1212"/>
                                    </a:cubicBezTo>
                                    <a:cubicBezTo>
                                      <a:pt x="1235" y="1308"/>
                                      <a:pt x="1146" y="1484"/>
                                      <a:pt x="1083" y="154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4DBAE"/>
                              </a:solidFill>
                              <a:ln w="984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54" name="椭圆 253"/>
                            <wps:cNvSpPr/>
                            <wps:spPr>
                              <a:xfrm>
                                <a:off x="7498" y="2125"/>
                                <a:ext cx="1062" cy="106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4DBAE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g:grpSp>
                            <wpg:cNvPr id="123" name="组合 254"/>
                            <wpg:cNvGrpSpPr/>
                            <wpg:grpSpPr>
                              <a:xfrm rot="0">
                                <a:off x="6705" y="1341"/>
                                <a:ext cx="2648" cy="2648"/>
                                <a:chOff x="7273" y="1670"/>
                                <a:chExt cx="2648" cy="2648"/>
                              </a:xfrm>
                            </wpg:grpSpPr>
                            <wps:wsp>
                              <wps:cNvPr id="256" name="椭圆 255"/>
                              <wps:cNvSpPr/>
                              <wps:spPr>
                                <a:xfrm>
                                  <a:off x="8397" y="2794"/>
                                  <a:ext cx="400" cy="4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C0F15"/>
                                </a:solidFill>
                                <a:ln w="98425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g:grpSp>
                              <wpg:cNvPr id="124" name="组合 256"/>
                              <wpg:cNvGrpSpPr/>
                              <wpg:grpSpPr>
                                <a:xfrm rot="19800000">
                                  <a:off x="7273" y="2846"/>
                                  <a:ext cx="2648" cy="296"/>
                                  <a:chOff x="7273" y="2845"/>
                                  <a:chExt cx="2648" cy="296"/>
                                </a:xfrm>
                              </wpg:grpSpPr>
                              <wps:wsp>
                                <wps:cNvPr id="258" name="任意多边形 257"/>
                                <wps:cNvSpPr/>
                                <wps:spPr>
                                  <a:xfrm>
                                    <a:off x="8993" y="2845"/>
                                    <a:ext cx="928" cy="297"/>
                                  </a:xfrm>
                                  <a:custGeom>
                                    <a:avLst/>
                                    <a:gdLst>
                                      <a:gd name="connsiteX0" fmla="*/ 0 w 582"/>
                                      <a:gd name="connsiteY0" fmla="*/ 129 h 258"/>
                                      <a:gd name="connsiteX1" fmla="*/ 291 w 582"/>
                                      <a:gd name="connsiteY1" fmla="*/ 0 h 258"/>
                                      <a:gd name="connsiteX2" fmla="*/ 582 w 582"/>
                                      <a:gd name="connsiteY2" fmla="*/ 129 h 258"/>
                                      <a:gd name="connsiteX3" fmla="*/ 291 w 582"/>
                                      <a:gd name="connsiteY3" fmla="*/ 258 h 258"/>
                                      <a:gd name="connsiteX4" fmla="*/ 0 w 582"/>
                                      <a:gd name="connsiteY4" fmla="*/ 129 h 25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582" h="258">
                                        <a:moveTo>
                                          <a:pt x="0" y="129"/>
                                        </a:moveTo>
                                        <a:cubicBezTo>
                                          <a:pt x="5" y="125"/>
                                          <a:pt x="130" y="0"/>
                                          <a:pt x="291" y="0"/>
                                        </a:cubicBezTo>
                                        <a:cubicBezTo>
                                          <a:pt x="452" y="0"/>
                                          <a:pt x="582" y="58"/>
                                          <a:pt x="582" y="129"/>
                                        </a:cubicBezTo>
                                        <a:cubicBezTo>
                                          <a:pt x="582" y="200"/>
                                          <a:pt x="452" y="258"/>
                                          <a:pt x="291" y="258"/>
                                        </a:cubicBezTo>
                                        <a:cubicBezTo>
                                          <a:pt x="130" y="258"/>
                                          <a:pt x="5" y="143"/>
                                          <a:pt x="0" y="12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9C0F15"/>
                                  </a:solidFill>
                                  <a:ln w="98425" cap="rnd">
                                    <a:noFill/>
                                    <a:round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259" name="任意多边形 258"/>
                                <wps:cNvSpPr/>
                                <wps:spPr>
                                  <a:xfrm flipH="1">
                                    <a:off x="7273" y="2845"/>
                                    <a:ext cx="928" cy="297"/>
                                  </a:xfrm>
                                  <a:custGeom>
                                    <a:avLst/>
                                    <a:gdLst>
                                      <a:gd name="connsiteX0" fmla="*/ 0 w 582"/>
                                      <a:gd name="connsiteY0" fmla="*/ 129 h 258"/>
                                      <a:gd name="connsiteX1" fmla="*/ 291 w 582"/>
                                      <a:gd name="connsiteY1" fmla="*/ 0 h 258"/>
                                      <a:gd name="connsiteX2" fmla="*/ 582 w 582"/>
                                      <a:gd name="connsiteY2" fmla="*/ 129 h 258"/>
                                      <a:gd name="connsiteX3" fmla="*/ 291 w 582"/>
                                      <a:gd name="connsiteY3" fmla="*/ 258 h 258"/>
                                      <a:gd name="connsiteX4" fmla="*/ 0 w 582"/>
                                      <a:gd name="connsiteY4" fmla="*/ 129 h 25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582" h="258">
                                        <a:moveTo>
                                          <a:pt x="0" y="129"/>
                                        </a:moveTo>
                                        <a:cubicBezTo>
                                          <a:pt x="5" y="125"/>
                                          <a:pt x="130" y="0"/>
                                          <a:pt x="291" y="0"/>
                                        </a:cubicBezTo>
                                        <a:cubicBezTo>
                                          <a:pt x="452" y="0"/>
                                          <a:pt x="582" y="58"/>
                                          <a:pt x="582" y="129"/>
                                        </a:cubicBezTo>
                                        <a:cubicBezTo>
                                          <a:pt x="582" y="200"/>
                                          <a:pt x="452" y="258"/>
                                          <a:pt x="291" y="258"/>
                                        </a:cubicBezTo>
                                        <a:cubicBezTo>
                                          <a:pt x="130" y="258"/>
                                          <a:pt x="5" y="143"/>
                                          <a:pt x="0" y="12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9C0F15"/>
                                  </a:solidFill>
                                  <a:ln w="98425" cap="rnd">
                                    <a:noFill/>
                                    <a:round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wpg:grpSp>
                            <wpg:grpSp>
                              <wpg:cNvPr id="125" name="组合 259"/>
                              <wpg:cNvGrpSpPr/>
                              <wpg:grpSpPr>
                                <a:xfrm rot="16200000">
                                  <a:off x="7273" y="2846"/>
                                  <a:ext cx="2648" cy="296"/>
                                  <a:chOff x="7273" y="2845"/>
                                  <a:chExt cx="2648" cy="296"/>
                                </a:xfrm>
                              </wpg:grpSpPr>
                              <wps:wsp>
                                <wps:cNvPr id="261" name="任意多边形 260"/>
                                <wps:cNvSpPr/>
                                <wps:spPr>
                                  <a:xfrm>
                                    <a:off x="8993" y="2845"/>
                                    <a:ext cx="928" cy="297"/>
                                  </a:xfrm>
                                  <a:custGeom>
                                    <a:avLst/>
                                    <a:gdLst>
                                      <a:gd name="connsiteX0" fmla="*/ 0 w 582"/>
                                      <a:gd name="connsiteY0" fmla="*/ 129 h 258"/>
                                      <a:gd name="connsiteX1" fmla="*/ 291 w 582"/>
                                      <a:gd name="connsiteY1" fmla="*/ 0 h 258"/>
                                      <a:gd name="connsiteX2" fmla="*/ 582 w 582"/>
                                      <a:gd name="connsiteY2" fmla="*/ 129 h 258"/>
                                      <a:gd name="connsiteX3" fmla="*/ 291 w 582"/>
                                      <a:gd name="connsiteY3" fmla="*/ 258 h 258"/>
                                      <a:gd name="connsiteX4" fmla="*/ 0 w 582"/>
                                      <a:gd name="connsiteY4" fmla="*/ 129 h 25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582" h="258">
                                        <a:moveTo>
                                          <a:pt x="0" y="129"/>
                                        </a:moveTo>
                                        <a:cubicBezTo>
                                          <a:pt x="5" y="125"/>
                                          <a:pt x="130" y="0"/>
                                          <a:pt x="291" y="0"/>
                                        </a:cubicBezTo>
                                        <a:cubicBezTo>
                                          <a:pt x="452" y="0"/>
                                          <a:pt x="582" y="58"/>
                                          <a:pt x="582" y="129"/>
                                        </a:cubicBezTo>
                                        <a:cubicBezTo>
                                          <a:pt x="582" y="200"/>
                                          <a:pt x="452" y="258"/>
                                          <a:pt x="291" y="258"/>
                                        </a:cubicBezTo>
                                        <a:cubicBezTo>
                                          <a:pt x="130" y="258"/>
                                          <a:pt x="5" y="143"/>
                                          <a:pt x="0" y="12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9C0F15"/>
                                  </a:solidFill>
                                  <a:ln w="98425" cap="rnd">
                                    <a:noFill/>
                                    <a:round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262" name="任意多边形 261"/>
                                <wps:cNvSpPr/>
                                <wps:spPr>
                                  <a:xfrm flipH="1">
                                    <a:off x="7273" y="2845"/>
                                    <a:ext cx="928" cy="297"/>
                                  </a:xfrm>
                                  <a:custGeom>
                                    <a:avLst/>
                                    <a:gdLst>
                                      <a:gd name="connsiteX0" fmla="*/ 0 w 582"/>
                                      <a:gd name="connsiteY0" fmla="*/ 129 h 258"/>
                                      <a:gd name="connsiteX1" fmla="*/ 291 w 582"/>
                                      <a:gd name="connsiteY1" fmla="*/ 0 h 258"/>
                                      <a:gd name="connsiteX2" fmla="*/ 582 w 582"/>
                                      <a:gd name="connsiteY2" fmla="*/ 129 h 258"/>
                                      <a:gd name="connsiteX3" fmla="*/ 291 w 582"/>
                                      <a:gd name="connsiteY3" fmla="*/ 258 h 258"/>
                                      <a:gd name="connsiteX4" fmla="*/ 0 w 582"/>
                                      <a:gd name="connsiteY4" fmla="*/ 129 h 25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582" h="258">
                                        <a:moveTo>
                                          <a:pt x="0" y="129"/>
                                        </a:moveTo>
                                        <a:cubicBezTo>
                                          <a:pt x="5" y="125"/>
                                          <a:pt x="130" y="0"/>
                                          <a:pt x="291" y="0"/>
                                        </a:cubicBezTo>
                                        <a:cubicBezTo>
                                          <a:pt x="452" y="0"/>
                                          <a:pt x="582" y="58"/>
                                          <a:pt x="582" y="129"/>
                                        </a:cubicBezTo>
                                        <a:cubicBezTo>
                                          <a:pt x="582" y="200"/>
                                          <a:pt x="452" y="258"/>
                                          <a:pt x="291" y="258"/>
                                        </a:cubicBezTo>
                                        <a:cubicBezTo>
                                          <a:pt x="130" y="258"/>
                                          <a:pt x="5" y="143"/>
                                          <a:pt x="0" y="12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9C0F15"/>
                                  </a:solidFill>
                                  <a:ln w="98425" cap="rnd">
                                    <a:noFill/>
                                    <a:round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wpg:grpSp>
                            <wpg:grpSp>
                              <wpg:cNvPr id="126" name="组合 262"/>
                              <wpg:cNvGrpSpPr/>
                              <wpg:grpSpPr>
                                <a:xfrm rot="1800000">
                                  <a:off x="7273" y="2846"/>
                                  <a:ext cx="2648" cy="296"/>
                                  <a:chOff x="7273" y="2845"/>
                                  <a:chExt cx="2648" cy="296"/>
                                </a:xfrm>
                              </wpg:grpSpPr>
                              <wps:wsp>
                                <wps:cNvPr id="264" name="任意多边形 263"/>
                                <wps:cNvSpPr/>
                                <wps:spPr>
                                  <a:xfrm>
                                    <a:off x="8993" y="2845"/>
                                    <a:ext cx="928" cy="297"/>
                                  </a:xfrm>
                                  <a:custGeom>
                                    <a:avLst/>
                                    <a:gdLst>
                                      <a:gd name="connsiteX0" fmla="*/ 0 w 582"/>
                                      <a:gd name="connsiteY0" fmla="*/ 129 h 258"/>
                                      <a:gd name="connsiteX1" fmla="*/ 291 w 582"/>
                                      <a:gd name="connsiteY1" fmla="*/ 0 h 258"/>
                                      <a:gd name="connsiteX2" fmla="*/ 582 w 582"/>
                                      <a:gd name="connsiteY2" fmla="*/ 129 h 258"/>
                                      <a:gd name="connsiteX3" fmla="*/ 291 w 582"/>
                                      <a:gd name="connsiteY3" fmla="*/ 258 h 258"/>
                                      <a:gd name="connsiteX4" fmla="*/ 0 w 582"/>
                                      <a:gd name="connsiteY4" fmla="*/ 129 h 25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582" h="258">
                                        <a:moveTo>
                                          <a:pt x="0" y="129"/>
                                        </a:moveTo>
                                        <a:cubicBezTo>
                                          <a:pt x="5" y="125"/>
                                          <a:pt x="130" y="0"/>
                                          <a:pt x="291" y="0"/>
                                        </a:cubicBezTo>
                                        <a:cubicBezTo>
                                          <a:pt x="452" y="0"/>
                                          <a:pt x="582" y="58"/>
                                          <a:pt x="582" y="129"/>
                                        </a:cubicBezTo>
                                        <a:cubicBezTo>
                                          <a:pt x="582" y="200"/>
                                          <a:pt x="452" y="258"/>
                                          <a:pt x="291" y="258"/>
                                        </a:cubicBezTo>
                                        <a:cubicBezTo>
                                          <a:pt x="130" y="258"/>
                                          <a:pt x="5" y="143"/>
                                          <a:pt x="0" y="12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9C0F15"/>
                                  </a:solidFill>
                                  <a:ln w="98425" cap="rnd">
                                    <a:noFill/>
                                    <a:round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265" name="任意多边形 264"/>
                                <wps:cNvSpPr/>
                                <wps:spPr>
                                  <a:xfrm flipH="1">
                                    <a:off x="7273" y="2845"/>
                                    <a:ext cx="928" cy="297"/>
                                  </a:xfrm>
                                  <a:custGeom>
                                    <a:avLst/>
                                    <a:gdLst>
                                      <a:gd name="connsiteX0" fmla="*/ 0 w 582"/>
                                      <a:gd name="connsiteY0" fmla="*/ 129 h 258"/>
                                      <a:gd name="connsiteX1" fmla="*/ 291 w 582"/>
                                      <a:gd name="connsiteY1" fmla="*/ 0 h 258"/>
                                      <a:gd name="connsiteX2" fmla="*/ 582 w 582"/>
                                      <a:gd name="connsiteY2" fmla="*/ 129 h 258"/>
                                      <a:gd name="connsiteX3" fmla="*/ 291 w 582"/>
                                      <a:gd name="connsiteY3" fmla="*/ 258 h 258"/>
                                      <a:gd name="connsiteX4" fmla="*/ 0 w 582"/>
                                      <a:gd name="connsiteY4" fmla="*/ 129 h 25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582" h="258">
                                        <a:moveTo>
                                          <a:pt x="0" y="129"/>
                                        </a:moveTo>
                                        <a:cubicBezTo>
                                          <a:pt x="5" y="125"/>
                                          <a:pt x="130" y="0"/>
                                          <a:pt x="291" y="0"/>
                                        </a:cubicBezTo>
                                        <a:cubicBezTo>
                                          <a:pt x="452" y="0"/>
                                          <a:pt x="582" y="58"/>
                                          <a:pt x="582" y="129"/>
                                        </a:cubicBezTo>
                                        <a:cubicBezTo>
                                          <a:pt x="582" y="200"/>
                                          <a:pt x="452" y="258"/>
                                          <a:pt x="291" y="258"/>
                                        </a:cubicBezTo>
                                        <a:cubicBezTo>
                                          <a:pt x="130" y="258"/>
                                          <a:pt x="5" y="143"/>
                                          <a:pt x="0" y="12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9C0F15"/>
                                  </a:solidFill>
                                  <a:ln w="98425" cap="rnd">
                                    <a:noFill/>
                                    <a:round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wpg:grpSp>
                          </wpg:grpSp>
                        </wpg:grpSp>
                        <wpg:grpSp>
                          <wpg:cNvPr id="270" name="组合 251"/>
                          <wpg:cNvGrpSpPr/>
                          <wpg:grpSpPr>
                            <a:xfrm rot="0">
                              <a:off x="12436" y="1694"/>
                              <a:ext cx="558" cy="598"/>
                              <a:chOff x="6581" y="1118"/>
                              <a:chExt cx="2896" cy="3094"/>
                            </a:xfrm>
                          </wpg:grpSpPr>
                          <wps:wsp>
                            <wps:cNvPr id="271" name="任意多边形 252"/>
                            <wps:cNvSpPr/>
                            <wps:spPr>
                              <a:xfrm>
                                <a:off x="6581" y="1118"/>
                                <a:ext cx="2896" cy="3095"/>
                              </a:xfrm>
                              <a:custGeom>
                                <a:avLst/>
                                <a:gdLst>
                                  <a:gd name="idx" fmla="cos wd2 2700000"/>
                                  <a:gd name="idy" fmla="sin hd2 2700000"/>
                                  <a:gd name="il" fmla="+- hc 0 idx"/>
                                  <a:gd name="ir" fmla="+- hc idx 0"/>
                                  <a:gd name="it" fmla="+- vc 0 idy"/>
                                  <a:gd name="ib" fmla="+- vc idy 0"/>
                                </a:gdLst>
                                <a:ahLst/>
                                <a:cxnLst>
                                  <a:cxn ang="3">
                                    <a:pos x="hc" y="t"/>
                                  </a:cxn>
                                  <a:cxn ang="3">
                                    <a:pos x="il" y="it"/>
                                  </a:cxn>
                                  <a:cxn ang="cd2">
                                    <a:pos x="l" y="vc"/>
                                  </a:cxn>
                                  <a:cxn ang="cd4">
                                    <a:pos x="il" y="ib"/>
                                  </a:cxn>
                                  <a:cxn ang="cd4">
                                    <a:pos x="hc" y="b"/>
                                  </a:cxn>
                                  <a:cxn ang="cd4">
                                    <a:pos x="ir" y="ib"/>
                                  </a:cxn>
                                  <a:cxn ang="0">
                                    <a:pos x="r" y="vc"/>
                                  </a:cxn>
                                  <a:cxn ang="3">
                                    <a:pos x="ir" y="it"/>
                                  </a:cxn>
                                </a:cxnLst>
                                <a:rect l="l" t="t" r="r" b="b"/>
                                <a:pathLst>
                                  <a:path w="2897" h="3096">
                                    <a:moveTo>
                                      <a:pt x="832" y="529"/>
                                    </a:moveTo>
                                    <a:cubicBezTo>
                                      <a:pt x="857" y="251"/>
                                      <a:pt x="1164" y="-18"/>
                                      <a:pt x="1449" y="0"/>
                                    </a:cubicBezTo>
                                    <a:cubicBezTo>
                                      <a:pt x="1746" y="-16"/>
                                      <a:pt x="2009" y="246"/>
                                      <a:pt x="2054" y="471"/>
                                    </a:cubicBezTo>
                                    <a:cubicBezTo>
                                      <a:pt x="2089" y="453"/>
                                      <a:pt x="2229" y="426"/>
                                      <a:pt x="2272" y="432"/>
                                    </a:cubicBezTo>
                                    <a:cubicBezTo>
                                      <a:pt x="2622" y="421"/>
                                      <a:pt x="2905" y="742"/>
                                      <a:pt x="2896" y="1056"/>
                                    </a:cubicBezTo>
                                    <a:cubicBezTo>
                                      <a:pt x="2904" y="1241"/>
                                      <a:pt x="2794" y="1433"/>
                                      <a:pt x="2686" y="1523"/>
                                    </a:cubicBezTo>
                                    <a:cubicBezTo>
                                      <a:pt x="2817" y="1628"/>
                                      <a:pt x="2901" y="1834"/>
                                      <a:pt x="2896" y="1989"/>
                                    </a:cubicBezTo>
                                    <a:cubicBezTo>
                                      <a:pt x="2907" y="2339"/>
                                      <a:pt x="2586" y="2622"/>
                                      <a:pt x="2272" y="2613"/>
                                    </a:cubicBezTo>
                                    <a:cubicBezTo>
                                      <a:pt x="2202" y="2618"/>
                                      <a:pt x="2085" y="2587"/>
                                      <a:pt x="2064" y="2577"/>
                                    </a:cubicBezTo>
                                    <a:cubicBezTo>
                                      <a:pt x="2031" y="2858"/>
                                      <a:pt x="1729" y="3109"/>
                                      <a:pt x="1449" y="3095"/>
                                    </a:cubicBezTo>
                                    <a:cubicBezTo>
                                      <a:pt x="1150" y="3105"/>
                                      <a:pt x="892" y="2861"/>
                                      <a:pt x="842" y="2615"/>
                                    </a:cubicBezTo>
                                    <a:cubicBezTo>
                                      <a:pt x="807" y="2627"/>
                                      <a:pt x="703" y="2640"/>
                                      <a:pt x="676" y="2637"/>
                                    </a:cubicBezTo>
                                    <a:cubicBezTo>
                                      <a:pt x="326" y="2648"/>
                                      <a:pt x="43" y="2327"/>
                                      <a:pt x="52" y="2013"/>
                                    </a:cubicBezTo>
                                    <a:cubicBezTo>
                                      <a:pt x="44" y="1851"/>
                                      <a:pt x="135" y="1673"/>
                                      <a:pt x="217" y="1590"/>
                                    </a:cubicBezTo>
                                    <a:cubicBezTo>
                                      <a:pt x="89" y="1492"/>
                                      <a:pt x="-8" y="1275"/>
                                      <a:pt x="0" y="1117"/>
                                    </a:cubicBezTo>
                                    <a:cubicBezTo>
                                      <a:pt x="-11" y="767"/>
                                      <a:pt x="310" y="484"/>
                                      <a:pt x="624" y="493"/>
                                    </a:cubicBezTo>
                                    <a:cubicBezTo>
                                      <a:pt x="694" y="488"/>
                                      <a:pt x="811" y="519"/>
                                      <a:pt x="832" y="529"/>
                                    </a:cubicBezTo>
                                    <a:close/>
                                    <a:moveTo>
                                      <a:pt x="1083" y="1540"/>
                                    </a:moveTo>
                                    <a:cubicBezTo>
                                      <a:pt x="1174" y="1609"/>
                                      <a:pt x="1266" y="1769"/>
                                      <a:pt x="1283" y="1869"/>
                                    </a:cubicBezTo>
                                    <a:cubicBezTo>
                                      <a:pt x="1318" y="1857"/>
                                      <a:pt x="1422" y="1844"/>
                                      <a:pt x="1449" y="1847"/>
                                    </a:cubicBezTo>
                                    <a:cubicBezTo>
                                      <a:pt x="1519" y="1842"/>
                                      <a:pt x="1636" y="1873"/>
                                      <a:pt x="1657" y="1883"/>
                                    </a:cubicBezTo>
                                    <a:cubicBezTo>
                                      <a:pt x="1669" y="1760"/>
                                      <a:pt x="1774" y="1586"/>
                                      <a:pt x="1858" y="1523"/>
                                    </a:cubicBezTo>
                                    <a:cubicBezTo>
                                      <a:pt x="1764" y="1452"/>
                                      <a:pt x="1681" y="1286"/>
                                      <a:pt x="1667" y="1209"/>
                                    </a:cubicBezTo>
                                    <a:cubicBezTo>
                                      <a:pt x="1632" y="1227"/>
                                      <a:pt x="1492" y="1254"/>
                                      <a:pt x="1449" y="1248"/>
                                    </a:cubicBezTo>
                                    <a:cubicBezTo>
                                      <a:pt x="1379" y="1253"/>
                                      <a:pt x="1262" y="1222"/>
                                      <a:pt x="1241" y="1212"/>
                                    </a:cubicBezTo>
                                    <a:cubicBezTo>
                                      <a:pt x="1235" y="1308"/>
                                      <a:pt x="1146" y="1484"/>
                                      <a:pt x="1083" y="154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4DBAE"/>
                              </a:solidFill>
                              <a:ln w="984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72" name="椭圆 253"/>
                            <wps:cNvSpPr/>
                            <wps:spPr>
                              <a:xfrm>
                                <a:off x="7498" y="2125"/>
                                <a:ext cx="1062" cy="106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4DBAE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g:grpSp>
                            <wpg:cNvPr id="273" name="组合 254"/>
                            <wpg:cNvGrpSpPr/>
                            <wpg:grpSpPr>
                              <a:xfrm rot="0">
                                <a:off x="6705" y="1341"/>
                                <a:ext cx="2648" cy="2648"/>
                                <a:chOff x="7273" y="1670"/>
                                <a:chExt cx="2648" cy="2648"/>
                              </a:xfrm>
                            </wpg:grpSpPr>
                            <wps:wsp>
                              <wps:cNvPr id="274" name="椭圆 255"/>
                              <wps:cNvSpPr/>
                              <wps:spPr>
                                <a:xfrm>
                                  <a:off x="8397" y="2794"/>
                                  <a:ext cx="400" cy="4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C0F15"/>
                                </a:solidFill>
                                <a:ln w="98425"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g:grpSp>
                              <wpg:cNvPr id="275" name="组合 256"/>
                              <wpg:cNvGrpSpPr/>
                              <wpg:grpSpPr>
                                <a:xfrm rot="19800000">
                                  <a:off x="7273" y="2846"/>
                                  <a:ext cx="2648" cy="296"/>
                                  <a:chOff x="7273" y="2845"/>
                                  <a:chExt cx="2648" cy="296"/>
                                </a:xfrm>
                              </wpg:grpSpPr>
                              <wps:wsp>
                                <wps:cNvPr id="276" name="任意多边形 257"/>
                                <wps:cNvSpPr/>
                                <wps:spPr>
                                  <a:xfrm>
                                    <a:off x="8993" y="2845"/>
                                    <a:ext cx="928" cy="297"/>
                                  </a:xfrm>
                                  <a:custGeom>
                                    <a:avLst/>
                                    <a:gdLst>
                                      <a:gd name="connsiteX0" fmla="*/ 0 w 582"/>
                                      <a:gd name="connsiteY0" fmla="*/ 129 h 258"/>
                                      <a:gd name="connsiteX1" fmla="*/ 291 w 582"/>
                                      <a:gd name="connsiteY1" fmla="*/ 0 h 258"/>
                                      <a:gd name="connsiteX2" fmla="*/ 582 w 582"/>
                                      <a:gd name="connsiteY2" fmla="*/ 129 h 258"/>
                                      <a:gd name="connsiteX3" fmla="*/ 291 w 582"/>
                                      <a:gd name="connsiteY3" fmla="*/ 258 h 258"/>
                                      <a:gd name="connsiteX4" fmla="*/ 0 w 582"/>
                                      <a:gd name="connsiteY4" fmla="*/ 129 h 25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582" h="258">
                                        <a:moveTo>
                                          <a:pt x="0" y="129"/>
                                        </a:moveTo>
                                        <a:cubicBezTo>
                                          <a:pt x="5" y="125"/>
                                          <a:pt x="130" y="0"/>
                                          <a:pt x="291" y="0"/>
                                        </a:cubicBezTo>
                                        <a:cubicBezTo>
                                          <a:pt x="452" y="0"/>
                                          <a:pt x="582" y="58"/>
                                          <a:pt x="582" y="129"/>
                                        </a:cubicBezTo>
                                        <a:cubicBezTo>
                                          <a:pt x="582" y="200"/>
                                          <a:pt x="452" y="258"/>
                                          <a:pt x="291" y="258"/>
                                        </a:cubicBezTo>
                                        <a:cubicBezTo>
                                          <a:pt x="130" y="258"/>
                                          <a:pt x="5" y="143"/>
                                          <a:pt x="0" y="12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9C0F15"/>
                                  </a:solidFill>
                                  <a:ln w="98425" cap="rnd">
                                    <a:noFill/>
                                    <a:round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277" name="任意多边形 258"/>
                                <wps:cNvSpPr/>
                                <wps:spPr>
                                  <a:xfrm flipH="1">
                                    <a:off x="7273" y="2845"/>
                                    <a:ext cx="928" cy="297"/>
                                  </a:xfrm>
                                  <a:custGeom>
                                    <a:avLst/>
                                    <a:gdLst>
                                      <a:gd name="connsiteX0" fmla="*/ 0 w 582"/>
                                      <a:gd name="connsiteY0" fmla="*/ 129 h 258"/>
                                      <a:gd name="connsiteX1" fmla="*/ 291 w 582"/>
                                      <a:gd name="connsiteY1" fmla="*/ 0 h 258"/>
                                      <a:gd name="connsiteX2" fmla="*/ 582 w 582"/>
                                      <a:gd name="connsiteY2" fmla="*/ 129 h 258"/>
                                      <a:gd name="connsiteX3" fmla="*/ 291 w 582"/>
                                      <a:gd name="connsiteY3" fmla="*/ 258 h 258"/>
                                      <a:gd name="connsiteX4" fmla="*/ 0 w 582"/>
                                      <a:gd name="connsiteY4" fmla="*/ 129 h 25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582" h="258">
                                        <a:moveTo>
                                          <a:pt x="0" y="129"/>
                                        </a:moveTo>
                                        <a:cubicBezTo>
                                          <a:pt x="5" y="125"/>
                                          <a:pt x="130" y="0"/>
                                          <a:pt x="291" y="0"/>
                                        </a:cubicBezTo>
                                        <a:cubicBezTo>
                                          <a:pt x="452" y="0"/>
                                          <a:pt x="582" y="58"/>
                                          <a:pt x="582" y="129"/>
                                        </a:cubicBezTo>
                                        <a:cubicBezTo>
                                          <a:pt x="582" y="200"/>
                                          <a:pt x="452" y="258"/>
                                          <a:pt x="291" y="258"/>
                                        </a:cubicBezTo>
                                        <a:cubicBezTo>
                                          <a:pt x="130" y="258"/>
                                          <a:pt x="5" y="143"/>
                                          <a:pt x="0" y="12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9C0F15"/>
                                  </a:solidFill>
                                  <a:ln w="98425" cap="rnd">
                                    <a:noFill/>
                                    <a:round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wpg:grpSp>
                            <wpg:grpSp>
                              <wpg:cNvPr id="278" name="组合 259"/>
                              <wpg:cNvGrpSpPr/>
                              <wpg:grpSpPr>
                                <a:xfrm rot="16200000">
                                  <a:off x="7273" y="2846"/>
                                  <a:ext cx="2648" cy="296"/>
                                  <a:chOff x="7273" y="2845"/>
                                  <a:chExt cx="2648" cy="296"/>
                                </a:xfrm>
                              </wpg:grpSpPr>
                              <wps:wsp>
                                <wps:cNvPr id="279" name="任意多边形 260"/>
                                <wps:cNvSpPr/>
                                <wps:spPr>
                                  <a:xfrm>
                                    <a:off x="8993" y="2845"/>
                                    <a:ext cx="928" cy="297"/>
                                  </a:xfrm>
                                  <a:custGeom>
                                    <a:avLst/>
                                    <a:gdLst>
                                      <a:gd name="connsiteX0" fmla="*/ 0 w 582"/>
                                      <a:gd name="connsiteY0" fmla="*/ 129 h 258"/>
                                      <a:gd name="connsiteX1" fmla="*/ 291 w 582"/>
                                      <a:gd name="connsiteY1" fmla="*/ 0 h 258"/>
                                      <a:gd name="connsiteX2" fmla="*/ 582 w 582"/>
                                      <a:gd name="connsiteY2" fmla="*/ 129 h 258"/>
                                      <a:gd name="connsiteX3" fmla="*/ 291 w 582"/>
                                      <a:gd name="connsiteY3" fmla="*/ 258 h 258"/>
                                      <a:gd name="connsiteX4" fmla="*/ 0 w 582"/>
                                      <a:gd name="connsiteY4" fmla="*/ 129 h 25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582" h="258">
                                        <a:moveTo>
                                          <a:pt x="0" y="129"/>
                                        </a:moveTo>
                                        <a:cubicBezTo>
                                          <a:pt x="5" y="125"/>
                                          <a:pt x="130" y="0"/>
                                          <a:pt x="291" y="0"/>
                                        </a:cubicBezTo>
                                        <a:cubicBezTo>
                                          <a:pt x="452" y="0"/>
                                          <a:pt x="582" y="58"/>
                                          <a:pt x="582" y="129"/>
                                        </a:cubicBezTo>
                                        <a:cubicBezTo>
                                          <a:pt x="582" y="200"/>
                                          <a:pt x="452" y="258"/>
                                          <a:pt x="291" y="258"/>
                                        </a:cubicBezTo>
                                        <a:cubicBezTo>
                                          <a:pt x="130" y="258"/>
                                          <a:pt x="5" y="143"/>
                                          <a:pt x="0" y="12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9C0F15"/>
                                  </a:solidFill>
                                  <a:ln w="98425" cap="rnd">
                                    <a:noFill/>
                                    <a:round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281" name="任意多边形 261"/>
                                <wps:cNvSpPr/>
                                <wps:spPr>
                                  <a:xfrm flipH="1">
                                    <a:off x="7273" y="2845"/>
                                    <a:ext cx="928" cy="297"/>
                                  </a:xfrm>
                                  <a:custGeom>
                                    <a:avLst/>
                                    <a:gdLst>
                                      <a:gd name="connsiteX0" fmla="*/ 0 w 582"/>
                                      <a:gd name="connsiteY0" fmla="*/ 129 h 258"/>
                                      <a:gd name="connsiteX1" fmla="*/ 291 w 582"/>
                                      <a:gd name="connsiteY1" fmla="*/ 0 h 258"/>
                                      <a:gd name="connsiteX2" fmla="*/ 582 w 582"/>
                                      <a:gd name="connsiteY2" fmla="*/ 129 h 258"/>
                                      <a:gd name="connsiteX3" fmla="*/ 291 w 582"/>
                                      <a:gd name="connsiteY3" fmla="*/ 258 h 258"/>
                                      <a:gd name="connsiteX4" fmla="*/ 0 w 582"/>
                                      <a:gd name="connsiteY4" fmla="*/ 129 h 25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582" h="258">
                                        <a:moveTo>
                                          <a:pt x="0" y="129"/>
                                        </a:moveTo>
                                        <a:cubicBezTo>
                                          <a:pt x="5" y="125"/>
                                          <a:pt x="130" y="0"/>
                                          <a:pt x="291" y="0"/>
                                        </a:cubicBezTo>
                                        <a:cubicBezTo>
                                          <a:pt x="452" y="0"/>
                                          <a:pt x="582" y="58"/>
                                          <a:pt x="582" y="129"/>
                                        </a:cubicBezTo>
                                        <a:cubicBezTo>
                                          <a:pt x="582" y="200"/>
                                          <a:pt x="452" y="258"/>
                                          <a:pt x="291" y="258"/>
                                        </a:cubicBezTo>
                                        <a:cubicBezTo>
                                          <a:pt x="130" y="258"/>
                                          <a:pt x="5" y="143"/>
                                          <a:pt x="0" y="12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9C0F15"/>
                                  </a:solidFill>
                                  <a:ln w="98425" cap="rnd">
                                    <a:noFill/>
                                    <a:round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wpg:grpSp>
                            <wpg:grpSp>
                              <wpg:cNvPr id="282" name="组合 262"/>
                              <wpg:cNvGrpSpPr/>
                              <wpg:grpSpPr>
                                <a:xfrm rot="1800000">
                                  <a:off x="7273" y="2846"/>
                                  <a:ext cx="2648" cy="296"/>
                                  <a:chOff x="7273" y="2845"/>
                                  <a:chExt cx="2648" cy="296"/>
                                </a:xfrm>
                              </wpg:grpSpPr>
                              <wps:wsp>
                                <wps:cNvPr id="283" name="任意多边形 263"/>
                                <wps:cNvSpPr/>
                                <wps:spPr>
                                  <a:xfrm>
                                    <a:off x="8993" y="2845"/>
                                    <a:ext cx="928" cy="297"/>
                                  </a:xfrm>
                                  <a:custGeom>
                                    <a:avLst/>
                                    <a:gdLst>
                                      <a:gd name="connsiteX0" fmla="*/ 0 w 582"/>
                                      <a:gd name="connsiteY0" fmla="*/ 129 h 258"/>
                                      <a:gd name="connsiteX1" fmla="*/ 291 w 582"/>
                                      <a:gd name="connsiteY1" fmla="*/ 0 h 258"/>
                                      <a:gd name="connsiteX2" fmla="*/ 582 w 582"/>
                                      <a:gd name="connsiteY2" fmla="*/ 129 h 258"/>
                                      <a:gd name="connsiteX3" fmla="*/ 291 w 582"/>
                                      <a:gd name="connsiteY3" fmla="*/ 258 h 258"/>
                                      <a:gd name="connsiteX4" fmla="*/ 0 w 582"/>
                                      <a:gd name="connsiteY4" fmla="*/ 129 h 25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582" h="258">
                                        <a:moveTo>
                                          <a:pt x="0" y="129"/>
                                        </a:moveTo>
                                        <a:cubicBezTo>
                                          <a:pt x="5" y="125"/>
                                          <a:pt x="130" y="0"/>
                                          <a:pt x="291" y="0"/>
                                        </a:cubicBezTo>
                                        <a:cubicBezTo>
                                          <a:pt x="452" y="0"/>
                                          <a:pt x="582" y="58"/>
                                          <a:pt x="582" y="129"/>
                                        </a:cubicBezTo>
                                        <a:cubicBezTo>
                                          <a:pt x="582" y="200"/>
                                          <a:pt x="452" y="258"/>
                                          <a:pt x="291" y="258"/>
                                        </a:cubicBezTo>
                                        <a:cubicBezTo>
                                          <a:pt x="130" y="258"/>
                                          <a:pt x="5" y="143"/>
                                          <a:pt x="0" y="12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9C0F15"/>
                                  </a:solidFill>
                                  <a:ln w="98425" cap="rnd">
                                    <a:noFill/>
                                    <a:round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284" name="任意多边形 264"/>
                                <wps:cNvSpPr/>
                                <wps:spPr>
                                  <a:xfrm flipH="1">
                                    <a:off x="7273" y="2845"/>
                                    <a:ext cx="928" cy="297"/>
                                  </a:xfrm>
                                  <a:custGeom>
                                    <a:avLst/>
                                    <a:gdLst>
                                      <a:gd name="connsiteX0" fmla="*/ 0 w 582"/>
                                      <a:gd name="connsiteY0" fmla="*/ 129 h 258"/>
                                      <a:gd name="connsiteX1" fmla="*/ 291 w 582"/>
                                      <a:gd name="connsiteY1" fmla="*/ 0 h 258"/>
                                      <a:gd name="connsiteX2" fmla="*/ 582 w 582"/>
                                      <a:gd name="connsiteY2" fmla="*/ 129 h 258"/>
                                      <a:gd name="connsiteX3" fmla="*/ 291 w 582"/>
                                      <a:gd name="connsiteY3" fmla="*/ 258 h 258"/>
                                      <a:gd name="connsiteX4" fmla="*/ 0 w 582"/>
                                      <a:gd name="connsiteY4" fmla="*/ 129 h 25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582" h="258">
                                        <a:moveTo>
                                          <a:pt x="0" y="129"/>
                                        </a:moveTo>
                                        <a:cubicBezTo>
                                          <a:pt x="5" y="125"/>
                                          <a:pt x="130" y="0"/>
                                          <a:pt x="291" y="0"/>
                                        </a:cubicBezTo>
                                        <a:cubicBezTo>
                                          <a:pt x="452" y="0"/>
                                          <a:pt x="582" y="58"/>
                                          <a:pt x="582" y="129"/>
                                        </a:cubicBezTo>
                                        <a:cubicBezTo>
                                          <a:pt x="582" y="200"/>
                                          <a:pt x="452" y="258"/>
                                          <a:pt x="291" y="258"/>
                                        </a:cubicBezTo>
                                        <a:cubicBezTo>
                                          <a:pt x="130" y="258"/>
                                          <a:pt x="5" y="143"/>
                                          <a:pt x="0" y="12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9C0F15"/>
                                  </a:solidFill>
                                  <a:ln w="98425" cap="rnd">
                                    <a:noFill/>
                                    <a:round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wpg:grpSp>
                          </wpg:grpSp>
                        </wpg:grpSp>
                      </wpg:grpSp>
                      <wps:wsp>
                        <wps:cNvPr id="164" name="文本框 163" descr="7b0a20202020227461726765744d6f64756c65223a202270726f636573734f6e6c696e65466f6e7473220a7d0a"/>
                        <wps:cNvSpPr txBox="1"/>
                        <wps:spPr>
                          <a:xfrm>
                            <a:off x="5522" y="846"/>
                            <a:ext cx="6303" cy="175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4"/>
                                <w:kinsoku/>
                                <w:ind w:left="0"/>
                                <w:jc w:val="distribute"/>
                                <w:rPr>
                                  <w:rFonts w:hint="eastAsia" w:ascii="汉仪铸字卡酷体W" w:hAnsi="汉仪铸字卡酷体W" w:eastAsia="汉仪铸字卡酷体W" w:cs="汉仪铸字卡酷体W"/>
                                  <w:b w:val="0"/>
                                  <w:bCs w:val="0"/>
                                  <w:sz w:val="100"/>
                                  <w:szCs w:val="100"/>
                                </w:rPr>
                              </w:pPr>
                              <w:r>
                                <w:rPr>
                                  <w:rFonts w:hint="eastAsia" w:ascii="汉仪铸字卡酷体W" w:hAnsi="汉仪铸字卡酷体W" w:eastAsia="汉仪铸字卡酷体W" w:cs="汉仪铸字卡酷体W"/>
                                  <w:b w:val="0"/>
                                  <w:bCs w:val="0"/>
                                  <w:color w:val="F4DBAE"/>
                                  <w:kern w:val="24"/>
                                  <w:sz w:val="100"/>
                                  <w:szCs w:val="100"/>
                                  <w:lang w:val="en-US" w:eastAsia="zh-CN"/>
                                </w:rPr>
                                <w:t>年会</w:t>
                              </w:r>
                              <w:r>
                                <w:rPr>
                                  <w:rFonts w:hint="eastAsia" w:ascii="汉仪铸字卡酷体W" w:hAnsi="汉仪铸字卡酷体W" w:eastAsia="汉仪铸字卡酷体W" w:cs="汉仪铸字卡酷体W"/>
                                  <w:b w:val="0"/>
                                  <w:bCs w:val="0"/>
                                  <w:color w:val="F4DBAE"/>
                                  <w:kern w:val="24"/>
                                  <w:sz w:val="100"/>
                                  <w:szCs w:val="100"/>
                                  <w:lang w:eastAsia="zh-CN"/>
                                </w:rPr>
                                <w:t>节目单</w:t>
                              </w:r>
                            </w:p>
                          </w:txbxContent>
                        </wps:txbx>
                        <wps:bodyPr vert="horz" wrap="square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6.35pt;margin-top:17.55pt;height:87.5pt;width:415pt;z-index:251667456;mso-width-relative:page;mso-height-relative:page;" coordorigin="4523,846" coordsize="8300,1750" o:gfxdata="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">
                <o:lock v:ext="edit" aspectratio="f"/>
                <v:group id="_x0000_s1026" o:spid="_x0000_s1026" o:spt="203" style="position:absolute;left:4523;top:1423;height:598;width:8301;" coordorigin="4693,1694" coordsize="8301,598" o:gfxdata="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fZfUz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251" o:spid="_x0000_s1026" o:spt="203" style="position:absolute;left:4693;top:1694;height:598;width:558;" coordorigin="6581,1118" coordsize="2896,3094" o:gfxdata="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WbH6Xb0AAADcAAAADwAAAAAAAAABACAAAAAiAAAAZHJzL2Rvd25yZXYueG1s&#10;UEsBAhQAFAAAAAgAh07iQDMvBZ47AAAAOQAAABUAAAAAAAAAAQAgAAAADAEAAGRycy9ncm91cHNo&#10;YXBleG1sLnhtbFBLBQYAAAAABgAGAGABAADJAwAAAAA=&#10;">
                    <o:lock v:ext="edit" aspectratio="f"/>
                    <v:shape id="任意多边形 252" o:spid="_x0000_s1026" o:spt="100" style="position:absolute;left:6581;top:1118;height:3095;width:2896;v-text-anchor:middle;" fillcolor="#F4DBAE" filled="t" stroked="f" coordsize="2897,3096" o:gfxdata="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06fiC/&#10;AAAA3AAAAA8AAAAAAAAAAQAgAAAAIgAAAGRycy9kb3ducmV2LnhtbFBLAQIUABQAAAAIAIdO4kAz&#10;LwWeOwAAADkAAAAQAAAAAAAAAAEAIAAAAA4BAABkcnMvc2hhcGV4bWwueG1sUEsFBgAAAAAGAAYA&#10;WwEAALgDAAAAAA==&#10;" path="m832,529c857,251,1164,-18,1449,0c1746,-16,2009,246,2054,471c2089,453,2229,426,2272,432c2622,421,2905,742,2896,1056c2904,1241,2794,1433,2686,1523c2817,1628,2901,1834,2896,1989c2907,2339,2586,2622,2272,2613c2202,2618,2085,2587,2064,2577c2031,2858,1729,3109,1449,3095c1150,3105,892,2861,842,2615c807,2627,703,2640,676,2637c326,2648,43,2327,52,2013c44,1851,135,1673,217,1590c89,1492,-8,1275,0,1117c-11,767,310,484,624,493c694,488,811,519,832,529xm1083,1540c1174,1609,1266,1769,1283,1869c1318,1857,1422,1844,1449,1847c1519,1842,1636,1873,1657,1883c1669,1760,1774,1586,1858,1523c1764,1452,1681,1286,1667,1209c1632,1227,1492,1254,1449,1248c1379,1253,1262,1222,1241,1212c1235,1308,1146,1484,1083,1540xe">
                      <v:path o:connectlocs="1448,0;424,453;0,1547;424,2641;1448,3095;2471,2641;2896,1547;2471,453" o:connectangles="0,0,164,82,82,82,0,0"/>
                      <v:fill on="t" focussize="0,0"/>
                      <v:stroke on="f" weight="7.75pt" miterlimit="8" joinstyle="miter"/>
                      <v:imagedata o:title=""/>
                      <o:lock v:ext="edit" aspectratio="f"/>
                    </v:shape>
                    <v:shape id="椭圆 253" o:spid="_x0000_s1026" o:spt="3" type="#_x0000_t3" style="position:absolute;left:7498;top:2125;height:1062;width:1062;v-text-anchor:middle;" fillcolor="#F4DBAE" filled="t" stroked="f" coordsize="21600,21600" o:gfxdata="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hKJ8O/&#10;AAAA3AAAAA8AAAAAAAAAAQAgAAAAIgAAAGRycy9kb3ducmV2LnhtbFBLAQIUABQAAAAIAIdO4kAz&#10;LwWeOwAAADkAAAAQAAAAAAAAAAEAIAAAAA4BAABkcnMvc2hhcGV4bWwueG1sUEsFBgAAAAAGAAYA&#10;WwEAALgDAAAAAA=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shape>
                    <v:group id="组合 254" o:spid="_x0000_s1026" o:spt="203" style="position:absolute;left:6705;top:1341;height:2648;width:2648;" coordorigin="7273,1670" coordsize="2648,2648" o:gfxdata="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v1fxr0AAADcAAAADwAAAAAAAAABACAAAAAiAAAAZHJzL2Rvd25yZXYueG1s&#10;UEsBAhQAFAAAAAgAh07iQDMvBZ47AAAAOQAAABUAAAAAAAAAAQAgAAAADAEAAGRycy9ncm91cHNo&#10;YXBleG1sLnhtbFBLBQYAAAAABgAGAGABAADJAwAAAAA=&#10;">
                      <o:lock v:ext="edit" aspectratio="f"/>
                      <v:shape id="椭圆 255" o:spid="_x0000_s1026" o:spt="3" type="#_x0000_t3" style="position:absolute;left:8397;top:2794;height:400;width:400;v-text-anchor:middle;" fillcolor="#9C0F15" filled="t" stroked="f" coordsize="21600,21600" o:gfxdata="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9zGi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on="f" weight="7.75pt" miterlimit="8" joinstyle="miter"/>
                        <v:imagedata o:title=""/>
                        <o:lock v:ext="edit" aspectratio="f"/>
                      </v:shape>
                      <v:group id="组合 256" o:spid="_x0000_s1026" o:spt="203" style="position:absolute;left:7273;top:2846;height:296;width:2648;rotation:-1966080f;" coordorigin="7273,2845" coordsize="2648,296" o:gfxdata="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IZxF2+7AAAA3AAAAA8AAAAAAAAAAQAgAAAAIgAAAGRycy9kb3ducmV2LnhtbFBL&#10;AQIUABQAAAAIAIdO4kAzLwWeOwAAADkAAAAVAAAAAAAAAAEAIAAAAAoBAABkcnMvZ3JvdXBzaGFw&#10;ZXhtbC54bWxQSwUGAAAAAAYABgBgAQAAxwMAAAAA&#10;">
                        <o:lock v:ext="edit" aspectratio="f"/>
                        <v:shape id="任意多边形 257" o:spid="_x0000_s1026" o:spt="100" style="position:absolute;left:8993;top:2845;height:297;width:928;v-text-anchor:middle;" fillcolor="#9C0F15" filled="t" stroked="f" coordsize="582,258" o:gfxdata="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NchOm8AAAA&#10;3AAAAA8AAAAAAAAAAQAgAAAAIgAAAGRycy9kb3ducmV2LnhtbFBLAQIUABQAAAAIAIdO4kAzLwWe&#10;OwAAADkAAAAQAAAAAAAAAAEAIAAAAAsBAABkcnMvc2hhcGV4bWwueG1sUEsFBgAAAAAGAAYAWwEA&#10;ALUDAAAAAA==&#10;" path="m0,129c5,125,130,0,291,0c452,0,582,58,582,129c582,200,452,258,291,258c130,258,5,143,0,129xe">
                          <v:path o:connectlocs="0,148;464,0;928,148;464,297;0,148" o:connectangles="0,0,0,0,0"/>
                          <v:fill on="t" focussize="0,0"/>
                          <v:stroke on="f" weight="7.75pt" miterlimit="8" joinstyle="round" endcap="round"/>
                          <v:imagedata o:title=""/>
                          <o:lock v:ext="edit" aspectratio="f"/>
                        </v:shape>
                        <v:shape id="任意多边形 258" o:spid="_x0000_s1026" o:spt="100" style="position:absolute;left:7273;top:2845;flip:x;height:297;width:928;v-text-anchor:middle;" fillcolor="#9C0F15" filled="t" stroked="f" coordsize="582,258" o:gfxdata="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b/GF74A&#10;AADcAAAADwAAAAAAAAABACAAAAAiAAAAZHJzL2Rvd25yZXYueG1sUEsBAhQAFAAAAAgAh07iQDMv&#10;BZ47AAAAOQAAABAAAAAAAAAAAQAgAAAADQEAAGRycy9zaGFwZXhtbC54bWxQSwUGAAAAAAYABgBb&#10;AQAAtwMAAAAA&#10;" path="m0,129c5,125,130,0,291,0c452,0,582,58,582,129c582,200,452,258,291,258c130,258,5,143,0,129xe">
                          <v:path o:connectlocs="0,148;464,0;928,148;464,297;0,148" o:connectangles="0,0,0,0,0"/>
                          <v:fill on="t" focussize="0,0"/>
                          <v:stroke on="f" weight="7.75pt" miterlimit="8" joinstyle="round" endcap="round"/>
                          <v:imagedata o:title=""/>
                          <o:lock v:ext="edit" aspectratio="f"/>
                        </v:shape>
                      </v:group>
                      <v:group id="组合 259" o:spid="_x0000_s1026" o:spt="203" style="position:absolute;left:7273;top:2846;height:296;width:2648;rotation:-5898240f;" coordorigin="7273,2845" coordsize="2648,296" o:gfxdata="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GNlIRb0AAADcAAAADwAAAAAAAAABACAAAAAiAAAAZHJzL2Rvd25yZXYueG1s&#10;UEsBAhQAFAAAAAgAh07iQDMvBZ47AAAAOQAAABUAAAAAAAAAAQAgAAAADAEAAGRycy9ncm91cHNo&#10;YXBleG1sLnhtbFBLBQYAAAAABgAGAGABAADJAwAAAAA=&#10;">
                        <o:lock v:ext="edit" aspectratio="f"/>
                        <v:shape id="任意多边形 260" o:spid="_x0000_s1026" o:spt="100" style="position:absolute;left:8993;top:2845;height:297;width:928;v-text-anchor:middle;" fillcolor="#9C0F15" filled="t" stroked="f" coordsize="582,258" o:gfxdata="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Arnyb4A&#10;AADcAAAADwAAAAAAAAABACAAAAAiAAAAZHJzL2Rvd25yZXYueG1sUEsBAhQAFAAAAAgAh07iQDMv&#10;BZ47AAAAOQAAABAAAAAAAAAAAQAgAAAADQEAAGRycy9zaGFwZXhtbC54bWxQSwUGAAAAAAYABgBb&#10;AQAAtwMAAAAA&#10;" path="m0,129c5,125,130,0,291,0c452,0,582,58,582,129c582,200,452,258,291,258c130,258,5,143,0,129xe">
                          <v:path o:connectlocs="0,148;464,0;928,148;464,297;0,148" o:connectangles="0,0,0,0,0"/>
                          <v:fill on="t" focussize="0,0"/>
                          <v:stroke on="f" weight="7.75pt" miterlimit="8" joinstyle="round" endcap="round"/>
                          <v:imagedata o:title=""/>
                          <o:lock v:ext="edit" aspectratio="f"/>
                        </v:shape>
                        <v:shape id="任意多边形 261" o:spid="_x0000_s1026" o:spt="100" style="position:absolute;left:7273;top:2845;flip:x;height:297;width:928;v-text-anchor:middle;" fillcolor="#9C0F15" filled="t" stroked="f" coordsize="582,258" o:gfxdata="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Xee274A&#10;AADcAAAADwAAAAAAAAABACAAAAAiAAAAZHJzL2Rvd25yZXYueG1sUEsBAhQAFAAAAAgAh07iQDMv&#10;BZ47AAAAOQAAABAAAAAAAAAAAQAgAAAADQEAAGRycy9zaGFwZXhtbC54bWxQSwUGAAAAAAYABgBb&#10;AQAAtwMAAAAA&#10;" path="m0,129c5,125,130,0,291,0c452,0,582,58,582,129c582,200,452,258,291,258c130,258,5,143,0,129xe">
                          <v:path o:connectlocs="0,148;464,0;928,148;464,297;0,148" o:connectangles="0,0,0,0,0"/>
                          <v:fill on="t" focussize="0,0"/>
                          <v:stroke on="f" weight="7.75pt" miterlimit="8" joinstyle="round" endcap="round"/>
                          <v:imagedata o:title=""/>
                          <o:lock v:ext="edit" aspectratio="f"/>
                        </v:shape>
                      </v:group>
                      <v:group id="组合 262" o:spid="_x0000_s1026" o:spt="203" style="position:absolute;left:7273;top:2846;height:296;width:2648;rotation:1966080f;" coordorigin="7273,2845" coordsize="2648,296" o:gfxdata="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KPenL0AAADcAAAADwAAAAAAAAABACAAAAAiAAAAZHJzL2Rvd25yZXYueG1s&#10;UEsBAhQAFAAAAAgAh07iQDMvBZ47AAAAOQAAABUAAAAAAAAAAQAgAAAADAEAAGRycy9ncm91cHNo&#10;YXBleG1sLnhtbFBLBQYAAAAABgAGAGABAADJAwAAAAA=&#10;">
                        <o:lock v:ext="edit" aspectratio="f"/>
                        <v:shape id="任意多边形 263" o:spid="_x0000_s1026" o:spt="100" style="position:absolute;left:8993;top:2845;height:297;width:928;v-text-anchor:middle;" fillcolor="#9C0F15" filled="t" stroked="f" coordsize="582,258" o:gfxdata="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H1EUb4A&#10;AADcAAAADwAAAAAAAAABACAAAAAiAAAAZHJzL2Rvd25yZXYueG1sUEsBAhQAFAAAAAgAh07iQDMv&#10;BZ47AAAAOQAAABAAAAAAAAAAAQAgAAAADQEAAGRycy9zaGFwZXhtbC54bWxQSwUGAAAAAAYABgBb&#10;AQAAtwMAAAAA&#10;" path="m0,129c5,125,130,0,291,0c452,0,582,58,582,129c582,200,452,258,291,258c130,258,5,143,0,129xe">
                          <v:path o:connectlocs="0,148;464,0;928,148;464,297;0,148" o:connectangles="0,0,0,0,0"/>
                          <v:fill on="t" focussize="0,0"/>
                          <v:stroke on="f" weight="7.75pt" miterlimit="8" joinstyle="round" endcap="round"/>
                          <v:imagedata o:title=""/>
                          <o:lock v:ext="edit" aspectratio="f"/>
                        </v:shape>
                        <v:shape id="任意多边形 264" o:spid="_x0000_s1026" o:spt="100" style="position:absolute;left:7273;top:2845;flip:x;height:297;width:928;v-text-anchor:middle;" fillcolor="#9C0F15" filled="t" stroked="f" coordsize="582,258" o:gfxdata="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ngavvQAA&#10;ANwAAAAPAAAAAAAAAAEAIAAAACIAAABkcnMvZG93bnJldi54bWxQSwECFAAUAAAACACHTuJAMy8F&#10;njsAAAA5AAAAEAAAAAAAAAABACAAAAAMAQAAZHJzL3NoYXBleG1sLnhtbFBLBQYAAAAABgAGAFsB&#10;AAC2AwAAAAA=&#10;" path="m0,129c5,125,130,0,291,0c452,0,582,58,582,129c582,200,452,258,291,258c130,258,5,143,0,129xe">
                          <v:path o:connectlocs="0,148;464,0;928,148;464,297;0,148" o:connectangles="0,0,0,0,0"/>
                          <v:fill on="t" focussize="0,0"/>
                          <v:stroke on="f" weight="7.75pt" miterlimit="8" joinstyle="round" endcap="round"/>
                          <v:imagedata o:title=""/>
                          <o:lock v:ext="edit" aspectratio="f"/>
                        </v:shape>
                      </v:group>
                    </v:group>
                  </v:group>
                  <v:group id="组合 251" o:spid="_x0000_s1026" o:spt="203" style="position:absolute;left:12436;top:1694;height:598;width:558;" coordorigin="6581,1118" coordsize="2896,3094" o:gfxdata="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OuY/QvAAAANwAAAAPAAAAAAAAAAEAIAAAACIAAABkcnMvZG93bnJldi54bWxQ&#10;SwECFAAUAAAACACHTuJAMy8FnjsAAAA5AAAAFQAAAAAAAAABACAAAAALAQAAZHJzL2dyb3Vwc2hh&#10;cGV4bWwueG1sUEsFBgAAAAAGAAYAYAEAAMgDAAAAAA==&#10;">
                    <o:lock v:ext="edit" aspectratio="f"/>
                    <v:shape id="任意多边形 252" o:spid="_x0000_s1026" o:spt="100" style="position:absolute;left:6581;top:1118;height:3095;width:2896;v-text-anchor:middle;" fillcolor="#F4DBAE" filled="t" stroked="f" coordsize="2897,3096" o:gfxdata="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REZrL4A&#10;AADcAAAADwAAAAAAAAABACAAAAAiAAAAZHJzL2Rvd25yZXYueG1sUEsBAhQAFAAAAAgAh07iQDMv&#10;BZ47AAAAOQAAABAAAAAAAAAAAQAgAAAADQEAAGRycy9zaGFwZXhtbC54bWxQSwUGAAAAAAYABgBb&#10;AQAAtwMAAAAA&#10;" path="m832,529c857,251,1164,-18,1449,0c1746,-16,2009,246,2054,471c2089,453,2229,426,2272,432c2622,421,2905,742,2896,1056c2904,1241,2794,1433,2686,1523c2817,1628,2901,1834,2896,1989c2907,2339,2586,2622,2272,2613c2202,2618,2085,2587,2064,2577c2031,2858,1729,3109,1449,3095c1150,3105,892,2861,842,2615c807,2627,703,2640,676,2637c326,2648,43,2327,52,2013c44,1851,135,1673,217,1590c89,1492,-8,1275,0,1117c-11,767,310,484,624,493c694,488,811,519,832,529xm1083,1540c1174,1609,1266,1769,1283,1869c1318,1857,1422,1844,1449,1847c1519,1842,1636,1873,1657,1883c1669,1760,1774,1586,1858,1523c1764,1452,1681,1286,1667,1209c1632,1227,1492,1254,1449,1248c1379,1253,1262,1222,1241,1212c1235,1308,1146,1484,1083,1540xe">
                      <v:path o:connectlocs="1448,0;424,453;0,1547;424,2641;1448,3095;2471,2641;2896,1547;2471,453" o:connectangles="0,0,164,82,82,82,0,0"/>
                      <v:fill on="t" focussize="0,0"/>
                      <v:stroke on="f" weight="7.75pt" miterlimit="8" joinstyle="miter"/>
                      <v:imagedata o:title=""/>
                      <o:lock v:ext="edit" aspectratio="f"/>
                    </v:shape>
                    <v:shape id="椭圆 253" o:spid="_x0000_s1026" o:spt="3" type="#_x0000_t3" style="position:absolute;left:7498;top:2125;height:1062;width:1062;v-text-anchor:middle;" fillcolor="#F4DBAE" filled="t" stroked="f" coordsize="21600,21600" o:gfxdata="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NaRky/&#10;AAAA3AAAAA8AAAAAAAAAAQAgAAAAIgAAAGRycy9kb3ducmV2LnhtbFBLAQIUABQAAAAIAIdO4kAz&#10;LwWeOwAAADkAAAAQAAAAAAAAAAEAIAAAAA4BAABkcnMvc2hhcGV4bWwueG1sUEsFBgAAAAAGAAYA&#10;WwEAALgDAAAAAA=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shape>
                    <v:group id="组合 254" o:spid="_x0000_s1026" o:spt="203" style="position:absolute;left:6705;top:1341;height:2648;width:2648;" coordorigin="7273,1670" coordsize="2648,2648" o:gfxdata="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+axGn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shape id="椭圆 255" o:spid="_x0000_s1026" o:spt="3" type="#_x0000_t3" style="position:absolute;left:8397;top:2794;height:400;width:400;v-text-anchor:middle;" fillcolor="#9C0F15" filled="t" stroked="f" coordsize="21600,21600" o:gfxdata="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NxWLr4A&#10;AADcAAAADwAAAAAAAAABACAAAAAiAAAAZHJzL2Rvd25yZXYueG1sUEsBAhQAFAAAAAgAh07iQDMv&#10;BZ47AAAAOQAAABAAAAAAAAAAAQAgAAAADQEAAGRycy9zaGFwZXhtbC54bWxQSwUGAAAAAAYABgBb&#10;AQAAtwMAAAAA&#10;">
                        <v:fill on="t" focussize="0,0"/>
                        <v:stroke on="f" weight="7.75pt" miterlimit="8" joinstyle="miter"/>
                        <v:imagedata o:title=""/>
                        <o:lock v:ext="edit" aspectratio="f"/>
                      </v:shape>
                      <v:group id="组合 256" o:spid="_x0000_s1026" o:spt="203" style="position:absolute;left:7273;top:2846;height:296;width:2648;rotation:-1966080f;" coordorigin="7273,2845" coordsize="2648,296" o:gfxdata="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CGr/JW+AAAA3AAAAA8AAAAAAAAAAQAgAAAAIgAAAGRycy9kb3ducmV2Lnht&#10;bFBLAQIUABQAAAAIAIdO4kAzLwWeOwAAADkAAAAVAAAAAAAAAAEAIAAAAA0BAABkcnMvZ3JvdXBz&#10;aGFwZXhtbC54bWxQSwUGAAAAAAYABgBgAQAAygMAAAAA&#10;">
                        <o:lock v:ext="edit" aspectratio="f"/>
                        <v:shape id="任意多边形 257" o:spid="_x0000_s1026" o:spt="100" style="position:absolute;left:8993;top:2845;height:297;width:928;v-text-anchor:middle;" fillcolor="#9C0F15" filled="t" stroked="f" coordsize="582,258" o:gfxdata="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OulgvQAA&#10;ANwAAAAPAAAAAAAAAAEAIAAAACIAAABkcnMvZG93bnJldi54bWxQSwECFAAUAAAACACHTuJAMy8F&#10;njsAAAA5AAAAEAAAAAAAAAABACAAAAAMAQAAZHJzL3NoYXBleG1sLnhtbFBLBQYAAAAABgAGAFsB&#10;AAC2AwAAAAA=&#10;" path="m0,129c5,125,130,0,291,0c452,0,582,58,582,129c582,200,452,258,291,258c130,258,5,143,0,129xe">
                          <v:path o:connectlocs="0,148;464,0;928,148;464,297;0,148" o:connectangles="0,0,0,0,0"/>
                          <v:fill on="t" focussize="0,0"/>
                          <v:stroke on="f" weight="7.75pt" miterlimit="8" joinstyle="round" endcap="round"/>
                          <v:imagedata o:title=""/>
                          <o:lock v:ext="edit" aspectratio="f"/>
                        </v:shape>
                        <v:shape id="任意多边形 258" o:spid="_x0000_s1026" o:spt="100" style="position:absolute;left:7273;top:2845;flip:x;height:297;width:928;v-text-anchor:middle;" fillcolor="#9C0F15" filled="t" stroked="f" coordsize="582,258" o:gfxdata="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Nmrnr4A&#10;AADcAAAADwAAAAAAAAABACAAAAAiAAAAZHJzL2Rvd25yZXYueG1sUEsBAhQAFAAAAAgAh07iQDMv&#10;BZ47AAAAOQAAABAAAAAAAAAAAQAgAAAADQEAAGRycy9zaGFwZXhtbC54bWxQSwUGAAAAAAYABgBb&#10;AQAAtwMAAAAA&#10;" path="m0,129c5,125,130,0,291,0c452,0,582,58,582,129c582,200,452,258,291,258c130,258,5,143,0,129xe">
                          <v:path o:connectlocs="0,148;464,0;928,148;464,297;0,148" o:connectangles="0,0,0,0,0"/>
                          <v:fill on="t" focussize="0,0"/>
                          <v:stroke on="f" weight="7.75pt" miterlimit="8" joinstyle="round" endcap="round"/>
                          <v:imagedata o:title=""/>
                          <o:lock v:ext="edit" aspectratio="f"/>
                        </v:shape>
                      </v:group>
                      <v:group id="组合 259" o:spid="_x0000_s1026" o:spt="203" style="position:absolute;left:7273;top:2846;height:296;width:2648;rotation:-5898240f;" coordorigin="7273,2845" coordsize="2648,296" o:gfxdata="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+Tqm6vAAAANwAAAAPAAAAAAAAAAEAIAAAACIAAABkcnMvZG93bnJldi54bWxQ&#10;SwECFAAUAAAACACHTuJAMy8FnjsAAAA5AAAAFQAAAAAAAAABACAAAAALAQAAZHJzL2dyb3Vwc2hh&#10;cGV4bWwueG1sUEsFBgAAAAAGAAYAYAEAAMgDAAAAAA==&#10;">
                        <o:lock v:ext="edit" aspectratio="f"/>
                        <v:shape id="任意多边形 260" o:spid="_x0000_s1026" o:spt="100" style="position:absolute;left:8993;top:2845;height:297;width:928;v-text-anchor:middle;" fillcolor="#9C0F15" filled="t" stroked="f" coordsize="582,258" o:gfxdata="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6V9Er4A&#10;AADcAAAADwAAAAAAAAABACAAAAAiAAAAZHJzL2Rvd25yZXYueG1sUEsBAhQAFAAAAAgAh07iQDMv&#10;BZ47AAAAOQAAABAAAAAAAAAAAQAgAAAADQEAAGRycy9zaGFwZXhtbC54bWxQSwUGAAAAAAYABgBb&#10;AQAAtwMAAAAA&#10;" path="m0,129c5,125,130,0,291,0c452,0,582,58,582,129c582,200,452,258,291,258c130,258,5,143,0,129xe">
                          <v:path o:connectlocs="0,148;464,0;928,148;464,297;0,148" o:connectangles="0,0,0,0,0"/>
                          <v:fill on="t" focussize="0,0"/>
                          <v:stroke on="f" weight="7.75pt" miterlimit="8" joinstyle="round" endcap="round"/>
                          <v:imagedata o:title=""/>
                          <o:lock v:ext="edit" aspectratio="f"/>
                        </v:shape>
                        <v:shape id="任意多边形 261" o:spid="_x0000_s1026" o:spt="100" style="position:absolute;left:7273;top:2845;flip:x;height:297;width:928;v-text-anchor:middle;" fillcolor="#9C0F15" filled="t" stroked="f" coordsize="582,258" o:gfxdata="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anmVr4A&#10;AADcAAAADwAAAAAAAAABACAAAAAiAAAAZHJzL2Rvd25yZXYueG1sUEsBAhQAFAAAAAgAh07iQDMv&#10;BZ47AAAAOQAAABAAAAAAAAAAAQAgAAAADQEAAGRycy9zaGFwZXhtbC54bWxQSwUGAAAAAAYABgBb&#10;AQAAtwMAAAAA&#10;" path="m0,129c5,125,130,0,291,0c452,0,582,58,582,129c582,200,452,258,291,258c130,258,5,143,0,129xe">
                          <v:path o:connectlocs="0,148;464,0;928,148;464,297;0,148" o:connectangles="0,0,0,0,0"/>
                          <v:fill on="t" focussize="0,0"/>
                          <v:stroke on="f" weight="7.75pt" miterlimit="8" joinstyle="round" endcap="round"/>
                          <v:imagedata o:title=""/>
                          <o:lock v:ext="edit" aspectratio="f"/>
                        </v:shape>
                      </v:group>
                      <v:group id="组合 262" o:spid="_x0000_s1026" o:spt="203" style="position:absolute;left:7273;top:2846;height:296;width:2648;rotation:1966080f;" coordorigin="7273,2845" coordsize="2648,296" o:gfxdata="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Lb5tm+AAAA3AAAAA8AAAAAAAAAAQAgAAAAIgAAAGRycy9kb3ducmV2Lnht&#10;bFBLAQIUABQAAAAIAIdO4kAzLwWeOwAAADkAAAAVAAAAAAAAAAEAIAAAAA0BAABkcnMvZ3JvdXBz&#10;aGFwZXhtbC54bWxQSwUGAAAAAAYABgBgAQAAygMAAAAA&#10;">
                        <o:lock v:ext="edit" aspectratio="f"/>
                        <v:shape id="任意多边形 263" o:spid="_x0000_s1026" o:spt="100" style="position:absolute;left:8993;top:2845;height:297;width:928;v-text-anchor:middle;" fillcolor="#9C0F15" filled="t" stroked="f" coordsize="582,258" o:gfxdata="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5g6374A&#10;AADcAAAADwAAAAAAAAABACAAAAAiAAAAZHJzL2Rvd25yZXYueG1sUEsBAhQAFAAAAAgAh07iQDMv&#10;BZ47AAAAOQAAABAAAAAAAAAAAQAgAAAADQEAAGRycy9zaGFwZXhtbC54bWxQSwUGAAAAAAYABgBb&#10;AQAAtwMAAAAA&#10;" path="m0,129c5,125,130,0,291,0c452,0,582,58,582,129c582,200,452,258,291,258c130,258,5,143,0,129xe">
                          <v:path o:connectlocs="0,148;464,0;928,148;464,297;0,148" o:connectangles="0,0,0,0,0"/>
                          <v:fill on="t" focussize="0,0"/>
                          <v:stroke on="f" weight="7.75pt" miterlimit="8" joinstyle="round" endcap="round"/>
                          <v:imagedata o:title=""/>
                          <o:lock v:ext="edit" aspectratio="f"/>
                        </v:shape>
                        <v:shape id="任意多边形 264" o:spid="_x0000_s1026" o:spt="100" style="position:absolute;left:7273;top:2845;flip:x;height:297;width:928;v-text-anchor:middle;" fillcolor="#9C0F15" filled="t" stroked="f" coordsize="582,258" o:gfxdata="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d5Fzr4A&#10;AADcAAAADwAAAAAAAAABACAAAAAiAAAAZHJzL2Rvd25yZXYueG1sUEsBAhQAFAAAAAgAh07iQDMv&#10;BZ47AAAAOQAAABAAAAAAAAAAAQAgAAAADQEAAGRycy9zaGFwZXhtbC54bWxQSwUGAAAAAAYABgBb&#10;AQAAtwMAAAAA&#10;" path="m0,129c5,125,130,0,291,0c452,0,582,58,582,129c582,200,452,258,291,258c130,258,5,143,0,129xe">
                          <v:path o:connectlocs="0,148;464,0;928,148;464,297;0,148" o:connectangles="0,0,0,0,0"/>
                          <v:fill on="t" focussize="0,0"/>
                          <v:stroke on="f" weight="7.75pt" miterlimit="8" joinstyle="round" endcap="round"/>
                          <v:imagedata o:title=""/>
                          <o:lock v:ext="edit" aspectratio="f"/>
                        </v:shape>
                      </v:group>
                    </v:group>
                  </v:group>
                </v:group>
                <v:shape id="文本框 163" o:spid="_x0000_s1026" o:spt="202" alt="7b0a20202020227461726765744d6f64756c65223a202270726f636573734f6e6c696e65466f6e7473220a7d0a" type="#_x0000_t202" style="position:absolute;left:5522;top:846;height:1751;width:6303;" filled="f" stroked="f" coordsize="21600,21600" o:gfxdata="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jq+86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kinsoku/>
                          <w:ind w:left="0"/>
                          <w:jc w:val="distribute"/>
                          <w:rPr>
                            <w:rFonts w:hint="eastAsia" w:ascii="汉仪铸字卡酷体W" w:hAnsi="汉仪铸字卡酷体W" w:eastAsia="汉仪铸字卡酷体W" w:cs="汉仪铸字卡酷体W"/>
                            <w:b w:val="0"/>
                            <w:bCs w:val="0"/>
                            <w:sz w:val="100"/>
                            <w:szCs w:val="100"/>
                          </w:rPr>
                        </w:pPr>
                        <w:r>
                          <w:rPr>
                            <w:rFonts w:hint="eastAsia" w:ascii="汉仪铸字卡酷体W" w:hAnsi="汉仪铸字卡酷体W" w:eastAsia="汉仪铸字卡酷体W" w:cs="汉仪铸字卡酷体W"/>
                            <w:b w:val="0"/>
                            <w:bCs w:val="0"/>
                            <w:color w:val="F4DBAE"/>
                            <w:kern w:val="24"/>
                            <w:sz w:val="100"/>
                            <w:szCs w:val="100"/>
                            <w:lang w:val="en-US" w:eastAsia="zh-CN"/>
                          </w:rPr>
                          <w:t>年会</w:t>
                        </w:r>
                        <w:r>
                          <w:rPr>
                            <w:rFonts w:hint="eastAsia" w:ascii="汉仪铸字卡酷体W" w:hAnsi="汉仪铸字卡酷体W" w:eastAsia="汉仪铸字卡酷体W" w:cs="汉仪铸字卡酷体W"/>
                            <w:b w:val="0"/>
                            <w:bCs w:val="0"/>
                            <w:color w:val="F4DBAE"/>
                            <w:kern w:val="24"/>
                            <w:sz w:val="100"/>
                            <w:szCs w:val="100"/>
                            <w:lang w:eastAsia="zh-CN"/>
                          </w:rPr>
                          <w:t>节目单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5855970</wp:posOffset>
                </wp:positionH>
                <wp:positionV relativeFrom="paragraph">
                  <wp:posOffset>-99060</wp:posOffset>
                </wp:positionV>
                <wp:extent cx="1472565" cy="1492885"/>
                <wp:effectExtent l="0" t="0" r="5715" b="635"/>
                <wp:wrapNone/>
                <wp:docPr id="301" name="矩形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5885" y="80645"/>
                          <a:ext cx="1472565" cy="1492885"/>
                        </a:xfrm>
                        <a:prstGeom prst="rect">
                          <a:avLst/>
                        </a:prstGeom>
                        <a:solidFill>
                          <a:srgbClr val="B11A2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61.1pt;margin-top:-7.8pt;height:117.55pt;width:115.95pt;z-index:251663360;v-text-anchor:middle;mso-width-relative:page;mso-height-relative:page;" fillcolor="#B11A21" filled="t" stroked="f" coordsize="21600,21600" o:gfxdata="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CV8oDE2AAAAAwBAAAPAAAAAAAAAAEAIAAAACIAAABk&#10;cnMvZG93bnJldi54bWxQSwECFAAUAAAACACHTuJAgjYcc3gCAADYBAAADgAAAAAAAAABACAAAAAn&#10;AQAAZHJzL2Uyb0RvYy54bWxQSwUGAAAAAAYABgBZAQAAEQY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101600</wp:posOffset>
                </wp:positionH>
                <wp:positionV relativeFrom="paragraph">
                  <wp:posOffset>149860</wp:posOffset>
                </wp:positionV>
                <wp:extent cx="6998335" cy="10033635"/>
                <wp:effectExtent l="12700" t="12700" r="14605" b="27305"/>
                <wp:wrapNone/>
                <wp:docPr id="299" name="圆角矩形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3050" y="258445"/>
                          <a:ext cx="6998335" cy="10033635"/>
                        </a:xfrm>
                        <a:prstGeom prst="roundRect">
                          <a:avLst>
                            <a:gd name="adj" fmla="val 7724"/>
                          </a:avLst>
                        </a:prstGeom>
                        <a:noFill/>
                        <a:ln w="25400" cap="rnd">
                          <a:solidFill>
                            <a:srgbClr val="F4DBAE"/>
                          </a:solidFill>
                          <a:prstDash val="lgDash"/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8pt;margin-top:11.8pt;height:790.05pt;width:551.05pt;z-index:251660288;v-text-anchor:middle;mso-width-relative:page;mso-height-relative:page;" filled="f" stroked="t" coordsize="21600,21600" arcsize="0.0772222222222222" o:gfxdata="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Jn6xnrZAAAACwEAAA8AAAAAAAAAAQAgAAAAIgAAAGRycy9kb3ducmV2LnhtbFBLAQIUABQAAAAI&#10;AIdO4kDq0Qu9lwIAAAQFAAAOAAAAAAAAAAEAIAAAACgBAABkcnMvZTJvRG9jLnhtbFBLBQYAAAAA&#10;BgAGAFkBAAAxBgAAAAA=&#10;">
                <v:fill on="f" focussize="0,0"/>
                <v:stroke weight="2pt" color="#F4DBAE [3204]" miterlimit="8" joinstyle="round" dashstyle="longDash" endcap="round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6099175</wp:posOffset>
                </wp:positionH>
                <wp:positionV relativeFrom="paragraph">
                  <wp:posOffset>-181610</wp:posOffset>
                </wp:positionV>
                <wp:extent cx="1148715" cy="2254885"/>
                <wp:effectExtent l="29845" t="29845" r="71120" b="77470"/>
                <wp:wrapNone/>
                <wp:docPr id="148" name="组合 4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8715" cy="2254885"/>
                          <a:chOff x="15664" y="-100"/>
                          <a:chExt cx="3083" cy="6049"/>
                        </a:xfrm>
                      </wpg:grpSpPr>
                      <wpg:grpSp>
                        <wpg:cNvPr id="149" name="组合 5"/>
                        <wpg:cNvGrpSpPr/>
                        <wpg:grpSpPr>
                          <a:xfrm>
                            <a:off x="17301" y="-100"/>
                            <a:ext cx="1447" cy="5011"/>
                            <a:chOff x="2311" y="528"/>
                            <a:chExt cx="2266" cy="7822"/>
                          </a:xfrm>
                          <a:effectLst>
                            <a:outerShdw blurRad="50800" dist="25400" dir="2700000" algn="tl" rotWithShape="0">
                              <a:srgbClr val="3A0508">
                                <a:alpha val="40000"/>
                              </a:srgbClr>
                            </a:outerShdw>
                          </a:effectLst>
                        </wpg:grpSpPr>
                        <wpg:grpSp>
                          <wpg:cNvPr id="150" name="组合 6"/>
                          <wpg:cNvGrpSpPr/>
                          <wpg:grpSpPr>
                            <a:xfrm>
                              <a:off x="2372" y="2393"/>
                              <a:ext cx="2144" cy="2144"/>
                              <a:chOff x="1680" y="2256"/>
                              <a:chExt cx="3168" cy="3168"/>
                            </a:xfrm>
                          </wpg:grpSpPr>
                          <wps:wsp>
                            <wps:cNvPr id="44" name="椭圆 7"/>
                            <wps:cNvSpPr/>
                            <wps:spPr>
                              <a:xfrm>
                                <a:off x="1680" y="2256"/>
                                <a:ext cx="3168" cy="3168"/>
                              </a:xfrm>
                              <a:prstGeom prst="ellipse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F4DBAE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5" name="椭圆 8"/>
                            <wps:cNvSpPr/>
                            <wps:spPr>
                              <a:xfrm>
                                <a:off x="1820" y="2396"/>
                                <a:ext cx="2888" cy="2888"/>
                              </a:xfrm>
                              <a:prstGeom prst="ellipse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F4DBAE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6" name="直接连接符 9"/>
                            <wps:cNvCnPr>
                              <a:stCxn id="9" idx="0"/>
                              <a:endCxn id="9" idx="4"/>
                            </wps:cNvCnPr>
                            <wps:spPr>
                              <a:xfrm>
                                <a:off x="3264" y="2396"/>
                                <a:ext cx="0" cy="2888"/>
                              </a:xfrm>
                              <a:prstGeom prst="line">
                                <a:avLst/>
                              </a:prstGeom>
                              <a:ln w="6350" cap="rnd">
                                <a:solidFill>
                                  <a:srgbClr val="F4DBAE"/>
                                </a:solidFill>
                                <a:round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7" name="直接连接符 10"/>
                            <wps:cNvCnPr>
                              <a:stCxn id="9" idx="2"/>
                              <a:endCxn id="9" idx="6"/>
                            </wps:cNvCnPr>
                            <wps:spPr>
                              <a:xfrm>
                                <a:off x="1820" y="3840"/>
                                <a:ext cx="2888" cy="0"/>
                              </a:xfrm>
                              <a:prstGeom prst="line">
                                <a:avLst/>
                              </a:prstGeom>
                              <a:ln w="6350" cap="rnd">
                                <a:solidFill>
                                  <a:srgbClr val="F4DBAE"/>
                                </a:solidFill>
                                <a:round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8" name="任意多边形 11"/>
                            <wps:cNvSpPr/>
                            <wps:spPr>
                              <a:xfrm>
                                <a:off x="3464" y="2604"/>
                                <a:ext cx="1036" cy="1033"/>
                              </a:xfrm>
                              <a:custGeom>
                                <a:avLst/>
                                <a:gdLst>
                                  <a:gd name="connsiteX0" fmla="*/ 389 w 1036"/>
                                  <a:gd name="connsiteY0" fmla="*/ 1032 h 1033"/>
                                  <a:gd name="connsiteX1" fmla="*/ 1035 w 1036"/>
                                  <a:gd name="connsiteY1" fmla="*/ 1032 h 1033"/>
                                  <a:gd name="connsiteX2" fmla="*/ 1036 w 1036"/>
                                  <a:gd name="connsiteY2" fmla="*/ 1033 h 1033"/>
                                  <a:gd name="connsiteX3" fmla="*/ 0 w 1036"/>
                                  <a:gd name="connsiteY3" fmla="*/ 1033 h 1033"/>
                                  <a:gd name="connsiteX4" fmla="*/ 0 w 1036"/>
                                  <a:gd name="connsiteY4" fmla="*/ 0 h 1033"/>
                                  <a:gd name="connsiteX5" fmla="*/ 991 w 1036"/>
                                  <a:gd name="connsiteY5" fmla="*/ 848 h 1033"/>
                                  <a:gd name="connsiteX6" fmla="*/ 389 w 1036"/>
                                  <a:gd name="connsiteY6" fmla="*/ 848 h 10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036" h="1033">
                                    <a:moveTo>
                                      <a:pt x="389" y="1032"/>
                                    </a:moveTo>
                                    <a:lnTo>
                                      <a:pt x="1035" y="1032"/>
                                    </a:lnTo>
                                    <a:lnTo>
                                      <a:pt x="1036" y="1033"/>
                                    </a:lnTo>
                                    <a:lnTo>
                                      <a:pt x="0" y="1033"/>
                                    </a:lnTo>
                                    <a:lnTo>
                                      <a:pt x="0" y="0"/>
                                    </a:lnTo>
                                    <a:cubicBezTo>
                                      <a:pt x="461" y="47"/>
                                      <a:pt x="890" y="479"/>
                                      <a:pt x="991" y="848"/>
                                    </a:cubicBezTo>
                                    <a:lnTo>
                                      <a:pt x="389" y="848"/>
                                    </a:lnTo>
                                  </a:path>
                                </a:pathLst>
                              </a:custGeom>
                              <a:noFill/>
                              <a:ln w="6350" cap="rnd">
                                <a:solidFill>
                                  <a:srgbClr val="F4DBAE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9" name="任意多边形 12"/>
                            <wps:cNvSpPr/>
                            <wps:spPr>
                              <a:xfrm>
                                <a:off x="2028" y="2604"/>
                                <a:ext cx="1036" cy="1033"/>
                              </a:xfrm>
                              <a:custGeom>
                                <a:avLst/>
                                <a:gdLst>
                                  <a:gd name="connsiteX0" fmla="*/ 647 w 1036"/>
                                  <a:gd name="connsiteY0" fmla="*/ 848 h 1033"/>
                                  <a:gd name="connsiteX1" fmla="*/ 45 w 1036"/>
                                  <a:gd name="connsiteY1" fmla="*/ 848 h 1033"/>
                                  <a:gd name="connsiteX2" fmla="*/ 1036 w 1036"/>
                                  <a:gd name="connsiteY2" fmla="*/ 0 h 1033"/>
                                  <a:gd name="connsiteX3" fmla="*/ 1036 w 1036"/>
                                  <a:gd name="connsiteY3" fmla="*/ 1033 h 1033"/>
                                  <a:gd name="connsiteX4" fmla="*/ 0 w 1036"/>
                                  <a:gd name="connsiteY4" fmla="*/ 1033 h 1033"/>
                                  <a:gd name="connsiteX5" fmla="*/ 0 w 1036"/>
                                  <a:gd name="connsiteY5" fmla="*/ 1032 h 1033"/>
                                  <a:gd name="connsiteX6" fmla="*/ 647 w 1036"/>
                                  <a:gd name="connsiteY6" fmla="*/ 1032 h 10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036" h="1033">
                                    <a:moveTo>
                                      <a:pt x="647" y="848"/>
                                    </a:moveTo>
                                    <a:lnTo>
                                      <a:pt x="45" y="848"/>
                                    </a:lnTo>
                                    <a:cubicBezTo>
                                      <a:pt x="157" y="418"/>
                                      <a:pt x="638" y="43"/>
                                      <a:pt x="1036" y="0"/>
                                    </a:cubicBezTo>
                                    <a:lnTo>
                                      <a:pt x="1036" y="1033"/>
                                    </a:lnTo>
                                    <a:lnTo>
                                      <a:pt x="0" y="1033"/>
                                    </a:lnTo>
                                    <a:lnTo>
                                      <a:pt x="0" y="1032"/>
                                    </a:lnTo>
                                    <a:lnTo>
                                      <a:pt x="647" y="1032"/>
                                    </a:lnTo>
                                  </a:path>
                                </a:pathLst>
                              </a:custGeom>
                              <a:noFill/>
                              <a:ln w="6350" cap="rnd">
                                <a:solidFill>
                                  <a:srgbClr val="F4DBAE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0" name="任意多边形 13"/>
                            <wps:cNvSpPr/>
                            <wps:spPr>
                              <a:xfrm flipV="1">
                                <a:off x="3464" y="4043"/>
                                <a:ext cx="1036" cy="1033"/>
                              </a:xfrm>
                              <a:custGeom>
                                <a:avLst/>
                                <a:gdLst>
                                  <a:gd name="connsiteX0" fmla="*/ 389 w 1036"/>
                                  <a:gd name="connsiteY0" fmla="*/ 1032 h 1033"/>
                                  <a:gd name="connsiteX1" fmla="*/ 1035 w 1036"/>
                                  <a:gd name="connsiteY1" fmla="*/ 1032 h 1033"/>
                                  <a:gd name="connsiteX2" fmla="*/ 1036 w 1036"/>
                                  <a:gd name="connsiteY2" fmla="*/ 1033 h 1033"/>
                                  <a:gd name="connsiteX3" fmla="*/ 0 w 1036"/>
                                  <a:gd name="connsiteY3" fmla="*/ 1033 h 1033"/>
                                  <a:gd name="connsiteX4" fmla="*/ 0 w 1036"/>
                                  <a:gd name="connsiteY4" fmla="*/ 0 h 1033"/>
                                  <a:gd name="connsiteX5" fmla="*/ 991 w 1036"/>
                                  <a:gd name="connsiteY5" fmla="*/ 848 h 1033"/>
                                  <a:gd name="connsiteX6" fmla="*/ 389 w 1036"/>
                                  <a:gd name="connsiteY6" fmla="*/ 848 h 10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036" h="1033">
                                    <a:moveTo>
                                      <a:pt x="389" y="1032"/>
                                    </a:moveTo>
                                    <a:lnTo>
                                      <a:pt x="1035" y="1032"/>
                                    </a:lnTo>
                                    <a:lnTo>
                                      <a:pt x="1036" y="1033"/>
                                    </a:lnTo>
                                    <a:lnTo>
                                      <a:pt x="0" y="1033"/>
                                    </a:lnTo>
                                    <a:lnTo>
                                      <a:pt x="0" y="0"/>
                                    </a:lnTo>
                                    <a:cubicBezTo>
                                      <a:pt x="461" y="47"/>
                                      <a:pt x="890" y="479"/>
                                      <a:pt x="991" y="848"/>
                                    </a:cubicBezTo>
                                    <a:lnTo>
                                      <a:pt x="389" y="848"/>
                                    </a:lnTo>
                                  </a:path>
                                </a:pathLst>
                              </a:custGeom>
                              <a:noFill/>
                              <a:ln w="6350" cap="rnd">
                                <a:solidFill>
                                  <a:srgbClr val="F4DBAE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1" name="任意多边形 14"/>
                            <wps:cNvSpPr/>
                            <wps:spPr>
                              <a:xfrm flipV="1">
                                <a:off x="2028" y="4043"/>
                                <a:ext cx="1036" cy="1033"/>
                              </a:xfrm>
                              <a:custGeom>
                                <a:avLst/>
                                <a:gdLst>
                                  <a:gd name="connsiteX0" fmla="*/ 647 w 1036"/>
                                  <a:gd name="connsiteY0" fmla="*/ 848 h 1033"/>
                                  <a:gd name="connsiteX1" fmla="*/ 45 w 1036"/>
                                  <a:gd name="connsiteY1" fmla="*/ 848 h 1033"/>
                                  <a:gd name="connsiteX2" fmla="*/ 1036 w 1036"/>
                                  <a:gd name="connsiteY2" fmla="*/ 0 h 1033"/>
                                  <a:gd name="connsiteX3" fmla="*/ 1036 w 1036"/>
                                  <a:gd name="connsiteY3" fmla="*/ 1033 h 1033"/>
                                  <a:gd name="connsiteX4" fmla="*/ 0 w 1036"/>
                                  <a:gd name="connsiteY4" fmla="*/ 1033 h 1033"/>
                                  <a:gd name="connsiteX5" fmla="*/ 0 w 1036"/>
                                  <a:gd name="connsiteY5" fmla="*/ 1032 h 1033"/>
                                  <a:gd name="connsiteX6" fmla="*/ 647 w 1036"/>
                                  <a:gd name="connsiteY6" fmla="*/ 1032 h 10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036" h="1033">
                                    <a:moveTo>
                                      <a:pt x="647" y="848"/>
                                    </a:moveTo>
                                    <a:lnTo>
                                      <a:pt x="45" y="848"/>
                                    </a:lnTo>
                                    <a:cubicBezTo>
                                      <a:pt x="157" y="418"/>
                                      <a:pt x="638" y="43"/>
                                      <a:pt x="1036" y="0"/>
                                    </a:cubicBezTo>
                                    <a:lnTo>
                                      <a:pt x="1036" y="1033"/>
                                    </a:lnTo>
                                    <a:lnTo>
                                      <a:pt x="0" y="1033"/>
                                    </a:lnTo>
                                    <a:lnTo>
                                      <a:pt x="0" y="1032"/>
                                    </a:lnTo>
                                    <a:lnTo>
                                      <a:pt x="647" y="1032"/>
                                    </a:lnTo>
                                  </a:path>
                                </a:pathLst>
                              </a:custGeom>
                              <a:noFill/>
                              <a:ln w="6350" cap="rnd">
                                <a:solidFill>
                                  <a:srgbClr val="F4DBAE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52" name="圆角矩形 15"/>
                          <wps:cNvSpPr/>
                          <wps:spPr>
                            <a:xfrm>
                              <a:off x="3374" y="528"/>
                              <a:ext cx="144" cy="82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 w="6350">
                              <a:solidFill>
                                <a:srgbClr val="F4DBA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51" name="组合 16"/>
                          <wpg:cNvGrpSpPr/>
                          <wpg:grpSpPr>
                            <a:xfrm>
                              <a:off x="2311" y="4546"/>
                              <a:ext cx="2266" cy="3804"/>
                              <a:chOff x="2311" y="4546"/>
                              <a:chExt cx="2266" cy="3804"/>
                            </a:xfrm>
                          </wpg:grpSpPr>
                          <wps:wsp>
                            <wps:cNvPr id="71" name="梯形 70"/>
                            <wps:cNvSpPr/>
                            <wps:spPr>
                              <a:xfrm>
                                <a:off x="3262" y="6010"/>
                                <a:ext cx="366" cy="2340"/>
                              </a:xfrm>
                              <a:prstGeom prst="trapezoid">
                                <a:avLst>
                                  <a:gd name="adj" fmla="val 36612"/>
                                </a:avLst>
                              </a:prstGeom>
                              <a:solidFill>
                                <a:srgbClr val="9C0F15"/>
                              </a:solidFill>
                              <a:ln w="6350">
                                <a:solidFill>
                                  <a:srgbClr val="F4DBAE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g:grpSp>
                            <wpg:cNvPr id="152" name="组合 71"/>
                            <wpg:cNvGrpSpPr/>
                            <wpg:grpSpPr>
                              <a:xfrm rot="0">
                                <a:off x="2311" y="4546"/>
                                <a:ext cx="2267" cy="1547"/>
                                <a:chOff x="2330" y="4956"/>
                                <a:chExt cx="2267" cy="1547"/>
                              </a:xfrm>
                            </wpg:grpSpPr>
                            <wpg:grpSp>
                              <wpg:cNvPr id="153" name="组合 56"/>
                              <wpg:cNvGrpSpPr/>
                              <wpg:grpSpPr>
                                <a:xfrm rot="0">
                                  <a:off x="2823" y="5272"/>
                                  <a:ext cx="1281" cy="915"/>
                                  <a:chOff x="2616" y="4682"/>
                                  <a:chExt cx="1512" cy="1080"/>
                                </a:xfrm>
                                <a:noFill/>
                              </wpg:grpSpPr>
                              <wps:wsp>
                                <wps:cNvPr id="56" name="菱形 52"/>
                                <wps:cNvSpPr/>
                                <wps:spPr>
                                  <a:xfrm>
                                    <a:off x="2616" y="4952"/>
                                    <a:ext cx="756" cy="540"/>
                                  </a:xfrm>
                                  <a:prstGeom prst="diamond">
                                    <a:avLst/>
                                  </a:prstGeom>
                                  <a:grpFill/>
                                  <a:ln w="6350" cap="rnd">
                                    <a:solidFill>
                                      <a:srgbClr val="F4DBAE"/>
                                    </a:solidFill>
                                    <a:round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58" name="菱形 53"/>
                                <wps:cNvSpPr/>
                                <wps:spPr>
                                  <a:xfrm>
                                    <a:off x="2994" y="5222"/>
                                    <a:ext cx="756" cy="540"/>
                                  </a:xfrm>
                                  <a:prstGeom prst="diamond">
                                    <a:avLst/>
                                  </a:prstGeom>
                                  <a:grpFill/>
                                  <a:ln w="6350" cap="rnd">
                                    <a:solidFill>
                                      <a:srgbClr val="F4DBAE"/>
                                    </a:solidFill>
                                    <a:round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59" name="菱形 54"/>
                                <wps:cNvSpPr/>
                                <wps:spPr>
                                  <a:xfrm>
                                    <a:off x="2994" y="4682"/>
                                    <a:ext cx="756" cy="540"/>
                                  </a:xfrm>
                                  <a:prstGeom prst="diamond">
                                    <a:avLst/>
                                  </a:prstGeom>
                                  <a:grpFill/>
                                  <a:ln w="6350" cap="rnd">
                                    <a:solidFill>
                                      <a:srgbClr val="F4DBAE"/>
                                    </a:solidFill>
                                    <a:round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60" name="菱形 55"/>
                                <wps:cNvSpPr/>
                                <wps:spPr>
                                  <a:xfrm>
                                    <a:off x="3372" y="4952"/>
                                    <a:ext cx="756" cy="540"/>
                                  </a:xfrm>
                                  <a:prstGeom prst="diamond">
                                    <a:avLst/>
                                  </a:prstGeom>
                                  <a:grpFill/>
                                  <a:ln w="6350" cap="rnd">
                                    <a:solidFill>
                                      <a:srgbClr val="F4DBAE"/>
                                    </a:solidFill>
                                    <a:round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wpg:grpSp>
                            <wps:wsp>
                              <wps:cNvPr id="61" name="任意多边形 57"/>
                              <wps:cNvSpPr/>
                              <wps:spPr>
                                <a:xfrm>
                                  <a:off x="4105" y="5621"/>
                                  <a:ext cx="493" cy="219"/>
                                </a:xfrm>
                                <a:custGeom>
                                  <a:avLst/>
                                  <a:gdLst>
                                    <a:gd name="connsiteX0" fmla="*/ 0 w 582"/>
                                    <a:gd name="connsiteY0" fmla="*/ 129 h 258"/>
                                    <a:gd name="connsiteX1" fmla="*/ 291 w 582"/>
                                    <a:gd name="connsiteY1" fmla="*/ 0 h 258"/>
                                    <a:gd name="connsiteX2" fmla="*/ 582 w 582"/>
                                    <a:gd name="connsiteY2" fmla="*/ 129 h 258"/>
                                    <a:gd name="connsiteX3" fmla="*/ 291 w 582"/>
                                    <a:gd name="connsiteY3" fmla="*/ 258 h 258"/>
                                    <a:gd name="connsiteX4" fmla="*/ 0 w 582"/>
                                    <a:gd name="connsiteY4" fmla="*/ 129 h 2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82" h="258">
                                      <a:moveTo>
                                        <a:pt x="0" y="129"/>
                                      </a:moveTo>
                                      <a:cubicBezTo>
                                        <a:pt x="5" y="125"/>
                                        <a:pt x="130" y="0"/>
                                        <a:pt x="291" y="0"/>
                                      </a:cubicBezTo>
                                      <a:cubicBezTo>
                                        <a:pt x="452" y="0"/>
                                        <a:pt x="582" y="58"/>
                                        <a:pt x="582" y="129"/>
                                      </a:cubicBezTo>
                                      <a:cubicBezTo>
                                        <a:pt x="582" y="200"/>
                                        <a:pt x="452" y="258"/>
                                        <a:pt x="291" y="258"/>
                                      </a:cubicBezTo>
                                      <a:cubicBezTo>
                                        <a:pt x="130" y="258"/>
                                        <a:pt x="5" y="143"/>
                                        <a:pt x="0" y="1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 cap="rnd">
                                  <a:solidFill>
                                    <a:srgbClr val="F4DBAE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2" name="任意多边形 58"/>
                              <wps:cNvSpPr/>
                              <wps:spPr>
                                <a:xfrm flipH="1">
                                  <a:off x="2330" y="5621"/>
                                  <a:ext cx="493" cy="219"/>
                                </a:xfrm>
                                <a:custGeom>
                                  <a:avLst/>
                                  <a:gdLst>
                                    <a:gd name="connsiteX0" fmla="*/ 0 w 582"/>
                                    <a:gd name="connsiteY0" fmla="*/ 129 h 258"/>
                                    <a:gd name="connsiteX1" fmla="*/ 291 w 582"/>
                                    <a:gd name="connsiteY1" fmla="*/ 0 h 258"/>
                                    <a:gd name="connsiteX2" fmla="*/ 582 w 582"/>
                                    <a:gd name="connsiteY2" fmla="*/ 129 h 258"/>
                                    <a:gd name="connsiteX3" fmla="*/ 291 w 582"/>
                                    <a:gd name="connsiteY3" fmla="*/ 258 h 258"/>
                                    <a:gd name="connsiteX4" fmla="*/ 0 w 582"/>
                                    <a:gd name="connsiteY4" fmla="*/ 129 h 2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82" h="258">
                                      <a:moveTo>
                                        <a:pt x="0" y="129"/>
                                      </a:moveTo>
                                      <a:cubicBezTo>
                                        <a:pt x="5" y="125"/>
                                        <a:pt x="130" y="0"/>
                                        <a:pt x="291" y="0"/>
                                      </a:cubicBezTo>
                                      <a:cubicBezTo>
                                        <a:pt x="452" y="0"/>
                                        <a:pt x="582" y="58"/>
                                        <a:pt x="582" y="129"/>
                                      </a:cubicBezTo>
                                      <a:cubicBezTo>
                                        <a:pt x="582" y="200"/>
                                        <a:pt x="452" y="258"/>
                                        <a:pt x="291" y="258"/>
                                      </a:cubicBezTo>
                                      <a:cubicBezTo>
                                        <a:pt x="130" y="258"/>
                                        <a:pt x="5" y="143"/>
                                        <a:pt x="0" y="1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 cap="rnd">
                                  <a:solidFill>
                                    <a:srgbClr val="F4DBAE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g:grpSp>
                              <wpg:cNvPr id="154" name="组合 64"/>
                              <wpg:cNvGrpSpPr/>
                              <wpg:grpSpPr>
                                <a:xfrm>
                                  <a:off x="3027" y="4956"/>
                                  <a:ext cx="895" cy="468"/>
                                  <a:chOff x="3027" y="4956"/>
                                  <a:chExt cx="895" cy="468"/>
                                </a:xfrm>
                              </wpg:grpSpPr>
                              <wps:wsp>
                                <wps:cNvPr id="64" name="任意多边形 59"/>
                                <wps:cNvSpPr/>
                                <wps:spPr>
                                  <a:xfrm rot="16200000">
                                    <a:off x="3306" y="5005"/>
                                    <a:ext cx="316" cy="219"/>
                                  </a:xfrm>
                                  <a:custGeom>
                                    <a:avLst/>
                                    <a:gdLst>
                                      <a:gd name="connsiteX0" fmla="*/ 0 w 582"/>
                                      <a:gd name="connsiteY0" fmla="*/ 129 h 258"/>
                                      <a:gd name="connsiteX1" fmla="*/ 291 w 582"/>
                                      <a:gd name="connsiteY1" fmla="*/ 0 h 258"/>
                                      <a:gd name="connsiteX2" fmla="*/ 582 w 582"/>
                                      <a:gd name="connsiteY2" fmla="*/ 129 h 258"/>
                                      <a:gd name="connsiteX3" fmla="*/ 291 w 582"/>
                                      <a:gd name="connsiteY3" fmla="*/ 258 h 258"/>
                                      <a:gd name="connsiteX4" fmla="*/ 0 w 582"/>
                                      <a:gd name="connsiteY4" fmla="*/ 129 h 25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582" h="258">
                                        <a:moveTo>
                                          <a:pt x="0" y="129"/>
                                        </a:moveTo>
                                        <a:cubicBezTo>
                                          <a:pt x="5" y="125"/>
                                          <a:pt x="130" y="0"/>
                                          <a:pt x="291" y="0"/>
                                        </a:cubicBezTo>
                                        <a:cubicBezTo>
                                          <a:pt x="452" y="0"/>
                                          <a:pt x="582" y="58"/>
                                          <a:pt x="582" y="129"/>
                                        </a:cubicBezTo>
                                        <a:cubicBezTo>
                                          <a:pt x="582" y="200"/>
                                          <a:pt x="452" y="258"/>
                                          <a:pt x="291" y="258"/>
                                        </a:cubicBezTo>
                                        <a:cubicBezTo>
                                          <a:pt x="130" y="258"/>
                                          <a:pt x="5" y="143"/>
                                          <a:pt x="0" y="12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C91D25"/>
                                  </a:solidFill>
                                  <a:ln w="6350" cap="rnd">
                                    <a:solidFill>
                                      <a:srgbClr val="F4DBAE"/>
                                    </a:solidFill>
                                    <a:round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67" name="同侧圆角矩形 62"/>
                                <wps:cNvSpPr/>
                                <wps:spPr>
                                  <a:xfrm rot="19440000">
                                    <a:off x="3027" y="5059"/>
                                    <a:ext cx="353" cy="364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noFill/>
                                  <a:ln w="6350">
                                    <a:solidFill>
                                      <a:srgbClr val="F4DBAE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68" name="同侧圆角矩形 63"/>
                                <wps:cNvSpPr/>
                                <wps:spPr>
                                  <a:xfrm rot="2160000" flipH="1">
                                    <a:off x="3556" y="5058"/>
                                    <a:ext cx="367" cy="366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noFill/>
                                  <a:ln w="6350">
                                    <a:solidFill>
                                      <a:srgbClr val="F4DBAE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wpg:grpSp>
                            <wpg:grpSp>
                              <wpg:cNvPr id="155" name="组合 65"/>
                              <wpg:cNvGrpSpPr/>
                              <wpg:grpSpPr>
                                <a:xfrm flipV="1">
                                  <a:off x="3027" y="6035"/>
                                  <a:ext cx="895" cy="468"/>
                                  <a:chOff x="3027" y="4956"/>
                                  <a:chExt cx="895" cy="468"/>
                                </a:xfrm>
                              </wpg:grpSpPr>
                              <wps:wsp>
                                <wps:cNvPr id="70" name="任意多边形 66"/>
                                <wps:cNvSpPr/>
                                <wps:spPr>
                                  <a:xfrm rot="16200000">
                                    <a:off x="3306" y="5005"/>
                                    <a:ext cx="316" cy="219"/>
                                  </a:xfrm>
                                  <a:custGeom>
                                    <a:avLst/>
                                    <a:gdLst>
                                      <a:gd name="connsiteX0" fmla="*/ 0 w 582"/>
                                      <a:gd name="connsiteY0" fmla="*/ 129 h 258"/>
                                      <a:gd name="connsiteX1" fmla="*/ 291 w 582"/>
                                      <a:gd name="connsiteY1" fmla="*/ 0 h 258"/>
                                      <a:gd name="connsiteX2" fmla="*/ 582 w 582"/>
                                      <a:gd name="connsiteY2" fmla="*/ 129 h 258"/>
                                      <a:gd name="connsiteX3" fmla="*/ 291 w 582"/>
                                      <a:gd name="connsiteY3" fmla="*/ 258 h 258"/>
                                      <a:gd name="connsiteX4" fmla="*/ 0 w 582"/>
                                      <a:gd name="connsiteY4" fmla="*/ 129 h 25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582" h="258">
                                        <a:moveTo>
                                          <a:pt x="0" y="129"/>
                                        </a:moveTo>
                                        <a:cubicBezTo>
                                          <a:pt x="5" y="125"/>
                                          <a:pt x="130" y="0"/>
                                          <a:pt x="291" y="0"/>
                                        </a:cubicBezTo>
                                        <a:cubicBezTo>
                                          <a:pt x="452" y="0"/>
                                          <a:pt x="582" y="58"/>
                                          <a:pt x="582" y="129"/>
                                        </a:cubicBezTo>
                                        <a:cubicBezTo>
                                          <a:pt x="582" y="200"/>
                                          <a:pt x="452" y="258"/>
                                          <a:pt x="291" y="258"/>
                                        </a:cubicBezTo>
                                        <a:cubicBezTo>
                                          <a:pt x="130" y="258"/>
                                          <a:pt x="5" y="143"/>
                                          <a:pt x="0" y="12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C91D25"/>
                                  </a:solidFill>
                                  <a:ln w="6350" cap="rnd">
                                    <a:solidFill>
                                      <a:srgbClr val="F4DBAE"/>
                                    </a:solidFill>
                                    <a:round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73" name="同侧圆角矩形 67"/>
                                <wps:cNvSpPr/>
                                <wps:spPr>
                                  <a:xfrm rot="19440000">
                                    <a:off x="3027" y="5059"/>
                                    <a:ext cx="353" cy="364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noFill/>
                                  <a:ln w="6350">
                                    <a:solidFill>
                                      <a:srgbClr val="F4DBAE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74" name="同侧圆角矩形 68"/>
                                <wps:cNvSpPr/>
                                <wps:spPr>
                                  <a:xfrm rot="2160000" flipH="1">
                                    <a:off x="3556" y="5058"/>
                                    <a:ext cx="367" cy="366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noFill/>
                                  <a:ln w="6350">
                                    <a:solidFill>
                                      <a:srgbClr val="F4DBAE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wpg:grpSp>
                          </wpg:grpSp>
                          <wps:wsp>
                            <wps:cNvPr id="76" name="梯形 75"/>
                            <wps:cNvSpPr/>
                            <wps:spPr>
                              <a:xfrm>
                                <a:off x="3379" y="6095"/>
                                <a:ext cx="131" cy="189"/>
                              </a:xfrm>
                              <a:prstGeom prst="trapezoid">
                                <a:avLst>
                                  <a:gd name="adj" fmla="val 5042"/>
                                </a:avLst>
                              </a:prstGeom>
                              <a:solidFill>
                                <a:srgbClr val="F4DBAE"/>
                              </a:solidFill>
                              <a:ln w="6350">
                                <a:solidFill>
                                  <a:srgbClr val="F4DBAE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56" name="组合 78"/>
                          <wpg:cNvGrpSpPr/>
                          <wpg:grpSpPr>
                            <a:xfrm rot="0">
                              <a:off x="2602" y="1232"/>
                              <a:ext cx="1685" cy="1150"/>
                              <a:chOff x="2330" y="4956"/>
                              <a:chExt cx="2267" cy="1547"/>
                            </a:xfrm>
                          </wpg:grpSpPr>
                          <wpg:grpSp>
                            <wpg:cNvPr id="157" name="组合 79"/>
                            <wpg:cNvGrpSpPr/>
                            <wpg:grpSpPr>
                              <a:xfrm rot="0">
                                <a:off x="2823" y="5272"/>
                                <a:ext cx="1281" cy="915"/>
                                <a:chOff x="2616" y="4682"/>
                                <a:chExt cx="1512" cy="1080"/>
                              </a:xfrm>
                              <a:noFill/>
                            </wpg:grpSpPr>
                            <wps:wsp>
                              <wps:cNvPr id="81" name="菱形 80"/>
                              <wps:cNvSpPr/>
                              <wps:spPr>
                                <a:xfrm>
                                  <a:off x="2616" y="4952"/>
                                  <a:ext cx="756" cy="540"/>
                                </a:xfrm>
                                <a:prstGeom prst="diamond">
                                  <a:avLst/>
                                </a:prstGeom>
                                <a:grpFill/>
                                <a:ln w="6350" cap="rnd">
                                  <a:solidFill>
                                    <a:srgbClr val="F4DBAE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2" name="菱形 81"/>
                              <wps:cNvSpPr/>
                              <wps:spPr>
                                <a:xfrm>
                                  <a:off x="2994" y="5222"/>
                                  <a:ext cx="756" cy="540"/>
                                </a:xfrm>
                                <a:prstGeom prst="diamond">
                                  <a:avLst/>
                                </a:prstGeom>
                                <a:grpFill/>
                                <a:ln w="6350" cap="rnd">
                                  <a:solidFill>
                                    <a:srgbClr val="F4DBAE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3" name="菱形 82"/>
                              <wps:cNvSpPr/>
                              <wps:spPr>
                                <a:xfrm>
                                  <a:off x="2994" y="4682"/>
                                  <a:ext cx="756" cy="540"/>
                                </a:xfrm>
                                <a:prstGeom prst="diamond">
                                  <a:avLst/>
                                </a:prstGeom>
                                <a:grpFill/>
                                <a:ln w="6350" cap="rnd">
                                  <a:solidFill>
                                    <a:srgbClr val="F4DBAE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4" name="菱形 83"/>
                              <wps:cNvSpPr/>
                              <wps:spPr>
                                <a:xfrm>
                                  <a:off x="3372" y="4952"/>
                                  <a:ext cx="756" cy="540"/>
                                </a:xfrm>
                                <a:prstGeom prst="diamond">
                                  <a:avLst/>
                                </a:prstGeom>
                                <a:grpFill/>
                                <a:ln w="6350" cap="rnd">
                                  <a:solidFill>
                                    <a:srgbClr val="F4DBAE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s:wsp>
                            <wps:cNvPr id="85" name="任意多边形 84"/>
                            <wps:cNvSpPr/>
                            <wps:spPr>
                              <a:xfrm>
                                <a:off x="4105" y="5621"/>
                                <a:ext cx="493" cy="219"/>
                              </a:xfrm>
                              <a:custGeom>
                                <a:avLst/>
                                <a:gdLst>
                                  <a:gd name="connsiteX0" fmla="*/ 0 w 582"/>
                                  <a:gd name="connsiteY0" fmla="*/ 129 h 258"/>
                                  <a:gd name="connsiteX1" fmla="*/ 291 w 582"/>
                                  <a:gd name="connsiteY1" fmla="*/ 0 h 258"/>
                                  <a:gd name="connsiteX2" fmla="*/ 582 w 582"/>
                                  <a:gd name="connsiteY2" fmla="*/ 129 h 258"/>
                                  <a:gd name="connsiteX3" fmla="*/ 291 w 582"/>
                                  <a:gd name="connsiteY3" fmla="*/ 258 h 258"/>
                                  <a:gd name="connsiteX4" fmla="*/ 0 w 582"/>
                                  <a:gd name="connsiteY4" fmla="*/ 129 h 2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82" h="258">
                                    <a:moveTo>
                                      <a:pt x="0" y="129"/>
                                    </a:moveTo>
                                    <a:cubicBezTo>
                                      <a:pt x="5" y="125"/>
                                      <a:pt x="130" y="0"/>
                                      <a:pt x="291" y="0"/>
                                    </a:cubicBezTo>
                                    <a:cubicBezTo>
                                      <a:pt x="452" y="0"/>
                                      <a:pt x="582" y="58"/>
                                      <a:pt x="582" y="129"/>
                                    </a:cubicBezTo>
                                    <a:cubicBezTo>
                                      <a:pt x="582" y="200"/>
                                      <a:pt x="452" y="258"/>
                                      <a:pt x="291" y="258"/>
                                    </a:cubicBezTo>
                                    <a:cubicBezTo>
                                      <a:pt x="130" y="258"/>
                                      <a:pt x="5" y="143"/>
                                      <a:pt x="0" y="129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6350" cap="rnd">
                                <a:solidFill>
                                  <a:srgbClr val="F4DBAE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6" name="任意多边形 85"/>
                            <wps:cNvSpPr/>
                            <wps:spPr>
                              <a:xfrm flipH="1">
                                <a:off x="2330" y="5621"/>
                                <a:ext cx="493" cy="219"/>
                              </a:xfrm>
                              <a:custGeom>
                                <a:avLst/>
                                <a:gdLst>
                                  <a:gd name="connsiteX0" fmla="*/ 0 w 582"/>
                                  <a:gd name="connsiteY0" fmla="*/ 129 h 258"/>
                                  <a:gd name="connsiteX1" fmla="*/ 291 w 582"/>
                                  <a:gd name="connsiteY1" fmla="*/ 0 h 258"/>
                                  <a:gd name="connsiteX2" fmla="*/ 582 w 582"/>
                                  <a:gd name="connsiteY2" fmla="*/ 129 h 258"/>
                                  <a:gd name="connsiteX3" fmla="*/ 291 w 582"/>
                                  <a:gd name="connsiteY3" fmla="*/ 258 h 258"/>
                                  <a:gd name="connsiteX4" fmla="*/ 0 w 582"/>
                                  <a:gd name="connsiteY4" fmla="*/ 129 h 2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82" h="258">
                                    <a:moveTo>
                                      <a:pt x="0" y="129"/>
                                    </a:moveTo>
                                    <a:cubicBezTo>
                                      <a:pt x="5" y="125"/>
                                      <a:pt x="130" y="0"/>
                                      <a:pt x="291" y="0"/>
                                    </a:cubicBezTo>
                                    <a:cubicBezTo>
                                      <a:pt x="452" y="0"/>
                                      <a:pt x="582" y="58"/>
                                      <a:pt x="582" y="129"/>
                                    </a:cubicBezTo>
                                    <a:cubicBezTo>
                                      <a:pt x="582" y="200"/>
                                      <a:pt x="452" y="258"/>
                                      <a:pt x="291" y="258"/>
                                    </a:cubicBezTo>
                                    <a:cubicBezTo>
                                      <a:pt x="130" y="258"/>
                                      <a:pt x="5" y="143"/>
                                      <a:pt x="0" y="129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6350" cap="rnd">
                                <a:solidFill>
                                  <a:srgbClr val="F4DBAE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g:grpSp>
                            <wpg:cNvPr id="158" name="组合 86"/>
                            <wpg:cNvGrpSpPr/>
                            <wpg:grpSpPr>
                              <a:xfrm>
                                <a:off x="3027" y="4956"/>
                                <a:ext cx="895" cy="468"/>
                                <a:chOff x="3027" y="4956"/>
                                <a:chExt cx="895" cy="468"/>
                              </a:xfrm>
                            </wpg:grpSpPr>
                            <wps:wsp>
                              <wps:cNvPr id="88" name="任意多边形 87"/>
                              <wps:cNvSpPr/>
                              <wps:spPr>
                                <a:xfrm rot="16200000">
                                  <a:off x="3306" y="5005"/>
                                  <a:ext cx="316" cy="219"/>
                                </a:xfrm>
                                <a:custGeom>
                                  <a:avLst/>
                                  <a:gdLst>
                                    <a:gd name="connsiteX0" fmla="*/ 0 w 582"/>
                                    <a:gd name="connsiteY0" fmla="*/ 129 h 258"/>
                                    <a:gd name="connsiteX1" fmla="*/ 291 w 582"/>
                                    <a:gd name="connsiteY1" fmla="*/ 0 h 258"/>
                                    <a:gd name="connsiteX2" fmla="*/ 582 w 582"/>
                                    <a:gd name="connsiteY2" fmla="*/ 129 h 258"/>
                                    <a:gd name="connsiteX3" fmla="*/ 291 w 582"/>
                                    <a:gd name="connsiteY3" fmla="*/ 258 h 258"/>
                                    <a:gd name="connsiteX4" fmla="*/ 0 w 582"/>
                                    <a:gd name="connsiteY4" fmla="*/ 129 h 2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82" h="258">
                                      <a:moveTo>
                                        <a:pt x="0" y="129"/>
                                      </a:moveTo>
                                      <a:cubicBezTo>
                                        <a:pt x="5" y="125"/>
                                        <a:pt x="130" y="0"/>
                                        <a:pt x="291" y="0"/>
                                      </a:cubicBezTo>
                                      <a:cubicBezTo>
                                        <a:pt x="452" y="0"/>
                                        <a:pt x="582" y="58"/>
                                        <a:pt x="582" y="129"/>
                                      </a:cubicBezTo>
                                      <a:cubicBezTo>
                                        <a:pt x="582" y="200"/>
                                        <a:pt x="452" y="258"/>
                                        <a:pt x="291" y="258"/>
                                      </a:cubicBezTo>
                                      <a:cubicBezTo>
                                        <a:pt x="130" y="258"/>
                                        <a:pt x="5" y="143"/>
                                        <a:pt x="0" y="1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91D25"/>
                                </a:solidFill>
                                <a:ln w="6350" cap="rnd">
                                  <a:solidFill>
                                    <a:srgbClr val="F4DBAE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9" name="同侧圆角矩形 17"/>
                              <wps:cNvSpPr/>
                              <wps:spPr>
                                <a:xfrm rot="19440000">
                                  <a:off x="3027" y="5059"/>
                                  <a:ext cx="353" cy="364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noFill/>
                                <a:ln w="6350">
                                  <a:solidFill>
                                    <a:srgbClr val="F4DBAE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90" name="同侧圆角矩形 18"/>
                              <wps:cNvSpPr/>
                              <wps:spPr>
                                <a:xfrm rot="2160000" flipH="1">
                                  <a:off x="3556" y="5058"/>
                                  <a:ext cx="367" cy="366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noFill/>
                                <a:ln w="6350">
                                  <a:solidFill>
                                    <a:srgbClr val="F4DBAE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159" name="组合 19"/>
                            <wpg:cNvGrpSpPr/>
                            <wpg:grpSpPr>
                              <a:xfrm flipV="1">
                                <a:off x="3027" y="6035"/>
                                <a:ext cx="895" cy="468"/>
                                <a:chOff x="3027" y="4956"/>
                                <a:chExt cx="895" cy="468"/>
                              </a:xfrm>
                            </wpg:grpSpPr>
                            <wps:wsp>
                              <wps:cNvPr id="92" name="任意多边形 20"/>
                              <wps:cNvSpPr/>
                              <wps:spPr>
                                <a:xfrm rot="16200000">
                                  <a:off x="3306" y="5005"/>
                                  <a:ext cx="316" cy="219"/>
                                </a:xfrm>
                                <a:custGeom>
                                  <a:avLst/>
                                  <a:gdLst>
                                    <a:gd name="connsiteX0" fmla="*/ 0 w 582"/>
                                    <a:gd name="connsiteY0" fmla="*/ 129 h 258"/>
                                    <a:gd name="connsiteX1" fmla="*/ 291 w 582"/>
                                    <a:gd name="connsiteY1" fmla="*/ 0 h 258"/>
                                    <a:gd name="connsiteX2" fmla="*/ 582 w 582"/>
                                    <a:gd name="connsiteY2" fmla="*/ 129 h 258"/>
                                    <a:gd name="connsiteX3" fmla="*/ 291 w 582"/>
                                    <a:gd name="connsiteY3" fmla="*/ 258 h 258"/>
                                    <a:gd name="connsiteX4" fmla="*/ 0 w 582"/>
                                    <a:gd name="connsiteY4" fmla="*/ 129 h 2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82" h="258">
                                      <a:moveTo>
                                        <a:pt x="0" y="129"/>
                                      </a:moveTo>
                                      <a:cubicBezTo>
                                        <a:pt x="5" y="125"/>
                                        <a:pt x="130" y="0"/>
                                        <a:pt x="291" y="0"/>
                                      </a:cubicBezTo>
                                      <a:cubicBezTo>
                                        <a:pt x="452" y="0"/>
                                        <a:pt x="582" y="58"/>
                                        <a:pt x="582" y="129"/>
                                      </a:cubicBezTo>
                                      <a:cubicBezTo>
                                        <a:pt x="582" y="200"/>
                                        <a:pt x="452" y="258"/>
                                        <a:pt x="291" y="258"/>
                                      </a:cubicBezTo>
                                      <a:cubicBezTo>
                                        <a:pt x="130" y="258"/>
                                        <a:pt x="5" y="143"/>
                                        <a:pt x="0" y="1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91D25"/>
                                </a:solidFill>
                                <a:ln w="6350" cap="rnd">
                                  <a:solidFill>
                                    <a:srgbClr val="F4DBAE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93" name="同侧圆角矩形 21"/>
                              <wps:cNvSpPr/>
                              <wps:spPr>
                                <a:xfrm rot="19440000">
                                  <a:off x="3027" y="5059"/>
                                  <a:ext cx="353" cy="364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noFill/>
                                <a:ln w="6350">
                                  <a:solidFill>
                                    <a:srgbClr val="F4DBAE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94" name="同侧圆角矩形 22"/>
                              <wps:cNvSpPr/>
                              <wps:spPr>
                                <a:xfrm rot="2160000" flipH="1">
                                  <a:off x="3556" y="5058"/>
                                  <a:ext cx="367" cy="366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noFill/>
                                <a:ln w="6350">
                                  <a:solidFill>
                                    <a:srgbClr val="F4DBAE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160" name="组合 173"/>
                        <wpg:cNvGrpSpPr/>
                        <wpg:grpSpPr>
                          <a:xfrm>
                            <a:off x="15664" y="-63"/>
                            <a:ext cx="1835" cy="6012"/>
                            <a:chOff x="2311" y="941"/>
                            <a:chExt cx="2266" cy="7409"/>
                          </a:xfrm>
                          <a:effectLst>
                            <a:outerShdw blurRad="50800" dist="25400" dir="2700000" algn="tl" rotWithShape="0">
                              <a:srgbClr val="3A0508">
                                <a:alpha val="40000"/>
                              </a:srgbClr>
                            </a:outerShdw>
                          </a:effectLst>
                        </wpg:grpSpPr>
                        <wpg:grpSp>
                          <wpg:cNvPr id="161" name="组合 174"/>
                          <wpg:cNvGrpSpPr/>
                          <wpg:grpSpPr>
                            <a:xfrm>
                              <a:off x="2372" y="2393"/>
                              <a:ext cx="2144" cy="2144"/>
                              <a:chOff x="1680" y="2256"/>
                              <a:chExt cx="3168" cy="3168"/>
                            </a:xfrm>
                          </wpg:grpSpPr>
                          <wps:wsp>
                            <wps:cNvPr id="176" name="椭圆 175"/>
                            <wps:cNvSpPr/>
                            <wps:spPr>
                              <a:xfrm>
                                <a:off x="1680" y="2256"/>
                                <a:ext cx="3168" cy="316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B11A21"/>
                              </a:solidFill>
                              <a:ln w="6350" cap="rnd">
                                <a:solidFill>
                                  <a:srgbClr val="F4DBAE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7" name="椭圆 176"/>
                            <wps:cNvSpPr/>
                            <wps:spPr>
                              <a:xfrm>
                                <a:off x="1820" y="2396"/>
                                <a:ext cx="2888" cy="2888"/>
                              </a:xfrm>
                              <a:prstGeom prst="ellipse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F4DBAE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8" name="直接连接符 177"/>
                            <wps:cNvCnPr>
                              <a:stCxn id="177" idx="0"/>
                              <a:endCxn id="177" idx="4"/>
                            </wps:cNvCnPr>
                            <wps:spPr>
                              <a:xfrm>
                                <a:off x="3264" y="2396"/>
                                <a:ext cx="0" cy="2888"/>
                              </a:xfrm>
                              <a:prstGeom prst="line">
                                <a:avLst/>
                              </a:prstGeom>
                              <a:ln w="6350" cap="rnd">
                                <a:solidFill>
                                  <a:srgbClr val="F4DBAE"/>
                                </a:solidFill>
                                <a:round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9" name="直接连接符 178"/>
                            <wps:cNvCnPr>
                              <a:stCxn id="177" idx="2"/>
                              <a:endCxn id="177" idx="6"/>
                            </wps:cNvCnPr>
                            <wps:spPr>
                              <a:xfrm>
                                <a:off x="1820" y="3840"/>
                                <a:ext cx="2888" cy="0"/>
                              </a:xfrm>
                              <a:prstGeom prst="line">
                                <a:avLst/>
                              </a:prstGeom>
                              <a:ln w="6350" cap="rnd">
                                <a:solidFill>
                                  <a:srgbClr val="F4DBAE"/>
                                </a:solidFill>
                                <a:round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0" name="任意多边形 179"/>
                            <wps:cNvSpPr/>
                            <wps:spPr>
                              <a:xfrm>
                                <a:off x="3464" y="2604"/>
                                <a:ext cx="1036" cy="1033"/>
                              </a:xfrm>
                              <a:custGeom>
                                <a:avLst/>
                                <a:gdLst>
                                  <a:gd name="connsiteX0" fmla="*/ 389 w 1036"/>
                                  <a:gd name="connsiteY0" fmla="*/ 1032 h 1033"/>
                                  <a:gd name="connsiteX1" fmla="*/ 1035 w 1036"/>
                                  <a:gd name="connsiteY1" fmla="*/ 1032 h 1033"/>
                                  <a:gd name="connsiteX2" fmla="*/ 1036 w 1036"/>
                                  <a:gd name="connsiteY2" fmla="*/ 1033 h 1033"/>
                                  <a:gd name="connsiteX3" fmla="*/ 0 w 1036"/>
                                  <a:gd name="connsiteY3" fmla="*/ 1033 h 1033"/>
                                  <a:gd name="connsiteX4" fmla="*/ 0 w 1036"/>
                                  <a:gd name="connsiteY4" fmla="*/ 0 h 1033"/>
                                  <a:gd name="connsiteX5" fmla="*/ 991 w 1036"/>
                                  <a:gd name="connsiteY5" fmla="*/ 848 h 1033"/>
                                  <a:gd name="connsiteX6" fmla="*/ 389 w 1036"/>
                                  <a:gd name="connsiteY6" fmla="*/ 848 h 10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036" h="1033">
                                    <a:moveTo>
                                      <a:pt x="389" y="1032"/>
                                    </a:moveTo>
                                    <a:lnTo>
                                      <a:pt x="1035" y="1032"/>
                                    </a:lnTo>
                                    <a:lnTo>
                                      <a:pt x="1036" y="1033"/>
                                    </a:lnTo>
                                    <a:lnTo>
                                      <a:pt x="0" y="1033"/>
                                    </a:lnTo>
                                    <a:lnTo>
                                      <a:pt x="0" y="0"/>
                                    </a:lnTo>
                                    <a:cubicBezTo>
                                      <a:pt x="461" y="47"/>
                                      <a:pt x="890" y="479"/>
                                      <a:pt x="991" y="848"/>
                                    </a:cubicBezTo>
                                    <a:lnTo>
                                      <a:pt x="389" y="848"/>
                                    </a:lnTo>
                                  </a:path>
                                </a:pathLst>
                              </a:custGeom>
                              <a:noFill/>
                              <a:ln w="6350" cap="rnd">
                                <a:solidFill>
                                  <a:srgbClr val="F4DBAE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1" name="任意多边形 180"/>
                            <wps:cNvSpPr/>
                            <wps:spPr>
                              <a:xfrm>
                                <a:off x="2028" y="2604"/>
                                <a:ext cx="1036" cy="1033"/>
                              </a:xfrm>
                              <a:custGeom>
                                <a:avLst/>
                                <a:gdLst>
                                  <a:gd name="connsiteX0" fmla="*/ 647 w 1036"/>
                                  <a:gd name="connsiteY0" fmla="*/ 848 h 1033"/>
                                  <a:gd name="connsiteX1" fmla="*/ 45 w 1036"/>
                                  <a:gd name="connsiteY1" fmla="*/ 848 h 1033"/>
                                  <a:gd name="connsiteX2" fmla="*/ 1036 w 1036"/>
                                  <a:gd name="connsiteY2" fmla="*/ 0 h 1033"/>
                                  <a:gd name="connsiteX3" fmla="*/ 1036 w 1036"/>
                                  <a:gd name="connsiteY3" fmla="*/ 1033 h 1033"/>
                                  <a:gd name="connsiteX4" fmla="*/ 0 w 1036"/>
                                  <a:gd name="connsiteY4" fmla="*/ 1033 h 1033"/>
                                  <a:gd name="connsiteX5" fmla="*/ 0 w 1036"/>
                                  <a:gd name="connsiteY5" fmla="*/ 1032 h 1033"/>
                                  <a:gd name="connsiteX6" fmla="*/ 647 w 1036"/>
                                  <a:gd name="connsiteY6" fmla="*/ 1032 h 10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036" h="1033">
                                    <a:moveTo>
                                      <a:pt x="647" y="848"/>
                                    </a:moveTo>
                                    <a:lnTo>
                                      <a:pt x="45" y="848"/>
                                    </a:lnTo>
                                    <a:cubicBezTo>
                                      <a:pt x="157" y="418"/>
                                      <a:pt x="638" y="43"/>
                                      <a:pt x="1036" y="0"/>
                                    </a:cubicBezTo>
                                    <a:lnTo>
                                      <a:pt x="1036" y="1033"/>
                                    </a:lnTo>
                                    <a:lnTo>
                                      <a:pt x="0" y="1033"/>
                                    </a:lnTo>
                                    <a:lnTo>
                                      <a:pt x="0" y="1032"/>
                                    </a:lnTo>
                                    <a:lnTo>
                                      <a:pt x="647" y="1032"/>
                                    </a:lnTo>
                                  </a:path>
                                </a:pathLst>
                              </a:custGeom>
                              <a:noFill/>
                              <a:ln w="6350" cap="rnd">
                                <a:solidFill>
                                  <a:srgbClr val="F4DBAE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2" name="任意多边形 181"/>
                            <wps:cNvSpPr/>
                            <wps:spPr>
                              <a:xfrm flipV="1">
                                <a:off x="3464" y="4043"/>
                                <a:ext cx="1036" cy="1033"/>
                              </a:xfrm>
                              <a:custGeom>
                                <a:avLst/>
                                <a:gdLst>
                                  <a:gd name="connsiteX0" fmla="*/ 389 w 1036"/>
                                  <a:gd name="connsiteY0" fmla="*/ 1032 h 1033"/>
                                  <a:gd name="connsiteX1" fmla="*/ 1035 w 1036"/>
                                  <a:gd name="connsiteY1" fmla="*/ 1032 h 1033"/>
                                  <a:gd name="connsiteX2" fmla="*/ 1036 w 1036"/>
                                  <a:gd name="connsiteY2" fmla="*/ 1033 h 1033"/>
                                  <a:gd name="connsiteX3" fmla="*/ 0 w 1036"/>
                                  <a:gd name="connsiteY3" fmla="*/ 1033 h 1033"/>
                                  <a:gd name="connsiteX4" fmla="*/ 0 w 1036"/>
                                  <a:gd name="connsiteY4" fmla="*/ 0 h 1033"/>
                                  <a:gd name="connsiteX5" fmla="*/ 991 w 1036"/>
                                  <a:gd name="connsiteY5" fmla="*/ 848 h 1033"/>
                                  <a:gd name="connsiteX6" fmla="*/ 389 w 1036"/>
                                  <a:gd name="connsiteY6" fmla="*/ 848 h 10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036" h="1033">
                                    <a:moveTo>
                                      <a:pt x="389" y="1032"/>
                                    </a:moveTo>
                                    <a:lnTo>
                                      <a:pt x="1035" y="1032"/>
                                    </a:lnTo>
                                    <a:lnTo>
                                      <a:pt x="1036" y="1033"/>
                                    </a:lnTo>
                                    <a:lnTo>
                                      <a:pt x="0" y="1033"/>
                                    </a:lnTo>
                                    <a:lnTo>
                                      <a:pt x="0" y="0"/>
                                    </a:lnTo>
                                    <a:cubicBezTo>
                                      <a:pt x="461" y="47"/>
                                      <a:pt x="890" y="479"/>
                                      <a:pt x="991" y="848"/>
                                    </a:cubicBezTo>
                                    <a:lnTo>
                                      <a:pt x="389" y="848"/>
                                    </a:lnTo>
                                  </a:path>
                                </a:pathLst>
                              </a:custGeom>
                              <a:noFill/>
                              <a:ln w="6350" cap="rnd">
                                <a:solidFill>
                                  <a:srgbClr val="F4DBAE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3" name="任意多边形 182"/>
                            <wps:cNvSpPr/>
                            <wps:spPr>
                              <a:xfrm flipV="1">
                                <a:off x="2028" y="4043"/>
                                <a:ext cx="1036" cy="1033"/>
                              </a:xfrm>
                              <a:custGeom>
                                <a:avLst/>
                                <a:gdLst>
                                  <a:gd name="connsiteX0" fmla="*/ 647 w 1036"/>
                                  <a:gd name="connsiteY0" fmla="*/ 848 h 1033"/>
                                  <a:gd name="connsiteX1" fmla="*/ 45 w 1036"/>
                                  <a:gd name="connsiteY1" fmla="*/ 848 h 1033"/>
                                  <a:gd name="connsiteX2" fmla="*/ 1036 w 1036"/>
                                  <a:gd name="connsiteY2" fmla="*/ 0 h 1033"/>
                                  <a:gd name="connsiteX3" fmla="*/ 1036 w 1036"/>
                                  <a:gd name="connsiteY3" fmla="*/ 1033 h 1033"/>
                                  <a:gd name="connsiteX4" fmla="*/ 0 w 1036"/>
                                  <a:gd name="connsiteY4" fmla="*/ 1033 h 1033"/>
                                  <a:gd name="connsiteX5" fmla="*/ 0 w 1036"/>
                                  <a:gd name="connsiteY5" fmla="*/ 1032 h 1033"/>
                                  <a:gd name="connsiteX6" fmla="*/ 647 w 1036"/>
                                  <a:gd name="connsiteY6" fmla="*/ 1032 h 10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036" h="1033">
                                    <a:moveTo>
                                      <a:pt x="647" y="848"/>
                                    </a:moveTo>
                                    <a:lnTo>
                                      <a:pt x="45" y="848"/>
                                    </a:lnTo>
                                    <a:cubicBezTo>
                                      <a:pt x="157" y="418"/>
                                      <a:pt x="638" y="43"/>
                                      <a:pt x="1036" y="0"/>
                                    </a:cubicBezTo>
                                    <a:lnTo>
                                      <a:pt x="1036" y="1033"/>
                                    </a:lnTo>
                                    <a:lnTo>
                                      <a:pt x="0" y="1033"/>
                                    </a:lnTo>
                                    <a:lnTo>
                                      <a:pt x="0" y="1032"/>
                                    </a:lnTo>
                                    <a:lnTo>
                                      <a:pt x="647" y="1032"/>
                                    </a:lnTo>
                                  </a:path>
                                </a:pathLst>
                              </a:custGeom>
                              <a:noFill/>
                              <a:ln w="6350" cap="rnd">
                                <a:solidFill>
                                  <a:srgbClr val="F4DBAE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84" name="圆角矩形 183"/>
                          <wps:cNvSpPr/>
                          <wps:spPr>
                            <a:xfrm>
                              <a:off x="3386" y="941"/>
                              <a:ext cx="120" cy="38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noFill/>
                            <a:ln w="6350">
                              <a:solidFill>
                                <a:srgbClr val="F4DBA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62" name="组合 184"/>
                          <wpg:cNvGrpSpPr/>
                          <wpg:grpSpPr>
                            <a:xfrm>
                              <a:off x="2311" y="4546"/>
                              <a:ext cx="2266" cy="3804"/>
                              <a:chOff x="2311" y="4546"/>
                              <a:chExt cx="2266" cy="3804"/>
                            </a:xfrm>
                          </wpg:grpSpPr>
                          <wps:wsp>
                            <wps:cNvPr id="186" name="梯形 185"/>
                            <wps:cNvSpPr/>
                            <wps:spPr>
                              <a:xfrm>
                                <a:off x="3262" y="6010"/>
                                <a:ext cx="366" cy="2340"/>
                              </a:xfrm>
                              <a:prstGeom prst="trapezoid">
                                <a:avLst>
                                  <a:gd name="adj" fmla="val 36612"/>
                                </a:avLst>
                              </a:prstGeom>
                              <a:solidFill>
                                <a:srgbClr val="9C0F15"/>
                              </a:solidFill>
                              <a:ln w="6350">
                                <a:solidFill>
                                  <a:srgbClr val="F4DBAE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g:grpSp>
                            <wpg:cNvPr id="163" name="组合 186"/>
                            <wpg:cNvGrpSpPr/>
                            <wpg:grpSpPr>
                              <a:xfrm rot="0">
                                <a:off x="2311" y="4546"/>
                                <a:ext cx="2267" cy="1547"/>
                                <a:chOff x="2330" y="4956"/>
                                <a:chExt cx="2267" cy="1547"/>
                              </a:xfrm>
                            </wpg:grpSpPr>
                            <wpg:grpSp>
                              <wpg:cNvPr id="165" name="组合 187"/>
                              <wpg:cNvGrpSpPr/>
                              <wpg:grpSpPr>
                                <a:xfrm rot="0">
                                  <a:off x="2823" y="5272"/>
                                  <a:ext cx="1281" cy="915"/>
                                  <a:chOff x="2616" y="4682"/>
                                  <a:chExt cx="1512" cy="1080"/>
                                </a:xfrm>
                                <a:noFill/>
                              </wpg:grpSpPr>
                              <wps:wsp>
                                <wps:cNvPr id="189" name="菱形 188"/>
                                <wps:cNvSpPr/>
                                <wps:spPr>
                                  <a:xfrm>
                                    <a:off x="2616" y="4952"/>
                                    <a:ext cx="756" cy="540"/>
                                  </a:xfrm>
                                  <a:prstGeom prst="diamond">
                                    <a:avLst/>
                                  </a:prstGeom>
                                  <a:grpFill/>
                                  <a:ln w="6350" cap="rnd">
                                    <a:solidFill>
                                      <a:srgbClr val="F4DBAE"/>
                                    </a:solidFill>
                                    <a:round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90" name="菱形 189"/>
                                <wps:cNvSpPr/>
                                <wps:spPr>
                                  <a:xfrm>
                                    <a:off x="2994" y="5222"/>
                                    <a:ext cx="756" cy="540"/>
                                  </a:xfrm>
                                  <a:prstGeom prst="diamond">
                                    <a:avLst/>
                                  </a:prstGeom>
                                  <a:grpFill/>
                                  <a:ln w="6350" cap="rnd">
                                    <a:solidFill>
                                      <a:srgbClr val="F4DBAE"/>
                                    </a:solidFill>
                                    <a:round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91" name="菱形 190"/>
                                <wps:cNvSpPr/>
                                <wps:spPr>
                                  <a:xfrm>
                                    <a:off x="2994" y="4682"/>
                                    <a:ext cx="756" cy="540"/>
                                  </a:xfrm>
                                  <a:prstGeom prst="diamond">
                                    <a:avLst/>
                                  </a:prstGeom>
                                  <a:grpFill/>
                                  <a:ln w="6350" cap="rnd">
                                    <a:solidFill>
                                      <a:srgbClr val="F4DBAE"/>
                                    </a:solidFill>
                                    <a:round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92" name="菱形 191"/>
                                <wps:cNvSpPr/>
                                <wps:spPr>
                                  <a:xfrm>
                                    <a:off x="3372" y="4952"/>
                                    <a:ext cx="756" cy="540"/>
                                  </a:xfrm>
                                  <a:prstGeom prst="diamond">
                                    <a:avLst/>
                                  </a:prstGeom>
                                  <a:grpFill/>
                                  <a:ln w="6350" cap="rnd">
                                    <a:solidFill>
                                      <a:srgbClr val="F4DBAE"/>
                                    </a:solidFill>
                                    <a:round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wpg:grpSp>
                            <wps:wsp>
                              <wps:cNvPr id="193" name="任意多边形 192"/>
                              <wps:cNvSpPr/>
                              <wps:spPr>
                                <a:xfrm>
                                  <a:off x="4105" y="5621"/>
                                  <a:ext cx="493" cy="219"/>
                                </a:xfrm>
                                <a:custGeom>
                                  <a:avLst/>
                                  <a:gdLst>
                                    <a:gd name="connsiteX0" fmla="*/ 0 w 582"/>
                                    <a:gd name="connsiteY0" fmla="*/ 129 h 258"/>
                                    <a:gd name="connsiteX1" fmla="*/ 291 w 582"/>
                                    <a:gd name="connsiteY1" fmla="*/ 0 h 258"/>
                                    <a:gd name="connsiteX2" fmla="*/ 582 w 582"/>
                                    <a:gd name="connsiteY2" fmla="*/ 129 h 258"/>
                                    <a:gd name="connsiteX3" fmla="*/ 291 w 582"/>
                                    <a:gd name="connsiteY3" fmla="*/ 258 h 258"/>
                                    <a:gd name="connsiteX4" fmla="*/ 0 w 582"/>
                                    <a:gd name="connsiteY4" fmla="*/ 129 h 2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82" h="258">
                                      <a:moveTo>
                                        <a:pt x="0" y="129"/>
                                      </a:moveTo>
                                      <a:cubicBezTo>
                                        <a:pt x="5" y="125"/>
                                        <a:pt x="130" y="0"/>
                                        <a:pt x="291" y="0"/>
                                      </a:cubicBezTo>
                                      <a:cubicBezTo>
                                        <a:pt x="452" y="0"/>
                                        <a:pt x="582" y="58"/>
                                        <a:pt x="582" y="129"/>
                                      </a:cubicBezTo>
                                      <a:cubicBezTo>
                                        <a:pt x="582" y="200"/>
                                        <a:pt x="452" y="258"/>
                                        <a:pt x="291" y="258"/>
                                      </a:cubicBezTo>
                                      <a:cubicBezTo>
                                        <a:pt x="130" y="258"/>
                                        <a:pt x="5" y="143"/>
                                        <a:pt x="0" y="1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 cap="rnd">
                                  <a:solidFill>
                                    <a:srgbClr val="F4DBAE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94" name="任意多边形 193"/>
                              <wps:cNvSpPr/>
                              <wps:spPr>
                                <a:xfrm flipH="1">
                                  <a:off x="2330" y="5621"/>
                                  <a:ext cx="493" cy="219"/>
                                </a:xfrm>
                                <a:custGeom>
                                  <a:avLst/>
                                  <a:gdLst>
                                    <a:gd name="connsiteX0" fmla="*/ 0 w 582"/>
                                    <a:gd name="connsiteY0" fmla="*/ 129 h 258"/>
                                    <a:gd name="connsiteX1" fmla="*/ 291 w 582"/>
                                    <a:gd name="connsiteY1" fmla="*/ 0 h 258"/>
                                    <a:gd name="connsiteX2" fmla="*/ 582 w 582"/>
                                    <a:gd name="connsiteY2" fmla="*/ 129 h 258"/>
                                    <a:gd name="connsiteX3" fmla="*/ 291 w 582"/>
                                    <a:gd name="connsiteY3" fmla="*/ 258 h 258"/>
                                    <a:gd name="connsiteX4" fmla="*/ 0 w 582"/>
                                    <a:gd name="connsiteY4" fmla="*/ 129 h 2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82" h="258">
                                      <a:moveTo>
                                        <a:pt x="0" y="129"/>
                                      </a:moveTo>
                                      <a:cubicBezTo>
                                        <a:pt x="5" y="125"/>
                                        <a:pt x="130" y="0"/>
                                        <a:pt x="291" y="0"/>
                                      </a:cubicBezTo>
                                      <a:cubicBezTo>
                                        <a:pt x="452" y="0"/>
                                        <a:pt x="582" y="58"/>
                                        <a:pt x="582" y="129"/>
                                      </a:cubicBezTo>
                                      <a:cubicBezTo>
                                        <a:pt x="582" y="200"/>
                                        <a:pt x="452" y="258"/>
                                        <a:pt x="291" y="258"/>
                                      </a:cubicBezTo>
                                      <a:cubicBezTo>
                                        <a:pt x="130" y="258"/>
                                        <a:pt x="5" y="143"/>
                                        <a:pt x="0" y="1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 cap="rnd">
                                  <a:solidFill>
                                    <a:srgbClr val="F4DBAE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g:grpSp>
                              <wpg:cNvPr id="166" name="组合 194"/>
                              <wpg:cNvGrpSpPr/>
                              <wpg:grpSpPr>
                                <a:xfrm>
                                  <a:off x="3027" y="4956"/>
                                  <a:ext cx="895" cy="468"/>
                                  <a:chOff x="3027" y="4956"/>
                                  <a:chExt cx="895" cy="468"/>
                                </a:xfrm>
                              </wpg:grpSpPr>
                              <wps:wsp>
                                <wps:cNvPr id="196" name="任意多边形 195"/>
                                <wps:cNvSpPr/>
                                <wps:spPr>
                                  <a:xfrm rot="16200000">
                                    <a:off x="3306" y="5005"/>
                                    <a:ext cx="316" cy="219"/>
                                  </a:xfrm>
                                  <a:custGeom>
                                    <a:avLst/>
                                    <a:gdLst>
                                      <a:gd name="connsiteX0" fmla="*/ 0 w 582"/>
                                      <a:gd name="connsiteY0" fmla="*/ 129 h 258"/>
                                      <a:gd name="connsiteX1" fmla="*/ 291 w 582"/>
                                      <a:gd name="connsiteY1" fmla="*/ 0 h 258"/>
                                      <a:gd name="connsiteX2" fmla="*/ 582 w 582"/>
                                      <a:gd name="connsiteY2" fmla="*/ 129 h 258"/>
                                      <a:gd name="connsiteX3" fmla="*/ 291 w 582"/>
                                      <a:gd name="connsiteY3" fmla="*/ 258 h 258"/>
                                      <a:gd name="connsiteX4" fmla="*/ 0 w 582"/>
                                      <a:gd name="connsiteY4" fmla="*/ 129 h 25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582" h="258">
                                        <a:moveTo>
                                          <a:pt x="0" y="129"/>
                                        </a:moveTo>
                                        <a:cubicBezTo>
                                          <a:pt x="5" y="125"/>
                                          <a:pt x="130" y="0"/>
                                          <a:pt x="291" y="0"/>
                                        </a:cubicBezTo>
                                        <a:cubicBezTo>
                                          <a:pt x="452" y="0"/>
                                          <a:pt x="582" y="58"/>
                                          <a:pt x="582" y="129"/>
                                        </a:cubicBezTo>
                                        <a:cubicBezTo>
                                          <a:pt x="582" y="200"/>
                                          <a:pt x="452" y="258"/>
                                          <a:pt x="291" y="258"/>
                                        </a:cubicBezTo>
                                        <a:cubicBezTo>
                                          <a:pt x="130" y="258"/>
                                          <a:pt x="5" y="143"/>
                                          <a:pt x="0" y="12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C91D25"/>
                                  </a:solidFill>
                                  <a:ln w="6350" cap="rnd">
                                    <a:solidFill>
                                      <a:srgbClr val="F4DBAE"/>
                                    </a:solidFill>
                                    <a:round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97" name="同侧圆角矩形 196"/>
                                <wps:cNvSpPr/>
                                <wps:spPr>
                                  <a:xfrm rot="19440000">
                                    <a:off x="3027" y="5059"/>
                                    <a:ext cx="353" cy="364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noFill/>
                                  <a:ln w="6350">
                                    <a:solidFill>
                                      <a:srgbClr val="F4DBAE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98" name="同侧圆角矩形 197"/>
                                <wps:cNvSpPr/>
                                <wps:spPr>
                                  <a:xfrm rot="2160000" flipH="1">
                                    <a:off x="3556" y="5058"/>
                                    <a:ext cx="367" cy="366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noFill/>
                                  <a:ln w="6350">
                                    <a:solidFill>
                                      <a:srgbClr val="F4DBAE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wpg:grpSp>
                            <wpg:grpSp>
                              <wpg:cNvPr id="167" name="组合 198"/>
                              <wpg:cNvGrpSpPr/>
                              <wpg:grpSpPr>
                                <a:xfrm flipV="1">
                                  <a:off x="3027" y="6035"/>
                                  <a:ext cx="895" cy="468"/>
                                  <a:chOff x="3027" y="4956"/>
                                  <a:chExt cx="895" cy="468"/>
                                </a:xfrm>
                              </wpg:grpSpPr>
                              <wps:wsp>
                                <wps:cNvPr id="200" name="任意多边形 199"/>
                                <wps:cNvSpPr/>
                                <wps:spPr>
                                  <a:xfrm rot="16200000">
                                    <a:off x="3306" y="5005"/>
                                    <a:ext cx="316" cy="219"/>
                                  </a:xfrm>
                                  <a:custGeom>
                                    <a:avLst/>
                                    <a:gdLst>
                                      <a:gd name="connsiteX0" fmla="*/ 0 w 582"/>
                                      <a:gd name="connsiteY0" fmla="*/ 129 h 258"/>
                                      <a:gd name="connsiteX1" fmla="*/ 291 w 582"/>
                                      <a:gd name="connsiteY1" fmla="*/ 0 h 258"/>
                                      <a:gd name="connsiteX2" fmla="*/ 582 w 582"/>
                                      <a:gd name="connsiteY2" fmla="*/ 129 h 258"/>
                                      <a:gd name="connsiteX3" fmla="*/ 291 w 582"/>
                                      <a:gd name="connsiteY3" fmla="*/ 258 h 258"/>
                                      <a:gd name="connsiteX4" fmla="*/ 0 w 582"/>
                                      <a:gd name="connsiteY4" fmla="*/ 129 h 25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582" h="258">
                                        <a:moveTo>
                                          <a:pt x="0" y="129"/>
                                        </a:moveTo>
                                        <a:cubicBezTo>
                                          <a:pt x="5" y="125"/>
                                          <a:pt x="130" y="0"/>
                                          <a:pt x="291" y="0"/>
                                        </a:cubicBezTo>
                                        <a:cubicBezTo>
                                          <a:pt x="452" y="0"/>
                                          <a:pt x="582" y="58"/>
                                          <a:pt x="582" y="129"/>
                                        </a:cubicBezTo>
                                        <a:cubicBezTo>
                                          <a:pt x="582" y="200"/>
                                          <a:pt x="452" y="258"/>
                                          <a:pt x="291" y="258"/>
                                        </a:cubicBezTo>
                                        <a:cubicBezTo>
                                          <a:pt x="130" y="258"/>
                                          <a:pt x="5" y="143"/>
                                          <a:pt x="0" y="129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C91D25"/>
                                  </a:solidFill>
                                  <a:ln w="6350" cap="rnd">
                                    <a:solidFill>
                                      <a:srgbClr val="F4DBAE"/>
                                    </a:solidFill>
                                    <a:round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201" name="同侧圆角矩形 200"/>
                                <wps:cNvSpPr/>
                                <wps:spPr>
                                  <a:xfrm rot="19440000">
                                    <a:off x="3027" y="5059"/>
                                    <a:ext cx="353" cy="364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noFill/>
                                  <a:ln w="6350">
                                    <a:solidFill>
                                      <a:srgbClr val="F4DBAE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202" name="同侧圆角矩形 201"/>
                                <wps:cNvSpPr/>
                                <wps:spPr>
                                  <a:xfrm rot="2160000" flipH="1">
                                    <a:off x="3556" y="5058"/>
                                    <a:ext cx="367" cy="366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noFill/>
                                  <a:ln w="6350">
                                    <a:solidFill>
                                      <a:srgbClr val="F4DBAE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</wpg:grpSp>
                          </wpg:grpSp>
                          <wps:wsp>
                            <wps:cNvPr id="203" name="梯形 202"/>
                            <wps:cNvSpPr/>
                            <wps:spPr>
                              <a:xfrm>
                                <a:off x="3379" y="6095"/>
                                <a:ext cx="131" cy="189"/>
                              </a:xfrm>
                              <a:prstGeom prst="trapezoid">
                                <a:avLst>
                                  <a:gd name="adj" fmla="val 5042"/>
                                </a:avLst>
                              </a:prstGeom>
                              <a:solidFill>
                                <a:srgbClr val="F4DBAE"/>
                              </a:solidFill>
                              <a:ln w="6350">
                                <a:solidFill>
                                  <a:srgbClr val="F4DBAE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68" name="组合 203"/>
                          <wpg:cNvGrpSpPr/>
                          <wpg:grpSpPr>
                            <a:xfrm rot="0">
                              <a:off x="2602" y="1232"/>
                              <a:ext cx="1685" cy="1150"/>
                              <a:chOff x="2330" y="4956"/>
                              <a:chExt cx="2267" cy="1547"/>
                            </a:xfrm>
                          </wpg:grpSpPr>
                          <wpg:grpSp>
                            <wpg:cNvPr id="169" name="组合 204"/>
                            <wpg:cNvGrpSpPr/>
                            <wpg:grpSpPr>
                              <a:xfrm rot="0">
                                <a:off x="2823" y="5272"/>
                                <a:ext cx="1281" cy="915"/>
                                <a:chOff x="2616" y="4682"/>
                                <a:chExt cx="1512" cy="1080"/>
                              </a:xfrm>
                              <a:noFill/>
                            </wpg:grpSpPr>
                            <wps:wsp>
                              <wps:cNvPr id="206" name="菱形 205"/>
                              <wps:cNvSpPr/>
                              <wps:spPr>
                                <a:xfrm>
                                  <a:off x="2616" y="4952"/>
                                  <a:ext cx="756" cy="540"/>
                                </a:xfrm>
                                <a:prstGeom prst="diamond">
                                  <a:avLst/>
                                </a:prstGeom>
                                <a:grpFill/>
                                <a:ln w="6350" cap="rnd">
                                  <a:solidFill>
                                    <a:srgbClr val="F4DBAE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07" name="菱形 206"/>
                              <wps:cNvSpPr/>
                              <wps:spPr>
                                <a:xfrm>
                                  <a:off x="2994" y="5222"/>
                                  <a:ext cx="756" cy="540"/>
                                </a:xfrm>
                                <a:prstGeom prst="diamond">
                                  <a:avLst/>
                                </a:prstGeom>
                                <a:grpFill/>
                                <a:ln w="6350" cap="rnd">
                                  <a:solidFill>
                                    <a:srgbClr val="F4DBAE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08" name="菱形 207"/>
                              <wps:cNvSpPr/>
                              <wps:spPr>
                                <a:xfrm>
                                  <a:off x="2994" y="4682"/>
                                  <a:ext cx="756" cy="540"/>
                                </a:xfrm>
                                <a:prstGeom prst="diamond">
                                  <a:avLst/>
                                </a:prstGeom>
                                <a:grpFill/>
                                <a:ln w="6350" cap="rnd">
                                  <a:solidFill>
                                    <a:srgbClr val="F4DBAE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09" name="菱形 208"/>
                              <wps:cNvSpPr/>
                              <wps:spPr>
                                <a:xfrm>
                                  <a:off x="3372" y="4952"/>
                                  <a:ext cx="756" cy="540"/>
                                </a:xfrm>
                                <a:prstGeom prst="diamond">
                                  <a:avLst/>
                                </a:prstGeom>
                                <a:grpFill/>
                                <a:ln w="6350" cap="rnd">
                                  <a:solidFill>
                                    <a:srgbClr val="F4DBAE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s:wsp>
                            <wps:cNvPr id="210" name="任意多边形 209"/>
                            <wps:cNvSpPr/>
                            <wps:spPr>
                              <a:xfrm>
                                <a:off x="4105" y="5621"/>
                                <a:ext cx="493" cy="219"/>
                              </a:xfrm>
                              <a:custGeom>
                                <a:avLst/>
                                <a:gdLst>
                                  <a:gd name="connsiteX0" fmla="*/ 0 w 582"/>
                                  <a:gd name="connsiteY0" fmla="*/ 129 h 258"/>
                                  <a:gd name="connsiteX1" fmla="*/ 291 w 582"/>
                                  <a:gd name="connsiteY1" fmla="*/ 0 h 258"/>
                                  <a:gd name="connsiteX2" fmla="*/ 582 w 582"/>
                                  <a:gd name="connsiteY2" fmla="*/ 129 h 258"/>
                                  <a:gd name="connsiteX3" fmla="*/ 291 w 582"/>
                                  <a:gd name="connsiteY3" fmla="*/ 258 h 258"/>
                                  <a:gd name="connsiteX4" fmla="*/ 0 w 582"/>
                                  <a:gd name="connsiteY4" fmla="*/ 129 h 2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82" h="258">
                                    <a:moveTo>
                                      <a:pt x="0" y="129"/>
                                    </a:moveTo>
                                    <a:cubicBezTo>
                                      <a:pt x="5" y="125"/>
                                      <a:pt x="130" y="0"/>
                                      <a:pt x="291" y="0"/>
                                    </a:cubicBezTo>
                                    <a:cubicBezTo>
                                      <a:pt x="452" y="0"/>
                                      <a:pt x="582" y="58"/>
                                      <a:pt x="582" y="129"/>
                                    </a:cubicBezTo>
                                    <a:cubicBezTo>
                                      <a:pt x="582" y="200"/>
                                      <a:pt x="452" y="258"/>
                                      <a:pt x="291" y="258"/>
                                    </a:cubicBezTo>
                                    <a:cubicBezTo>
                                      <a:pt x="130" y="258"/>
                                      <a:pt x="5" y="143"/>
                                      <a:pt x="0" y="129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6350" cap="rnd">
                                <a:solidFill>
                                  <a:srgbClr val="F4DBAE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1" name="任意多边形 210"/>
                            <wps:cNvSpPr/>
                            <wps:spPr>
                              <a:xfrm flipH="1">
                                <a:off x="2330" y="5621"/>
                                <a:ext cx="493" cy="219"/>
                              </a:xfrm>
                              <a:custGeom>
                                <a:avLst/>
                                <a:gdLst>
                                  <a:gd name="connsiteX0" fmla="*/ 0 w 582"/>
                                  <a:gd name="connsiteY0" fmla="*/ 129 h 258"/>
                                  <a:gd name="connsiteX1" fmla="*/ 291 w 582"/>
                                  <a:gd name="connsiteY1" fmla="*/ 0 h 258"/>
                                  <a:gd name="connsiteX2" fmla="*/ 582 w 582"/>
                                  <a:gd name="connsiteY2" fmla="*/ 129 h 258"/>
                                  <a:gd name="connsiteX3" fmla="*/ 291 w 582"/>
                                  <a:gd name="connsiteY3" fmla="*/ 258 h 258"/>
                                  <a:gd name="connsiteX4" fmla="*/ 0 w 582"/>
                                  <a:gd name="connsiteY4" fmla="*/ 129 h 2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82" h="258">
                                    <a:moveTo>
                                      <a:pt x="0" y="129"/>
                                    </a:moveTo>
                                    <a:cubicBezTo>
                                      <a:pt x="5" y="125"/>
                                      <a:pt x="130" y="0"/>
                                      <a:pt x="291" y="0"/>
                                    </a:cubicBezTo>
                                    <a:cubicBezTo>
                                      <a:pt x="452" y="0"/>
                                      <a:pt x="582" y="58"/>
                                      <a:pt x="582" y="129"/>
                                    </a:cubicBezTo>
                                    <a:cubicBezTo>
                                      <a:pt x="582" y="200"/>
                                      <a:pt x="452" y="258"/>
                                      <a:pt x="291" y="258"/>
                                    </a:cubicBezTo>
                                    <a:cubicBezTo>
                                      <a:pt x="130" y="258"/>
                                      <a:pt x="5" y="143"/>
                                      <a:pt x="0" y="129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6350" cap="rnd">
                                <a:solidFill>
                                  <a:srgbClr val="F4DBAE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g:grpSp>
                            <wpg:cNvPr id="170" name="组合 211"/>
                            <wpg:cNvGrpSpPr/>
                            <wpg:grpSpPr>
                              <a:xfrm>
                                <a:off x="3027" y="4956"/>
                                <a:ext cx="895" cy="468"/>
                                <a:chOff x="3027" y="4956"/>
                                <a:chExt cx="895" cy="468"/>
                              </a:xfrm>
                            </wpg:grpSpPr>
                            <wps:wsp>
                              <wps:cNvPr id="213" name="任意多边形 212"/>
                              <wps:cNvSpPr/>
                              <wps:spPr>
                                <a:xfrm rot="16200000">
                                  <a:off x="3306" y="5005"/>
                                  <a:ext cx="316" cy="219"/>
                                </a:xfrm>
                                <a:custGeom>
                                  <a:avLst/>
                                  <a:gdLst>
                                    <a:gd name="connsiteX0" fmla="*/ 0 w 582"/>
                                    <a:gd name="connsiteY0" fmla="*/ 129 h 258"/>
                                    <a:gd name="connsiteX1" fmla="*/ 291 w 582"/>
                                    <a:gd name="connsiteY1" fmla="*/ 0 h 258"/>
                                    <a:gd name="connsiteX2" fmla="*/ 582 w 582"/>
                                    <a:gd name="connsiteY2" fmla="*/ 129 h 258"/>
                                    <a:gd name="connsiteX3" fmla="*/ 291 w 582"/>
                                    <a:gd name="connsiteY3" fmla="*/ 258 h 258"/>
                                    <a:gd name="connsiteX4" fmla="*/ 0 w 582"/>
                                    <a:gd name="connsiteY4" fmla="*/ 129 h 2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82" h="258">
                                      <a:moveTo>
                                        <a:pt x="0" y="129"/>
                                      </a:moveTo>
                                      <a:cubicBezTo>
                                        <a:pt x="5" y="125"/>
                                        <a:pt x="130" y="0"/>
                                        <a:pt x="291" y="0"/>
                                      </a:cubicBezTo>
                                      <a:cubicBezTo>
                                        <a:pt x="452" y="0"/>
                                        <a:pt x="582" y="58"/>
                                        <a:pt x="582" y="129"/>
                                      </a:cubicBezTo>
                                      <a:cubicBezTo>
                                        <a:pt x="582" y="200"/>
                                        <a:pt x="452" y="258"/>
                                        <a:pt x="291" y="258"/>
                                      </a:cubicBezTo>
                                      <a:cubicBezTo>
                                        <a:pt x="130" y="258"/>
                                        <a:pt x="5" y="143"/>
                                        <a:pt x="0" y="1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91D25"/>
                                </a:solidFill>
                                <a:ln w="6350" cap="rnd">
                                  <a:solidFill>
                                    <a:srgbClr val="F4DBAE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14" name="同侧圆角矩形 213"/>
                              <wps:cNvSpPr/>
                              <wps:spPr>
                                <a:xfrm rot="19440000">
                                  <a:off x="3027" y="5059"/>
                                  <a:ext cx="353" cy="364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noFill/>
                                <a:ln w="6350">
                                  <a:solidFill>
                                    <a:srgbClr val="F4DBAE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15" name="同侧圆角矩形 214"/>
                              <wps:cNvSpPr/>
                              <wps:spPr>
                                <a:xfrm rot="2160000" flipH="1">
                                  <a:off x="3556" y="5058"/>
                                  <a:ext cx="367" cy="366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noFill/>
                                <a:ln w="6350">
                                  <a:solidFill>
                                    <a:srgbClr val="F4DBAE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171" name="组合 215"/>
                            <wpg:cNvGrpSpPr/>
                            <wpg:grpSpPr>
                              <a:xfrm flipV="1">
                                <a:off x="3027" y="6035"/>
                                <a:ext cx="895" cy="468"/>
                                <a:chOff x="3027" y="4956"/>
                                <a:chExt cx="895" cy="468"/>
                              </a:xfrm>
                            </wpg:grpSpPr>
                            <wps:wsp>
                              <wps:cNvPr id="217" name="任意多边形 216"/>
                              <wps:cNvSpPr/>
                              <wps:spPr>
                                <a:xfrm rot="16200000">
                                  <a:off x="3306" y="5005"/>
                                  <a:ext cx="316" cy="219"/>
                                </a:xfrm>
                                <a:custGeom>
                                  <a:avLst/>
                                  <a:gdLst>
                                    <a:gd name="connsiteX0" fmla="*/ 0 w 582"/>
                                    <a:gd name="connsiteY0" fmla="*/ 129 h 258"/>
                                    <a:gd name="connsiteX1" fmla="*/ 291 w 582"/>
                                    <a:gd name="connsiteY1" fmla="*/ 0 h 258"/>
                                    <a:gd name="connsiteX2" fmla="*/ 582 w 582"/>
                                    <a:gd name="connsiteY2" fmla="*/ 129 h 258"/>
                                    <a:gd name="connsiteX3" fmla="*/ 291 w 582"/>
                                    <a:gd name="connsiteY3" fmla="*/ 258 h 258"/>
                                    <a:gd name="connsiteX4" fmla="*/ 0 w 582"/>
                                    <a:gd name="connsiteY4" fmla="*/ 129 h 2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82" h="258">
                                      <a:moveTo>
                                        <a:pt x="0" y="129"/>
                                      </a:moveTo>
                                      <a:cubicBezTo>
                                        <a:pt x="5" y="125"/>
                                        <a:pt x="130" y="0"/>
                                        <a:pt x="291" y="0"/>
                                      </a:cubicBezTo>
                                      <a:cubicBezTo>
                                        <a:pt x="452" y="0"/>
                                        <a:pt x="582" y="58"/>
                                        <a:pt x="582" y="129"/>
                                      </a:cubicBezTo>
                                      <a:cubicBezTo>
                                        <a:pt x="582" y="200"/>
                                        <a:pt x="452" y="258"/>
                                        <a:pt x="291" y="258"/>
                                      </a:cubicBezTo>
                                      <a:cubicBezTo>
                                        <a:pt x="130" y="258"/>
                                        <a:pt x="5" y="143"/>
                                        <a:pt x="0" y="1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91D25"/>
                                </a:solidFill>
                                <a:ln w="6350" cap="rnd">
                                  <a:solidFill>
                                    <a:srgbClr val="F4DBAE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18" name="同侧圆角矩形 217"/>
                              <wps:cNvSpPr/>
                              <wps:spPr>
                                <a:xfrm rot="19440000">
                                  <a:off x="3027" y="5059"/>
                                  <a:ext cx="353" cy="364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noFill/>
                                <a:ln w="6350">
                                  <a:solidFill>
                                    <a:srgbClr val="F4DBAE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19" name="同侧圆角矩形 218"/>
                              <wps:cNvSpPr/>
                              <wps:spPr>
                                <a:xfrm rot="2160000" flipH="1">
                                  <a:off x="3556" y="5058"/>
                                  <a:ext cx="367" cy="366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noFill/>
                                <a:ln w="6350">
                                  <a:solidFill>
                                    <a:srgbClr val="F4DBAE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441" o:spid="_x0000_s1026" o:spt="203" style="position:absolute;left:0pt;margin-left:480.25pt;margin-top:-14.3pt;height:177.55pt;width:90.45pt;z-index:251666432;mso-width-relative:page;mso-height-relative:page;" coordorigin="15664,-100" coordsize="3083,6049" o:gfxdata="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">
                <o:lock v:ext="edit" aspectratio="f"/>
                <v:group id="组合 5" o:spid="_x0000_s1026" o:spt="203" style="position:absolute;left:17301;top:-100;height:5011;width:1447;" coordorigin="2311,528" coordsize="2266,7822" o:gfxdata="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rKjYy+AAAA3AAAAA8AAAAAAAAAAQAgAAAAIgAAAGRycy9kb3ducmV2Lnht&#10;bFBLAQIUABQAAAAIAIdO4kAzLwWeOwAAADkAAAAVAAAAAAAAAAEAIAAAAA0BAABkcnMvZ3JvdXBz&#10;aGFwZXhtbC54bWxQSwUGAAAAAAYABgBgAQAAygMAAAAA&#10;">
                  <o:lock v:ext="edit" aspectratio="f"/>
                  <v:group id="组合 6" o:spid="_x0000_s1026" o:spt="203" style="position:absolute;left:2372;top:2393;height:2144;width:2144;" coordorigin="1680,2256" coordsize="3168,3168" o:gfxdata="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4pssy+AAAA3AAAAA8AAAAAAAAAAQAgAAAAIgAAAGRycy9kb3ducmV2Lnht&#10;bFBLAQIUABQAAAAIAIdO4kAzLwWeOwAAADkAAAAVAAAAAAAAAAEAIAAAAA0BAABkcnMvZ3JvdXBz&#10;aGFwZXhtbC54bWxQSwUGAAAAAAYABgBgAQAAygMAAAAA&#10;">
                    <o:lock v:ext="edit" aspectratio="f"/>
                    <v:shape id="椭圆 7" o:spid="_x0000_s1026" o:spt="3" type="#_x0000_t3" style="position:absolute;left:1680;top:2256;height:3168;width:3168;v-text-anchor:middle;" filled="f" stroked="t" coordsize="21600,21600" o:gfxdata="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jShv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0.5pt" color="#F4DBAE [3204]" miterlimit="8" joinstyle="round" endcap="round"/>
                      <v:imagedata o:title=""/>
                      <o:lock v:ext="edit" aspectratio="f"/>
                    </v:shape>
                    <v:shape id="椭圆 8" o:spid="_x0000_s1026" o:spt="3" type="#_x0000_t3" style="position:absolute;left:1820;top:2396;height:2888;width:2888;v-text-anchor:middle;" filled="f" stroked="t" coordsize="21600,21600" o:gfxdata="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1wY30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0.5pt" color="#F4DBAE [3204]" miterlimit="8" joinstyle="round" endcap="round"/>
                      <v:imagedata o:title=""/>
                      <o:lock v:ext="edit" aspectratio="f"/>
                    </v:shape>
                    <v:line id="直接连接符 9" o:spid="_x0000_s1026" o:spt="20" style="position:absolute;left:3264;top:2396;height:2888;width:0;" filled="f" stroked="t" coordsize="21600,21600" o:gfxdata="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bP9N2/&#10;AAAA2wAAAA8AAAAAAAAAAQAgAAAAIgAAAGRycy9kb3ducmV2LnhtbFBLAQIUABQAAAAIAIdO4kAz&#10;LwWeOwAAADkAAAAQAAAAAAAAAAEAIAAAAA4BAABkcnMvc2hhcGV4bWwueG1sUEsFBgAAAAAGAAYA&#10;WwEAALgDAAAAAA==&#10;">
                      <v:fill on="f" focussize="0,0"/>
                      <v:stroke weight="0.5pt" color="#F4DBAE [3204]" miterlimit="8" joinstyle="round" endcap="round"/>
                      <v:imagedata o:title=""/>
                      <o:lock v:ext="edit" aspectratio="f"/>
                    </v:line>
                    <v:line id="直接连接符 10" o:spid="_x0000_s1026" o:spt="20" style="position:absolute;left:1820;top:3840;height:0;width:2888;" filled="f" stroked="t" coordsize="21600,21600" o:gfxdata="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Zg1FG&#10;wAAAANsAAAAPAAAAAAAAAAEAIAAAACIAAABkcnMvZG93bnJldi54bWxQSwECFAAUAAAACACHTuJA&#10;My8FnjsAAAA5AAAAEAAAAAAAAAABACAAAAAPAQAAZHJzL3NoYXBleG1sLnhtbFBLBQYAAAAABgAG&#10;AFsBAAC5AwAAAAA=&#10;">
                      <v:fill on="f" focussize="0,0"/>
                      <v:stroke weight="0.5pt" color="#F4DBAE [3204]" miterlimit="8" joinstyle="round" endcap="round"/>
                      <v:imagedata o:title=""/>
                      <o:lock v:ext="edit" aspectratio="f"/>
                    </v:line>
                    <v:shape id="任意多边形 11" o:spid="_x0000_s1026" o:spt="100" style="position:absolute;left:3464;top:2604;height:1033;width:1036;v-text-anchor:middle;" filled="f" stroked="t" coordsize="1036,1033" o:gfxdata="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sQ//LsAAADb&#10;AAAADwAAAAAAAAABACAAAAAiAAAAZHJzL2Rvd25yZXYueG1sUEsBAhQAFAAAAAgAh07iQDMvBZ47&#10;AAAAOQAAABAAAAAAAAAAAQAgAAAACgEAAGRycy9zaGFwZXhtbC54bWxQSwUGAAAAAAYABgBbAQAA&#10;tAMAAAAA&#10;" path="m389,1032l1035,1032,1036,1033,0,1033,0,0c461,47,890,479,991,848l389,848e">
                      <v:path o:connectlocs="389,1032;1035,1032;1036,1033;0,1033;0,0;991,848;389,848" o:connectangles="0,0,0,0,0,0,0"/>
                      <v:fill on="f" focussize="0,0"/>
                      <v:stroke weight="0.5pt" color="#F4DBAE [3204]" miterlimit="8" joinstyle="round" endcap="round"/>
                      <v:imagedata o:title=""/>
                      <o:lock v:ext="edit" aspectratio="f"/>
                    </v:shape>
                    <v:shape id="任意多边形 12" o:spid="_x0000_s1026" o:spt="100" style="position:absolute;left:2028;top:2604;height:1033;width:1036;v-text-anchor:middle;" filled="f" stroked="t" coordsize="1036,1033" o:gfxdata="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2Imme/&#10;AAAA2wAAAA8AAAAAAAAAAQAgAAAAIgAAAGRycy9kb3ducmV2LnhtbFBLAQIUABQAAAAIAIdO4kAz&#10;LwWeOwAAADkAAAAQAAAAAAAAAAEAIAAAAA4BAABkcnMvc2hhcGV4bWwueG1sUEsFBgAAAAAGAAYA&#10;WwEAALgDAAAAAA==&#10;" path="m647,848l45,848c157,418,638,43,1036,0l1036,1033,0,1033,0,1032,647,1032e">
                      <v:path o:connectlocs="647,848;45,848;1036,0;1036,1033;0,1033;0,1032;647,1032" o:connectangles="0,0,0,0,0,0,0"/>
                      <v:fill on="f" focussize="0,0"/>
                      <v:stroke weight="0.5pt" color="#F4DBAE [3204]" miterlimit="8" joinstyle="round" endcap="round"/>
                      <v:imagedata o:title=""/>
                      <o:lock v:ext="edit" aspectratio="f"/>
                    </v:shape>
                    <v:shape id="任意多边形 13" o:spid="_x0000_s1026" o:spt="100" style="position:absolute;left:3464;top:4043;flip:y;height:1033;width:1036;v-text-anchor:middle;" filled="f" stroked="t" coordsize="1036,1033" o:gfxdata="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zjVu68AAAA&#10;2wAAAA8AAAAAAAAAAQAgAAAAIgAAAGRycy9kb3ducmV2LnhtbFBLAQIUABQAAAAIAIdO4kAzLwWe&#10;OwAAADkAAAAQAAAAAAAAAAEAIAAAAAsBAABkcnMvc2hhcGV4bWwueG1sUEsFBgAAAAAGAAYAWwEA&#10;ALUDAAAAAA==&#10;" path="m389,1032l1035,1032,1036,1033,0,1033,0,0c461,47,890,479,991,848l389,848e">
                      <v:path o:connectlocs="389,1032;1035,1032;1036,1033;0,1033;0,0;991,848;389,848" o:connectangles="0,0,0,0,0,0,0"/>
                      <v:fill on="f" focussize="0,0"/>
                      <v:stroke weight="0.5pt" color="#F4DBAE [3204]" miterlimit="8" joinstyle="round" endcap="round"/>
                      <v:imagedata o:title=""/>
                      <o:lock v:ext="edit" aspectratio="f"/>
                    </v:shape>
                    <v:shape id="任意多边形 14" o:spid="_x0000_s1026" o:spt="100" style="position:absolute;left:2028;top:4043;flip:y;height:1033;width:1036;v-text-anchor:middle;" filled="f" stroked="t" coordsize="1036,1033" o:gfxdata="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Ov83W/&#10;AAAA2wAAAA8AAAAAAAAAAQAgAAAAIgAAAGRycy9kb3ducmV2LnhtbFBLAQIUABQAAAAIAIdO4kAz&#10;LwWeOwAAADkAAAAQAAAAAAAAAAEAIAAAAA4BAABkcnMvc2hhcGV4bWwueG1sUEsFBgAAAAAGAAYA&#10;WwEAALgDAAAAAA==&#10;" path="m647,848l45,848c157,418,638,43,1036,0l1036,1033,0,1033,0,1032,647,1032e">
                      <v:path o:connectlocs="647,848;45,848;1036,0;1036,1033;0,1033;0,1032;647,1032" o:connectangles="0,0,0,0,0,0,0"/>
                      <v:fill on="f" focussize="0,0"/>
                      <v:stroke weight="0.5pt" color="#F4DBAE [3204]" miterlimit="8" joinstyle="round" endcap="round"/>
                      <v:imagedata o:title=""/>
                      <o:lock v:ext="edit" aspectratio="f"/>
                    </v:shape>
                  </v:group>
                  <v:roundrect id="圆角矩形 15" o:spid="_x0000_s1026" o:spt="2" style="position:absolute;left:3374;top:528;height:822;width:144;v-text-anchor:middle;" filled="f" stroked="t" coordsize="21600,21600" arcsize="0.5" o:gfxdata="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sBwGL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F4DBAE [3204]" miterlimit="8" joinstyle="miter"/>
                    <v:imagedata o:title=""/>
                    <o:lock v:ext="edit" aspectratio="f"/>
                  </v:roundrect>
                  <v:group id="组合 16" o:spid="_x0000_s1026" o:spt="203" style="position:absolute;left:2311;top:4546;height:3804;width:2266;" coordorigin="2311,4546" coordsize="2266,3804" o:gfxdata="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8WUXV70AAADcAAAADwAAAAAAAAABACAAAAAiAAAAZHJzL2Rvd25yZXYueG1s&#10;UEsBAhQAFAAAAAgAh07iQDMvBZ47AAAAOQAAABUAAAAAAAAAAQAgAAAADAEAAGRycy9ncm91cHNo&#10;YXBleG1sLnhtbFBLBQYAAAAABgAGAGABAADJAwAAAAA=&#10;">
                    <o:lock v:ext="edit" aspectratio="f"/>
                    <v:shape id="梯形 70" o:spid="_x0000_s1026" style="position:absolute;left:3262;top:6010;height:2340;width:366;v-text-anchor:middle;" fillcolor="#9C0F15" filled="t" stroked="t" coordsize="366,2340" o:gfxdata="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kEZjvQAA&#10;ANsAAAAPAAAAAAAAAAEAIAAAACIAAABkcnMvZG93bnJldi54bWxQSwECFAAUAAAACACHTuJAMy8F&#10;njsAAAA5AAAAEAAAAAAAAAABACAAAAAMAQAAZHJzL3NoYXBleG1sLnhtbFBLBQYAAAAABgAGAFsB&#10;AAC2AwAAAAA=&#10;" path="m0,2340l133,0,232,0,366,2340xe">
                      <v:path o:connectlocs="183,0;66,1170;183,2340;299,1170" o:connectangles="247,164,82,0"/>
                      <v:fill on="t" focussize="0,0"/>
                      <v:stroke weight="0.5pt" color="#F4DBAE [3204]" miterlimit="8" joinstyle="miter"/>
                      <v:imagedata o:title=""/>
                      <o:lock v:ext="edit" aspectratio="f"/>
                    </v:shape>
                    <v:group id="组合 71" o:spid="_x0000_s1026" o:spt="203" style="position:absolute;left:2311;top:4546;height:1547;width:2267;" coordorigin="2330,4956" coordsize="2267,1547" o:gfxdata="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Bt4kgvAAAANwAAAAPAAAAAAAAAAEAIAAAACIAAABkcnMvZG93bnJldi54bWxQ&#10;SwECFAAUAAAACACHTuJAMy8FnjsAAAA5AAAAFQAAAAAAAAABACAAAAALAQAAZHJzL2dyb3Vwc2hh&#10;cGV4bWwueG1sUEsFBgAAAAAGAAYAYAEAAMgDAAAAAA==&#10;">
                      <o:lock v:ext="edit" aspectratio="f"/>
                      <v:group id="组合 56" o:spid="_x0000_s1026" o:spt="203" style="position:absolute;left:2823;top:5272;height:915;width:1281;" coordorigin="2616,4682" coordsize="1512,1080" o:gfxdata="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u+yy7vAAAANwAAAAPAAAAAAAAAAEAIAAAACIAAABkcnMvZG93bnJldi54bWxQ&#10;SwECFAAUAAAACACHTuJAMy8FnjsAAAA5AAAAFQAAAAAAAAABACAAAAALAQAAZHJzL2dyb3Vwc2hh&#10;cGV4bWwueG1sUEsFBgAAAAAGAAYAYAEAAMgDAAAAAA==&#10;">
                        <o:lock v:ext="edit" aspectratio="f"/>
                        <v:shape id="菱形 52" o:spid="_x0000_s1026" o:spt="4" type="#_x0000_t4" style="position:absolute;left:2616;top:4952;height:540;width:756;v-text-anchor:middle;" filled="t" stroked="t" coordsize="21600,21600" o:gfxdata="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7YpsvQAA&#10;ANsAAAAPAAAAAAAAAAEAIAAAACIAAABkcnMvZG93bnJldi54bWxQSwECFAAUAAAACACHTuJAMy8F&#10;njsAAAA5AAAAEAAAAAAAAAABACAAAAAMAQAAZHJzL3NoYXBleG1sLnhtbFBLBQYAAAAABgAGAFsB&#10;AAC2AwAAAAA=&#10;">
                          <v:fill on="t" focussize="0,0"/>
                          <v:stroke weight="0.5pt" color="#F4DBAE [3204]" miterlimit="8" joinstyle="round" endcap="round"/>
                          <v:imagedata o:title=""/>
                          <o:lock v:ext="edit" aspectratio="f"/>
                        </v:shape>
                        <v:shape id="菱形 53" o:spid="_x0000_s1026" o:spt="4" type="#_x0000_t4" style="position:absolute;left:2994;top:5222;height:540;width:756;v-text-anchor:middle;" filled="t" stroked="t" coordsize="21600,21600" o:gfxdata="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IPruFugAAANsA&#10;AAAPAAAAAAAAAAEAIAAAACIAAABkcnMvZG93bnJldi54bWxQSwECFAAUAAAACACHTuJAMy8FnjsA&#10;AAA5AAAAEAAAAAAAAAABACAAAAAJAQAAZHJzL3NoYXBleG1sLnhtbFBLBQYAAAAABgAGAFsBAACz&#10;AwAAAAA=&#10;">
                          <v:fill on="t" focussize="0,0"/>
                          <v:stroke weight="0.5pt" color="#F4DBAE [3204]" miterlimit="8" joinstyle="round" endcap="round"/>
                          <v:imagedata o:title=""/>
                          <o:lock v:ext="edit" aspectratio="f"/>
                        </v:shape>
                        <v:shape id="菱形 54" o:spid="_x0000_s1026" o:spt="4" type="#_x0000_t4" style="position:absolute;left:2994;top:4682;height:540;width:756;v-text-anchor:middle;" filled="t" stroked="t" coordsize="21600,21600" o:gfxdata="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dyHh68AAAA&#10;2wAAAA8AAAAAAAAAAQAgAAAAIgAAAGRycy9kb3ducmV2LnhtbFBLAQIUABQAAAAIAIdO4kAzLwWe&#10;OwAAADkAAAAQAAAAAAAAAAEAIAAAAAsBAABkcnMvc2hhcGV4bWwueG1sUEsFBgAAAAAGAAYAWwEA&#10;ALUDAAAAAA==&#10;">
                          <v:fill on="t" focussize="0,0"/>
                          <v:stroke weight="0.5pt" color="#F4DBAE [3204]" miterlimit="8" joinstyle="round" endcap="round"/>
                          <v:imagedata o:title=""/>
                          <o:lock v:ext="edit" aspectratio="f"/>
                        </v:shape>
                        <v:shape id="菱形 55" o:spid="_x0000_s1026" o:spt="4" type="#_x0000_t4" style="position:absolute;left:3372;top:4952;height:540;width:756;v-text-anchor:middle;" filled="t" stroked="t" coordsize="21600,21600" o:gfxdata="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4JH0+ugAAANsA&#10;AAAPAAAAAAAAAAEAIAAAACIAAABkcnMvZG93bnJldi54bWxQSwECFAAUAAAACACHTuJAMy8FnjsA&#10;AAA5AAAAEAAAAAAAAAABACAAAAAJAQAAZHJzL3NoYXBleG1sLnhtbFBLBQYAAAAABgAGAFsBAACz&#10;AwAAAAA=&#10;">
                          <v:fill on="t" focussize="0,0"/>
                          <v:stroke weight="0.5pt" color="#F4DBAE [3204]" miterlimit="8" joinstyle="round" endcap="round"/>
                          <v:imagedata o:title=""/>
                          <o:lock v:ext="edit" aspectratio="f"/>
                        </v:shape>
                      </v:group>
                      <v:shape id="任意多边形 57" o:spid="_x0000_s1026" o:spt="100" style="position:absolute;left:4105;top:5621;height:219;width:493;v-text-anchor:middle;" filled="f" stroked="t" coordsize="582,258" o:gfxdata="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Yu5Z6rgAAADbAAAA&#10;DwAAAAAAAAABACAAAAAiAAAAZHJzL2Rvd25yZXYueG1sUEsBAhQAFAAAAAgAh07iQDMvBZ47AAAA&#10;OQAAABAAAAAAAAAAAQAgAAAABwEAAGRycy9zaGFwZXhtbC54bWxQSwUGAAAAAAYABgBbAQAAsQMA&#10;AAAA&#10;" path="m0,129c5,125,130,0,291,0c452,0,582,58,582,129c582,200,452,258,291,258c130,258,5,143,0,129xe">
                        <v:path o:connectlocs="0,109;246,0;493,109;246,219;0,109" o:connectangles="0,0,0,0,0"/>
                        <v:fill on="f" focussize="0,0"/>
                        <v:stroke weight="0.5pt" color="#F4DBAE [3204]" miterlimit="8" joinstyle="round" endcap="round"/>
                        <v:imagedata o:title=""/>
                        <o:lock v:ext="edit" aspectratio="f"/>
                      </v:shape>
                      <v:shape id="任意多边形 58" o:spid="_x0000_s1026" o:spt="100" style="position:absolute;left:2330;top:5621;flip:x;height:219;width:493;v-text-anchor:middle;" filled="f" stroked="t" coordsize="582,258" o:gfxdata="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4zoJr4A&#10;AADbAAAADwAAAAAAAAABACAAAAAiAAAAZHJzL2Rvd25yZXYueG1sUEsBAhQAFAAAAAgAh07iQDMv&#10;BZ47AAAAOQAAABAAAAAAAAAAAQAgAAAADQEAAGRycy9zaGFwZXhtbC54bWxQSwUGAAAAAAYABgBb&#10;AQAAtwMAAAAA&#10;" path="m0,129c5,125,130,0,291,0c452,0,582,58,582,129c582,200,452,258,291,258c130,258,5,143,0,129xe">
                        <v:path o:connectlocs="0,109;246,0;493,109;246,219;0,109" o:connectangles="0,0,0,0,0"/>
                        <v:fill on="f" focussize="0,0"/>
                        <v:stroke weight="0.5pt" color="#F4DBAE [3204]" miterlimit="8" joinstyle="round" endcap="round"/>
                        <v:imagedata o:title=""/>
                        <o:lock v:ext="edit" aspectratio="f"/>
                      </v:shape>
                      <v:group id="组合 64" o:spid="_x0000_s1026" o:spt="203" style="position:absolute;left:3027;top:4956;height:468;width:895;" coordorigin="3027,4956" coordsize="895,468" o:gfxdata="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4RK0z70AAADcAAAADwAAAAAAAAABACAAAAAiAAAAZHJzL2Rvd25yZXYueG1s&#10;UEsBAhQAFAAAAAgAh07iQDMvBZ47AAAAOQAAABUAAAAAAAAAAQAgAAAADAEAAGRycy9ncm91cHNo&#10;YXBleG1sLnhtbFBLBQYAAAAABgAGAGABAADJAwAAAAA=&#10;">
                        <o:lock v:ext="edit" aspectratio="f"/>
                        <v:shape id="任意多边形 59" o:spid="_x0000_s1026" o:spt="100" style="position:absolute;left:3306;top:5005;height:219;width:316;rotation:-5898240f;v-text-anchor:middle;" fillcolor="#C91D25" filled="t" stroked="t" coordsize="582,258" o:gfxdata="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ytroS/&#10;AAAA2wAAAA8AAAAAAAAAAQAgAAAAIgAAAGRycy9kb3ducmV2LnhtbFBLAQIUABQAAAAIAIdO4kAz&#10;LwWeOwAAADkAAAAQAAAAAAAAAAEAIAAAAA4BAABkcnMvc2hhcGV4bWwueG1sUEsFBgAAAAAGAAYA&#10;WwEAALgDAAAAAA==&#10;" path="m0,129c5,125,130,0,291,0c452,0,582,58,582,129c582,200,452,258,291,258c130,258,5,143,0,129xe">
                          <v:path o:connectlocs="0,109;158,0;316,109;158,219;0,109" o:connectangles="0,0,0,0,0"/>
                          <v:fill on="t" focussize="0,0"/>
                          <v:stroke weight="0.5pt" color="#F4DBAE [3204]" miterlimit="8" joinstyle="round" endcap="round"/>
                          <v:imagedata o:title=""/>
                          <o:lock v:ext="edit" aspectratio="f"/>
                        </v:shape>
                        <v:shape id="同侧圆角矩形 62" o:spid="_x0000_s1026" style="position:absolute;left:3027;top:5059;height:364;width:353;rotation:-2359296f;v-text-anchor:middle;" filled="f" stroked="t" coordsize="353,364" o:gfxdata="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4s5jL4A&#10;AADbAAAADwAAAAAAAAABACAAAAAiAAAAZHJzL2Rvd25yZXYueG1sUEsBAhQAFAAAAAgAh07iQDMv&#10;BZ47AAAAOQAAABAAAAAAAAAAAQAgAAAADQEAAGRycy9zaGFwZXhtbC54bWxQSwUGAAAAAAYABgBb&#10;AQAAtwMAAAAA&#10;" path="m176,0l176,0c273,0,352,79,352,176l353,364,353,364,0,364,0,364,0,176c0,79,79,0,176,0xe">
                          <v:path o:connectlocs="353,182;176,364;0,182;176,0" o:connectangles="0,82,164,247"/>
                          <v:fill on="f" focussize="0,0"/>
                          <v:stroke weight="0.5pt" color="#F4DBAE [3204]" miterlimit="8" joinstyle="miter"/>
                          <v:imagedata o:title=""/>
                          <o:lock v:ext="edit" aspectratio="f"/>
                        </v:shape>
                        <v:shape id="同侧圆角矩形 63" o:spid="_x0000_s1026" style="position:absolute;left:3556;top:5058;flip:x;height:366;width:367;rotation:-2359296f;v-text-anchor:middle;" filled="f" stroked="t" coordsize="367,366" o:gfxdata="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wrAELgAAADbAAAA&#10;DwAAAAAAAAABACAAAAAiAAAAZHJzL2Rvd25yZXYueG1sUEsBAhQAFAAAAAgAh07iQDMvBZ47AAAA&#10;OQAAABAAAAAAAAAAAQAgAAAABwEAAGRycy9zaGFwZXhtbC54bWxQSwUGAAAAAAYABgBbAQAAsQMA&#10;AAAA&#10;" path="m183,0l184,0c285,0,367,82,367,183l367,366,367,366,0,366,0,366,0,183c0,82,82,0,183,0xe">
                          <v:path o:connectlocs="367,183;183,366;0,183;183,0" o:connectangles="0,82,164,247"/>
                          <v:fill on="f" focussize="0,0"/>
                          <v:stroke weight="0.5pt" color="#F4DBAE [3204]" miterlimit="8" joinstyle="miter"/>
                          <v:imagedata o:title=""/>
                          <o:lock v:ext="edit" aspectratio="f"/>
                        </v:shape>
                      </v:group>
                      <v:group id="组合 65" o:spid="_x0000_s1026" o:spt="203" style="position:absolute;left:3027;top:6035;flip:y;height:468;width:895;" coordorigin="3027,4956" coordsize="895,468" o:gfxdata="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d+ONsvAAAANwAAAAPAAAAAAAAAAEAIAAAACIAAABkcnMvZG93bnJldi54bWxQ&#10;SwECFAAUAAAACACHTuJAMy8FnjsAAAA5AAAAFQAAAAAAAAABACAAAAALAQAAZHJzL2dyb3Vwc2hh&#10;cGV4bWwueG1sUEsFBgAAAAAGAAYAYAEAAMgDAAAAAA==&#10;">
                        <o:lock v:ext="edit" aspectratio="f"/>
                        <v:shape id="任意多边形 66" o:spid="_x0000_s1026" o:spt="100" style="position:absolute;left:3306;top:5005;height:219;width:316;rotation:-5898240f;v-text-anchor:middle;" fillcolor="#C91D25" filled="t" stroked="t" coordsize="582,258" o:gfxdata="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ZPPlq8AAAA&#10;2wAAAA8AAAAAAAAAAQAgAAAAIgAAAGRycy9kb3ducmV2LnhtbFBLAQIUABQAAAAIAIdO4kAzLwWe&#10;OwAAADkAAAAQAAAAAAAAAAEAIAAAAAsBAABkcnMvc2hhcGV4bWwueG1sUEsFBgAAAAAGAAYAWwEA&#10;ALUDAAAAAA==&#10;" path="m0,129c5,125,130,0,291,0c452,0,582,58,582,129c582,200,452,258,291,258c130,258,5,143,0,129xe">
                          <v:path o:connectlocs="0,109;158,0;316,109;158,219;0,109" o:connectangles="0,0,0,0,0"/>
                          <v:fill on="t" focussize="0,0"/>
                          <v:stroke weight="0.5pt" color="#F4DBAE [3204]" miterlimit="8" joinstyle="round" endcap="round"/>
                          <v:imagedata o:title=""/>
                          <o:lock v:ext="edit" aspectratio="f"/>
                        </v:shape>
                        <v:shape id="同侧圆角矩形 67" o:spid="_x0000_s1026" style="position:absolute;left:3027;top:5059;height:364;width:353;rotation:-2359296f;v-text-anchor:middle;" filled="f" stroked="t" coordsize="353,364" o:gfxdata="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WmpUr4A&#10;AADbAAAADwAAAAAAAAABACAAAAAiAAAAZHJzL2Rvd25yZXYueG1sUEsBAhQAFAAAAAgAh07iQDMv&#10;BZ47AAAAOQAAABAAAAAAAAAAAQAgAAAADQEAAGRycy9zaGFwZXhtbC54bWxQSwUGAAAAAAYABgBb&#10;AQAAtwMAAAAA&#10;" path="m176,0l176,0c273,0,352,79,352,176l353,364,353,364,0,364,0,364,0,176c0,79,79,0,176,0xe">
                          <v:path o:connectlocs="353,182;176,364;0,182;176,0" o:connectangles="0,82,164,247"/>
                          <v:fill on="f" focussize="0,0"/>
                          <v:stroke weight="0.5pt" color="#F4DBAE [3204]" miterlimit="8" joinstyle="miter"/>
                          <v:imagedata o:title=""/>
                          <o:lock v:ext="edit" aspectratio="f"/>
                        </v:shape>
                        <v:shape id="同侧圆角矩形 68" o:spid="_x0000_s1026" style="position:absolute;left:3556;top:5058;flip:x;height:366;width:367;rotation:-2359296f;v-text-anchor:middle;" filled="f" stroked="t" coordsize="367,366" o:gfxdata="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OeXMi8AAAA&#10;2wAAAA8AAAAAAAAAAQAgAAAAIgAAAGRycy9kb3ducmV2LnhtbFBLAQIUABQAAAAIAIdO4kAzLwWe&#10;OwAAADkAAAAQAAAAAAAAAAEAIAAAAAsBAABkcnMvc2hhcGV4bWwueG1sUEsFBgAAAAAGAAYAWwEA&#10;ALUDAAAAAA==&#10;" path="m183,0l184,0c285,0,367,82,367,183l367,366,367,366,0,366,0,366,0,183c0,82,82,0,183,0xe">
                          <v:path o:connectlocs="367,183;183,366;0,183;183,0" o:connectangles="0,82,164,247"/>
                          <v:fill on="f" focussize="0,0"/>
                          <v:stroke weight="0.5pt" color="#F4DBAE [3204]" miterlimit="8" joinstyle="miter"/>
                          <v:imagedata o:title=""/>
                          <o:lock v:ext="edit" aspectratio="f"/>
                        </v:shape>
                      </v:group>
                    </v:group>
                    <v:shape id="梯形 75" o:spid="_x0000_s1026" style="position:absolute;left:3379;top:6095;height:189;width:131;v-text-anchor:middle;" fillcolor="#F4DBAE" filled="t" stroked="t" coordsize="131,189" o:gfxdata="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Kvoja/&#10;AAAA2wAAAA8AAAAAAAAAAQAgAAAAIgAAAGRycy9kb3ducmV2LnhtbFBLAQIUABQAAAAIAIdO4kAz&#10;LwWeOwAAADkAAAAQAAAAAAAAAAEAIAAAAA4BAABkcnMvc2hhcGV4bWwueG1sUEsFBgAAAAAGAAYA&#10;WwEAALgDAAAAAA==&#10;" path="m0,189l6,0,124,0,131,189xe">
                      <v:path o:connectlocs="65,0;3,94;65,189;127,94" o:connectangles="247,164,82,0"/>
                      <v:fill on="t" focussize="0,0"/>
                      <v:stroke weight="0.5pt" color="#F4DBAE [3204]" miterlimit="8" joinstyle="miter"/>
                      <v:imagedata o:title=""/>
                      <o:lock v:ext="edit" aspectratio="f"/>
                    </v:shape>
                  </v:group>
                  <v:group id="组合 78" o:spid="_x0000_s1026" o:spt="203" style="position:absolute;left:2602;top:1232;height:1150;width:1685;" coordorigin="2330,4956" coordsize="2267,1547" o:gfxdata="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+jI8jvAAAANwAAAAPAAAAAAAAAAEAIAAAACIAAABkcnMvZG93bnJldi54bWxQ&#10;SwECFAAUAAAACACHTuJAMy8FnjsAAAA5AAAAFQAAAAAAAAABACAAAAALAQAAZHJzL2dyb3Vwc2hh&#10;cGV4bWwueG1sUEsFBgAAAAAGAAYAYAEAAMgDAAAAAA==&#10;">
                    <o:lock v:ext="edit" aspectratio="f"/>
                    <v:group id="组合 79" o:spid="_x0000_s1026" o:spt="203" style="position:absolute;left:2823;top:5272;height:915;width:1281;" coordorigin="2616,4682" coordsize="1512,1080" o:gfxdata="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RwCq4vAAAANwAAAAPAAAAAAAAAAEAIAAAACIAAABkcnMvZG93bnJldi54bWxQ&#10;SwECFAAUAAAACACHTuJAMy8FnjsAAAA5AAAAFQAAAAAAAAABACAAAAALAQAAZHJzL2dyb3Vwc2hh&#10;cGV4bWwueG1sUEsFBgAAAAAGAAYAYAEAAMgDAAAAAA==&#10;">
                      <o:lock v:ext="edit" aspectratio="f"/>
                      <v:shape id="菱形 80" o:spid="_x0000_s1026" o:spt="4" type="#_x0000_t4" style="position:absolute;left:2616;top:4952;height:540;width:756;v-text-anchor:middle;" filled="t" stroked="t" coordsize="21600,21600" o:gfxdata="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2Q+X7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weight="0.5pt" color="#F4DBAE [3204]" miterlimit="8" joinstyle="round" endcap="round"/>
                        <v:imagedata o:title=""/>
                        <o:lock v:ext="edit" aspectratio="f"/>
                      </v:shape>
                      <v:shape id="菱形 81" o:spid="_x0000_s1026" o:spt="4" type="#_x0000_t4" style="position:absolute;left:2994;top:5222;height:540;width:756;v-text-anchor:middle;" filled="t" stroked="t" coordsize="21600,21600" o:gfxdata="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e2oCi8AAAA&#10;2wAAAA8AAAAAAAAAAQAgAAAAIgAAAGRycy9kb3ducmV2LnhtbFBLAQIUABQAAAAIAIdO4kAzLwWe&#10;OwAAADkAAAAQAAAAAAAAAAEAIAAAAAsBAABkcnMvc2hhcGV4bWwueG1sUEsFBgAAAAAGAAYAWwEA&#10;ALUDAAAAAA==&#10;">
                        <v:fill on="t" focussize="0,0"/>
                        <v:stroke weight="0.5pt" color="#F4DBAE [3204]" miterlimit="8" joinstyle="round" endcap="round"/>
                        <v:imagedata o:title=""/>
                        <o:lock v:ext="edit" aspectratio="f"/>
                      </v:shape>
                      <v:shape id="菱形 82" o:spid="_x0000_s1026" o:spt="4" type="#_x0000_t4" style="position:absolute;left:2994;top:4682;height:540;width:756;v-text-anchor:middle;" filled="t" stroked="t" coordsize="21600,21600" o:gfxdata="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j6BbO8AAAA&#10;2wAAAA8AAAAAAAAAAQAgAAAAIgAAAGRycy9kb3ducmV2LnhtbFBLAQIUABQAAAAIAIdO4kAzLwWe&#10;OwAAADkAAAAQAAAAAAAAAAEAIAAAAAsBAABkcnMvc2hhcGV4bWwueG1sUEsFBgAAAAAGAAYAWwEA&#10;ALUDAAAAAA==&#10;">
                        <v:fill on="t" focussize="0,0"/>
                        <v:stroke weight="0.5pt" color="#F4DBAE [3204]" miterlimit="8" joinstyle="round" endcap="round"/>
                        <v:imagedata o:title=""/>
                        <o:lock v:ext="edit" aspectratio="f"/>
                      </v:shape>
                      <v:shape id="菱形 83" o:spid="_x0000_s1026" o:spt="4" type="#_x0000_t4" style="position:absolute;left:3372;top:4952;height:540;width:756;v-text-anchor:middle;" filled="t" stroked="t" coordsize="21600,21600" o:gfxdata="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cTnce8AAAA&#10;2wAAAA8AAAAAAAAAAQAgAAAAIgAAAGRycy9kb3ducmV2LnhtbFBLAQIUABQAAAAIAIdO4kAzLwWe&#10;OwAAADkAAAAQAAAAAAAAAAEAIAAAAAsBAABkcnMvc2hhcGV4bWwueG1sUEsFBgAAAAAGAAYAWwEA&#10;ALUDAAAAAA==&#10;">
                        <v:fill on="t" focussize="0,0"/>
                        <v:stroke weight="0.5pt" color="#F4DBAE [3204]" miterlimit="8" joinstyle="round" endcap="round"/>
                        <v:imagedata o:title=""/>
                        <o:lock v:ext="edit" aspectratio="f"/>
                      </v:shape>
                    </v:group>
                    <v:shape id="任意多边形 84" o:spid="_x0000_s1026" o:spt="100" style="position:absolute;left:4105;top:5621;height:219;width:493;v-text-anchor:middle;" filled="f" stroked="t" coordsize="582,258" o:gfxdata="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t2bkTugAAANsA&#10;AAAPAAAAAAAAAAEAIAAAACIAAABkcnMvZG93bnJldi54bWxQSwECFAAUAAAACACHTuJAMy8FnjsA&#10;AAA5AAAAEAAAAAAAAAABACAAAAAJAQAAZHJzL3NoYXBleG1sLnhtbFBLBQYAAAAABgAGAFsBAACz&#10;AwAAAAA=&#10;" path="m0,129c5,125,130,0,291,0c452,0,582,58,582,129c582,200,452,258,291,258c130,258,5,143,0,129xe">
                      <v:path o:connectlocs="0,109;246,0;493,109;246,219;0,109" o:connectangles="0,0,0,0,0"/>
                      <v:fill on="f" focussize="0,0"/>
                      <v:stroke weight="0.5pt" color="#F4DBAE [3204]" miterlimit="8" joinstyle="round" endcap="round"/>
                      <v:imagedata o:title=""/>
                      <o:lock v:ext="edit" aspectratio="f"/>
                    </v:shape>
                    <v:shape id="任意多边形 85" o:spid="_x0000_s1026" o:spt="100" style="position:absolute;left:2330;top:5621;flip:x;height:219;width:493;v-text-anchor:middle;" filled="f" stroked="t" coordsize="582,258" o:gfxdata="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LsI374A&#10;AADbAAAADwAAAAAAAAABACAAAAAiAAAAZHJzL2Rvd25yZXYueG1sUEsBAhQAFAAAAAgAh07iQDMv&#10;BZ47AAAAOQAAABAAAAAAAAAAAQAgAAAADQEAAGRycy9zaGFwZXhtbC54bWxQSwUGAAAAAAYABgBb&#10;AQAAtwMAAAAA&#10;" path="m0,129c5,125,130,0,291,0c452,0,582,58,582,129c582,200,452,258,291,258c130,258,5,143,0,129xe">
                      <v:path o:connectlocs="0,109;246,0;493,109;246,219;0,109" o:connectangles="0,0,0,0,0"/>
                      <v:fill on="f" focussize="0,0"/>
                      <v:stroke weight="0.5pt" color="#F4DBAE [3204]" miterlimit="8" joinstyle="round" endcap="round"/>
                      <v:imagedata o:title=""/>
                      <o:lock v:ext="edit" aspectratio="f"/>
                    </v:shape>
                    <v:group id="组合 86" o:spid="_x0000_s1026" o:spt="203" style="position:absolute;left:3027;top:4956;height:468;width:895;" coordorigin="3027,4956" coordsize="895,468" o:gfxdata="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Bfvsq+AAAA3AAAAA8AAAAAAAAAAQAgAAAAIgAAAGRycy9kb3ducmV2Lnht&#10;bFBLAQIUABQAAAAIAIdO4kAzLwWeOwAAADkAAAAVAAAAAAAAAAEAIAAAAA0BAABkcnMvZ3JvdXBz&#10;aGFwZXhtbC54bWxQSwUGAAAAAAYABgBgAQAAygMAAAAA&#10;">
                      <o:lock v:ext="edit" aspectratio="f"/>
                      <v:shape id="任意多边形 87" o:spid="_x0000_s1026" o:spt="100" style="position:absolute;left:3306;top:5005;height:219;width:316;rotation:-5898240f;v-text-anchor:middle;" fillcolor="#C91D25" filled="t" stroked="t" coordsize="582,258" o:gfxdata="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exCe7sAAADb&#10;AAAADwAAAAAAAAABACAAAAAiAAAAZHJzL2Rvd25yZXYueG1sUEsBAhQAFAAAAAgAh07iQDMvBZ47&#10;AAAAOQAAABAAAAAAAAAAAQAgAAAACgEAAGRycy9zaGFwZXhtbC54bWxQSwUGAAAAAAYABgBbAQAA&#10;tAMAAAAA&#10;" path="m0,129c5,125,130,0,291,0c452,0,582,58,582,129c582,200,452,258,291,258c130,258,5,143,0,129xe">
                        <v:path o:connectlocs="0,109;158,0;316,109;158,219;0,109" o:connectangles="0,0,0,0,0"/>
                        <v:fill on="t" focussize="0,0"/>
                        <v:stroke weight="0.5pt" color="#F4DBAE [3204]" miterlimit="8" joinstyle="round" endcap="round"/>
                        <v:imagedata o:title=""/>
                        <o:lock v:ext="edit" aspectratio="f"/>
                      </v:shape>
                      <v:shape id="同侧圆角矩形 17" o:spid="_x0000_s1026" style="position:absolute;left:3027;top:5059;height:364;width:353;rotation:-2359296f;v-text-anchor:middle;" filled="f" stroked="t" coordsize="353,364" o:gfxdata="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VTun74A&#10;AADbAAAADwAAAAAAAAABACAAAAAiAAAAZHJzL2Rvd25yZXYueG1sUEsBAhQAFAAAAAgAh07iQDMv&#10;BZ47AAAAOQAAABAAAAAAAAAAAQAgAAAADQEAAGRycy9zaGFwZXhtbC54bWxQSwUGAAAAAAYABgBb&#10;AQAAtwMAAAAA&#10;" path="m176,0l176,0c273,0,352,79,352,176l353,364,353,364,0,364,0,364,0,176c0,79,79,0,176,0xe">
                        <v:path o:connectlocs="353,182;176,364;0,182;176,0" o:connectangles="0,82,164,247"/>
                        <v:fill on="f" focussize="0,0"/>
                        <v:stroke weight="0.5pt" color="#F4DBAE [3204]" miterlimit="8" joinstyle="miter"/>
                        <v:imagedata o:title=""/>
                        <o:lock v:ext="edit" aspectratio="f"/>
                      </v:shape>
                      <v:shape id="同侧圆角矩形 18" o:spid="_x0000_s1026" style="position:absolute;left:3556;top:5058;flip:x;height:366;width:367;rotation:-2359296f;v-text-anchor:middle;" filled="f" stroked="t" coordsize="367,366" o:gfxdata="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ypvDG5AAAA2wAA&#10;AA8AAAAAAAAAAQAgAAAAIgAAAGRycy9kb3ducmV2LnhtbFBLAQIUABQAAAAIAIdO4kAzLwWeOwAA&#10;ADkAAAAQAAAAAAAAAAEAIAAAAAgBAABkcnMvc2hhcGV4bWwueG1sUEsFBgAAAAAGAAYAWwEAALID&#10;AAAAAA==&#10;" path="m183,0l184,0c285,0,367,82,367,183l367,366,367,366,0,366,0,366,0,183c0,82,82,0,183,0xe">
                        <v:path o:connectlocs="367,183;183,366;0,183;183,0" o:connectangles="0,82,164,247"/>
                        <v:fill on="f" focussize="0,0"/>
                        <v:stroke weight="0.5pt" color="#F4DBAE [3204]" miterlimit="8" joinstyle="miter"/>
                        <v:imagedata o:title=""/>
                        <o:lock v:ext="edit" aspectratio="f"/>
                      </v:shape>
                    </v:group>
                    <v:group id="组合 19" o:spid="_x0000_s1026" o:spt="203" style="position:absolute;left:3027;top:6035;flip:y;height:468;width:895;" coordorigin="3027,4956" coordsize="895,468" o:gfxdata="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HLXpaboAAADcAAAADwAAAAAAAAABACAAAAAiAAAAZHJzL2Rvd25yZXYueG1sUEsB&#10;AhQAFAAAAAgAh07iQDMvBZ47AAAAOQAAABUAAAAAAAAAAQAgAAAACQEAAGRycy9ncm91cHNoYXBl&#10;eG1sLnhtbFBLBQYAAAAABgAGAGABAADGAwAAAAA=&#10;">
                      <o:lock v:ext="edit" aspectratio="f"/>
                      <v:shape id="任意多边形 20" o:spid="_x0000_s1026" o:spt="100" style="position:absolute;left:3306;top:5005;height:219;width:316;rotation:-5898240f;v-text-anchor:middle;" fillcolor="#C91D25" filled="t" stroked="t" coordsize="582,258" o:gfxdata="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d3jTL4A&#10;AADbAAAADwAAAAAAAAABACAAAAAiAAAAZHJzL2Rvd25yZXYueG1sUEsBAhQAFAAAAAgAh07iQDMv&#10;BZ47AAAAOQAAABAAAAAAAAAAAQAgAAAADQEAAGRycy9zaGFwZXhtbC54bWxQSwUGAAAAAAYABgBb&#10;AQAAtwMAAAAA&#10;" path="m0,129c5,125,130,0,291,0c452,0,582,58,582,129c582,200,452,258,291,258c130,258,5,143,0,129xe">
                        <v:path o:connectlocs="0,109;158,0;316,109;158,219;0,109" o:connectangles="0,0,0,0,0"/>
                        <v:fill on="t" focussize="0,0"/>
                        <v:stroke weight="0.5pt" color="#F4DBAE [3204]" miterlimit="8" joinstyle="round" endcap="round"/>
                        <v:imagedata o:title=""/>
                        <o:lock v:ext="edit" aspectratio="f"/>
                      </v:shape>
                      <v:shape id="同侧圆角矩形 21" o:spid="_x0000_s1026" style="position:absolute;left:3027;top:5059;height:364;width:353;rotation:-2359296f;v-text-anchor:middle;" filled="f" stroked="t" coordsize="353,364" o:gfxdata="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VlT6i/&#10;AAAA2wAAAA8AAAAAAAAAAQAgAAAAIgAAAGRycy9kb3ducmV2LnhtbFBLAQIUABQAAAAIAIdO4kAz&#10;LwWeOwAAADkAAAAQAAAAAAAAAAEAIAAAAA4BAABkcnMvc2hhcGV4bWwueG1sUEsFBgAAAAAGAAYA&#10;WwEAALgDAAAAAA==&#10;" path="m176,0l176,0c273,0,352,79,352,176l353,364,353,364,0,364,0,364,0,176c0,79,79,0,176,0xe">
                        <v:path o:connectlocs="353,182;176,364;0,182;176,0" o:connectangles="0,82,164,247"/>
                        <v:fill on="f" focussize="0,0"/>
                        <v:stroke weight="0.5pt" color="#F4DBAE [3204]" miterlimit="8" joinstyle="miter"/>
                        <v:imagedata o:title=""/>
                        <o:lock v:ext="edit" aspectratio="f"/>
                      </v:shape>
                      <v:shape id="同侧圆角矩形 22" o:spid="_x0000_s1026" style="position:absolute;left:3556;top:5058;flip:x;height:366;width:367;rotation:-2359296f;v-text-anchor:middle;" filled="f" stroked="t" coordsize="367,366" o:gfxdata="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OSujK8AAAA&#10;2wAAAA8AAAAAAAAAAQAgAAAAIgAAAGRycy9kb3ducmV2LnhtbFBLAQIUABQAAAAIAIdO4kAzLwWe&#10;OwAAADkAAAAQAAAAAAAAAAEAIAAAAAsBAABkcnMvc2hhcGV4bWwueG1sUEsFBgAAAAAGAAYAWwEA&#10;ALUDAAAAAA==&#10;" path="m183,0l184,0c285,0,367,82,367,183l367,366,367,366,0,366,0,366,0,183c0,82,82,0,183,0xe">
                        <v:path o:connectlocs="367,183;183,366;0,183;183,0" o:connectangles="0,82,164,247"/>
                        <v:fill on="f" focussize="0,0"/>
                        <v:stroke weight="0.5pt" color="#F4DBAE [3204]" miterlimit="8" joinstyle="miter"/>
                        <v:imagedata o:title=""/>
                        <o:lock v:ext="edit" aspectratio="f"/>
                      </v:shape>
                    </v:group>
                  </v:group>
                </v:group>
                <v:group id="组合 173" o:spid="_x0000_s1026" o:spt="203" style="position:absolute;left:15664;top:-63;height:6012;width:1835;" coordorigin="2311,941" coordsize="2266,7409" o:gfxdata="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FBFeHG+AAAA3AAAAA8AAAAAAAAAAQAgAAAAIgAAAGRycy9kb3ducmV2Lnht&#10;bFBLAQIUABQAAAAIAIdO4kAzLwWeOwAAADkAAAAVAAAAAAAAAAEAIAAAAA0BAABkcnMvZ3JvdXBz&#10;aGFwZXhtbC54bWxQSwUGAAAAAAYABgBgAQAAygMAAAAA&#10;">
                  <o:lock v:ext="edit" aspectratio="f"/>
                  <v:group id="组合 174" o:spid="_x0000_s1026" o:spt="203" style="position:absolute;left:2372;top:2393;height:2144;width:2144;" coordorigin="1680,2256" coordsize="3168,3168" o:gfxdata="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Pwnd6r0AAADcAAAADwAAAAAAAAABACAAAAAiAAAAZHJzL2Rvd25yZXYueG1s&#10;UEsBAhQAFAAAAAgAh07iQDMvBZ47AAAAOQAAABUAAAAAAAAAAQAgAAAADAEAAGRycy9ncm91cHNo&#10;YXBleG1sLnhtbFBLBQYAAAAABgAGAGABAADJAwAAAAA=&#10;">
                    <o:lock v:ext="edit" aspectratio="f"/>
                    <v:shape id="椭圆 175" o:spid="_x0000_s1026" o:spt="3" type="#_x0000_t3" style="position:absolute;left:1680;top:2256;height:3168;width:3168;v-text-anchor:middle;" fillcolor="#B11A21" filled="t" stroked="t" coordsize="21600,21600" o:gfxdata="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O7f9a/&#10;AAAA3AAAAA8AAAAAAAAAAQAgAAAAIgAAAGRycy9kb3ducmV2LnhtbFBLAQIUABQAAAAIAIdO4kAz&#10;LwWeOwAAADkAAAAQAAAAAAAAAAEAIAAAAA4BAABkcnMvc2hhcGV4bWwueG1sUEsFBgAAAAAGAAYA&#10;WwEAALgDAAAAAA==&#10;">
                      <v:fill on="t" focussize="0,0"/>
                      <v:stroke weight="0.5pt" color="#F4DBAE [3204]" miterlimit="8" joinstyle="round" endcap="round"/>
                      <v:imagedata o:title=""/>
                      <o:lock v:ext="edit" aspectratio="f"/>
                    </v:shape>
                    <v:shape id="椭圆 176" o:spid="_x0000_s1026" o:spt="3" type="#_x0000_t3" style="position:absolute;left:1820;top:2396;height:2888;width:2888;v-text-anchor:middle;" filled="f" stroked="t" coordsize="21600,21600" o:gfxdata="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YKOp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0.5pt" color="#F4DBAE [3204]" miterlimit="8" joinstyle="round" endcap="round"/>
                      <v:imagedata o:title=""/>
                      <o:lock v:ext="edit" aspectratio="f"/>
                    </v:shape>
                    <v:line id="直接连接符 177" o:spid="_x0000_s1026" o:spt="20" style="position:absolute;left:3264;top:2396;height:2888;width:0;" filled="f" stroked="t" coordsize="21600,21600" o:gfxdata="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07vd&#10;/8EAAADcAAAADwAAAAAAAAABACAAAAAiAAAAZHJzL2Rvd25yZXYueG1sUEsBAhQAFAAAAAgAh07i&#10;QDMvBZ47AAAAOQAAABAAAAAAAAAAAQAgAAAAEAEAAGRycy9zaGFwZXhtbC54bWxQSwUGAAAAAAYA&#10;BgBbAQAAugMAAAAA&#10;">
                      <v:fill on="f" focussize="0,0"/>
                      <v:stroke weight="0.5pt" color="#F4DBAE [3204]" miterlimit="8" joinstyle="round" endcap="round"/>
                      <v:imagedata o:title=""/>
                      <o:lock v:ext="edit" aspectratio="f"/>
                    </v:line>
                    <v:line id="直接连接符 178" o:spid="_x0000_s1026" o:spt="20" style="position:absolute;left:1820;top:3840;height:0;width:2888;" filled="f" stroked="t" coordsize="21600,21600" o:gfxdata="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z3eGS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0.5pt" color="#F4DBAE [3204]" miterlimit="8" joinstyle="round" endcap="round"/>
                      <v:imagedata o:title=""/>
                      <o:lock v:ext="edit" aspectratio="f"/>
                    </v:line>
                    <v:shape id="任意多边形 179" o:spid="_x0000_s1026" o:spt="100" style="position:absolute;left:3464;top:2604;height:1033;width:1036;v-text-anchor:middle;" filled="f" stroked="t" coordsize="1036,1033" o:gfxdata="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uydil&#10;wAAAANwAAAAPAAAAAAAAAAEAIAAAACIAAABkcnMvZG93bnJldi54bWxQSwECFAAUAAAACACHTuJA&#10;My8FnjsAAAA5AAAAEAAAAAAAAAABACAAAAAPAQAAZHJzL3NoYXBleG1sLnhtbFBLBQYAAAAABgAG&#10;AFsBAAC5AwAAAAA=&#10;" path="m389,1032l1035,1032,1036,1033,0,1033,0,0c461,47,890,479,991,848l389,848e">
                      <v:path o:connectlocs="389,1032;1035,1032;1036,1033;0,1033;0,0;991,848;389,848" o:connectangles="0,0,0,0,0,0,0"/>
                      <v:fill on="f" focussize="0,0"/>
                      <v:stroke weight="0.5pt" color="#F4DBAE [3204]" miterlimit="8" joinstyle="round" endcap="round"/>
                      <v:imagedata o:title=""/>
                      <o:lock v:ext="edit" aspectratio="f"/>
                    </v:shape>
                    <v:shape id="任意多边形 180" o:spid="_x0000_s1026" o:spt="100" style="position:absolute;left:2028;top:2604;height:1033;width:1036;v-text-anchor:middle;" filled="f" stroked="t" coordsize="1036,1033" o:gfxdata="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BhX0+vQAA&#10;ANwAAAAPAAAAAAAAAAEAIAAAACIAAABkcnMvZG93bnJldi54bWxQSwECFAAUAAAACACHTuJAMy8F&#10;njsAAAA5AAAAEAAAAAAAAAABACAAAAAMAQAAZHJzL3NoYXBleG1sLnhtbFBLBQYAAAAABgAGAFsB&#10;AAC2AwAAAAA=&#10;" path="m647,848l45,848c157,418,638,43,1036,0l1036,1033,0,1033,0,1032,647,1032e">
                      <v:path o:connectlocs="647,848;45,848;1036,0;1036,1033;0,1033;0,1032;647,1032" o:connectangles="0,0,0,0,0,0,0"/>
                      <v:fill on="f" focussize="0,0"/>
                      <v:stroke weight="0.5pt" color="#F4DBAE [3204]" miterlimit="8" joinstyle="round" endcap="round"/>
                      <v:imagedata o:title=""/>
                      <o:lock v:ext="edit" aspectratio="f"/>
                    </v:shape>
                    <v:shape id="任意多边形 181" o:spid="_x0000_s1026" o:spt="100" style="position:absolute;left:3464;top:4043;flip:y;height:1033;width:1036;v-text-anchor:middle;" filled="f" stroked="t" coordsize="1036,1033" o:gfxdata="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qi/YS8AAAA&#10;3AAAAA8AAAAAAAAAAQAgAAAAIgAAAGRycy9kb3ducmV2LnhtbFBLAQIUABQAAAAIAIdO4kAzLwWe&#10;OwAAADkAAAAQAAAAAAAAAAEAIAAAAAsBAABkcnMvc2hhcGV4bWwueG1sUEsFBgAAAAAGAAYAWwEA&#10;ALUDAAAAAA==&#10;" path="m389,1032l1035,1032,1036,1033,0,1033,0,0c461,47,890,479,991,848l389,848e">
                      <v:path o:connectlocs="389,1032;1035,1032;1036,1033;0,1033;0,0;991,848;389,848" o:connectangles="0,0,0,0,0,0,0"/>
                      <v:fill on="f" focussize="0,0"/>
                      <v:stroke weight="0.5pt" color="#F4DBAE [3204]" miterlimit="8" joinstyle="round" endcap="round"/>
                      <v:imagedata o:title=""/>
                      <o:lock v:ext="edit" aspectratio="f"/>
                    </v:shape>
                    <v:shape id="任意多边形 182" o:spid="_x0000_s1026" o:spt="100" style="position:absolute;left:2028;top:4043;flip:y;height:1033;width:1036;v-text-anchor:middle;" filled="f" stroked="t" coordsize="1036,1033" o:gfxdata="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7lgfvQAA&#10;ANwAAAAPAAAAAAAAAAEAIAAAACIAAABkcnMvZG93bnJldi54bWxQSwECFAAUAAAACACHTuJAMy8F&#10;njsAAAA5AAAAEAAAAAAAAAABACAAAAAMAQAAZHJzL3NoYXBleG1sLnhtbFBLBQYAAAAABgAGAFsB&#10;AAC2AwAAAAA=&#10;" path="m647,848l45,848c157,418,638,43,1036,0l1036,1033,0,1033,0,1032,647,1032e">
                      <v:path o:connectlocs="647,848;45,848;1036,0;1036,1033;0,1033;0,1032;647,1032" o:connectangles="0,0,0,0,0,0,0"/>
                      <v:fill on="f" focussize="0,0"/>
                      <v:stroke weight="0.5pt" color="#F4DBAE [3204]" miterlimit="8" joinstyle="round" endcap="round"/>
                      <v:imagedata o:title=""/>
                      <o:lock v:ext="edit" aspectratio="f"/>
                    </v:shape>
                  </v:group>
                  <v:roundrect id="圆角矩形 183" o:spid="_x0000_s1026" o:spt="2" style="position:absolute;left:3386;top:941;height:385;width:120;v-text-anchor:middle;" filled="f" stroked="t" coordsize="21600,21600" arcsize="0.5" o:gfxdata="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mVrIzugAAANwA&#10;AAAPAAAAAAAAAAEAIAAAACIAAABkcnMvZG93bnJldi54bWxQSwECFAAUAAAACACHTuJAMy8FnjsA&#10;AAA5AAAAEAAAAAAAAAABACAAAAAJAQAAZHJzL3NoYXBleG1sLnhtbFBLBQYAAAAABgAGAFsBAACz&#10;AwAAAAA=&#10;">
                    <v:fill on="f" focussize="0,0"/>
                    <v:stroke weight="0.5pt" color="#F4DBAE [3204]" miterlimit="8" joinstyle="miter"/>
                    <v:imagedata o:title=""/>
                    <o:lock v:ext="edit" aspectratio="f"/>
                  </v:roundrect>
                  <v:group id="组合 184" o:spid="_x0000_s1026" o:spt="203" style="position:absolute;left:2311;top:4546;height:3804;width:2266;" coordorigin="2311,4546" coordsize="2266,3804" o:gfxdata="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P20OdvAAAANwAAAAPAAAAAAAAAAEAIAAAACIAAABkcnMvZG93bnJldi54bWxQ&#10;SwECFAAUAAAACACHTuJAMy8FnjsAAAA5AAAAFQAAAAAAAAABACAAAAALAQAAZHJzL2dyb3Vwc2hh&#10;cGV4bWwueG1sUEsFBgAAAAAGAAYAYAEAAMgDAAAAAA==&#10;">
                    <o:lock v:ext="edit" aspectratio="f"/>
                    <v:shape id="梯形 185" o:spid="_x0000_s1026" style="position:absolute;left:3262;top:6010;height:2340;width:366;v-text-anchor:middle;" fillcolor="#9C0F15" filled="t" stroked="t" coordsize="366,2340" o:gfxdata="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kjuEvQAA&#10;ANwAAAAPAAAAAAAAAAEAIAAAACIAAABkcnMvZG93bnJldi54bWxQSwECFAAUAAAACACHTuJAMy8F&#10;njsAAAA5AAAAEAAAAAAAAAABACAAAAAMAQAAZHJzL3NoYXBleG1sLnhtbFBLBQYAAAAABgAGAFsB&#10;AAC2AwAAAAA=&#10;" path="m0,2340l133,0,232,0,366,2340xe">
                      <v:path o:connectlocs="183,0;66,1170;183,2340;299,1170" o:connectangles="247,164,82,0"/>
                      <v:fill on="t" focussize="0,0"/>
                      <v:stroke weight="0.5pt" color="#F4DBAE [3204]" miterlimit="8" joinstyle="miter"/>
                      <v:imagedata o:title=""/>
                      <o:lock v:ext="edit" aspectratio="f"/>
                    </v:shape>
                    <v:group id="组合 186" o:spid="_x0000_s1026" o:spt="203" style="position:absolute;left:2311;top:4546;height:1547;width:2267;" coordorigin="2330,4956" coordsize="2267,1547" o:gfxdata="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oJfmBr0AAADcAAAADwAAAAAAAAABACAAAAAiAAAAZHJzL2Rvd25yZXYueG1s&#10;UEsBAhQAFAAAAAgAh07iQDMvBZ47AAAAOQAAABUAAAAAAAAAAQAgAAAADAEAAGRycy9ncm91cHNo&#10;YXBleG1sLnhtbFBLBQYAAAAABgAGAGABAADJAwAAAAA=&#10;">
                      <o:lock v:ext="edit" aspectratio="f"/>
                      <v:group id="组合 187" o:spid="_x0000_s1026" o:spt="203" style="position:absolute;left:2823;top:5272;height:915;width:1281;" coordorigin="2616,4682" coordsize="1512,1080" o:gfxdata="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AMtvpvAAAANwAAAAPAAAAAAAAAAEAIAAAACIAAABkcnMvZG93bnJldi54bWxQ&#10;SwECFAAUAAAACACHTuJAMy8FnjsAAAA5AAAAFQAAAAAAAAABACAAAAALAQAAZHJzL2dyb3Vwc2hh&#10;cGV4bWwueG1sUEsFBgAAAAAGAAYAYAEAAMgDAAAAAA==&#10;">
                        <o:lock v:ext="edit" aspectratio="f"/>
                        <v:shape id="菱形 188" o:spid="_x0000_s1026" o:spt="4" type="#_x0000_t4" style="position:absolute;left:2616;top:4952;height:540;width:756;v-text-anchor:middle;" filled="t" stroked="t" coordsize="21600,21600" o:gfxdata="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X7x+vQAA&#10;ANwAAAAPAAAAAAAAAAEAIAAAACIAAABkcnMvZG93bnJldi54bWxQSwECFAAUAAAACACHTuJAMy8F&#10;njsAAAA5AAAAEAAAAAAAAAABACAAAAAMAQAAZHJzL3NoYXBleG1sLnhtbFBLBQYAAAAABgAGAFsB&#10;AAC2AwAAAAA=&#10;">
                          <v:fill on="t" focussize="0,0"/>
                          <v:stroke weight="0.5pt" color="#F4DBAE [3204]" miterlimit="8" joinstyle="round" endcap="round"/>
                          <v:imagedata o:title=""/>
                          <o:lock v:ext="edit" aspectratio="f"/>
                        </v:shape>
                        <v:shape id="菱形 189" o:spid="_x0000_s1026" o:spt="4" type="#_x0000_t4" style="position:absolute;left:2994;top:5222;height:540;width:756;v-text-anchor:middle;" filled="t" stroked="t" coordsize="21600,21600" o:gfxdata="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G8gz6/&#10;AAAA3AAAAA8AAAAAAAAAAQAgAAAAIgAAAGRycy9kb3ducmV2LnhtbFBLAQIUABQAAAAIAIdO4kAz&#10;LwWeOwAAADkAAAAQAAAAAAAAAAEAIAAAAA4BAABkcnMvc2hhcGV4bWwueG1sUEsFBgAAAAAGAAYA&#10;WwEAALgDAAAAAA==&#10;">
                          <v:fill on="t" focussize="0,0"/>
                          <v:stroke weight="0.5pt" color="#F4DBAE [3204]" miterlimit="8" joinstyle="round" endcap="round"/>
                          <v:imagedata o:title=""/>
                          <o:lock v:ext="edit" aspectratio="f"/>
                        </v:shape>
                        <v:shape id="菱形 190" o:spid="_x0000_s1026" o:spt="4" type="#_x0000_t4" style="position:absolute;left:2994;top:4682;height:540;width:756;v-text-anchor:middle;" filled="t" stroked="t" coordsize="21600,21600" o:gfxdata="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7wJqW8AAAA&#10;3AAAAA8AAAAAAAAAAQAgAAAAIgAAAGRycy9kb3ducmV2LnhtbFBLAQIUABQAAAAIAIdO4kAzLwWe&#10;OwAAADkAAAAQAAAAAAAAAAEAIAAAAAsBAABkcnMvc2hhcGV4bWwueG1sUEsFBgAAAAAGAAYAWwEA&#10;ALUDAAAAAA==&#10;">
                          <v:fill on="t" focussize="0,0"/>
                          <v:stroke weight="0.5pt" color="#F4DBAE [3204]" miterlimit="8" joinstyle="round" endcap="round"/>
                          <v:imagedata o:title=""/>
                          <o:lock v:ext="edit" aspectratio="f"/>
                        </v:shape>
                        <v:shape id="菱形 191" o:spid="_x0000_s1026" o:spt="4" type="#_x0000_t4" style="position:absolute;left:3372;top:4952;height:540;width:756;v-text-anchor:middle;" filled="t" stroked="t" coordsize="21600,21600" o:gfxdata="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iK40rsAAADc&#10;AAAADwAAAAAAAAABACAAAAAiAAAAZHJzL2Rvd25yZXYueG1sUEsBAhQAFAAAAAgAh07iQDMvBZ47&#10;AAAAOQAAABAAAAAAAAAAAQAgAAAACgEAAGRycy9zaGFwZXhtbC54bWxQSwUGAAAAAAYABgBbAQAA&#10;tAMAAAAA&#10;">
                          <v:fill on="t" focussize="0,0"/>
                          <v:stroke weight="0.5pt" color="#F4DBAE [3204]" miterlimit="8" joinstyle="round" endcap="round"/>
                          <v:imagedata o:title=""/>
                          <o:lock v:ext="edit" aspectratio="f"/>
                        </v:shape>
                      </v:group>
                      <v:shape id="任意多边形 192" o:spid="_x0000_s1026" o:spt="100" style="position:absolute;left:4105;top:5621;height:219;width:493;v-text-anchor:middle;" filled="f" stroked="t" coordsize="582,258" o:gfxdata="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0aj1pugAAANwA&#10;AAAPAAAAAAAAAAEAIAAAACIAAABkcnMvZG93bnJldi54bWxQSwECFAAUAAAACACHTuJAMy8FnjsA&#10;AAA5AAAAEAAAAAAAAAABACAAAAAJAQAAZHJzL3NoYXBleG1sLnhtbFBLBQYAAAAABgAGAFsBAACz&#10;AwAAAAA=&#10;" path="m0,129c5,125,130,0,291,0c452,0,582,58,582,129c582,200,452,258,291,258c130,258,5,143,0,129xe">
                        <v:path o:connectlocs="0,109;246,0;493,109;246,219;0,109" o:connectangles="0,0,0,0,0"/>
                        <v:fill on="f" focussize="0,0"/>
                        <v:stroke weight="0.5pt" color="#F4DBAE [3204]" miterlimit="8" joinstyle="round" endcap="round"/>
                        <v:imagedata o:title=""/>
                        <o:lock v:ext="edit" aspectratio="f"/>
                      </v:shape>
                      <v:shape id="任意多边形 193" o:spid="_x0000_s1026" o:spt="100" style="position:absolute;left:2330;top:5621;flip:x;height:219;width:493;v-text-anchor:middle;" filled="f" stroked="t" coordsize="582,258" o:gfxdata="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z7oru8AAAA&#10;3AAAAA8AAAAAAAAAAQAgAAAAIgAAAGRycy9kb3ducmV2LnhtbFBLAQIUABQAAAAIAIdO4kAzLwWe&#10;OwAAADkAAAAQAAAAAAAAAAEAIAAAAAsBAABkcnMvc2hhcGV4bWwueG1sUEsFBgAAAAAGAAYAWwEA&#10;ALUDAAAAAA==&#10;" path="m0,129c5,125,130,0,291,0c452,0,582,58,582,129c582,200,452,258,291,258c130,258,5,143,0,129xe">
                        <v:path o:connectlocs="0,109;246,0;493,109;246,219;0,109" o:connectangles="0,0,0,0,0"/>
                        <v:fill on="f" focussize="0,0"/>
                        <v:stroke weight="0.5pt" color="#F4DBAE [3204]" miterlimit="8" joinstyle="round" endcap="round"/>
                        <v:imagedata o:title=""/>
                        <o:lock v:ext="edit" aspectratio="f"/>
                      </v:shape>
                      <v:group id="组合 194" o:spid="_x0000_s1026" o:spt="203" style="position:absolute;left:3027;top:4956;height:468;width:895;" coordorigin="3027,4956" coordsize="895,468" o:gfxdata="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LDgRZ67AAAA3AAAAA8AAAAAAAAAAQAgAAAAIgAAAGRycy9kb3ducmV2LnhtbFBL&#10;AQIUABQAAAAIAIdO4kAzLwWeOwAAADkAAAAVAAAAAAAAAAEAIAAAAAoBAABkcnMvZ3JvdXBzaGFw&#10;ZXhtbC54bWxQSwUGAAAAAAYABgBgAQAAxwMAAAAA&#10;">
                        <o:lock v:ext="edit" aspectratio="f"/>
                        <v:shape id="任意多边形 195" o:spid="_x0000_s1026" o:spt="100" style="position:absolute;left:3306;top:5005;height:219;width:316;rotation:-5898240f;v-text-anchor:middle;" fillcolor="#C91D25" filled="t" stroked="t" coordsize="582,258" o:gfxdata="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uWbau8AAAA&#10;3AAAAA8AAAAAAAAAAQAgAAAAIgAAAGRycy9kb3ducmV2LnhtbFBLAQIUABQAAAAIAIdO4kAzLwWe&#10;OwAAADkAAAAQAAAAAAAAAAEAIAAAAAsBAABkcnMvc2hhcGV4bWwueG1sUEsFBgAAAAAGAAYAWwEA&#10;ALUDAAAAAA==&#10;" path="m0,129c5,125,130,0,291,0c452,0,582,58,582,129c582,200,452,258,291,258c130,258,5,143,0,129xe">
                          <v:path o:connectlocs="0,109;158,0;316,109;158,219;0,109" o:connectangles="0,0,0,0,0"/>
                          <v:fill on="t" focussize="0,0"/>
                          <v:stroke weight="0.5pt" color="#F4DBAE [3204]" miterlimit="8" joinstyle="round" endcap="round"/>
                          <v:imagedata o:title=""/>
                          <o:lock v:ext="edit" aspectratio="f"/>
                        </v:shape>
                        <v:shape id="同侧圆角矩形 196" o:spid="_x0000_s1026" style="position:absolute;left:3027;top:5059;height:364;width:353;rotation:-2359296f;v-text-anchor:middle;" filled="f" stroked="t" coordsize="353,364" o:gfxdata="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otCSvQAA&#10;ANwAAAAPAAAAAAAAAAEAIAAAACIAAABkcnMvZG93bnJldi54bWxQSwECFAAUAAAACACHTuJAMy8F&#10;njsAAAA5AAAAEAAAAAAAAAABACAAAAAMAQAAZHJzL3NoYXBleG1sLnhtbFBLBQYAAAAABgAGAFsB&#10;AAC2AwAAAAA=&#10;" path="m176,0l176,0c273,0,352,79,352,176l353,364,353,364,0,364,0,364,0,176c0,79,79,0,176,0xe">
                          <v:path o:connectlocs="353,182;176,364;0,182;176,0" o:connectangles="0,82,164,247"/>
                          <v:fill on="f" focussize="0,0"/>
                          <v:stroke weight="0.5pt" color="#F4DBAE [3204]" miterlimit="8" joinstyle="miter"/>
                          <v:imagedata o:title=""/>
                          <o:lock v:ext="edit" aspectratio="f"/>
                        </v:shape>
                        <v:shape id="同侧圆角矩形 197" o:spid="_x0000_s1026" style="position:absolute;left:3556;top:5058;flip:x;height:366;width:367;rotation:-2359296f;v-text-anchor:middle;" filled="f" stroked="t" coordsize="367,366" o:gfxdata="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divv74A&#10;AADcAAAADwAAAAAAAAABACAAAAAiAAAAZHJzL2Rvd25yZXYueG1sUEsBAhQAFAAAAAgAh07iQDMv&#10;BZ47AAAAOQAAABAAAAAAAAAAAQAgAAAADQEAAGRycy9zaGFwZXhtbC54bWxQSwUGAAAAAAYABgBb&#10;AQAAtwMAAAAA&#10;" path="m183,0l184,0c285,0,367,82,367,183l367,366,367,366,0,366,0,366,0,183c0,82,82,0,183,0xe">
                          <v:path o:connectlocs="367,183;183,366;0,183;183,0" o:connectangles="0,82,164,247"/>
                          <v:fill on="f" focussize="0,0"/>
                          <v:stroke weight="0.5pt" color="#F4DBAE [3204]" miterlimit="8" joinstyle="miter"/>
                          <v:imagedata o:title=""/>
                          <o:lock v:ext="edit" aspectratio="f"/>
                        </v:shape>
                      </v:group>
                      <v:group id="组合 198" o:spid="_x0000_s1026" o:spt="203" style="position:absolute;left:3027;top:6035;flip:y;height:468;width:895;" coordorigin="3027,4956" coordsize="895,468" o:gfxdata="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MChI9vAAAANwAAAAPAAAAAAAAAAEAIAAAACIAAABkcnMvZG93bnJldi54bWxQ&#10;SwECFAAUAAAACACHTuJAMy8FnjsAAAA5AAAAFQAAAAAAAAABACAAAAALAQAAZHJzL2dyb3Vwc2hh&#10;cGV4bWwueG1sUEsFBgAAAAAGAAYAYAEAAMgDAAAAAA==&#10;">
                        <o:lock v:ext="edit" aspectratio="f"/>
                        <v:shape id="任意多边形 199" o:spid="_x0000_s1026" o:spt="100" style="position:absolute;left:3306;top:5005;height:219;width:316;rotation:-5898240f;v-text-anchor:middle;" fillcolor="#C91D25" filled="t" stroked="t" coordsize="582,258" o:gfxdata="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Bykv74A&#10;AADcAAAADwAAAAAAAAABACAAAAAiAAAAZHJzL2Rvd25yZXYueG1sUEsBAhQAFAAAAAgAh07iQDMv&#10;BZ47AAAAOQAAABAAAAAAAAAAAQAgAAAADQEAAGRycy9zaGFwZXhtbC54bWxQSwUGAAAAAAYABgBb&#10;AQAAtwMAAAAA&#10;" path="m0,129c5,125,130,0,291,0c452,0,582,58,582,129c582,200,452,258,291,258c130,258,5,143,0,129xe">
                          <v:path o:connectlocs="0,109;158,0;316,109;158,219;0,109" o:connectangles="0,0,0,0,0"/>
                          <v:fill on="t" focussize="0,0"/>
                          <v:stroke weight="0.5pt" color="#F4DBAE [3204]" miterlimit="8" joinstyle="round" endcap="round"/>
                          <v:imagedata o:title=""/>
                          <o:lock v:ext="edit" aspectratio="f"/>
                        </v:shape>
                        <v:shape id="同侧圆角矩形 200" o:spid="_x0000_s1026" style="position:absolute;left:3027;top:5059;height:364;width:353;rotation:-2359296f;v-text-anchor:middle;" filled="f" stroked="t" coordsize="353,364" o:gfxdata="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EoGYa/&#10;AAAA3AAAAA8AAAAAAAAAAQAgAAAAIgAAAGRycy9kb3ducmV2LnhtbFBLAQIUABQAAAAIAIdO4kAz&#10;LwWeOwAAADkAAAAQAAAAAAAAAAEAIAAAAA4BAABkcnMvc2hhcGV4bWwueG1sUEsFBgAAAAAGAAYA&#10;WwEAALgDAAAAAA==&#10;" path="m176,0l176,0c273,0,352,79,352,176l353,364,353,364,0,364,0,364,0,176c0,79,79,0,176,0xe">
                          <v:path o:connectlocs="353,182;176,364;0,182;176,0" o:connectangles="0,82,164,247"/>
                          <v:fill on="f" focussize="0,0"/>
                          <v:stroke weight="0.5pt" color="#F4DBAE [3204]" miterlimit="8" joinstyle="miter"/>
                          <v:imagedata o:title=""/>
                          <o:lock v:ext="edit" aspectratio="f"/>
                        </v:shape>
                        <v:shape id="同侧圆角矩形 201" o:spid="_x0000_s1026" style="position:absolute;left:3556;top:5058;flip:x;height:366;width:367;rotation:-2359296f;v-text-anchor:middle;" filled="f" stroked="t" coordsize="367,366" o:gfxdata="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cfbK68AAAA&#10;3AAAAA8AAAAAAAAAAQAgAAAAIgAAAGRycy9kb3ducmV2LnhtbFBLAQIUABQAAAAIAIdO4kAzLwWe&#10;OwAAADkAAAAQAAAAAAAAAAEAIAAAAAsBAABkcnMvc2hhcGV4bWwueG1sUEsFBgAAAAAGAAYAWwEA&#10;ALUDAAAAAA==&#10;" path="m183,0l184,0c285,0,367,82,367,183l367,366,367,366,0,366,0,366,0,183c0,82,82,0,183,0xe">
                          <v:path o:connectlocs="367,183;183,366;0,183;183,0" o:connectangles="0,82,164,247"/>
                          <v:fill on="f" focussize="0,0"/>
                          <v:stroke weight="0.5pt" color="#F4DBAE [3204]" miterlimit="8" joinstyle="miter"/>
                          <v:imagedata o:title=""/>
                          <o:lock v:ext="edit" aspectratio="f"/>
                        </v:shape>
                      </v:group>
                    </v:group>
                    <v:shape id="梯形 202" o:spid="_x0000_s1026" style="position:absolute;left:3379;top:6095;height:189;width:131;v-text-anchor:middle;" fillcolor="#F4DBAE" filled="t" stroked="t" coordsize="131,189" o:gfxdata="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gYtQS/&#10;AAAA3AAAAA8AAAAAAAAAAQAgAAAAIgAAAGRycy9kb3ducmV2LnhtbFBLAQIUABQAAAAIAIdO4kAz&#10;LwWeOwAAADkAAAAQAAAAAAAAAAEAIAAAAA4BAABkcnMvc2hhcGV4bWwueG1sUEsFBgAAAAAGAAYA&#10;WwEAALgDAAAAAA==&#10;" path="m0,189l6,0,124,0,131,189xe">
                      <v:path o:connectlocs="65,0;3,94;65,189;127,94" o:connectangles="247,164,82,0"/>
                      <v:fill on="t" focussize="0,0"/>
                      <v:stroke weight="0.5pt" color="#F4DBAE [3204]" miterlimit="8" joinstyle="miter"/>
                      <v:imagedata o:title=""/>
                      <o:lock v:ext="edit" aspectratio="f"/>
                    </v:shape>
                  </v:group>
                  <v:group id="组合 203" o:spid="_x0000_s1026" o:spt="203" style="position:absolute;left:2602;top:1232;height:1150;width:1685;" coordorigin="2330,4956" coordsize="2267,1547" o:gfxdata="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4zdHe+AAAA3AAAAA8AAAAAAAAAAQAgAAAAIgAAAGRycy9kb3ducmV2Lnht&#10;bFBLAQIUABQAAAAIAIdO4kAzLwWeOwAAADkAAAAVAAAAAAAAAAEAIAAAAA0BAABkcnMvZ3JvdXBz&#10;aGFwZXhtbC54bWxQSwUGAAAAAAYABgBgAQAAygMAAAAA&#10;">
                    <o:lock v:ext="edit" aspectratio="f"/>
                    <v:group id="组合 204" o:spid="_x0000_s1026" o:spt="203" style="position:absolute;left:2823;top:5272;height:915;width:1281;" coordorigin="2616,4682" coordsize="1512,1080" o:gfxdata="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wX/R7L0AAADcAAAADwAAAAAAAAABACAAAAAiAAAAZHJzL2Rvd25yZXYueG1s&#10;UEsBAhQAFAAAAAgAh07iQDMvBZ47AAAAOQAAABUAAAAAAAAAAQAgAAAADAEAAGRycy9ncm91cHNo&#10;YXBleG1sLnhtbFBLBQYAAAAABgAGAGABAADJAwAAAAA=&#10;">
                      <o:lock v:ext="edit" aspectratio="f"/>
                      <v:shape id="菱形 205" o:spid="_x0000_s1026" o:spt="4" type="#_x0000_t4" style="position:absolute;left:2616;top:4952;height:540;width:756;v-text-anchor:middle;" filled="t" stroked="t" coordsize="21600,21600" o:gfxdata="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jZKKr4A&#10;AADcAAAADwAAAAAAAAABACAAAAAiAAAAZHJzL2Rvd25yZXYueG1sUEsBAhQAFAAAAAgAh07iQDMv&#10;BZ47AAAAOQAAABAAAAAAAAAAAQAgAAAADQEAAGRycy9zaGFwZXhtbC54bWxQSwUGAAAAAAYABgBb&#10;AQAAtwMAAAAA&#10;">
                        <v:fill on="t" focussize="0,0"/>
                        <v:stroke weight="0.5pt" color="#F4DBAE [3204]" miterlimit="8" joinstyle="round" endcap="round"/>
                        <v:imagedata o:title=""/>
                        <o:lock v:ext="edit" aspectratio="f"/>
                      </v:shape>
                      <v:shape id="菱形 206" o:spid="_x0000_s1026" o:spt="4" type="#_x0000_t4" style="position:absolute;left:2994;top:5222;height:540;width:756;v-text-anchor:middle;" filled="t" stroked="t" coordsize="21600,21600" o:gfxdata="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Xrvsb4A&#10;AADcAAAADwAAAAAAAAABACAAAAAiAAAAZHJzL2Rvd25yZXYueG1sUEsBAhQAFAAAAAgAh07iQDMv&#10;BZ47AAAAOQAAABAAAAAAAAAAAQAgAAAADQEAAGRycy9zaGFwZXhtbC54bWxQSwUGAAAAAAYABgBb&#10;AQAAtwMAAAAA&#10;">
                        <v:fill on="t" focussize="0,0"/>
                        <v:stroke weight="0.5pt" color="#F4DBAE [3204]" miterlimit="8" joinstyle="round" endcap="round"/>
                        <v:imagedata o:title=""/>
                        <o:lock v:ext="edit" aspectratio="f"/>
                      </v:shape>
                      <v:shape id="菱形 207" o:spid="_x0000_s1026" o:spt="4" type="#_x0000_t4" style="position:absolute;left:2994;top:4682;height:540;width:756;v-text-anchor:middle;" filled="t" stroked="t" coordsize="21600,21600" o:gfxdata="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zle8O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weight="0.5pt" color="#F4DBAE [3204]" miterlimit="8" joinstyle="round" endcap="round"/>
                        <v:imagedata o:title=""/>
                        <o:lock v:ext="edit" aspectratio="f"/>
                      </v:shape>
                      <v:shape id="菱形 208" o:spid="_x0000_s1026" o:spt="4" type="#_x0000_t4" style="position:absolute;left:3372;top:4952;height:540;width:756;v-text-anchor:middle;" filled="t" stroked="t" coordsize="21600,21600" o:gfxdata="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6neWL4A&#10;AADcAAAADwAAAAAAAAABACAAAAAiAAAAZHJzL2Rvd25yZXYueG1sUEsBAhQAFAAAAAgAh07iQDMv&#10;BZ47AAAAOQAAABAAAAAAAAAAAQAgAAAADQEAAGRycy9zaGFwZXhtbC54bWxQSwUGAAAAAAYABgBb&#10;AQAAtwMAAAAA&#10;">
                        <v:fill on="t" focussize="0,0"/>
                        <v:stroke weight="0.5pt" color="#F4DBAE [3204]" miterlimit="8" joinstyle="round" endcap="round"/>
                        <v:imagedata o:title=""/>
                        <o:lock v:ext="edit" aspectratio="f"/>
                      </v:shape>
                    </v:group>
                    <v:shape id="任意多边形 209" o:spid="_x0000_s1026" o:spt="100" style="position:absolute;left:4105;top:5621;height:219;width:493;v-text-anchor:middle;" filled="f" stroked="t" coordsize="582,258" o:gfxdata="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DJOwTi2AAAA3AAAAA8A&#10;AAAAAAAAAQAgAAAAIgAAAGRycy9kb3ducmV2LnhtbFBLAQIUABQAAAAIAIdO4kAzLwWeOwAAADkA&#10;AAAQAAAAAAAAAAEAIAAAAAUBAABkcnMvc2hhcGV4bWwueG1sUEsFBgAAAAAGAAYAWwEAAK8DAAAA&#10;AA==&#10;" path="m0,129c5,125,130,0,291,0c452,0,582,58,582,129c582,200,452,258,291,258c130,258,5,143,0,129xe">
                      <v:path o:connectlocs="0,109;246,0;493,109;246,219;0,109" o:connectangles="0,0,0,0,0"/>
                      <v:fill on="f" focussize="0,0"/>
                      <v:stroke weight="0.5pt" color="#F4DBAE [3204]" miterlimit="8" joinstyle="round" endcap="round"/>
                      <v:imagedata o:title=""/>
                      <o:lock v:ext="edit" aspectratio="f"/>
                    </v:shape>
                    <v:shape id="任意多边形 210" o:spid="_x0000_s1026" o:spt="100" style="position:absolute;left:2330;top:5621;flip:x;height:219;width:493;v-text-anchor:middle;" filled="f" stroked="t" coordsize="582,258" o:gfxdata="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p6YwW/&#10;AAAA3AAAAA8AAAAAAAAAAQAgAAAAIgAAAGRycy9kb3ducmV2LnhtbFBLAQIUABQAAAAIAIdO4kAz&#10;LwWeOwAAADkAAAAQAAAAAAAAAAEAIAAAAA4BAABkcnMvc2hhcGV4bWwueG1sUEsFBgAAAAAGAAYA&#10;WwEAALgDAAAAAA==&#10;" path="m0,129c5,125,130,0,291,0c452,0,582,58,582,129c582,200,452,258,291,258c130,258,5,143,0,129xe">
                      <v:path o:connectlocs="0,109;246,0;493,109;246,219;0,109" o:connectangles="0,0,0,0,0"/>
                      <v:fill on="f" focussize="0,0"/>
                      <v:stroke weight="0.5pt" color="#F4DBAE [3204]" miterlimit="8" joinstyle="round" endcap="round"/>
                      <v:imagedata o:title=""/>
                      <o:lock v:ext="edit" aspectratio="f"/>
                    </v:shape>
                    <v:group id="组合 211" o:spid="_x0000_s1026" o:spt="203" style="position:absolute;left:3027;top:4956;height:468;width:895;" coordorigin="3027,4956" coordsize="895,468" o:gfxdata="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VnO6s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shape id="任意多边形 212" o:spid="_x0000_s1026" o:spt="100" style="position:absolute;left:3306;top:5005;height:219;width:316;rotation:-5898240f;v-text-anchor:middle;" fillcolor="#C91D25" filled="t" stroked="t" coordsize="582,258" o:gfxdata="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0XrBW/&#10;AAAA3AAAAA8AAAAAAAAAAQAgAAAAIgAAAGRycy9kb3ducmV2LnhtbFBLAQIUABQAAAAIAIdO4kAz&#10;LwWeOwAAADkAAAAQAAAAAAAAAAEAIAAAAA4BAABkcnMvc2hhcGV4bWwueG1sUEsFBgAAAAAGAAYA&#10;WwEAALgDAAAAAA==&#10;" path="m0,129c5,125,130,0,291,0c452,0,582,58,582,129c582,200,452,258,291,258c130,258,5,143,0,129xe">
                        <v:path o:connectlocs="0,109;158,0;316,109;158,219;0,109" o:connectangles="0,0,0,0,0"/>
                        <v:fill on="t" focussize="0,0"/>
                        <v:stroke weight="0.5pt" color="#F4DBAE [3204]" miterlimit="8" joinstyle="round" endcap="round"/>
                        <v:imagedata o:title=""/>
                        <o:lock v:ext="edit" aspectratio="f"/>
                      </v:shape>
                      <v:shape id="同侧圆角矩形 213" o:spid="_x0000_s1026" style="position:absolute;left:3027;top:5059;height:364;width:353;rotation:-2359296f;v-text-anchor:middle;" filled="f" stroked="t" coordsize="353,364" o:gfxdata="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SGLMO/&#10;AAAA3AAAAA8AAAAAAAAAAQAgAAAAIgAAAGRycy9kb3ducmV2LnhtbFBLAQIUABQAAAAIAIdO4kAz&#10;LwWeOwAAADkAAAAQAAAAAAAAAAEAIAAAAA4BAABkcnMvc2hhcGV4bWwueG1sUEsFBgAAAAAGAAYA&#10;WwEAALgDAAAAAA==&#10;" path="m176,0l176,0c273,0,352,79,352,176l353,364,353,364,0,364,0,364,0,176c0,79,79,0,176,0xe">
                        <v:path o:connectlocs="353,182;176,364;0,182;176,0" o:connectangles="0,82,164,247"/>
                        <v:fill on="f" focussize="0,0"/>
                        <v:stroke weight="0.5pt" color="#F4DBAE [3204]" miterlimit="8" joinstyle="miter"/>
                        <v:imagedata o:title=""/>
                        <o:lock v:ext="edit" aspectratio="f"/>
                      </v:shape>
                      <v:shape id="同侧圆角矩形 214" o:spid="_x0000_s1026" style="position:absolute;left:3556;top:5058;flip:x;height:366;width:367;rotation:-2359296f;v-text-anchor:middle;" filled="f" stroked="t" coordsize="367,366" o:gfxdata="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S9iB74A&#10;AADcAAAADwAAAAAAAAABACAAAAAiAAAAZHJzL2Rvd25yZXYueG1sUEsBAhQAFAAAAAgAh07iQDMv&#10;BZ47AAAAOQAAABAAAAAAAAAAAQAgAAAADQEAAGRycy9zaGFwZXhtbC54bWxQSwUGAAAAAAYABgBb&#10;AQAAtwMAAAAA&#10;" path="m183,0l184,0c285,0,367,82,367,183l367,366,367,366,0,366,0,366,0,183c0,82,82,0,183,0xe">
                        <v:path o:connectlocs="367,183;183,366;0,183;183,0" o:connectangles="0,82,164,247"/>
                        <v:fill on="f" focussize="0,0"/>
                        <v:stroke weight="0.5pt" color="#F4DBAE [3204]" miterlimit="8" joinstyle="miter"/>
                        <v:imagedata o:title=""/>
                        <o:lock v:ext="edit" aspectratio="f"/>
                      </v:shape>
                    </v:group>
                    <v:group id="组合 215" o:spid="_x0000_s1026" o:spt="203" style="position:absolute;left:3027;top:6035;flip:y;height:468;width:895;" coordorigin="3027,4956" coordsize="895,468" o:gfxdata="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qXa5D7oAAADcAAAADwAAAAAAAAABACAAAAAiAAAAZHJzL2Rvd25yZXYueG1sUEsB&#10;AhQAFAAAAAgAh07iQDMvBZ47AAAAOQAAABUAAAAAAAAAAQAgAAAACQEAAGRycy9ncm91cHNoYXBl&#10;eG1sLnhtbFBLBQYAAAAABgAGAGABAADGAwAAAAA=&#10;">
                      <o:lock v:ext="edit" aspectratio="f"/>
                      <v:shape id="任意多边形 216" o:spid="_x0000_s1026" o:spt="100" style="position:absolute;left:3306;top:5005;height:219;width:316;rotation:-5898240f;v-text-anchor:middle;" fillcolor="#C91D25" filled="t" stroked="t" coordsize="582,258" o:gfxdata="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Isqha/&#10;AAAA3AAAAA8AAAAAAAAAAQAgAAAAIgAAAGRycy9kb3ducmV2LnhtbFBLAQIUABQAAAAIAIdO4kAz&#10;LwWeOwAAADkAAAAQAAAAAAAAAAEAIAAAAA4BAABkcnMvc2hhcGV4bWwueG1sUEsFBgAAAAAGAAYA&#10;WwEAALgDAAAAAA==&#10;" path="m0,129c5,125,130,0,291,0c452,0,582,58,582,129c582,200,452,258,291,258c130,258,5,143,0,129xe">
                        <v:path o:connectlocs="0,109;158,0;316,109;158,219;0,109" o:connectangles="0,0,0,0,0"/>
                        <v:fill on="t" focussize="0,0"/>
                        <v:stroke weight="0.5pt" color="#F4DBAE [3204]" miterlimit="8" joinstyle="round" endcap="round"/>
                        <v:imagedata o:title=""/>
                        <o:lock v:ext="edit" aspectratio="f"/>
                      </v:shape>
                      <v:shape id="同侧圆角矩形 217" o:spid="_x0000_s1026" style="position:absolute;left:3027;top:5059;height:364;width:353;rotation:-2359296f;v-text-anchor:middle;" filled="f" stroked="t" coordsize="353,364" o:gfxdata="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csmxrsAAADc&#10;AAAADwAAAAAAAAABACAAAAAiAAAAZHJzL2Rvd25yZXYueG1sUEsBAhQAFAAAAAgAh07iQDMvBZ47&#10;AAAAOQAAABAAAAAAAAAAAQAgAAAACgEAAGRycy9zaGFwZXhtbC54bWxQSwUGAAAAAAYABgBbAQAA&#10;tAMAAAAA&#10;" path="m176,0l176,0c273,0,352,79,352,176l353,364,353,364,0,364,0,364,0,176c0,79,79,0,176,0xe">
                        <v:path o:connectlocs="353,182;176,364;0,182;176,0" o:connectangles="0,82,164,247"/>
                        <v:fill on="f" focussize="0,0"/>
                        <v:stroke weight="0.5pt" color="#F4DBAE [3204]" miterlimit="8" joinstyle="miter"/>
                        <v:imagedata o:title=""/>
                        <o:lock v:ext="edit" aspectratio="f"/>
                      </v:shape>
                      <v:shape id="同侧圆角矩形 218" o:spid="_x0000_s1026" style="position:absolute;left:3556;top:5058;flip:x;height:366;width:367;rotation:-2359296f;v-text-anchor:middle;" filled="f" stroked="t" coordsize="367,366" o:gfxdata="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GJoAr4A&#10;AADcAAAADwAAAAAAAAABACAAAAAiAAAAZHJzL2Rvd25yZXYueG1sUEsBAhQAFAAAAAgAh07iQDMv&#10;BZ47AAAAOQAAABAAAAAAAAAAAQAgAAAADQEAAGRycy9zaGFwZXhtbC54bWxQSwUGAAAAAAYABgBb&#10;AQAAtwMAAAAA&#10;" path="m183,0l184,0c285,0,367,82,367,183l367,366,367,366,0,366,0,366,0,183c0,82,82,0,183,0xe">
                        <v:path o:connectlocs="367,183;183,366;0,183;183,0" o:connectangles="0,82,164,247"/>
                        <v:fill on="f" focussize="0,0"/>
                        <v:stroke weight="0.5pt" color="#F4DBAE [3204]" miterlimit="8" joinstyle="miter"/>
                        <v:imagedata o:title=""/>
                        <o:lock v:ext="edit" aspectratio="f"/>
                      </v:shape>
                    </v:group>
                  </v:group>
                </v:group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349250</wp:posOffset>
                </wp:positionH>
                <wp:positionV relativeFrom="paragraph">
                  <wp:posOffset>1327150</wp:posOffset>
                </wp:positionV>
                <wp:extent cx="6503035" cy="8672195"/>
                <wp:effectExtent l="0" t="0" r="0" b="0"/>
                <wp:wrapNone/>
                <wp:docPr id="298" name="文本框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96900" y="1865630"/>
                          <a:ext cx="6503035" cy="8672195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6"/>
                              <w:tblW w:w="9997" w:type="dxa"/>
                              <w:tblInd w:w="0" w:type="dxa"/>
                              <w:tblBorders>
                                <w:top w:val="single" w:color="F4DBAE" w:sz="18" w:space="0"/>
                                <w:left w:val="single" w:color="F4DBAE" w:sz="18" w:space="0"/>
                                <w:bottom w:val="single" w:color="F4DBAE" w:sz="18" w:space="0"/>
                                <w:right w:val="single" w:color="F4DBAE" w:sz="18" w:space="0"/>
                                <w:insideH w:val="dashSmallGap" w:color="F4DBAE" w:sz="4" w:space="0"/>
                                <w:insideV w:val="dashSmallGap" w:color="F4DBAE" w:sz="4" w:space="0"/>
                              </w:tblBorders>
                              <w:tblLayout w:type="autofit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924"/>
                              <w:gridCol w:w="3519"/>
                              <w:gridCol w:w="1554"/>
                              <w:gridCol w:w="2000"/>
                              <w:gridCol w:w="2000"/>
                            </w:tblGrid>
                            <w:tr>
                              <w:tblPrEx>
                                <w:tblBorders>
                                  <w:top w:val="single" w:color="F4DBAE" w:sz="18" w:space="0"/>
                                  <w:left w:val="single" w:color="F4DBAE" w:sz="18" w:space="0"/>
                                  <w:bottom w:val="single" w:color="F4DBAE" w:sz="18" w:space="0"/>
                                  <w:right w:val="single" w:color="F4DBAE" w:sz="18" w:space="0"/>
                                  <w:insideH w:val="dashSmallGap" w:color="F4DBAE" w:sz="4" w:space="0"/>
                                  <w:insideV w:val="dashSmallGap" w:color="F4DBAE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864" w:hRule="atLeast"/>
                              </w:trPr>
                              <w:tc>
                                <w:tcPr>
                                  <w:tcW w:w="924" w:type="dxa"/>
                                  <w:tcBorders>
                                    <w:right w:val="dashSmallGap" w:color="B11A21" w:sz="4" w:space="0"/>
                                  </w:tcBorders>
                                  <w:shd w:val="clear" w:color="auto" w:fill="F4DBAE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000000" w:themeColor="text1"/>
                                      <w:sz w:val="28"/>
                                      <w:szCs w:val="28"/>
                                      <w:vertAlign w:val="baseline"/>
                                      <w:lang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000000" w:themeColor="text1"/>
                                      <w:sz w:val="28"/>
                                      <w:szCs w:val="28"/>
                                      <w:vertAlign w:val="baseline"/>
                                      <w:lang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序号</w:t>
                                  </w:r>
                                </w:p>
                              </w:tc>
                              <w:tc>
                                <w:tcPr>
                                  <w:tcW w:w="3519" w:type="dxa"/>
                                  <w:tcBorders>
                                    <w:left w:val="dashSmallGap" w:color="B11A21" w:sz="4" w:space="0"/>
                                    <w:right w:val="dashSmallGap" w:color="B11A21" w:sz="4" w:space="0"/>
                                  </w:tcBorders>
                                  <w:shd w:val="clear" w:color="auto" w:fill="F4DBAE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000000" w:themeColor="text1"/>
                                      <w:sz w:val="28"/>
                                      <w:szCs w:val="28"/>
                                      <w:vertAlign w:val="baseline"/>
                                      <w:lang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000000" w:themeColor="text1"/>
                                      <w:sz w:val="28"/>
                                      <w:szCs w:val="28"/>
                                      <w:vertAlign w:val="baseline"/>
                                      <w:lang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节目名称</w:t>
                                  </w:r>
                                </w:p>
                              </w:tc>
                              <w:tc>
                                <w:tcPr>
                                  <w:tcW w:w="1554" w:type="dxa"/>
                                  <w:tcBorders>
                                    <w:left w:val="dashSmallGap" w:color="B11A21" w:sz="4" w:space="0"/>
                                    <w:right w:val="dashSmallGap" w:color="B11A21" w:sz="4" w:space="0"/>
                                  </w:tcBorders>
                                  <w:shd w:val="clear" w:color="auto" w:fill="F4DBAE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000000" w:themeColor="text1"/>
                                      <w:sz w:val="28"/>
                                      <w:szCs w:val="28"/>
                                      <w:vertAlign w:val="baseline"/>
                                      <w:lang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000000" w:themeColor="text1"/>
                                      <w:sz w:val="28"/>
                                      <w:szCs w:val="28"/>
                                      <w:vertAlign w:val="baseline"/>
                                      <w:lang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节目类型</w:t>
                                  </w:r>
                                </w:p>
                              </w:tc>
                              <w:tc>
                                <w:tcPr>
                                  <w:tcW w:w="2000" w:type="dxa"/>
                                  <w:tcBorders>
                                    <w:left w:val="dashSmallGap" w:color="B11A21" w:sz="4" w:space="0"/>
                                    <w:right w:val="dashSmallGap" w:color="B11A21" w:sz="4" w:space="0"/>
                                  </w:tcBorders>
                                  <w:shd w:val="clear" w:color="auto" w:fill="F4DBAE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000000" w:themeColor="text1"/>
                                      <w:sz w:val="28"/>
                                      <w:szCs w:val="28"/>
                                      <w:vertAlign w:val="baseline"/>
                                      <w:lang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000000" w:themeColor="text1"/>
                                      <w:sz w:val="28"/>
                                      <w:szCs w:val="28"/>
                                      <w:vertAlign w:val="baseline"/>
                                      <w:lang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表演单位</w:t>
                                  </w:r>
                                </w:p>
                              </w:tc>
                              <w:tc>
                                <w:tcPr>
                                  <w:tcW w:w="2000" w:type="dxa"/>
                                  <w:tcBorders>
                                    <w:left w:val="dashSmallGap" w:color="B11A21" w:sz="4" w:space="0"/>
                                  </w:tcBorders>
                                  <w:shd w:val="clear" w:color="auto" w:fill="F4DBAE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000000" w:themeColor="text1"/>
                                      <w:sz w:val="28"/>
                                      <w:szCs w:val="28"/>
                                      <w:vertAlign w:val="baseline"/>
                                      <w:lang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000000" w:themeColor="text1"/>
                                      <w:sz w:val="28"/>
                                      <w:szCs w:val="28"/>
                                      <w:vertAlign w:val="baseline"/>
                                      <w:lang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表演者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F4DBAE" w:sz="18" w:space="0"/>
                                  <w:left w:val="single" w:color="F4DBAE" w:sz="18" w:space="0"/>
                                  <w:bottom w:val="single" w:color="F4DBAE" w:sz="18" w:space="0"/>
                                  <w:right w:val="single" w:color="F4DBAE" w:sz="18" w:space="0"/>
                                  <w:insideH w:val="dashSmallGap" w:color="F4DBAE" w:sz="4" w:space="0"/>
                                  <w:insideV w:val="dashSmallGap" w:color="F4DBAE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864" w:hRule="atLeast"/>
                              </w:trPr>
                              <w:tc>
                                <w:tcPr>
                                  <w:tcW w:w="924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8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8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073" w:type="dxa"/>
                                  <w:gridSpan w:val="4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  <w:t>领导致辞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F4DBAE" w:sz="18" w:space="0"/>
                                  <w:left w:val="single" w:color="F4DBAE" w:sz="18" w:space="0"/>
                                  <w:bottom w:val="single" w:color="F4DBAE" w:sz="18" w:space="0"/>
                                  <w:right w:val="single" w:color="F4DBAE" w:sz="18" w:space="0"/>
                                  <w:insideH w:val="dashSmallGap" w:color="F4DBAE" w:sz="4" w:space="0"/>
                                  <w:insideV w:val="dashSmallGap" w:color="F4DBAE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864" w:hRule="atLeast"/>
                              </w:trPr>
                              <w:tc>
                                <w:tcPr>
                                  <w:tcW w:w="924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8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8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519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  <w:t>开场舞</w:t>
                                  </w:r>
                                </w:p>
                              </w:tc>
                              <w:tc>
                                <w:tcPr>
                                  <w:tcW w:w="1554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  <w:t>舞蹈</w:t>
                                  </w:r>
                                </w:p>
                              </w:tc>
                              <w:tc>
                                <w:tcPr>
                                  <w:tcW w:w="2000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val="en-US" w:eastAsia="zh-CN"/>
                                    </w:rPr>
                                    <w:t>XX部</w:t>
                                  </w:r>
                                </w:p>
                              </w:tc>
                              <w:tc>
                                <w:tcPr>
                                  <w:tcW w:w="2000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  <w:t>张先生、王小姐等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F4DBAE" w:sz="18" w:space="0"/>
                                  <w:left w:val="single" w:color="F4DBAE" w:sz="18" w:space="0"/>
                                  <w:bottom w:val="single" w:color="F4DBAE" w:sz="18" w:space="0"/>
                                  <w:right w:val="single" w:color="F4DBAE" w:sz="18" w:space="0"/>
                                  <w:insideH w:val="dashSmallGap" w:color="F4DBAE" w:sz="4" w:space="0"/>
                                  <w:insideV w:val="dashSmallGap" w:color="F4DBAE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864" w:hRule="atLeast"/>
                              </w:trPr>
                              <w:tc>
                                <w:tcPr>
                                  <w:tcW w:w="924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8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8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519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  <w:t>歌曲串烧</w:t>
                                  </w:r>
                                </w:p>
                              </w:tc>
                              <w:tc>
                                <w:tcPr>
                                  <w:tcW w:w="1554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  <w:t>歌曲</w:t>
                                  </w:r>
                                </w:p>
                              </w:tc>
                              <w:tc>
                                <w:tcPr>
                                  <w:tcW w:w="2000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val="en-US" w:eastAsia="zh-CN"/>
                                    </w:rPr>
                                    <w:t>XX部</w:t>
                                  </w:r>
                                </w:p>
                              </w:tc>
                              <w:tc>
                                <w:tcPr>
                                  <w:tcW w:w="2000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  <w:t>张先生、王小姐等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F4DBAE" w:sz="18" w:space="0"/>
                                  <w:left w:val="single" w:color="F4DBAE" w:sz="18" w:space="0"/>
                                  <w:bottom w:val="single" w:color="F4DBAE" w:sz="18" w:space="0"/>
                                  <w:right w:val="single" w:color="F4DBAE" w:sz="18" w:space="0"/>
                                  <w:insideH w:val="dashSmallGap" w:color="F4DBAE" w:sz="4" w:space="0"/>
                                  <w:insideV w:val="dashSmallGap" w:color="F4DBAE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864" w:hRule="atLeast"/>
                              </w:trPr>
                              <w:tc>
                                <w:tcPr>
                                  <w:tcW w:w="924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8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8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519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  <w:t>小品名称</w:t>
                                  </w:r>
                                </w:p>
                              </w:tc>
                              <w:tc>
                                <w:tcPr>
                                  <w:tcW w:w="1554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  <w:t>小品</w:t>
                                  </w:r>
                                </w:p>
                              </w:tc>
                              <w:tc>
                                <w:tcPr>
                                  <w:tcW w:w="2000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val="en-US" w:eastAsia="zh-CN"/>
                                    </w:rPr>
                                    <w:t>XX部</w:t>
                                  </w:r>
                                </w:p>
                              </w:tc>
                              <w:tc>
                                <w:tcPr>
                                  <w:tcW w:w="2000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  <w:t>张先生、王小姐等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F4DBAE" w:sz="18" w:space="0"/>
                                  <w:left w:val="single" w:color="F4DBAE" w:sz="18" w:space="0"/>
                                  <w:bottom w:val="single" w:color="F4DBAE" w:sz="18" w:space="0"/>
                                  <w:right w:val="single" w:color="F4DBAE" w:sz="18" w:space="0"/>
                                  <w:insideH w:val="dashSmallGap" w:color="F4DBAE" w:sz="4" w:space="0"/>
                                  <w:insideV w:val="dashSmallGap" w:color="F4DBAE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864" w:hRule="atLeast"/>
                              </w:trPr>
                              <w:tc>
                                <w:tcPr>
                                  <w:tcW w:w="924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8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8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519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  <w:t>歌曲名称</w:t>
                                  </w:r>
                                </w:p>
                              </w:tc>
                              <w:tc>
                                <w:tcPr>
                                  <w:tcW w:w="1554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  <w:t>歌曲</w:t>
                                  </w:r>
                                </w:p>
                              </w:tc>
                              <w:tc>
                                <w:tcPr>
                                  <w:tcW w:w="2000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val="en-US" w:eastAsia="zh-CN"/>
                                    </w:rPr>
                                    <w:t>XX部</w:t>
                                  </w:r>
                                </w:p>
                              </w:tc>
                              <w:tc>
                                <w:tcPr>
                                  <w:tcW w:w="2000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  <w:t>张先生、王小姐等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F4DBAE" w:sz="18" w:space="0"/>
                                  <w:left w:val="single" w:color="F4DBAE" w:sz="18" w:space="0"/>
                                  <w:bottom w:val="single" w:color="F4DBAE" w:sz="18" w:space="0"/>
                                  <w:right w:val="single" w:color="F4DBAE" w:sz="18" w:space="0"/>
                                  <w:insideH w:val="dashSmallGap" w:color="F4DBAE" w:sz="4" w:space="0"/>
                                  <w:insideV w:val="dashSmallGap" w:color="F4DBAE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864" w:hRule="atLeast"/>
                              </w:trPr>
                              <w:tc>
                                <w:tcPr>
                                  <w:tcW w:w="924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8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8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9073" w:type="dxa"/>
                                  <w:gridSpan w:val="4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  <w:t>抽奖环节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F4DBAE" w:sz="18" w:space="0"/>
                                  <w:left w:val="single" w:color="F4DBAE" w:sz="18" w:space="0"/>
                                  <w:bottom w:val="single" w:color="F4DBAE" w:sz="18" w:space="0"/>
                                  <w:right w:val="single" w:color="F4DBAE" w:sz="18" w:space="0"/>
                                  <w:insideH w:val="dashSmallGap" w:color="F4DBAE" w:sz="4" w:space="0"/>
                                  <w:insideV w:val="dashSmallGap" w:color="F4DBAE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864" w:hRule="atLeast"/>
                              </w:trPr>
                              <w:tc>
                                <w:tcPr>
                                  <w:tcW w:w="924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8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8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519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  <w:t>舞蹈名称</w:t>
                                  </w:r>
                                </w:p>
                              </w:tc>
                              <w:tc>
                                <w:tcPr>
                                  <w:tcW w:w="1554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  <w:t>舞蹈</w:t>
                                  </w:r>
                                </w:p>
                              </w:tc>
                              <w:tc>
                                <w:tcPr>
                                  <w:tcW w:w="2000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val="en-US" w:eastAsia="zh-CN"/>
                                    </w:rPr>
                                    <w:t>XX部</w:t>
                                  </w:r>
                                </w:p>
                              </w:tc>
                              <w:tc>
                                <w:tcPr>
                                  <w:tcW w:w="2000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  <w:t>张先生、王小姐等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F4DBAE" w:sz="18" w:space="0"/>
                                  <w:left w:val="single" w:color="F4DBAE" w:sz="18" w:space="0"/>
                                  <w:bottom w:val="single" w:color="F4DBAE" w:sz="18" w:space="0"/>
                                  <w:right w:val="single" w:color="F4DBAE" w:sz="18" w:space="0"/>
                                  <w:insideH w:val="dashSmallGap" w:color="F4DBAE" w:sz="4" w:space="0"/>
                                  <w:insideV w:val="dashSmallGap" w:color="F4DBAE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864" w:hRule="atLeast"/>
                              </w:trPr>
                              <w:tc>
                                <w:tcPr>
                                  <w:tcW w:w="924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8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8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519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  <w:t>歌曲名称</w:t>
                                  </w:r>
                                </w:p>
                              </w:tc>
                              <w:tc>
                                <w:tcPr>
                                  <w:tcW w:w="1554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  <w:t>歌曲</w:t>
                                  </w:r>
                                </w:p>
                              </w:tc>
                              <w:tc>
                                <w:tcPr>
                                  <w:tcW w:w="2000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val="en-US" w:eastAsia="zh-CN"/>
                                    </w:rPr>
                                    <w:t>XX部</w:t>
                                  </w:r>
                                </w:p>
                              </w:tc>
                              <w:tc>
                                <w:tcPr>
                                  <w:tcW w:w="2000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  <w:t>张先生、王小姐等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F4DBAE" w:sz="18" w:space="0"/>
                                  <w:left w:val="single" w:color="F4DBAE" w:sz="18" w:space="0"/>
                                  <w:bottom w:val="single" w:color="F4DBAE" w:sz="18" w:space="0"/>
                                  <w:right w:val="single" w:color="F4DBAE" w:sz="18" w:space="0"/>
                                  <w:insideH w:val="dashSmallGap" w:color="F4DBAE" w:sz="4" w:space="0"/>
                                  <w:insideV w:val="dashSmallGap" w:color="F4DBAE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864" w:hRule="atLeast"/>
                              </w:trPr>
                              <w:tc>
                                <w:tcPr>
                                  <w:tcW w:w="924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8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8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3519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  <w:t>舞蹈名称</w:t>
                                  </w:r>
                                </w:p>
                              </w:tc>
                              <w:tc>
                                <w:tcPr>
                                  <w:tcW w:w="1554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  <w:t>舞蹈</w:t>
                                  </w:r>
                                </w:p>
                              </w:tc>
                              <w:tc>
                                <w:tcPr>
                                  <w:tcW w:w="2000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val="en-US" w:eastAsia="zh-CN"/>
                                    </w:rPr>
                                    <w:t>XX部</w:t>
                                  </w:r>
                                </w:p>
                              </w:tc>
                              <w:tc>
                                <w:tcPr>
                                  <w:tcW w:w="2000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  <w:t>张先生、王小姐等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F4DBAE" w:sz="18" w:space="0"/>
                                  <w:left w:val="single" w:color="F4DBAE" w:sz="18" w:space="0"/>
                                  <w:bottom w:val="single" w:color="F4DBAE" w:sz="18" w:space="0"/>
                                  <w:right w:val="single" w:color="F4DBAE" w:sz="18" w:space="0"/>
                                  <w:insideH w:val="dashSmallGap" w:color="F4DBAE" w:sz="4" w:space="0"/>
                                  <w:insideV w:val="dashSmallGap" w:color="F4DBAE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864" w:hRule="atLeast"/>
                              </w:trPr>
                              <w:tc>
                                <w:tcPr>
                                  <w:tcW w:w="924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8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8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3519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  <w:t>魔术名称</w:t>
                                  </w:r>
                                </w:p>
                              </w:tc>
                              <w:tc>
                                <w:tcPr>
                                  <w:tcW w:w="1554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  <w:t>魔术</w:t>
                                  </w:r>
                                </w:p>
                              </w:tc>
                              <w:tc>
                                <w:tcPr>
                                  <w:tcW w:w="2000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val="en-US" w:eastAsia="zh-CN"/>
                                    </w:rPr>
                                    <w:t>XX部</w:t>
                                  </w:r>
                                </w:p>
                              </w:tc>
                              <w:tc>
                                <w:tcPr>
                                  <w:tcW w:w="2000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  <w:t>张先生、王小姐等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F4DBAE" w:sz="18" w:space="0"/>
                                  <w:left w:val="single" w:color="F4DBAE" w:sz="18" w:space="0"/>
                                  <w:bottom w:val="single" w:color="F4DBAE" w:sz="18" w:space="0"/>
                                  <w:right w:val="single" w:color="F4DBAE" w:sz="18" w:space="0"/>
                                  <w:insideH w:val="dashSmallGap" w:color="F4DBAE" w:sz="4" w:space="0"/>
                                  <w:insideV w:val="dashSmallGap" w:color="F4DBAE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864" w:hRule="atLeast"/>
                              </w:trPr>
                              <w:tc>
                                <w:tcPr>
                                  <w:tcW w:w="924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8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8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9073" w:type="dxa"/>
                                  <w:gridSpan w:val="4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  <w:t>游戏环节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F4DBAE" w:sz="18" w:space="0"/>
                                  <w:left w:val="single" w:color="F4DBAE" w:sz="18" w:space="0"/>
                                  <w:bottom w:val="single" w:color="F4DBAE" w:sz="18" w:space="0"/>
                                  <w:right w:val="single" w:color="F4DBAE" w:sz="18" w:space="0"/>
                                  <w:insideH w:val="dashSmallGap" w:color="F4DBAE" w:sz="4" w:space="0"/>
                                  <w:insideV w:val="dashSmallGap" w:color="F4DBAE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864" w:hRule="atLeast"/>
                              </w:trPr>
                              <w:tc>
                                <w:tcPr>
                                  <w:tcW w:w="924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8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8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3519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kern w:val="2"/>
                                      <w:sz w:val="26"/>
                                      <w:szCs w:val="26"/>
                                      <w:vertAlign w:val="baseline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  <w:t>歌曲串烧</w:t>
                                  </w:r>
                                </w:p>
                              </w:tc>
                              <w:tc>
                                <w:tcPr>
                                  <w:tcW w:w="1554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  <w:t>歌曲</w:t>
                                  </w:r>
                                </w:p>
                              </w:tc>
                              <w:tc>
                                <w:tcPr>
                                  <w:tcW w:w="2000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val="en-US" w:eastAsia="zh-CN"/>
                                    </w:rPr>
                                    <w:t>XX部</w:t>
                                  </w:r>
                                </w:p>
                              </w:tc>
                              <w:tc>
                                <w:tcPr>
                                  <w:tcW w:w="2000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  <w:t>张先生、王小姐等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F4DBAE" w:sz="18" w:space="0"/>
                                  <w:left w:val="single" w:color="F4DBAE" w:sz="18" w:space="0"/>
                                  <w:bottom w:val="single" w:color="F4DBAE" w:sz="18" w:space="0"/>
                                  <w:right w:val="single" w:color="F4DBAE" w:sz="18" w:space="0"/>
                                  <w:insideH w:val="dashSmallGap" w:color="F4DBAE" w:sz="4" w:space="0"/>
                                  <w:insideV w:val="dashSmallGap" w:color="F4DBAE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864" w:hRule="atLeast"/>
                              </w:trPr>
                              <w:tc>
                                <w:tcPr>
                                  <w:tcW w:w="924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8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8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3519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kern w:val="2"/>
                                      <w:sz w:val="26"/>
                                      <w:szCs w:val="26"/>
                                      <w:vertAlign w:val="baseline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  <w:t>小品名称</w:t>
                                  </w:r>
                                </w:p>
                              </w:tc>
                              <w:tc>
                                <w:tcPr>
                                  <w:tcW w:w="1554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  <w:t>小品</w:t>
                                  </w:r>
                                </w:p>
                              </w:tc>
                              <w:tc>
                                <w:tcPr>
                                  <w:tcW w:w="2000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val="en-US" w:eastAsia="zh-CN"/>
                                    </w:rPr>
                                    <w:t>XX部</w:t>
                                  </w:r>
                                </w:p>
                              </w:tc>
                              <w:tc>
                                <w:tcPr>
                                  <w:tcW w:w="2000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  <w:t>张先生、王小姐等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F4DBAE" w:sz="18" w:space="0"/>
                                  <w:left w:val="single" w:color="F4DBAE" w:sz="18" w:space="0"/>
                                  <w:bottom w:val="single" w:color="F4DBAE" w:sz="18" w:space="0"/>
                                  <w:right w:val="single" w:color="F4DBAE" w:sz="18" w:space="0"/>
                                  <w:insideH w:val="dashSmallGap" w:color="F4DBAE" w:sz="4" w:space="0"/>
                                  <w:insideV w:val="dashSmallGap" w:color="F4DBAE" w:sz="4" w:space="0"/>
                                </w:tblBorders>
                              </w:tblPrEx>
                              <w:trPr>
                                <w:trHeight w:val="903" w:hRule="atLeast"/>
                              </w:trPr>
                              <w:tc>
                                <w:tcPr>
                                  <w:tcW w:w="924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8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8"/>
                                      <w:szCs w:val="28"/>
                                      <w:vertAlign w:val="baseline"/>
                                      <w:lang w:val="en-US" w:eastAsia="zh-CN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519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  <w:t>舞蹈名称</w:t>
                                  </w:r>
                                </w:p>
                              </w:tc>
                              <w:tc>
                                <w:tcPr>
                                  <w:tcW w:w="1554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  <w:t>舞蹈</w:t>
                                  </w:r>
                                </w:p>
                              </w:tc>
                              <w:tc>
                                <w:tcPr>
                                  <w:tcW w:w="2000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val="en-US" w:eastAsia="zh-CN"/>
                                    </w:rPr>
                                    <w:t>XX部</w:t>
                                  </w:r>
                                </w:p>
                              </w:tc>
                              <w:tc>
                                <w:tcPr>
                                  <w:tcW w:w="2000" w:type="dxa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</w:rPr>
                                  </w:pPr>
                                  <w:r>
                                    <w:rPr>
                                      <w:rFonts w:hint="eastAsia" w:ascii="汉仪小隶书简" w:hAnsi="汉仪小隶书简" w:eastAsia="汉仪小隶书简" w:cs="汉仪小隶书简"/>
                                      <w:color w:val="F4DBAE"/>
                                      <w:sz w:val="26"/>
                                      <w:szCs w:val="26"/>
                                      <w:vertAlign w:val="baseline"/>
                                      <w:lang w:eastAsia="zh-CN"/>
                                    </w:rPr>
                                    <w:t>张先生、王小姐等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.5pt;margin-top:104.5pt;height:682.85pt;width:512.05pt;z-index:251665408;mso-width-relative:page;mso-height-relative:page;" filled="f" stroked="f" coordsize="21600,21600" o:gfxdata="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sJdb7tkAAAAMAQAADwAAAAAAAAAB&#10;ACAAAAAiAAAAZHJzL2Rvd25yZXYueG1sUEsBAhQAFAAAAAgAh07iQN9uRWdIAgAAdwQAAA4AAAAA&#10;AAAAAQAgAAAAKAEAAGRycy9lMm9Eb2MueG1sUEsFBgAAAAAGAAYAWQEAAOIFAAAAAA==&#10;">
                <v:fill on="f" focussize="0,0"/>
                <v:stroke on="f" weight="1pt"/>
                <v:imagedata o:title=""/>
                <o:lock v:ext="edit" aspectratio="f"/>
                <v:textbox>
                  <w:txbxContent>
                    <w:tbl>
                      <w:tblPr>
                        <w:tblStyle w:val="6"/>
                        <w:tblW w:w="9997" w:type="dxa"/>
                        <w:tblInd w:w="0" w:type="dxa"/>
                        <w:tblBorders>
                          <w:top w:val="single" w:color="F4DBAE" w:sz="18" w:space="0"/>
                          <w:left w:val="single" w:color="F4DBAE" w:sz="18" w:space="0"/>
                          <w:bottom w:val="single" w:color="F4DBAE" w:sz="18" w:space="0"/>
                          <w:right w:val="single" w:color="F4DBAE" w:sz="18" w:space="0"/>
                          <w:insideH w:val="dashSmallGap" w:color="F4DBAE" w:sz="4" w:space="0"/>
                          <w:insideV w:val="dashSmallGap" w:color="F4DBAE" w:sz="4" w:space="0"/>
                        </w:tblBorders>
                        <w:tblLayout w:type="autofit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924"/>
                        <w:gridCol w:w="3519"/>
                        <w:gridCol w:w="1554"/>
                        <w:gridCol w:w="2000"/>
                        <w:gridCol w:w="2000"/>
                      </w:tblGrid>
                      <w:tr>
                        <w:tblPrEx>
                          <w:tblBorders>
                            <w:top w:val="single" w:color="F4DBAE" w:sz="18" w:space="0"/>
                            <w:left w:val="single" w:color="F4DBAE" w:sz="18" w:space="0"/>
                            <w:bottom w:val="single" w:color="F4DBAE" w:sz="18" w:space="0"/>
                            <w:right w:val="single" w:color="F4DBAE" w:sz="18" w:space="0"/>
                            <w:insideH w:val="dashSmallGap" w:color="F4DBAE" w:sz="4" w:space="0"/>
                            <w:insideV w:val="dashSmallGap" w:color="F4DBAE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864" w:hRule="atLeast"/>
                        </w:trPr>
                        <w:tc>
                          <w:tcPr>
                            <w:tcW w:w="924" w:type="dxa"/>
                            <w:tcBorders>
                              <w:right w:val="dashSmallGap" w:color="B11A21" w:sz="4" w:space="0"/>
                            </w:tcBorders>
                            <w:shd w:val="clear" w:color="auto" w:fill="F4DBAE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000000" w:themeColor="text1"/>
                                <w:sz w:val="28"/>
                                <w:szCs w:val="28"/>
                                <w:vertAlign w:val="baselin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000000" w:themeColor="text1"/>
                                <w:sz w:val="28"/>
                                <w:szCs w:val="28"/>
                                <w:vertAlign w:val="baselin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序号</w:t>
                            </w:r>
                          </w:p>
                        </w:tc>
                        <w:tc>
                          <w:tcPr>
                            <w:tcW w:w="3519" w:type="dxa"/>
                            <w:tcBorders>
                              <w:left w:val="dashSmallGap" w:color="B11A21" w:sz="4" w:space="0"/>
                              <w:right w:val="dashSmallGap" w:color="B11A21" w:sz="4" w:space="0"/>
                            </w:tcBorders>
                            <w:shd w:val="clear" w:color="auto" w:fill="F4DBAE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000000" w:themeColor="text1"/>
                                <w:sz w:val="28"/>
                                <w:szCs w:val="28"/>
                                <w:vertAlign w:val="baselin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000000" w:themeColor="text1"/>
                                <w:sz w:val="28"/>
                                <w:szCs w:val="28"/>
                                <w:vertAlign w:val="baselin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节目名称</w:t>
                            </w:r>
                          </w:p>
                        </w:tc>
                        <w:tc>
                          <w:tcPr>
                            <w:tcW w:w="1554" w:type="dxa"/>
                            <w:tcBorders>
                              <w:left w:val="dashSmallGap" w:color="B11A21" w:sz="4" w:space="0"/>
                              <w:right w:val="dashSmallGap" w:color="B11A21" w:sz="4" w:space="0"/>
                            </w:tcBorders>
                            <w:shd w:val="clear" w:color="auto" w:fill="F4DBAE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000000" w:themeColor="text1"/>
                                <w:sz w:val="28"/>
                                <w:szCs w:val="28"/>
                                <w:vertAlign w:val="baselin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000000" w:themeColor="text1"/>
                                <w:sz w:val="28"/>
                                <w:szCs w:val="28"/>
                                <w:vertAlign w:val="baselin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节目类型</w:t>
                            </w:r>
                          </w:p>
                        </w:tc>
                        <w:tc>
                          <w:tcPr>
                            <w:tcW w:w="2000" w:type="dxa"/>
                            <w:tcBorders>
                              <w:left w:val="dashSmallGap" w:color="B11A21" w:sz="4" w:space="0"/>
                              <w:right w:val="dashSmallGap" w:color="B11A21" w:sz="4" w:space="0"/>
                            </w:tcBorders>
                            <w:shd w:val="clear" w:color="auto" w:fill="F4DBAE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000000" w:themeColor="text1"/>
                                <w:sz w:val="28"/>
                                <w:szCs w:val="28"/>
                                <w:vertAlign w:val="baselin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000000" w:themeColor="text1"/>
                                <w:sz w:val="28"/>
                                <w:szCs w:val="28"/>
                                <w:vertAlign w:val="baselin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表演单位</w:t>
                            </w:r>
                          </w:p>
                        </w:tc>
                        <w:tc>
                          <w:tcPr>
                            <w:tcW w:w="2000" w:type="dxa"/>
                            <w:tcBorders>
                              <w:left w:val="dashSmallGap" w:color="B11A21" w:sz="4" w:space="0"/>
                            </w:tcBorders>
                            <w:shd w:val="clear" w:color="auto" w:fill="F4DBAE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000000" w:themeColor="text1"/>
                                <w:sz w:val="28"/>
                                <w:szCs w:val="28"/>
                                <w:vertAlign w:val="baselin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000000" w:themeColor="text1"/>
                                <w:sz w:val="28"/>
                                <w:szCs w:val="28"/>
                                <w:vertAlign w:val="baseline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表演者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F4DBAE" w:sz="18" w:space="0"/>
                            <w:left w:val="single" w:color="F4DBAE" w:sz="18" w:space="0"/>
                            <w:bottom w:val="single" w:color="F4DBAE" w:sz="18" w:space="0"/>
                            <w:right w:val="single" w:color="F4DBAE" w:sz="18" w:space="0"/>
                            <w:insideH w:val="dashSmallGap" w:color="F4DBAE" w:sz="4" w:space="0"/>
                            <w:insideV w:val="dashSmallGap" w:color="F4DBAE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864" w:hRule="atLeast"/>
                        </w:trPr>
                        <w:tc>
                          <w:tcPr>
                            <w:tcW w:w="924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8"/>
                                <w:szCs w:val="2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8"/>
                                <w:szCs w:val="28"/>
                                <w:vertAlign w:val="baseline"/>
                                <w:lang w:val="en-US" w:eastAsia="zh-C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073" w:type="dxa"/>
                            <w:gridSpan w:val="4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  <w:t>领导致辞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F4DBAE" w:sz="18" w:space="0"/>
                            <w:left w:val="single" w:color="F4DBAE" w:sz="18" w:space="0"/>
                            <w:bottom w:val="single" w:color="F4DBAE" w:sz="18" w:space="0"/>
                            <w:right w:val="single" w:color="F4DBAE" w:sz="18" w:space="0"/>
                            <w:insideH w:val="dashSmallGap" w:color="F4DBAE" w:sz="4" w:space="0"/>
                            <w:insideV w:val="dashSmallGap" w:color="F4DBAE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864" w:hRule="atLeast"/>
                        </w:trPr>
                        <w:tc>
                          <w:tcPr>
                            <w:tcW w:w="924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8"/>
                                <w:szCs w:val="2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8"/>
                                <w:szCs w:val="28"/>
                                <w:vertAlign w:val="baseline"/>
                                <w:lang w:val="en-US" w:eastAsia="zh-CN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519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  <w:t>开场舞</w:t>
                            </w:r>
                          </w:p>
                        </w:tc>
                        <w:tc>
                          <w:tcPr>
                            <w:tcW w:w="1554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  <w:t>舞蹈</w:t>
                            </w:r>
                          </w:p>
                        </w:tc>
                        <w:tc>
                          <w:tcPr>
                            <w:tcW w:w="2000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val="en-US" w:eastAsia="zh-CN"/>
                              </w:rPr>
                              <w:t>XX部</w:t>
                            </w:r>
                          </w:p>
                        </w:tc>
                        <w:tc>
                          <w:tcPr>
                            <w:tcW w:w="2000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  <w:t>张先生、王小姐等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F4DBAE" w:sz="18" w:space="0"/>
                            <w:left w:val="single" w:color="F4DBAE" w:sz="18" w:space="0"/>
                            <w:bottom w:val="single" w:color="F4DBAE" w:sz="18" w:space="0"/>
                            <w:right w:val="single" w:color="F4DBAE" w:sz="18" w:space="0"/>
                            <w:insideH w:val="dashSmallGap" w:color="F4DBAE" w:sz="4" w:space="0"/>
                            <w:insideV w:val="dashSmallGap" w:color="F4DBAE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864" w:hRule="atLeast"/>
                        </w:trPr>
                        <w:tc>
                          <w:tcPr>
                            <w:tcW w:w="924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8"/>
                                <w:szCs w:val="2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8"/>
                                <w:szCs w:val="28"/>
                                <w:vertAlign w:val="baseline"/>
                                <w:lang w:val="en-US" w:eastAsia="zh-CN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519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  <w:t>歌曲串烧</w:t>
                            </w:r>
                          </w:p>
                        </w:tc>
                        <w:tc>
                          <w:tcPr>
                            <w:tcW w:w="1554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  <w:t>歌曲</w:t>
                            </w:r>
                          </w:p>
                        </w:tc>
                        <w:tc>
                          <w:tcPr>
                            <w:tcW w:w="2000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val="en-US" w:eastAsia="zh-CN"/>
                              </w:rPr>
                              <w:t>XX部</w:t>
                            </w:r>
                          </w:p>
                        </w:tc>
                        <w:tc>
                          <w:tcPr>
                            <w:tcW w:w="2000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  <w:t>张先生、王小姐等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F4DBAE" w:sz="18" w:space="0"/>
                            <w:left w:val="single" w:color="F4DBAE" w:sz="18" w:space="0"/>
                            <w:bottom w:val="single" w:color="F4DBAE" w:sz="18" w:space="0"/>
                            <w:right w:val="single" w:color="F4DBAE" w:sz="18" w:space="0"/>
                            <w:insideH w:val="dashSmallGap" w:color="F4DBAE" w:sz="4" w:space="0"/>
                            <w:insideV w:val="dashSmallGap" w:color="F4DBAE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864" w:hRule="atLeast"/>
                        </w:trPr>
                        <w:tc>
                          <w:tcPr>
                            <w:tcW w:w="924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8"/>
                                <w:szCs w:val="2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8"/>
                                <w:szCs w:val="28"/>
                                <w:vertAlign w:val="baseline"/>
                                <w:lang w:val="en-US" w:eastAsia="zh-CN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519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  <w:t>小品名称</w:t>
                            </w:r>
                          </w:p>
                        </w:tc>
                        <w:tc>
                          <w:tcPr>
                            <w:tcW w:w="1554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  <w:t>小品</w:t>
                            </w:r>
                          </w:p>
                        </w:tc>
                        <w:tc>
                          <w:tcPr>
                            <w:tcW w:w="2000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val="en-US" w:eastAsia="zh-CN"/>
                              </w:rPr>
                              <w:t>XX部</w:t>
                            </w:r>
                          </w:p>
                        </w:tc>
                        <w:tc>
                          <w:tcPr>
                            <w:tcW w:w="2000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  <w:t>张先生、王小姐等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F4DBAE" w:sz="18" w:space="0"/>
                            <w:left w:val="single" w:color="F4DBAE" w:sz="18" w:space="0"/>
                            <w:bottom w:val="single" w:color="F4DBAE" w:sz="18" w:space="0"/>
                            <w:right w:val="single" w:color="F4DBAE" w:sz="18" w:space="0"/>
                            <w:insideH w:val="dashSmallGap" w:color="F4DBAE" w:sz="4" w:space="0"/>
                            <w:insideV w:val="dashSmallGap" w:color="F4DBAE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864" w:hRule="atLeast"/>
                        </w:trPr>
                        <w:tc>
                          <w:tcPr>
                            <w:tcW w:w="924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8"/>
                                <w:szCs w:val="2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8"/>
                                <w:szCs w:val="28"/>
                                <w:vertAlign w:val="baseline"/>
                                <w:lang w:val="en-US" w:eastAsia="zh-CN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519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  <w:t>歌曲名称</w:t>
                            </w:r>
                          </w:p>
                        </w:tc>
                        <w:tc>
                          <w:tcPr>
                            <w:tcW w:w="1554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  <w:t>歌曲</w:t>
                            </w:r>
                          </w:p>
                        </w:tc>
                        <w:tc>
                          <w:tcPr>
                            <w:tcW w:w="2000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val="en-US" w:eastAsia="zh-CN"/>
                              </w:rPr>
                              <w:t>XX部</w:t>
                            </w:r>
                          </w:p>
                        </w:tc>
                        <w:tc>
                          <w:tcPr>
                            <w:tcW w:w="2000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  <w:t>张先生、王小姐等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F4DBAE" w:sz="18" w:space="0"/>
                            <w:left w:val="single" w:color="F4DBAE" w:sz="18" w:space="0"/>
                            <w:bottom w:val="single" w:color="F4DBAE" w:sz="18" w:space="0"/>
                            <w:right w:val="single" w:color="F4DBAE" w:sz="18" w:space="0"/>
                            <w:insideH w:val="dashSmallGap" w:color="F4DBAE" w:sz="4" w:space="0"/>
                            <w:insideV w:val="dashSmallGap" w:color="F4DBAE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864" w:hRule="atLeast"/>
                        </w:trPr>
                        <w:tc>
                          <w:tcPr>
                            <w:tcW w:w="924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8"/>
                                <w:szCs w:val="2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8"/>
                                <w:szCs w:val="28"/>
                                <w:vertAlign w:val="baseline"/>
                                <w:lang w:val="en-US" w:eastAsia="zh-CN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9073" w:type="dxa"/>
                            <w:gridSpan w:val="4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  <w:t>抽奖环节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F4DBAE" w:sz="18" w:space="0"/>
                            <w:left w:val="single" w:color="F4DBAE" w:sz="18" w:space="0"/>
                            <w:bottom w:val="single" w:color="F4DBAE" w:sz="18" w:space="0"/>
                            <w:right w:val="single" w:color="F4DBAE" w:sz="18" w:space="0"/>
                            <w:insideH w:val="dashSmallGap" w:color="F4DBAE" w:sz="4" w:space="0"/>
                            <w:insideV w:val="dashSmallGap" w:color="F4DBAE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864" w:hRule="atLeast"/>
                        </w:trPr>
                        <w:tc>
                          <w:tcPr>
                            <w:tcW w:w="924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8"/>
                                <w:szCs w:val="2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8"/>
                                <w:szCs w:val="28"/>
                                <w:vertAlign w:val="baseline"/>
                                <w:lang w:val="en-US" w:eastAsia="zh-CN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519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  <w:t>舞蹈名称</w:t>
                            </w:r>
                          </w:p>
                        </w:tc>
                        <w:tc>
                          <w:tcPr>
                            <w:tcW w:w="1554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  <w:t>舞蹈</w:t>
                            </w:r>
                          </w:p>
                        </w:tc>
                        <w:tc>
                          <w:tcPr>
                            <w:tcW w:w="2000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val="en-US" w:eastAsia="zh-CN"/>
                              </w:rPr>
                              <w:t>XX部</w:t>
                            </w:r>
                          </w:p>
                        </w:tc>
                        <w:tc>
                          <w:tcPr>
                            <w:tcW w:w="2000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  <w:t>张先生、王小姐等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F4DBAE" w:sz="18" w:space="0"/>
                            <w:left w:val="single" w:color="F4DBAE" w:sz="18" w:space="0"/>
                            <w:bottom w:val="single" w:color="F4DBAE" w:sz="18" w:space="0"/>
                            <w:right w:val="single" w:color="F4DBAE" w:sz="18" w:space="0"/>
                            <w:insideH w:val="dashSmallGap" w:color="F4DBAE" w:sz="4" w:space="0"/>
                            <w:insideV w:val="dashSmallGap" w:color="F4DBAE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864" w:hRule="atLeast"/>
                        </w:trPr>
                        <w:tc>
                          <w:tcPr>
                            <w:tcW w:w="924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8"/>
                                <w:szCs w:val="2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8"/>
                                <w:szCs w:val="28"/>
                                <w:vertAlign w:val="baseline"/>
                                <w:lang w:val="en-US" w:eastAsia="zh-CN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519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  <w:t>歌曲名称</w:t>
                            </w:r>
                          </w:p>
                        </w:tc>
                        <w:tc>
                          <w:tcPr>
                            <w:tcW w:w="1554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  <w:t>歌曲</w:t>
                            </w:r>
                          </w:p>
                        </w:tc>
                        <w:tc>
                          <w:tcPr>
                            <w:tcW w:w="2000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val="en-US" w:eastAsia="zh-CN"/>
                              </w:rPr>
                              <w:t>XX部</w:t>
                            </w:r>
                          </w:p>
                        </w:tc>
                        <w:tc>
                          <w:tcPr>
                            <w:tcW w:w="2000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  <w:t>张先生、王小姐等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F4DBAE" w:sz="18" w:space="0"/>
                            <w:left w:val="single" w:color="F4DBAE" w:sz="18" w:space="0"/>
                            <w:bottom w:val="single" w:color="F4DBAE" w:sz="18" w:space="0"/>
                            <w:right w:val="single" w:color="F4DBAE" w:sz="18" w:space="0"/>
                            <w:insideH w:val="dashSmallGap" w:color="F4DBAE" w:sz="4" w:space="0"/>
                            <w:insideV w:val="dashSmallGap" w:color="F4DBAE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864" w:hRule="atLeast"/>
                        </w:trPr>
                        <w:tc>
                          <w:tcPr>
                            <w:tcW w:w="924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8"/>
                                <w:szCs w:val="2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8"/>
                                <w:szCs w:val="28"/>
                                <w:vertAlign w:val="baseline"/>
                                <w:lang w:val="en-US" w:eastAsia="zh-CN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3519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  <w:t>舞蹈名称</w:t>
                            </w:r>
                          </w:p>
                        </w:tc>
                        <w:tc>
                          <w:tcPr>
                            <w:tcW w:w="1554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  <w:t>舞蹈</w:t>
                            </w:r>
                          </w:p>
                        </w:tc>
                        <w:tc>
                          <w:tcPr>
                            <w:tcW w:w="2000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val="en-US" w:eastAsia="zh-CN"/>
                              </w:rPr>
                              <w:t>XX部</w:t>
                            </w:r>
                          </w:p>
                        </w:tc>
                        <w:tc>
                          <w:tcPr>
                            <w:tcW w:w="2000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  <w:t>张先生、王小姐等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F4DBAE" w:sz="18" w:space="0"/>
                            <w:left w:val="single" w:color="F4DBAE" w:sz="18" w:space="0"/>
                            <w:bottom w:val="single" w:color="F4DBAE" w:sz="18" w:space="0"/>
                            <w:right w:val="single" w:color="F4DBAE" w:sz="18" w:space="0"/>
                            <w:insideH w:val="dashSmallGap" w:color="F4DBAE" w:sz="4" w:space="0"/>
                            <w:insideV w:val="dashSmallGap" w:color="F4DBAE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864" w:hRule="atLeast"/>
                        </w:trPr>
                        <w:tc>
                          <w:tcPr>
                            <w:tcW w:w="924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8"/>
                                <w:szCs w:val="2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8"/>
                                <w:szCs w:val="28"/>
                                <w:vertAlign w:val="baseline"/>
                                <w:lang w:val="en-US" w:eastAsia="zh-CN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3519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  <w:t>魔术名称</w:t>
                            </w:r>
                          </w:p>
                        </w:tc>
                        <w:tc>
                          <w:tcPr>
                            <w:tcW w:w="1554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  <w:t>魔术</w:t>
                            </w:r>
                          </w:p>
                        </w:tc>
                        <w:tc>
                          <w:tcPr>
                            <w:tcW w:w="2000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val="en-US" w:eastAsia="zh-CN"/>
                              </w:rPr>
                              <w:t>XX部</w:t>
                            </w:r>
                          </w:p>
                        </w:tc>
                        <w:tc>
                          <w:tcPr>
                            <w:tcW w:w="2000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  <w:t>张先生、王小姐等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F4DBAE" w:sz="18" w:space="0"/>
                            <w:left w:val="single" w:color="F4DBAE" w:sz="18" w:space="0"/>
                            <w:bottom w:val="single" w:color="F4DBAE" w:sz="18" w:space="0"/>
                            <w:right w:val="single" w:color="F4DBAE" w:sz="18" w:space="0"/>
                            <w:insideH w:val="dashSmallGap" w:color="F4DBAE" w:sz="4" w:space="0"/>
                            <w:insideV w:val="dashSmallGap" w:color="F4DBAE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864" w:hRule="atLeast"/>
                        </w:trPr>
                        <w:tc>
                          <w:tcPr>
                            <w:tcW w:w="924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8"/>
                                <w:szCs w:val="2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8"/>
                                <w:szCs w:val="28"/>
                                <w:vertAlign w:val="baseline"/>
                                <w:lang w:val="en-US" w:eastAsia="zh-CN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9073" w:type="dxa"/>
                            <w:gridSpan w:val="4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  <w:t>游戏环节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F4DBAE" w:sz="18" w:space="0"/>
                            <w:left w:val="single" w:color="F4DBAE" w:sz="18" w:space="0"/>
                            <w:bottom w:val="single" w:color="F4DBAE" w:sz="18" w:space="0"/>
                            <w:right w:val="single" w:color="F4DBAE" w:sz="18" w:space="0"/>
                            <w:insideH w:val="dashSmallGap" w:color="F4DBAE" w:sz="4" w:space="0"/>
                            <w:insideV w:val="dashSmallGap" w:color="F4DBAE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864" w:hRule="atLeast"/>
                        </w:trPr>
                        <w:tc>
                          <w:tcPr>
                            <w:tcW w:w="924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8"/>
                                <w:szCs w:val="2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8"/>
                                <w:szCs w:val="28"/>
                                <w:vertAlign w:val="baseline"/>
                                <w:lang w:val="en-US" w:eastAsia="zh-CN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3519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kern w:val="2"/>
                                <w:sz w:val="26"/>
                                <w:szCs w:val="26"/>
                                <w:vertAlign w:val="baseline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  <w:t>歌曲串烧</w:t>
                            </w:r>
                          </w:p>
                        </w:tc>
                        <w:tc>
                          <w:tcPr>
                            <w:tcW w:w="1554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  <w:t>歌曲</w:t>
                            </w:r>
                          </w:p>
                        </w:tc>
                        <w:tc>
                          <w:tcPr>
                            <w:tcW w:w="2000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val="en-US" w:eastAsia="zh-CN"/>
                              </w:rPr>
                              <w:t>XX部</w:t>
                            </w:r>
                          </w:p>
                        </w:tc>
                        <w:tc>
                          <w:tcPr>
                            <w:tcW w:w="2000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  <w:t>张先生、王小姐等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F4DBAE" w:sz="18" w:space="0"/>
                            <w:left w:val="single" w:color="F4DBAE" w:sz="18" w:space="0"/>
                            <w:bottom w:val="single" w:color="F4DBAE" w:sz="18" w:space="0"/>
                            <w:right w:val="single" w:color="F4DBAE" w:sz="18" w:space="0"/>
                            <w:insideH w:val="dashSmallGap" w:color="F4DBAE" w:sz="4" w:space="0"/>
                            <w:insideV w:val="dashSmallGap" w:color="F4DBAE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864" w:hRule="atLeast"/>
                        </w:trPr>
                        <w:tc>
                          <w:tcPr>
                            <w:tcW w:w="924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8"/>
                                <w:szCs w:val="2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8"/>
                                <w:szCs w:val="28"/>
                                <w:vertAlign w:val="baseline"/>
                                <w:lang w:val="en-US" w:eastAsia="zh-CN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3519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kern w:val="2"/>
                                <w:sz w:val="26"/>
                                <w:szCs w:val="26"/>
                                <w:vertAlign w:val="baseline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  <w:t>小品名称</w:t>
                            </w:r>
                          </w:p>
                        </w:tc>
                        <w:tc>
                          <w:tcPr>
                            <w:tcW w:w="1554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  <w:t>小品</w:t>
                            </w:r>
                          </w:p>
                        </w:tc>
                        <w:tc>
                          <w:tcPr>
                            <w:tcW w:w="2000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val="en-US" w:eastAsia="zh-CN"/>
                              </w:rPr>
                              <w:t>XX部</w:t>
                            </w:r>
                          </w:p>
                        </w:tc>
                        <w:tc>
                          <w:tcPr>
                            <w:tcW w:w="2000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  <w:t>张先生、王小姐等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F4DBAE" w:sz="18" w:space="0"/>
                            <w:left w:val="single" w:color="F4DBAE" w:sz="18" w:space="0"/>
                            <w:bottom w:val="single" w:color="F4DBAE" w:sz="18" w:space="0"/>
                            <w:right w:val="single" w:color="F4DBAE" w:sz="18" w:space="0"/>
                            <w:insideH w:val="dashSmallGap" w:color="F4DBAE" w:sz="4" w:space="0"/>
                            <w:insideV w:val="dashSmallGap" w:color="F4DBAE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903" w:hRule="atLeast"/>
                        </w:trPr>
                        <w:tc>
                          <w:tcPr>
                            <w:tcW w:w="924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8"/>
                                <w:szCs w:val="28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8"/>
                                <w:szCs w:val="28"/>
                                <w:vertAlign w:val="baseline"/>
                                <w:lang w:val="en-US" w:eastAsia="zh-CN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519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  <w:t>舞蹈名称</w:t>
                            </w:r>
                          </w:p>
                        </w:tc>
                        <w:tc>
                          <w:tcPr>
                            <w:tcW w:w="1554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  <w:t>舞蹈</w:t>
                            </w:r>
                          </w:p>
                        </w:tc>
                        <w:tc>
                          <w:tcPr>
                            <w:tcW w:w="2000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val="en-US" w:eastAsia="zh-CN"/>
                              </w:rPr>
                              <w:t>XX部</w:t>
                            </w:r>
                          </w:p>
                        </w:tc>
                        <w:tc>
                          <w:tcPr>
                            <w:tcW w:w="2000" w:type="dxa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</w:rPr>
                            </w:pPr>
                            <w:r>
                              <w:rPr>
                                <w:rFonts w:hint="eastAsia" w:ascii="汉仪小隶书简" w:hAnsi="汉仪小隶书简" w:eastAsia="汉仪小隶书简" w:cs="汉仪小隶书简"/>
                                <w:color w:val="F4DBAE"/>
                                <w:sz w:val="26"/>
                                <w:szCs w:val="26"/>
                                <w:vertAlign w:val="baseline"/>
                                <w:lang w:eastAsia="zh-CN"/>
                              </w:rPr>
                              <w:t>张先生、王小姐等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hidden="1" allowOverlap="1">
                <wp:simplePos x="0" y="0"/>
                <wp:positionH relativeFrom="column">
                  <wp:posOffset>-181610</wp:posOffset>
                </wp:positionH>
                <wp:positionV relativeFrom="paragraph">
                  <wp:posOffset>-330200</wp:posOffset>
                </wp:positionV>
                <wp:extent cx="11545570" cy="4399915"/>
                <wp:effectExtent l="0" t="0" r="0" b="0"/>
                <wp:wrapNone/>
                <wp:docPr id="443" name="文本框 442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45570" cy="43999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4"/>
                              <w:kinsoku/>
                              <w:ind w:left="0"/>
                              <w:jc w:val="left"/>
                              <w:rPr>
                                <w:rFonts w:ascii="汉仪尚巍手书简" w:eastAsia="汉仪尚巍手书简" w:hAnsiTheme="minorBidi"/>
                                <w:color w:val="9C0F15"/>
                                <w:kern w:val="24"/>
                                <w:sz w:val="400"/>
                                <w:szCs w:val="400"/>
                                <w14:textFill>
                                  <w14:solidFill>
                                    <w14:srgbClr w14:val="9C0F15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汉仪尚巍手书简" w:eastAsia="汉仪尚巍手书简" w:hAnsiTheme="minorBidi"/>
                                <w:color w:val="9C0F15"/>
                                <w:kern w:val="24"/>
                                <w:sz w:val="460"/>
                                <w:szCs w:val="460"/>
                                <w14:textFill>
                                  <w14:solidFill>
                                    <w14:srgbClr w14:val="9C0F15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鸿</w:t>
                            </w:r>
                            <w:r>
                              <w:rPr>
                                <w:rFonts w:ascii="汉仪尚巍手书简" w:eastAsia="汉仪尚巍手书简" w:hAnsiTheme="minorBidi"/>
                                <w:color w:val="9C0F15"/>
                                <w:kern w:val="24"/>
                                <w:sz w:val="400"/>
                                <w:szCs w:val="400"/>
                                <w14:textFill>
                                  <w14:solidFill>
                                    <w14:srgbClr w14:val="9C0F15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运</w:t>
                            </w:r>
                          </w:p>
                          <w:p>
                            <w:pPr>
                              <w:pStyle w:val="4"/>
                              <w:kinsoku/>
                              <w:ind w:left="0" w:leftChars="0" w:firstLine="2484" w:firstLineChars="54"/>
                              <w:jc w:val="left"/>
                              <w:rPr>
                                <w:rFonts w:hint="eastAsia" w:eastAsia="汉仪尚巍手书简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汉仪尚巍手书简" w:eastAsia="汉仪尚巍手书简" w:hAnsiTheme="minorBidi"/>
                                <w:color w:val="9C0F15"/>
                                <w:kern w:val="24"/>
                                <w:sz w:val="460"/>
                                <w:szCs w:val="460"/>
                                <w:lang w:eastAsia="zh-CN"/>
                                <w14:textFill>
                                  <w14:solidFill>
                                    <w14:srgbClr w14:val="9C0F15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当</w:t>
                            </w:r>
                            <w:r>
                              <w:rPr>
                                <w:rFonts w:hint="eastAsia" w:ascii="汉仪尚巍手书简" w:eastAsia="汉仪尚巍手书简" w:hAnsiTheme="minorBidi"/>
                                <w:color w:val="9C0F15"/>
                                <w:kern w:val="24"/>
                                <w:sz w:val="400"/>
                                <w:szCs w:val="400"/>
                                <w:lang w:eastAsia="zh-CN"/>
                                <w14:textFill>
                                  <w14:solidFill>
                                    <w14:srgbClr w14:val="9C0F15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头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42" o:spid="_x0000_s1026" o:spt="202" type="#_x0000_t202" style="position:absolute;left:0pt;margin-left:-14.3pt;margin-top:-26pt;height:346.45pt;width:909.1pt;visibility:hidden;z-index:251664384;mso-width-relative:page;mso-height-relative:page;" filled="f" stroked="f" coordsize="21600,21600" o:gfxdata="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A3/LK9wAAAAMAQAADwAAAAAAAAABACAAAAAiAAAAZHJzL2Rv&#10;d25yZXYueG1sUEsBAhQAFAAAAAgAh07iQFbFeGHEAQAAbgMAAA4AAAAAAAAAAQAgAAAAKwEAAGRy&#10;cy9lMm9Eb2MueG1sUEsFBgAAAAAGAAYAWQEAAGE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kinsoku/>
                        <w:ind w:left="0"/>
                        <w:jc w:val="left"/>
                        <w:rPr>
                          <w:rFonts w:ascii="汉仪尚巍手书简" w:eastAsia="汉仪尚巍手书简" w:hAnsiTheme="minorBidi"/>
                          <w:color w:val="9C0F15"/>
                          <w:kern w:val="24"/>
                          <w:sz w:val="400"/>
                          <w:szCs w:val="400"/>
                          <w14:textFill>
                            <w14:solidFill>
                              <w14:srgbClr w14:val="9C0F15">
                                <w14:alpha w14:val="50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ascii="汉仪尚巍手书简" w:eastAsia="汉仪尚巍手书简" w:hAnsiTheme="minorBidi"/>
                          <w:color w:val="9C0F15"/>
                          <w:kern w:val="24"/>
                          <w:sz w:val="460"/>
                          <w:szCs w:val="460"/>
                          <w14:textFill>
                            <w14:solidFill>
                              <w14:srgbClr w14:val="9C0F15">
                                <w14:alpha w14:val="50000"/>
                              </w14:srgbClr>
                            </w14:solidFill>
                          </w14:textFill>
                        </w:rPr>
                        <w:t>鸿</w:t>
                      </w:r>
                      <w:r>
                        <w:rPr>
                          <w:rFonts w:ascii="汉仪尚巍手书简" w:eastAsia="汉仪尚巍手书简" w:hAnsiTheme="minorBidi"/>
                          <w:color w:val="9C0F15"/>
                          <w:kern w:val="24"/>
                          <w:sz w:val="400"/>
                          <w:szCs w:val="400"/>
                          <w14:textFill>
                            <w14:solidFill>
                              <w14:srgbClr w14:val="9C0F15">
                                <w14:alpha w14:val="50000"/>
                              </w14:srgbClr>
                            </w14:solidFill>
                          </w14:textFill>
                        </w:rPr>
                        <w:t>运</w:t>
                      </w:r>
                    </w:p>
                    <w:p>
                      <w:pPr>
                        <w:pStyle w:val="4"/>
                        <w:kinsoku/>
                        <w:ind w:left="0" w:leftChars="0" w:firstLine="2484" w:firstLineChars="54"/>
                        <w:jc w:val="left"/>
                        <w:rPr>
                          <w:rFonts w:hint="eastAsia" w:eastAsia="汉仪尚巍手书简"/>
                          <w:lang w:eastAsia="zh-CN"/>
                        </w:rPr>
                      </w:pPr>
                      <w:r>
                        <w:rPr>
                          <w:rFonts w:hint="eastAsia" w:ascii="汉仪尚巍手书简" w:eastAsia="汉仪尚巍手书简" w:hAnsiTheme="minorBidi"/>
                          <w:color w:val="9C0F15"/>
                          <w:kern w:val="24"/>
                          <w:sz w:val="460"/>
                          <w:szCs w:val="460"/>
                          <w:lang w:eastAsia="zh-CN"/>
                          <w14:textFill>
                            <w14:solidFill>
                              <w14:srgbClr w14:val="9C0F15">
                                <w14:alpha w14:val="50000"/>
                              </w14:srgbClr>
                            </w14:solidFill>
                          </w14:textFill>
                        </w:rPr>
                        <w:t>当</w:t>
                      </w:r>
                      <w:r>
                        <w:rPr>
                          <w:rFonts w:hint="eastAsia" w:ascii="汉仪尚巍手书简" w:eastAsia="汉仪尚巍手书简" w:hAnsiTheme="minorBidi"/>
                          <w:color w:val="9C0F15"/>
                          <w:kern w:val="24"/>
                          <w:sz w:val="400"/>
                          <w:szCs w:val="400"/>
                          <w:lang w:eastAsia="zh-CN"/>
                          <w14:textFill>
                            <w14:solidFill>
                              <w14:srgbClr w14:val="9C0F15">
                                <w14:alpha w14:val="50000"/>
                              </w14:srgbClr>
                            </w14:solidFill>
                          </w14:textFill>
                        </w:rPr>
                        <w:t>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-73660</wp:posOffset>
                </wp:positionH>
                <wp:positionV relativeFrom="paragraph">
                  <wp:posOffset>8823960</wp:posOffset>
                </wp:positionV>
                <wp:extent cx="2484755" cy="1607185"/>
                <wp:effectExtent l="0" t="0" r="14605" b="8255"/>
                <wp:wrapNone/>
                <wp:docPr id="300" name="矩形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6045" y="9003665"/>
                          <a:ext cx="2484755" cy="1607185"/>
                        </a:xfrm>
                        <a:prstGeom prst="rect">
                          <a:avLst/>
                        </a:prstGeom>
                        <a:solidFill>
                          <a:srgbClr val="B11A2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8pt;margin-top:694.8pt;height:126.55pt;width:195.65pt;z-index:251661312;v-text-anchor:middle;mso-width-relative:page;mso-height-relative:page;" fillcolor="#B11A21" filled="t" stroked="f" coordsize="21600,21600" o:gfxdata="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CkZTi2gAAAA0BAAAPAAAAAAAAAAEAIAAA&#10;ACIAAABkcnMvZG93bnJldi54bWxQSwECFAAUAAAACACHTuJAXTu7dnwCAADbBAAADgAAAAAAAAAB&#10;ACAAAAApAQAAZHJzL2Uyb0RvYy54bWxQSwUGAAAAAAYABgBZAQAAFwY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74295</wp:posOffset>
                </wp:positionH>
                <wp:positionV relativeFrom="paragraph">
                  <wp:posOffset>8950960</wp:posOffset>
                </wp:positionV>
                <wp:extent cx="1939290" cy="1400175"/>
                <wp:effectExtent l="0" t="0" r="11430" b="1905"/>
                <wp:wrapNone/>
                <wp:docPr id="269" name="组合 2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1939290" cy="1400175"/>
                          <a:chOff x="12583" y="14516"/>
                          <a:chExt cx="3532" cy="2550"/>
                        </a:xfrm>
                      </wpg:grpSpPr>
                      <wpg:grpSp>
                        <wpg:cNvPr id="128" name="组合 377"/>
                        <wpg:cNvGrpSpPr/>
                        <wpg:grpSpPr>
                          <a:xfrm rot="0" flipH="1">
                            <a:off x="15157" y="14516"/>
                            <a:ext cx="958" cy="1026"/>
                            <a:chOff x="7560" y="2285"/>
                            <a:chExt cx="2896" cy="3098"/>
                          </a:xfrm>
                        </wpg:grpSpPr>
                        <wps:wsp>
                          <wps:cNvPr id="379" name="任意多边形 378"/>
                          <wps:cNvSpPr/>
                          <wps:spPr>
                            <a:xfrm>
                              <a:off x="7560" y="2285"/>
                              <a:ext cx="2896" cy="3098"/>
                            </a:xfrm>
                            <a:custGeom>
                              <a:avLst/>
                              <a:gdLst>
                                <a:gd name="idx" fmla="cos wd2 2700000"/>
                                <a:gd name="idy" fmla="sin hd2 2700000"/>
                                <a:gd name="il" fmla="+- hc 0 idx"/>
                                <a:gd name="ir" fmla="+- hc idx 0"/>
                                <a:gd name="it" fmla="+- vc 0 idy"/>
                                <a:gd name="ib" fmla="+- vc idy 0"/>
                              </a:gdLst>
                              <a:ahLst/>
                              <a:cxnLst>
                                <a:cxn ang="3">
                                  <a:pos x="hc" y="t"/>
                                </a:cxn>
                                <a:cxn ang="3">
                                  <a:pos x="il" y="it"/>
                                </a:cxn>
                                <a:cxn ang="cd2">
                                  <a:pos x="l" y="vc"/>
                                </a:cxn>
                                <a:cxn ang="cd4">
                                  <a:pos x="il" y="ib"/>
                                </a:cxn>
                                <a:cxn ang="cd4">
                                  <a:pos x="hc" y="b"/>
                                </a:cxn>
                                <a:cxn ang="cd4">
                                  <a:pos x="ir" y="ib"/>
                                </a:cxn>
                                <a:cxn ang="0">
                                  <a:pos x="r" y="vc"/>
                                </a:cxn>
                                <a:cxn ang="3">
                                  <a:pos x="ir" y="it"/>
                                </a:cxn>
                              </a:cxnLst>
                              <a:rect l="l" t="t" r="r" b="b"/>
                              <a:pathLst>
                                <a:path w="2896" h="3099">
                                  <a:moveTo>
                                    <a:pt x="832" y="530"/>
                                  </a:moveTo>
                                  <a:cubicBezTo>
                                    <a:pt x="848" y="256"/>
                                    <a:pt x="1172" y="-8"/>
                                    <a:pt x="1422" y="0"/>
                                  </a:cubicBezTo>
                                  <a:lnTo>
                                    <a:pt x="1435" y="0"/>
                                  </a:lnTo>
                                  <a:lnTo>
                                    <a:pt x="1449" y="1"/>
                                  </a:lnTo>
                                  <a:lnTo>
                                    <a:pt x="1463" y="0"/>
                                  </a:lnTo>
                                  <a:lnTo>
                                    <a:pt x="1477" y="0"/>
                                  </a:lnTo>
                                  <a:cubicBezTo>
                                    <a:pt x="1766" y="-5"/>
                                    <a:pt x="2021" y="277"/>
                                    <a:pt x="2054" y="472"/>
                                  </a:cubicBezTo>
                                  <a:cubicBezTo>
                                    <a:pt x="2084" y="456"/>
                                    <a:pt x="2211" y="431"/>
                                    <a:pt x="2257" y="432"/>
                                  </a:cubicBezTo>
                                  <a:cubicBezTo>
                                    <a:pt x="2263" y="432"/>
                                    <a:pt x="2271" y="433"/>
                                    <a:pt x="2272" y="433"/>
                                  </a:cubicBezTo>
                                  <a:lnTo>
                                    <a:pt x="2288" y="433"/>
                                  </a:lnTo>
                                  <a:cubicBezTo>
                                    <a:pt x="2631" y="423"/>
                                    <a:pt x="2904" y="768"/>
                                    <a:pt x="2896" y="1043"/>
                                  </a:cubicBezTo>
                                  <a:lnTo>
                                    <a:pt x="2895" y="1058"/>
                                  </a:lnTo>
                                  <a:lnTo>
                                    <a:pt x="2896" y="1066"/>
                                  </a:lnTo>
                                  <a:lnTo>
                                    <a:pt x="2896" y="1075"/>
                                  </a:lnTo>
                                  <a:cubicBezTo>
                                    <a:pt x="2900" y="1255"/>
                                    <a:pt x="2780" y="1449"/>
                                    <a:pt x="2686" y="1525"/>
                                  </a:cubicBezTo>
                                  <a:cubicBezTo>
                                    <a:pt x="2814" y="1623"/>
                                    <a:pt x="2898" y="1839"/>
                                    <a:pt x="2896" y="1976"/>
                                  </a:cubicBezTo>
                                  <a:lnTo>
                                    <a:pt x="2896" y="1984"/>
                                  </a:lnTo>
                                  <a:lnTo>
                                    <a:pt x="2895" y="1991"/>
                                  </a:lnTo>
                                  <a:lnTo>
                                    <a:pt x="2896" y="2008"/>
                                  </a:lnTo>
                                  <a:cubicBezTo>
                                    <a:pt x="2906" y="2350"/>
                                    <a:pt x="2561" y="2624"/>
                                    <a:pt x="2287" y="2616"/>
                                  </a:cubicBezTo>
                                  <a:lnTo>
                                    <a:pt x="2272" y="2616"/>
                                  </a:lnTo>
                                  <a:cubicBezTo>
                                    <a:pt x="2266" y="2616"/>
                                    <a:pt x="2255" y="2616"/>
                                    <a:pt x="2254" y="2616"/>
                                  </a:cubicBezTo>
                                  <a:cubicBezTo>
                                    <a:pt x="2183" y="2616"/>
                                    <a:pt x="2078" y="2587"/>
                                    <a:pt x="2064" y="2580"/>
                                  </a:cubicBezTo>
                                  <a:cubicBezTo>
                                    <a:pt x="2040" y="2856"/>
                                    <a:pt x="1721" y="3104"/>
                                    <a:pt x="1476" y="3098"/>
                                  </a:cubicBezTo>
                                  <a:lnTo>
                                    <a:pt x="1462" y="3098"/>
                                  </a:lnTo>
                                  <a:lnTo>
                                    <a:pt x="1449" y="3098"/>
                                  </a:lnTo>
                                  <a:lnTo>
                                    <a:pt x="1435" y="3098"/>
                                  </a:lnTo>
                                  <a:cubicBezTo>
                                    <a:pt x="1139" y="3108"/>
                                    <a:pt x="880" y="2837"/>
                                    <a:pt x="842" y="2618"/>
                                  </a:cubicBezTo>
                                  <a:cubicBezTo>
                                    <a:pt x="811" y="2629"/>
                                    <a:pt x="717" y="2640"/>
                                    <a:pt x="686" y="2640"/>
                                  </a:cubicBezTo>
                                  <a:cubicBezTo>
                                    <a:pt x="682" y="2640"/>
                                    <a:pt x="677" y="2640"/>
                                    <a:pt x="676" y="2640"/>
                                  </a:cubicBezTo>
                                  <a:lnTo>
                                    <a:pt x="660" y="2640"/>
                                  </a:lnTo>
                                  <a:cubicBezTo>
                                    <a:pt x="317" y="2650"/>
                                    <a:pt x="44" y="2305"/>
                                    <a:pt x="52" y="2030"/>
                                  </a:cubicBezTo>
                                  <a:lnTo>
                                    <a:pt x="52" y="2015"/>
                                  </a:lnTo>
                                  <a:lnTo>
                                    <a:pt x="52" y="2007"/>
                                  </a:lnTo>
                                  <a:lnTo>
                                    <a:pt x="52" y="2000"/>
                                  </a:lnTo>
                                  <a:lnTo>
                                    <a:pt x="52" y="1992"/>
                                  </a:lnTo>
                                  <a:cubicBezTo>
                                    <a:pt x="51" y="1836"/>
                                    <a:pt x="147" y="1660"/>
                                    <a:pt x="217" y="1592"/>
                                  </a:cubicBezTo>
                                  <a:cubicBezTo>
                                    <a:pt x="91" y="1500"/>
                                    <a:pt x="-4" y="1273"/>
                                    <a:pt x="0" y="1134"/>
                                  </a:cubicBezTo>
                                  <a:lnTo>
                                    <a:pt x="0" y="1126"/>
                                  </a:lnTo>
                                  <a:lnTo>
                                    <a:pt x="0" y="1119"/>
                                  </a:lnTo>
                                  <a:lnTo>
                                    <a:pt x="0" y="1102"/>
                                  </a:lnTo>
                                  <a:cubicBezTo>
                                    <a:pt x="-10" y="759"/>
                                    <a:pt x="335" y="486"/>
                                    <a:pt x="609" y="494"/>
                                  </a:cubicBezTo>
                                  <a:lnTo>
                                    <a:pt x="624" y="494"/>
                                  </a:lnTo>
                                  <a:cubicBezTo>
                                    <a:pt x="630" y="494"/>
                                    <a:pt x="641" y="494"/>
                                    <a:pt x="642" y="494"/>
                                  </a:cubicBezTo>
                                  <a:cubicBezTo>
                                    <a:pt x="713" y="494"/>
                                    <a:pt x="818" y="523"/>
                                    <a:pt x="832" y="53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4DBAE"/>
                            </a:solidFill>
                            <a:ln w="9842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129" name="组合 379"/>
                          <wpg:cNvGrpSpPr/>
                          <wpg:grpSpPr>
                            <a:xfrm rot="0">
                              <a:off x="7684" y="2509"/>
                              <a:ext cx="2648" cy="2651"/>
                              <a:chOff x="7273" y="1670"/>
                              <a:chExt cx="2648" cy="2648"/>
                            </a:xfrm>
                          </wpg:grpSpPr>
                          <wps:wsp>
                            <wps:cNvPr id="381" name="椭圆 380"/>
                            <wps:cNvSpPr/>
                            <wps:spPr>
                              <a:xfrm>
                                <a:off x="8397" y="2794"/>
                                <a:ext cx="400" cy="4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C0F15"/>
                              </a:solidFill>
                              <a:ln w="984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g:grpSp>
                            <wpg:cNvPr id="130" name="组合 381"/>
                            <wpg:cNvGrpSpPr/>
                            <wpg:grpSpPr>
                              <a:xfrm rot="19800000">
                                <a:off x="7273" y="2846"/>
                                <a:ext cx="2648" cy="296"/>
                                <a:chOff x="7273" y="2845"/>
                                <a:chExt cx="2648" cy="296"/>
                              </a:xfrm>
                            </wpg:grpSpPr>
                            <wps:wsp>
                              <wps:cNvPr id="383" name="任意多边形 382"/>
                              <wps:cNvSpPr/>
                              <wps:spPr>
                                <a:xfrm>
                                  <a:off x="8993" y="2845"/>
                                  <a:ext cx="928" cy="297"/>
                                </a:xfrm>
                                <a:custGeom>
                                  <a:avLst/>
                                  <a:gdLst>
                                    <a:gd name="connsiteX0" fmla="*/ 0 w 582"/>
                                    <a:gd name="connsiteY0" fmla="*/ 129 h 258"/>
                                    <a:gd name="connsiteX1" fmla="*/ 291 w 582"/>
                                    <a:gd name="connsiteY1" fmla="*/ 0 h 258"/>
                                    <a:gd name="connsiteX2" fmla="*/ 582 w 582"/>
                                    <a:gd name="connsiteY2" fmla="*/ 129 h 258"/>
                                    <a:gd name="connsiteX3" fmla="*/ 291 w 582"/>
                                    <a:gd name="connsiteY3" fmla="*/ 258 h 258"/>
                                    <a:gd name="connsiteX4" fmla="*/ 0 w 582"/>
                                    <a:gd name="connsiteY4" fmla="*/ 129 h 2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82" h="258">
                                      <a:moveTo>
                                        <a:pt x="0" y="129"/>
                                      </a:moveTo>
                                      <a:cubicBezTo>
                                        <a:pt x="5" y="125"/>
                                        <a:pt x="130" y="0"/>
                                        <a:pt x="291" y="0"/>
                                      </a:cubicBezTo>
                                      <a:cubicBezTo>
                                        <a:pt x="452" y="0"/>
                                        <a:pt x="582" y="58"/>
                                        <a:pt x="582" y="129"/>
                                      </a:cubicBezTo>
                                      <a:cubicBezTo>
                                        <a:pt x="582" y="200"/>
                                        <a:pt x="452" y="258"/>
                                        <a:pt x="291" y="258"/>
                                      </a:cubicBezTo>
                                      <a:cubicBezTo>
                                        <a:pt x="130" y="258"/>
                                        <a:pt x="5" y="143"/>
                                        <a:pt x="0" y="1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C0F15"/>
                                </a:solidFill>
                                <a:ln w="98425" cap="rnd">
                                  <a:noFill/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84" name="任意多边形 383"/>
                              <wps:cNvSpPr/>
                              <wps:spPr>
                                <a:xfrm flipH="1">
                                  <a:off x="7273" y="2845"/>
                                  <a:ext cx="928" cy="297"/>
                                </a:xfrm>
                                <a:custGeom>
                                  <a:avLst/>
                                  <a:gdLst>
                                    <a:gd name="connsiteX0" fmla="*/ 0 w 582"/>
                                    <a:gd name="connsiteY0" fmla="*/ 129 h 258"/>
                                    <a:gd name="connsiteX1" fmla="*/ 291 w 582"/>
                                    <a:gd name="connsiteY1" fmla="*/ 0 h 258"/>
                                    <a:gd name="connsiteX2" fmla="*/ 582 w 582"/>
                                    <a:gd name="connsiteY2" fmla="*/ 129 h 258"/>
                                    <a:gd name="connsiteX3" fmla="*/ 291 w 582"/>
                                    <a:gd name="connsiteY3" fmla="*/ 258 h 258"/>
                                    <a:gd name="connsiteX4" fmla="*/ 0 w 582"/>
                                    <a:gd name="connsiteY4" fmla="*/ 129 h 2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82" h="258">
                                      <a:moveTo>
                                        <a:pt x="0" y="129"/>
                                      </a:moveTo>
                                      <a:cubicBezTo>
                                        <a:pt x="5" y="125"/>
                                        <a:pt x="130" y="0"/>
                                        <a:pt x="291" y="0"/>
                                      </a:cubicBezTo>
                                      <a:cubicBezTo>
                                        <a:pt x="452" y="0"/>
                                        <a:pt x="582" y="58"/>
                                        <a:pt x="582" y="129"/>
                                      </a:cubicBezTo>
                                      <a:cubicBezTo>
                                        <a:pt x="582" y="200"/>
                                        <a:pt x="452" y="258"/>
                                        <a:pt x="291" y="258"/>
                                      </a:cubicBezTo>
                                      <a:cubicBezTo>
                                        <a:pt x="130" y="258"/>
                                        <a:pt x="5" y="143"/>
                                        <a:pt x="0" y="1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C0F15"/>
                                </a:solidFill>
                                <a:ln w="98425" cap="rnd">
                                  <a:noFill/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131" name="组合 384"/>
                            <wpg:cNvGrpSpPr/>
                            <wpg:grpSpPr>
                              <a:xfrm rot="16200000">
                                <a:off x="7273" y="2846"/>
                                <a:ext cx="2648" cy="296"/>
                                <a:chOff x="7273" y="2845"/>
                                <a:chExt cx="2648" cy="296"/>
                              </a:xfrm>
                            </wpg:grpSpPr>
                            <wps:wsp>
                              <wps:cNvPr id="386" name="任意多边形 385"/>
                              <wps:cNvSpPr/>
                              <wps:spPr>
                                <a:xfrm>
                                  <a:off x="8993" y="2845"/>
                                  <a:ext cx="928" cy="297"/>
                                </a:xfrm>
                                <a:custGeom>
                                  <a:avLst/>
                                  <a:gdLst>
                                    <a:gd name="connsiteX0" fmla="*/ 0 w 582"/>
                                    <a:gd name="connsiteY0" fmla="*/ 129 h 258"/>
                                    <a:gd name="connsiteX1" fmla="*/ 291 w 582"/>
                                    <a:gd name="connsiteY1" fmla="*/ 0 h 258"/>
                                    <a:gd name="connsiteX2" fmla="*/ 582 w 582"/>
                                    <a:gd name="connsiteY2" fmla="*/ 129 h 258"/>
                                    <a:gd name="connsiteX3" fmla="*/ 291 w 582"/>
                                    <a:gd name="connsiteY3" fmla="*/ 258 h 258"/>
                                    <a:gd name="connsiteX4" fmla="*/ 0 w 582"/>
                                    <a:gd name="connsiteY4" fmla="*/ 129 h 2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82" h="258">
                                      <a:moveTo>
                                        <a:pt x="0" y="129"/>
                                      </a:moveTo>
                                      <a:cubicBezTo>
                                        <a:pt x="5" y="125"/>
                                        <a:pt x="130" y="0"/>
                                        <a:pt x="291" y="0"/>
                                      </a:cubicBezTo>
                                      <a:cubicBezTo>
                                        <a:pt x="452" y="0"/>
                                        <a:pt x="582" y="58"/>
                                        <a:pt x="582" y="129"/>
                                      </a:cubicBezTo>
                                      <a:cubicBezTo>
                                        <a:pt x="582" y="200"/>
                                        <a:pt x="452" y="258"/>
                                        <a:pt x="291" y="258"/>
                                      </a:cubicBezTo>
                                      <a:cubicBezTo>
                                        <a:pt x="130" y="258"/>
                                        <a:pt x="5" y="143"/>
                                        <a:pt x="0" y="1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C0F15"/>
                                </a:solidFill>
                                <a:ln w="98425" cap="rnd">
                                  <a:noFill/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87" name="任意多边形 386"/>
                              <wps:cNvSpPr/>
                              <wps:spPr>
                                <a:xfrm flipH="1">
                                  <a:off x="7273" y="2845"/>
                                  <a:ext cx="928" cy="297"/>
                                </a:xfrm>
                                <a:custGeom>
                                  <a:avLst/>
                                  <a:gdLst>
                                    <a:gd name="connsiteX0" fmla="*/ 0 w 582"/>
                                    <a:gd name="connsiteY0" fmla="*/ 129 h 258"/>
                                    <a:gd name="connsiteX1" fmla="*/ 291 w 582"/>
                                    <a:gd name="connsiteY1" fmla="*/ 0 h 258"/>
                                    <a:gd name="connsiteX2" fmla="*/ 582 w 582"/>
                                    <a:gd name="connsiteY2" fmla="*/ 129 h 258"/>
                                    <a:gd name="connsiteX3" fmla="*/ 291 w 582"/>
                                    <a:gd name="connsiteY3" fmla="*/ 258 h 258"/>
                                    <a:gd name="connsiteX4" fmla="*/ 0 w 582"/>
                                    <a:gd name="connsiteY4" fmla="*/ 129 h 2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82" h="258">
                                      <a:moveTo>
                                        <a:pt x="0" y="129"/>
                                      </a:moveTo>
                                      <a:cubicBezTo>
                                        <a:pt x="5" y="125"/>
                                        <a:pt x="130" y="0"/>
                                        <a:pt x="291" y="0"/>
                                      </a:cubicBezTo>
                                      <a:cubicBezTo>
                                        <a:pt x="452" y="0"/>
                                        <a:pt x="582" y="58"/>
                                        <a:pt x="582" y="129"/>
                                      </a:cubicBezTo>
                                      <a:cubicBezTo>
                                        <a:pt x="582" y="200"/>
                                        <a:pt x="452" y="258"/>
                                        <a:pt x="291" y="258"/>
                                      </a:cubicBezTo>
                                      <a:cubicBezTo>
                                        <a:pt x="130" y="258"/>
                                        <a:pt x="5" y="143"/>
                                        <a:pt x="0" y="1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C0F15"/>
                                </a:solidFill>
                                <a:ln w="98425" cap="rnd">
                                  <a:noFill/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132" name="组合 387"/>
                            <wpg:cNvGrpSpPr/>
                            <wpg:grpSpPr>
                              <a:xfrm rot="1800000">
                                <a:off x="7273" y="2846"/>
                                <a:ext cx="2648" cy="296"/>
                                <a:chOff x="7273" y="2845"/>
                                <a:chExt cx="2648" cy="296"/>
                              </a:xfrm>
                            </wpg:grpSpPr>
                            <wps:wsp>
                              <wps:cNvPr id="389" name="任意多边形 388"/>
                              <wps:cNvSpPr/>
                              <wps:spPr>
                                <a:xfrm>
                                  <a:off x="8993" y="2845"/>
                                  <a:ext cx="928" cy="297"/>
                                </a:xfrm>
                                <a:custGeom>
                                  <a:avLst/>
                                  <a:gdLst>
                                    <a:gd name="connsiteX0" fmla="*/ 0 w 582"/>
                                    <a:gd name="connsiteY0" fmla="*/ 129 h 258"/>
                                    <a:gd name="connsiteX1" fmla="*/ 291 w 582"/>
                                    <a:gd name="connsiteY1" fmla="*/ 0 h 258"/>
                                    <a:gd name="connsiteX2" fmla="*/ 582 w 582"/>
                                    <a:gd name="connsiteY2" fmla="*/ 129 h 258"/>
                                    <a:gd name="connsiteX3" fmla="*/ 291 w 582"/>
                                    <a:gd name="connsiteY3" fmla="*/ 258 h 258"/>
                                    <a:gd name="connsiteX4" fmla="*/ 0 w 582"/>
                                    <a:gd name="connsiteY4" fmla="*/ 129 h 2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82" h="258">
                                      <a:moveTo>
                                        <a:pt x="0" y="129"/>
                                      </a:moveTo>
                                      <a:cubicBezTo>
                                        <a:pt x="5" y="125"/>
                                        <a:pt x="130" y="0"/>
                                        <a:pt x="291" y="0"/>
                                      </a:cubicBezTo>
                                      <a:cubicBezTo>
                                        <a:pt x="452" y="0"/>
                                        <a:pt x="582" y="58"/>
                                        <a:pt x="582" y="129"/>
                                      </a:cubicBezTo>
                                      <a:cubicBezTo>
                                        <a:pt x="582" y="200"/>
                                        <a:pt x="452" y="258"/>
                                        <a:pt x="291" y="258"/>
                                      </a:cubicBezTo>
                                      <a:cubicBezTo>
                                        <a:pt x="130" y="258"/>
                                        <a:pt x="5" y="143"/>
                                        <a:pt x="0" y="1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C0F15"/>
                                </a:solidFill>
                                <a:ln w="98425" cap="rnd">
                                  <a:noFill/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90" name="任意多边形 389"/>
                              <wps:cNvSpPr/>
                              <wps:spPr>
                                <a:xfrm flipH="1">
                                  <a:off x="7273" y="2845"/>
                                  <a:ext cx="928" cy="297"/>
                                </a:xfrm>
                                <a:custGeom>
                                  <a:avLst/>
                                  <a:gdLst>
                                    <a:gd name="connsiteX0" fmla="*/ 0 w 582"/>
                                    <a:gd name="connsiteY0" fmla="*/ 129 h 258"/>
                                    <a:gd name="connsiteX1" fmla="*/ 291 w 582"/>
                                    <a:gd name="connsiteY1" fmla="*/ 0 h 258"/>
                                    <a:gd name="connsiteX2" fmla="*/ 582 w 582"/>
                                    <a:gd name="connsiteY2" fmla="*/ 129 h 258"/>
                                    <a:gd name="connsiteX3" fmla="*/ 291 w 582"/>
                                    <a:gd name="connsiteY3" fmla="*/ 258 h 258"/>
                                    <a:gd name="connsiteX4" fmla="*/ 0 w 582"/>
                                    <a:gd name="connsiteY4" fmla="*/ 129 h 2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82" h="258">
                                      <a:moveTo>
                                        <a:pt x="0" y="129"/>
                                      </a:moveTo>
                                      <a:cubicBezTo>
                                        <a:pt x="5" y="125"/>
                                        <a:pt x="130" y="0"/>
                                        <a:pt x="291" y="0"/>
                                      </a:cubicBezTo>
                                      <a:cubicBezTo>
                                        <a:pt x="452" y="0"/>
                                        <a:pt x="582" y="58"/>
                                        <a:pt x="582" y="129"/>
                                      </a:cubicBezTo>
                                      <a:cubicBezTo>
                                        <a:pt x="582" y="200"/>
                                        <a:pt x="452" y="258"/>
                                        <a:pt x="291" y="258"/>
                                      </a:cubicBezTo>
                                      <a:cubicBezTo>
                                        <a:pt x="130" y="258"/>
                                        <a:pt x="5" y="143"/>
                                        <a:pt x="0" y="1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C0F15"/>
                                </a:solidFill>
                                <a:ln w="98425" cap="rnd">
                                  <a:noFill/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133" name="组合 390"/>
                        <wpg:cNvGrpSpPr/>
                        <wpg:grpSpPr>
                          <a:xfrm rot="0" flipH="1">
                            <a:off x="12583" y="16138"/>
                            <a:ext cx="745" cy="798"/>
                            <a:chOff x="7560" y="2285"/>
                            <a:chExt cx="2896" cy="3098"/>
                          </a:xfrm>
                        </wpg:grpSpPr>
                        <wps:wsp>
                          <wps:cNvPr id="392" name="任意多边形 391"/>
                          <wps:cNvSpPr/>
                          <wps:spPr>
                            <a:xfrm>
                              <a:off x="7560" y="2285"/>
                              <a:ext cx="2896" cy="3098"/>
                            </a:xfrm>
                            <a:custGeom>
                              <a:avLst/>
                              <a:gdLst>
                                <a:gd name="idx" fmla="cos wd2 2700000"/>
                                <a:gd name="idy" fmla="sin hd2 2700000"/>
                                <a:gd name="il" fmla="+- hc 0 idx"/>
                                <a:gd name="ir" fmla="+- hc idx 0"/>
                                <a:gd name="it" fmla="+- vc 0 idy"/>
                                <a:gd name="ib" fmla="+- vc idy 0"/>
                              </a:gdLst>
                              <a:ahLst/>
                              <a:cxnLst>
                                <a:cxn ang="3">
                                  <a:pos x="hc" y="t"/>
                                </a:cxn>
                                <a:cxn ang="3">
                                  <a:pos x="il" y="it"/>
                                </a:cxn>
                                <a:cxn ang="cd2">
                                  <a:pos x="l" y="vc"/>
                                </a:cxn>
                                <a:cxn ang="cd4">
                                  <a:pos x="il" y="ib"/>
                                </a:cxn>
                                <a:cxn ang="cd4">
                                  <a:pos x="hc" y="b"/>
                                </a:cxn>
                                <a:cxn ang="cd4">
                                  <a:pos x="ir" y="ib"/>
                                </a:cxn>
                                <a:cxn ang="0">
                                  <a:pos x="r" y="vc"/>
                                </a:cxn>
                                <a:cxn ang="3">
                                  <a:pos x="ir" y="it"/>
                                </a:cxn>
                              </a:cxnLst>
                              <a:rect l="l" t="t" r="r" b="b"/>
                              <a:pathLst>
                                <a:path w="2896" h="3099">
                                  <a:moveTo>
                                    <a:pt x="832" y="530"/>
                                  </a:moveTo>
                                  <a:cubicBezTo>
                                    <a:pt x="848" y="256"/>
                                    <a:pt x="1172" y="-8"/>
                                    <a:pt x="1422" y="0"/>
                                  </a:cubicBezTo>
                                  <a:lnTo>
                                    <a:pt x="1435" y="0"/>
                                  </a:lnTo>
                                  <a:lnTo>
                                    <a:pt x="1449" y="1"/>
                                  </a:lnTo>
                                  <a:lnTo>
                                    <a:pt x="1463" y="0"/>
                                  </a:lnTo>
                                  <a:lnTo>
                                    <a:pt x="1477" y="0"/>
                                  </a:lnTo>
                                  <a:cubicBezTo>
                                    <a:pt x="1766" y="-5"/>
                                    <a:pt x="2021" y="277"/>
                                    <a:pt x="2054" y="472"/>
                                  </a:cubicBezTo>
                                  <a:cubicBezTo>
                                    <a:pt x="2084" y="456"/>
                                    <a:pt x="2211" y="431"/>
                                    <a:pt x="2257" y="432"/>
                                  </a:cubicBezTo>
                                  <a:cubicBezTo>
                                    <a:pt x="2263" y="432"/>
                                    <a:pt x="2271" y="433"/>
                                    <a:pt x="2272" y="433"/>
                                  </a:cubicBezTo>
                                  <a:lnTo>
                                    <a:pt x="2288" y="433"/>
                                  </a:lnTo>
                                  <a:cubicBezTo>
                                    <a:pt x="2631" y="423"/>
                                    <a:pt x="2904" y="768"/>
                                    <a:pt x="2896" y="1043"/>
                                  </a:cubicBezTo>
                                  <a:lnTo>
                                    <a:pt x="2895" y="1058"/>
                                  </a:lnTo>
                                  <a:lnTo>
                                    <a:pt x="2896" y="1066"/>
                                  </a:lnTo>
                                  <a:lnTo>
                                    <a:pt x="2896" y="1075"/>
                                  </a:lnTo>
                                  <a:cubicBezTo>
                                    <a:pt x="2900" y="1255"/>
                                    <a:pt x="2780" y="1449"/>
                                    <a:pt x="2686" y="1525"/>
                                  </a:cubicBezTo>
                                  <a:cubicBezTo>
                                    <a:pt x="2814" y="1623"/>
                                    <a:pt x="2898" y="1839"/>
                                    <a:pt x="2896" y="1976"/>
                                  </a:cubicBezTo>
                                  <a:lnTo>
                                    <a:pt x="2896" y="1984"/>
                                  </a:lnTo>
                                  <a:lnTo>
                                    <a:pt x="2895" y="1991"/>
                                  </a:lnTo>
                                  <a:lnTo>
                                    <a:pt x="2896" y="2008"/>
                                  </a:lnTo>
                                  <a:cubicBezTo>
                                    <a:pt x="2906" y="2350"/>
                                    <a:pt x="2561" y="2624"/>
                                    <a:pt x="2287" y="2616"/>
                                  </a:cubicBezTo>
                                  <a:lnTo>
                                    <a:pt x="2272" y="2616"/>
                                  </a:lnTo>
                                  <a:cubicBezTo>
                                    <a:pt x="2266" y="2616"/>
                                    <a:pt x="2255" y="2616"/>
                                    <a:pt x="2254" y="2616"/>
                                  </a:cubicBezTo>
                                  <a:cubicBezTo>
                                    <a:pt x="2183" y="2616"/>
                                    <a:pt x="2078" y="2587"/>
                                    <a:pt x="2064" y="2580"/>
                                  </a:cubicBezTo>
                                  <a:cubicBezTo>
                                    <a:pt x="2040" y="2856"/>
                                    <a:pt x="1721" y="3104"/>
                                    <a:pt x="1476" y="3098"/>
                                  </a:cubicBezTo>
                                  <a:lnTo>
                                    <a:pt x="1462" y="3098"/>
                                  </a:lnTo>
                                  <a:lnTo>
                                    <a:pt x="1449" y="3098"/>
                                  </a:lnTo>
                                  <a:lnTo>
                                    <a:pt x="1435" y="3098"/>
                                  </a:lnTo>
                                  <a:cubicBezTo>
                                    <a:pt x="1139" y="3108"/>
                                    <a:pt x="880" y="2837"/>
                                    <a:pt x="842" y="2618"/>
                                  </a:cubicBezTo>
                                  <a:cubicBezTo>
                                    <a:pt x="811" y="2629"/>
                                    <a:pt x="717" y="2640"/>
                                    <a:pt x="686" y="2640"/>
                                  </a:cubicBezTo>
                                  <a:cubicBezTo>
                                    <a:pt x="682" y="2640"/>
                                    <a:pt x="677" y="2640"/>
                                    <a:pt x="676" y="2640"/>
                                  </a:cubicBezTo>
                                  <a:lnTo>
                                    <a:pt x="660" y="2640"/>
                                  </a:lnTo>
                                  <a:cubicBezTo>
                                    <a:pt x="317" y="2650"/>
                                    <a:pt x="44" y="2305"/>
                                    <a:pt x="52" y="2030"/>
                                  </a:cubicBezTo>
                                  <a:lnTo>
                                    <a:pt x="52" y="2015"/>
                                  </a:lnTo>
                                  <a:lnTo>
                                    <a:pt x="52" y="2007"/>
                                  </a:lnTo>
                                  <a:lnTo>
                                    <a:pt x="52" y="2000"/>
                                  </a:lnTo>
                                  <a:lnTo>
                                    <a:pt x="52" y="1992"/>
                                  </a:lnTo>
                                  <a:cubicBezTo>
                                    <a:pt x="51" y="1836"/>
                                    <a:pt x="147" y="1660"/>
                                    <a:pt x="217" y="1592"/>
                                  </a:cubicBezTo>
                                  <a:cubicBezTo>
                                    <a:pt x="91" y="1500"/>
                                    <a:pt x="-4" y="1273"/>
                                    <a:pt x="0" y="1134"/>
                                  </a:cubicBezTo>
                                  <a:lnTo>
                                    <a:pt x="0" y="1126"/>
                                  </a:lnTo>
                                  <a:lnTo>
                                    <a:pt x="0" y="1119"/>
                                  </a:lnTo>
                                  <a:lnTo>
                                    <a:pt x="0" y="1102"/>
                                  </a:lnTo>
                                  <a:cubicBezTo>
                                    <a:pt x="-10" y="759"/>
                                    <a:pt x="335" y="486"/>
                                    <a:pt x="609" y="494"/>
                                  </a:cubicBezTo>
                                  <a:lnTo>
                                    <a:pt x="624" y="494"/>
                                  </a:lnTo>
                                  <a:cubicBezTo>
                                    <a:pt x="630" y="494"/>
                                    <a:pt x="641" y="494"/>
                                    <a:pt x="642" y="494"/>
                                  </a:cubicBezTo>
                                  <a:cubicBezTo>
                                    <a:pt x="713" y="494"/>
                                    <a:pt x="818" y="523"/>
                                    <a:pt x="832" y="53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4DBAE"/>
                            </a:solidFill>
                            <a:ln w="9842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134" name="组合 392"/>
                          <wpg:cNvGrpSpPr/>
                          <wpg:grpSpPr>
                            <a:xfrm rot="0">
                              <a:off x="7684" y="2509"/>
                              <a:ext cx="2648" cy="2651"/>
                              <a:chOff x="7273" y="1670"/>
                              <a:chExt cx="2648" cy="2648"/>
                            </a:xfrm>
                          </wpg:grpSpPr>
                          <wps:wsp>
                            <wps:cNvPr id="394" name="椭圆 393"/>
                            <wps:cNvSpPr/>
                            <wps:spPr>
                              <a:xfrm>
                                <a:off x="8397" y="2794"/>
                                <a:ext cx="400" cy="4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C0F15"/>
                              </a:solidFill>
                              <a:ln w="984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g:grpSp>
                            <wpg:cNvPr id="135" name="组合 394"/>
                            <wpg:cNvGrpSpPr/>
                            <wpg:grpSpPr>
                              <a:xfrm rot="19800000">
                                <a:off x="7273" y="2846"/>
                                <a:ext cx="2648" cy="296"/>
                                <a:chOff x="7273" y="2845"/>
                                <a:chExt cx="2648" cy="296"/>
                              </a:xfrm>
                            </wpg:grpSpPr>
                            <wps:wsp>
                              <wps:cNvPr id="396" name="任意多边形 395"/>
                              <wps:cNvSpPr/>
                              <wps:spPr>
                                <a:xfrm>
                                  <a:off x="8993" y="2845"/>
                                  <a:ext cx="928" cy="297"/>
                                </a:xfrm>
                                <a:custGeom>
                                  <a:avLst/>
                                  <a:gdLst>
                                    <a:gd name="connsiteX0" fmla="*/ 0 w 582"/>
                                    <a:gd name="connsiteY0" fmla="*/ 129 h 258"/>
                                    <a:gd name="connsiteX1" fmla="*/ 291 w 582"/>
                                    <a:gd name="connsiteY1" fmla="*/ 0 h 258"/>
                                    <a:gd name="connsiteX2" fmla="*/ 582 w 582"/>
                                    <a:gd name="connsiteY2" fmla="*/ 129 h 258"/>
                                    <a:gd name="connsiteX3" fmla="*/ 291 w 582"/>
                                    <a:gd name="connsiteY3" fmla="*/ 258 h 258"/>
                                    <a:gd name="connsiteX4" fmla="*/ 0 w 582"/>
                                    <a:gd name="connsiteY4" fmla="*/ 129 h 2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82" h="258">
                                      <a:moveTo>
                                        <a:pt x="0" y="129"/>
                                      </a:moveTo>
                                      <a:cubicBezTo>
                                        <a:pt x="5" y="125"/>
                                        <a:pt x="130" y="0"/>
                                        <a:pt x="291" y="0"/>
                                      </a:cubicBezTo>
                                      <a:cubicBezTo>
                                        <a:pt x="452" y="0"/>
                                        <a:pt x="582" y="58"/>
                                        <a:pt x="582" y="129"/>
                                      </a:cubicBezTo>
                                      <a:cubicBezTo>
                                        <a:pt x="582" y="200"/>
                                        <a:pt x="452" y="258"/>
                                        <a:pt x="291" y="258"/>
                                      </a:cubicBezTo>
                                      <a:cubicBezTo>
                                        <a:pt x="130" y="258"/>
                                        <a:pt x="5" y="143"/>
                                        <a:pt x="0" y="1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C0F15"/>
                                </a:solidFill>
                                <a:ln w="98425" cap="rnd">
                                  <a:noFill/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97" name="任意多边形 396"/>
                              <wps:cNvSpPr/>
                              <wps:spPr>
                                <a:xfrm flipH="1">
                                  <a:off x="7273" y="2845"/>
                                  <a:ext cx="928" cy="297"/>
                                </a:xfrm>
                                <a:custGeom>
                                  <a:avLst/>
                                  <a:gdLst>
                                    <a:gd name="connsiteX0" fmla="*/ 0 w 582"/>
                                    <a:gd name="connsiteY0" fmla="*/ 129 h 258"/>
                                    <a:gd name="connsiteX1" fmla="*/ 291 w 582"/>
                                    <a:gd name="connsiteY1" fmla="*/ 0 h 258"/>
                                    <a:gd name="connsiteX2" fmla="*/ 582 w 582"/>
                                    <a:gd name="connsiteY2" fmla="*/ 129 h 258"/>
                                    <a:gd name="connsiteX3" fmla="*/ 291 w 582"/>
                                    <a:gd name="connsiteY3" fmla="*/ 258 h 258"/>
                                    <a:gd name="connsiteX4" fmla="*/ 0 w 582"/>
                                    <a:gd name="connsiteY4" fmla="*/ 129 h 2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82" h="258">
                                      <a:moveTo>
                                        <a:pt x="0" y="129"/>
                                      </a:moveTo>
                                      <a:cubicBezTo>
                                        <a:pt x="5" y="125"/>
                                        <a:pt x="130" y="0"/>
                                        <a:pt x="291" y="0"/>
                                      </a:cubicBezTo>
                                      <a:cubicBezTo>
                                        <a:pt x="452" y="0"/>
                                        <a:pt x="582" y="58"/>
                                        <a:pt x="582" y="129"/>
                                      </a:cubicBezTo>
                                      <a:cubicBezTo>
                                        <a:pt x="582" y="200"/>
                                        <a:pt x="452" y="258"/>
                                        <a:pt x="291" y="258"/>
                                      </a:cubicBezTo>
                                      <a:cubicBezTo>
                                        <a:pt x="130" y="258"/>
                                        <a:pt x="5" y="143"/>
                                        <a:pt x="0" y="1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C0F15"/>
                                </a:solidFill>
                                <a:ln w="98425" cap="rnd">
                                  <a:noFill/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136" name="组合 397"/>
                            <wpg:cNvGrpSpPr/>
                            <wpg:grpSpPr>
                              <a:xfrm rot="16200000">
                                <a:off x="7273" y="2846"/>
                                <a:ext cx="2648" cy="296"/>
                                <a:chOff x="7273" y="2845"/>
                                <a:chExt cx="2648" cy="296"/>
                              </a:xfrm>
                            </wpg:grpSpPr>
                            <wps:wsp>
                              <wps:cNvPr id="399" name="任意多边形 398"/>
                              <wps:cNvSpPr/>
                              <wps:spPr>
                                <a:xfrm>
                                  <a:off x="8993" y="2845"/>
                                  <a:ext cx="928" cy="297"/>
                                </a:xfrm>
                                <a:custGeom>
                                  <a:avLst/>
                                  <a:gdLst>
                                    <a:gd name="connsiteX0" fmla="*/ 0 w 582"/>
                                    <a:gd name="connsiteY0" fmla="*/ 129 h 258"/>
                                    <a:gd name="connsiteX1" fmla="*/ 291 w 582"/>
                                    <a:gd name="connsiteY1" fmla="*/ 0 h 258"/>
                                    <a:gd name="connsiteX2" fmla="*/ 582 w 582"/>
                                    <a:gd name="connsiteY2" fmla="*/ 129 h 258"/>
                                    <a:gd name="connsiteX3" fmla="*/ 291 w 582"/>
                                    <a:gd name="connsiteY3" fmla="*/ 258 h 258"/>
                                    <a:gd name="connsiteX4" fmla="*/ 0 w 582"/>
                                    <a:gd name="connsiteY4" fmla="*/ 129 h 2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82" h="258">
                                      <a:moveTo>
                                        <a:pt x="0" y="129"/>
                                      </a:moveTo>
                                      <a:cubicBezTo>
                                        <a:pt x="5" y="125"/>
                                        <a:pt x="130" y="0"/>
                                        <a:pt x="291" y="0"/>
                                      </a:cubicBezTo>
                                      <a:cubicBezTo>
                                        <a:pt x="452" y="0"/>
                                        <a:pt x="582" y="58"/>
                                        <a:pt x="582" y="129"/>
                                      </a:cubicBezTo>
                                      <a:cubicBezTo>
                                        <a:pt x="582" y="200"/>
                                        <a:pt x="452" y="258"/>
                                        <a:pt x="291" y="258"/>
                                      </a:cubicBezTo>
                                      <a:cubicBezTo>
                                        <a:pt x="130" y="258"/>
                                        <a:pt x="5" y="143"/>
                                        <a:pt x="0" y="1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C0F15"/>
                                </a:solidFill>
                                <a:ln w="98425" cap="rnd">
                                  <a:noFill/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00" name="任意多边形 399"/>
                              <wps:cNvSpPr/>
                              <wps:spPr>
                                <a:xfrm flipH="1">
                                  <a:off x="7273" y="2845"/>
                                  <a:ext cx="928" cy="297"/>
                                </a:xfrm>
                                <a:custGeom>
                                  <a:avLst/>
                                  <a:gdLst>
                                    <a:gd name="connsiteX0" fmla="*/ 0 w 582"/>
                                    <a:gd name="connsiteY0" fmla="*/ 129 h 258"/>
                                    <a:gd name="connsiteX1" fmla="*/ 291 w 582"/>
                                    <a:gd name="connsiteY1" fmla="*/ 0 h 258"/>
                                    <a:gd name="connsiteX2" fmla="*/ 582 w 582"/>
                                    <a:gd name="connsiteY2" fmla="*/ 129 h 258"/>
                                    <a:gd name="connsiteX3" fmla="*/ 291 w 582"/>
                                    <a:gd name="connsiteY3" fmla="*/ 258 h 258"/>
                                    <a:gd name="connsiteX4" fmla="*/ 0 w 582"/>
                                    <a:gd name="connsiteY4" fmla="*/ 129 h 2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82" h="258">
                                      <a:moveTo>
                                        <a:pt x="0" y="129"/>
                                      </a:moveTo>
                                      <a:cubicBezTo>
                                        <a:pt x="5" y="125"/>
                                        <a:pt x="130" y="0"/>
                                        <a:pt x="291" y="0"/>
                                      </a:cubicBezTo>
                                      <a:cubicBezTo>
                                        <a:pt x="452" y="0"/>
                                        <a:pt x="582" y="58"/>
                                        <a:pt x="582" y="129"/>
                                      </a:cubicBezTo>
                                      <a:cubicBezTo>
                                        <a:pt x="582" y="200"/>
                                        <a:pt x="452" y="258"/>
                                        <a:pt x="291" y="258"/>
                                      </a:cubicBezTo>
                                      <a:cubicBezTo>
                                        <a:pt x="130" y="258"/>
                                        <a:pt x="5" y="143"/>
                                        <a:pt x="0" y="1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C0F15"/>
                                </a:solidFill>
                                <a:ln w="98425" cap="rnd">
                                  <a:noFill/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137" name="组合 400"/>
                            <wpg:cNvGrpSpPr/>
                            <wpg:grpSpPr>
                              <a:xfrm rot="1800000">
                                <a:off x="7273" y="2846"/>
                                <a:ext cx="2648" cy="296"/>
                                <a:chOff x="7273" y="2845"/>
                                <a:chExt cx="2648" cy="296"/>
                              </a:xfrm>
                            </wpg:grpSpPr>
                            <wps:wsp>
                              <wps:cNvPr id="402" name="任意多边形 401"/>
                              <wps:cNvSpPr/>
                              <wps:spPr>
                                <a:xfrm>
                                  <a:off x="8993" y="2845"/>
                                  <a:ext cx="928" cy="297"/>
                                </a:xfrm>
                                <a:custGeom>
                                  <a:avLst/>
                                  <a:gdLst>
                                    <a:gd name="connsiteX0" fmla="*/ 0 w 582"/>
                                    <a:gd name="connsiteY0" fmla="*/ 129 h 258"/>
                                    <a:gd name="connsiteX1" fmla="*/ 291 w 582"/>
                                    <a:gd name="connsiteY1" fmla="*/ 0 h 258"/>
                                    <a:gd name="connsiteX2" fmla="*/ 582 w 582"/>
                                    <a:gd name="connsiteY2" fmla="*/ 129 h 258"/>
                                    <a:gd name="connsiteX3" fmla="*/ 291 w 582"/>
                                    <a:gd name="connsiteY3" fmla="*/ 258 h 258"/>
                                    <a:gd name="connsiteX4" fmla="*/ 0 w 582"/>
                                    <a:gd name="connsiteY4" fmla="*/ 129 h 2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82" h="258">
                                      <a:moveTo>
                                        <a:pt x="0" y="129"/>
                                      </a:moveTo>
                                      <a:cubicBezTo>
                                        <a:pt x="5" y="125"/>
                                        <a:pt x="130" y="0"/>
                                        <a:pt x="291" y="0"/>
                                      </a:cubicBezTo>
                                      <a:cubicBezTo>
                                        <a:pt x="452" y="0"/>
                                        <a:pt x="582" y="58"/>
                                        <a:pt x="582" y="129"/>
                                      </a:cubicBezTo>
                                      <a:cubicBezTo>
                                        <a:pt x="582" y="200"/>
                                        <a:pt x="452" y="258"/>
                                        <a:pt x="291" y="258"/>
                                      </a:cubicBezTo>
                                      <a:cubicBezTo>
                                        <a:pt x="130" y="258"/>
                                        <a:pt x="5" y="143"/>
                                        <a:pt x="0" y="1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C0F15"/>
                                </a:solidFill>
                                <a:ln w="98425" cap="rnd">
                                  <a:noFill/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03" name="任意多边形 402"/>
                              <wps:cNvSpPr/>
                              <wps:spPr>
                                <a:xfrm flipH="1">
                                  <a:off x="7273" y="2845"/>
                                  <a:ext cx="928" cy="297"/>
                                </a:xfrm>
                                <a:custGeom>
                                  <a:avLst/>
                                  <a:gdLst>
                                    <a:gd name="connsiteX0" fmla="*/ 0 w 582"/>
                                    <a:gd name="connsiteY0" fmla="*/ 129 h 258"/>
                                    <a:gd name="connsiteX1" fmla="*/ 291 w 582"/>
                                    <a:gd name="connsiteY1" fmla="*/ 0 h 258"/>
                                    <a:gd name="connsiteX2" fmla="*/ 582 w 582"/>
                                    <a:gd name="connsiteY2" fmla="*/ 129 h 258"/>
                                    <a:gd name="connsiteX3" fmla="*/ 291 w 582"/>
                                    <a:gd name="connsiteY3" fmla="*/ 258 h 258"/>
                                    <a:gd name="connsiteX4" fmla="*/ 0 w 582"/>
                                    <a:gd name="connsiteY4" fmla="*/ 129 h 2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82" h="258">
                                      <a:moveTo>
                                        <a:pt x="0" y="129"/>
                                      </a:moveTo>
                                      <a:cubicBezTo>
                                        <a:pt x="5" y="125"/>
                                        <a:pt x="130" y="0"/>
                                        <a:pt x="291" y="0"/>
                                      </a:cubicBezTo>
                                      <a:cubicBezTo>
                                        <a:pt x="452" y="0"/>
                                        <a:pt x="582" y="58"/>
                                        <a:pt x="582" y="129"/>
                                      </a:cubicBezTo>
                                      <a:cubicBezTo>
                                        <a:pt x="582" y="200"/>
                                        <a:pt x="452" y="258"/>
                                        <a:pt x="291" y="258"/>
                                      </a:cubicBezTo>
                                      <a:cubicBezTo>
                                        <a:pt x="130" y="258"/>
                                        <a:pt x="5" y="143"/>
                                        <a:pt x="0" y="1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C0F15"/>
                                </a:solidFill>
                                <a:ln w="98425" cap="rnd">
                                  <a:noFill/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138" name="组合 403"/>
                        <wpg:cNvGrpSpPr/>
                        <wpg:grpSpPr>
                          <a:xfrm rot="0" flipH="1">
                            <a:off x="15152" y="15797"/>
                            <a:ext cx="958" cy="1026"/>
                            <a:chOff x="7560" y="2285"/>
                            <a:chExt cx="2896" cy="3098"/>
                          </a:xfrm>
                        </wpg:grpSpPr>
                        <wps:wsp>
                          <wps:cNvPr id="405" name="任意多边形 404"/>
                          <wps:cNvSpPr/>
                          <wps:spPr>
                            <a:xfrm>
                              <a:off x="7560" y="2285"/>
                              <a:ext cx="2896" cy="3098"/>
                            </a:xfrm>
                            <a:custGeom>
                              <a:avLst/>
                              <a:gdLst>
                                <a:gd name="idx" fmla="cos wd2 2700000"/>
                                <a:gd name="idy" fmla="sin hd2 2700000"/>
                                <a:gd name="il" fmla="+- hc 0 idx"/>
                                <a:gd name="ir" fmla="+- hc idx 0"/>
                                <a:gd name="it" fmla="+- vc 0 idy"/>
                                <a:gd name="ib" fmla="+- vc idy 0"/>
                              </a:gdLst>
                              <a:ahLst/>
                              <a:cxnLst>
                                <a:cxn ang="3">
                                  <a:pos x="hc" y="t"/>
                                </a:cxn>
                                <a:cxn ang="3">
                                  <a:pos x="il" y="it"/>
                                </a:cxn>
                                <a:cxn ang="cd2">
                                  <a:pos x="l" y="vc"/>
                                </a:cxn>
                                <a:cxn ang="cd4">
                                  <a:pos x="il" y="ib"/>
                                </a:cxn>
                                <a:cxn ang="cd4">
                                  <a:pos x="hc" y="b"/>
                                </a:cxn>
                                <a:cxn ang="cd4">
                                  <a:pos x="ir" y="ib"/>
                                </a:cxn>
                                <a:cxn ang="0">
                                  <a:pos x="r" y="vc"/>
                                </a:cxn>
                                <a:cxn ang="3">
                                  <a:pos x="ir" y="it"/>
                                </a:cxn>
                              </a:cxnLst>
                              <a:rect l="l" t="t" r="r" b="b"/>
                              <a:pathLst>
                                <a:path w="2896" h="3099">
                                  <a:moveTo>
                                    <a:pt x="832" y="530"/>
                                  </a:moveTo>
                                  <a:cubicBezTo>
                                    <a:pt x="848" y="256"/>
                                    <a:pt x="1172" y="-8"/>
                                    <a:pt x="1422" y="0"/>
                                  </a:cubicBezTo>
                                  <a:lnTo>
                                    <a:pt x="1435" y="0"/>
                                  </a:lnTo>
                                  <a:lnTo>
                                    <a:pt x="1449" y="1"/>
                                  </a:lnTo>
                                  <a:lnTo>
                                    <a:pt x="1463" y="0"/>
                                  </a:lnTo>
                                  <a:lnTo>
                                    <a:pt x="1477" y="0"/>
                                  </a:lnTo>
                                  <a:cubicBezTo>
                                    <a:pt x="1766" y="-5"/>
                                    <a:pt x="2021" y="277"/>
                                    <a:pt x="2054" y="472"/>
                                  </a:cubicBezTo>
                                  <a:cubicBezTo>
                                    <a:pt x="2084" y="456"/>
                                    <a:pt x="2211" y="431"/>
                                    <a:pt x="2257" y="432"/>
                                  </a:cubicBezTo>
                                  <a:cubicBezTo>
                                    <a:pt x="2263" y="432"/>
                                    <a:pt x="2271" y="433"/>
                                    <a:pt x="2272" y="433"/>
                                  </a:cubicBezTo>
                                  <a:lnTo>
                                    <a:pt x="2288" y="433"/>
                                  </a:lnTo>
                                  <a:cubicBezTo>
                                    <a:pt x="2631" y="423"/>
                                    <a:pt x="2904" y="768"/>
                                    <a:pt x="2896" y="1043"/>
                                  </a:cubicBezTo>
                                  <a:lnTo>
                                    <a:pt x="2895" y="1058"/>
                                  </a:lnTo>
                                  <a:lnTo>
                                    <a:pt x="2896" y="1066"/>
                                  </a:lnTo>
                                  <a:lnTo>
                                    <a:pt x="2896" y="1075"/>
                                  </a:lnTo>
                                  <a:cubicBezTo>
                                    <a:pt x="2900" y="1255"/>
                                    <a:pt x="2780" y="1449"/>
                                    <a:pt x="2686" y="1525"/>
                                  </a:cubicBezTo>
                                  <a:cubicBezTo>
                                    <a:pt x="2814" y="1623"/>
                                    <a:pt x="2898" y="1839"/>
                                    <a:pt x="2896" y="1976"/>
                                  </a:cubicBezTo>
                                  <a:lnTo>
                                    <a:pt x="2896" y="1984"/>
                                  </a:lnTo>
                                  <a:lnTo>
                                    <a:pt x="2895" y="1991"/>
                                  </a:lnTo>
                                  <a:lnTo>
                                    <a:pt x="2896" y="2008"/>
                                  </a:lnTo>
                                  <a:cubicBezTo>
                                    <a:pt x="2906" y="2350"/>
                                    <a:pt x="2561" y="2624"/>
                                    <a:pt x="2287" y="2616"/>
                                  </a:cubicBezTo>
                                  <a:lnTo>
                                    <a:pt x="2272" y="2616"/>
                                  </a:lnTo>
                                  <a:cubicBezTo>
                                    <a:pt x="2266" y="2616"/>
                                    <a:pt x="2255" y="2616"/>
                                    <a:pt x="2254" y="2616"/>
                                  </a:cubicBezTo>
                                  <a:cubicBezTo>
                                    <a:pt x="2183" y="2616"/>
                                    <a:pt x="2078" y="2587"/>
                                    <a:pt x="2064" y="2580"/>
                                  </a:cubicBezTo>
                                  <a:cubicBezTo>
                                    <a:pt x="2040" y="2856"/>
                                    <a:pt x="1721" y="3104"/>
                                    <a:pt x="1476" y="3098"/>
                                  </a:cubicBezTo>
                                  <a:lnTo>
                                    <a:pt x="1462" y="3098"/>
                                  </a:lnTo>
                                  <a:lnTo>
                                    <a:pt x="1449" y="3098"/>
                                  </a:lnTo>
                                  <a:lnTo>
                                    <a:pt x="1435" y="3098"/>
                                  </a:lnTo>
                                  <a:cubicBezTo>
                                    <a:pt x="1139" y="3108"/>
                                    <a:pt x="880" y="2837"/>
                                    <a:pt x="842" y="2618"/>
                                  </a:cubicBezTo>
                                  <a:cubicBezTo>
                                    <a:pt x="811" y="2629"/>
                                    <a:pt x="717" y="2640"/>
                                    <a:pt x="686" y="2640"/>
                                  </a:cubicBezTo>
                                  <a:cubicBezTo>
                                    <a:pt x="682" y="2640"/>
                                    <a:pt x="677" y="2640"/>
                                    <a:pt x="676" y="2640"/>
                                  </a:cubicBezTo>
                                  <a:lnTo>
                                    <a:pt x="660" y="2640"/>
                                  </a:lnTo>
                                  <a:cubicBezTo>
                                    <a:pt x="317" y="2650"/>
                                    <a:pt x="44" y="2305"/>
                                    <a:pt x="52" y="2030"/>
                                  </a:cubicBezTo>
                                  <a:lnTo>
                                    <a:pt x="52" y="2015"/>
                                  </a:lnTo>
                                  <a:lnTo>
                                    <a:pt x="52" y="2007"/>
                                  </a:lnTo>
                                  <a:lnTo>
                                    <a:pt x="52" y="2000"/>
                                  </a:lnTo>
                                  <a:lnTo>
                                    <a:pt x="52" y="1992"/>
                                  </a:lnTo>
                                  <a:cubicBezTo>
                                    <a:pt x="51" y="1836"/>
                                    <a:pt x="147" y="1660"/>
                                    <a:pt x="217" y="1592"/>
                                  </a:cubicBezTo>
                                  <a:cubicBezTo>
                                    <a:pt x="91" y="1500"/>
                                    <a:pt x="-4" y="1273"/>
                                    <a:pt x="0" y="1134"/>
                                  </a:cubicBezTo>
                                  <a:lnTo>
                                    <a:pt x="0" y="1126"/>
                                  </a:lnTo>
                                  <a:lnTo>
                                    <a:pt x="0" y="1119"/>
                                  </a:lnTo>
                                  <a:lnTo>
                                    <a:pt x="0" y="1102"/>
                                  </a:lnTo>
                                  <a:cubicBezTo>
                                    <a:pt x="-10" y="759"/>
                                    <a:pt x="335" y="486"/>
                                    <a:pt x="609" y="494"/>
                                  </a:cubicBezTo>
                                  <a:lnTo>
                                    <a:pt x="624" y="494"/>
                                  </a:lnTo>
                                  <a:cubicBezTo>
                                    <a:pt x="630" y="494"/>
                                    <a:pt x="641" y="494"/>
                                    <a:pt x="642" y="494"/>
                                  </a:cubicBezTo>
                                  <a:cubicBezTo>
                                    <a:pt x="713" y="494"/>
                                    <a:pt x="818" y="523"/>
                                    <a:pt x="832" y="53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4DBAE"/>
                            </a:solidFill>
                            <a:ln w="9842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139" name="组合 405"/>
                          <wpg:cNvGrpSpPr/>
                          <wpg:grpSpPr>
                            <a:xfrm rot="0">
                              <a:off x="7684" y="2509"/>
                              <a:ext cx="2648" cy="2651"/>
                              <a:chOff x="7273" y="1670"/>
                              <a:chExt cx="2648" cy="2648"/>
                            </a:xfrm>
                          </wpg:grpSpPr>
                          <wps:wsp>
                            <wps:cNvPr id="407" name="椭圆 406"/>
                            <wps:cNvSpPr/>
                            <wps:spPr>
                              <a:xfrm>
                                <a:off x="8397" y="2794"/>
                                <a:ext cx="400" cy="4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C0F15"/>
                              </a:solidFill>
                              <a:ln w="984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g:grpSp>
                            <wpg:cNvPr id="140" name="组合 407"/>
                            <wpg:cNvGrpSpPr/>
                            <wpg:grpSpPr>
                              <a:xfrm rot="19800000">
                                <a:off x="7273" y="2846"/>
                                <a:ext cx="2648" cy="296"/>
                                <a:chOff x="7273" y="2845"/>
                                <a:chExt cx="2648" cy="296"/>
                              </a:xfrm>
                            </wpg:grpSpPr>
                            <wps:wsp>
                              <wps:cNvPr id="409" name="任意多边形 408"/>
                              <wps:cNvSpPr/>
                              <wps:spPr>
                                <a:xfrm>
                                  <a:off x="8993" y="2845"/>
                                  <a:ext cx="928" cy="297"/>
                                </a:xfrm>
                                <a:custGeom>
                                  <a:avLst/>
                                  <a:gdLst>
                                    <a:gd name="connsiteX0" fmla="*/ 0 w 582"/>
                                    <a:gd name="connsiteY0" fmla="*/ 129 h 258"/>
                                    <a:gd name="connsiteX1" fmla="*/ 291 w 582"/>
                                    <a:gd name="connsiteY1" fmla="*/ 0 h 258"/>
                                    <a:gd name="connsiteX2" fmla="*/ 582 w 582"/>
                                    <a:gd name="connsiteY2" fmla="*/ 129 h 258"/>
                                    <a:gd name="connsiteX3" fmla="*/ 291 w 582"/>
                                    <a:gd name="connsiteY3" fmla="*/ 258 h 258"/>
                                    <a:gd name="connsiteX4" fmla="*/ 0 w 582"/>
                                    <a:gd name="connsiteY4" fmla="*/ 129 h 2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82" h="258">
                                      <a:moveTo>
                                        <a:pt x="0" y="129"/>
                                      </a:moveTo>
                                      <a:cubicBezTo>
                                        <a:pt x="5" y="125"/>
                                        <a:pt x="130" y="0"/>
                                        <a:pt x="291" y="0"/>
                                      </a:cubicBezTo>
                                      <a:cubicBezTo>
                                        <a:pt x="452" y="0"/>
                                        <a:pt x="582" y="58"/>
                                        <a:pt x="582" y="129"/>
                                      </a:cubicBezTo>
                                      <a:cubicBezTo>
                                        <a:pt x="582" y="200"/>
                                        <a:pt x="452" y="258"/>
                                        <a:pt x="291" y="258"/>
                                      </a:cubicBezTo>
                                      <a:cubicBezTo>
                                        <a:pt x="130" y="258"/>
                                        <a:pt x="5" y="143"/>
                                        <a:pt x="0" y="1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C0F15"/>
                                </a:solidFill>
                                <a:ln w="98425" cap="rnd">
                                  <a:noFill/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10" name="任意多边形 409"/>
                              <wps:cNvSpPr/>
                              <wps:spPr>
                                <a:xfrm flipH="1">
                                  <a:off x="7273" y="2845"/>
                                  <a:ext cx="928" cy="297"/>
                                </a:xfrm>
                                <a:custGeom>
                                  <a:avLst/>
                                  <a:gdLst>
                                    <a:gd name="connsiteX0" fmla="*/ 0 w 582"/>
                                    <a:gd name="connsiteY0" fmla="*/ 129 h 258"/>
                                    <a:gd name="connsiteX1" fmla="*/ 291 w 582"/>
                                    <a:gd name="connsiteY1" fmla="*/ 0 h 258"/>
                                    <a:gd name="connsiteX2" fmla="*/ 582 w 582"/>
                                    <a:gd name="connsiteY2" fmla="*/ 129 h 258"/>
                                    <a:gd name="connsiteX3" fmla="*/ 291 w 582"/>
                                    <a:gd name="connsiteY3" fmla="*/ 258 h 258"/>
                                    <a:gd name="connsiteX4" fmla="*/ 0 w 582"/>
                                    <a:gd name="connsiteY4" fmla="*/ 129 h 2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82" h="258">
                                      <a:moveTo>
                                        <a:pt x="0" y="129"/>
                                      </a:moveTo>
                                      <a:cubicBezTo>
                                        <a:pt x="5" y="125"/>
                                        <a:pt x="130" y="0"/>
                                        <a:pt x="291" y="0"/>
                                      </a:cubicBezTo>
                                      <a:cubicBezTo>
                                        <a:pt x="452" y="0"/>
                                        <a:pt x="582" y="58"/>
                                        <a:pt x="582" y="129"/>
                                      </a:cubicBezTo>
                                      <a:cubicBezTo>
                                        <a:pt x="582" y="200"/>
                                        <a:pt x="452" y="258"/>
                                        <a:pt x="291" y="258"/>
                                      </a:cubicBezTo>
                                      <a:cubicBezTo>
                                        <a:pt x="130" y="258"/>
                                        <a:pt x="5" y="143"/>
                                        <a:pt x="0" y="1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C0F15"/>
                                </a:solidFill>
                                <a:ln w="98425" cap="rnd">
                                  <a:noFill/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141" name="组合 410"/>
                            <wpg:cNvGrpSpPr/>
                            <wpg:grpSpPr>
                              <a:xfrm rot="16200000">
                                <a:off x="7273" y="2846"/>
                                <a:ext cx="2648" cy="296"/>
                                <a:chOff x="7273" y="2845"/>
                                <a:chExt cx="2648" cy="296"/>
                              </a:xfrm>
                            </wpg:grpSpPr>
                            <wps:wsp>
                              <wps:cNvPr id="412" name="任意多边形 411"/>
                              <wps:cNvSpPr/>
                              <wps:spPr>
                                <a:xfrm>
                                  <a:off x="8993" y="2845"/>
                                  <a:ext cx="928" cy="297"/>
                                </a:xfrm>
                                <a:custGeom>
                                  <a:avLst/>
                                  <a:gdLst>
                                    <a:gd name="connsiteX0" fmla="*/ 0 w 582"/>
                                    <a:gd name="connsiteY0" fmla="*/ 129 h 258"/>
                                    <a:gd name="connsiteX1" fmla="*/ 291 w 582"/>
                                    <a:gd name="connsiteY1" fmla="*/ 0 h 258"/>
                                    <a:gd name="connsiteX2" fmla="*/ 582 w 582"/>
                                    <a:gd name="connsiteY2" fmla="*/ 129 h 258"/>
                                    <a:gd name="connsiteX3" fmla="*/ 291 w 582"/>
                                    <a:gd name="connsiteY3" fmla="*/ 258 h 258"/>
                                    <a:gd name="connsiteX4" fmla="*/ 0 w 582"/>
                                    <a:gd name="connsiteY4" fmla="*/ 129 h 2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82" h="258">
                                      <a:moveTo>
                                        <a:pt x="0" y="129"/>
                                      </a:moveTo>
                                      <a:cubicBezTo>
                                        <a:pt x="5" y="125"/>
                                        <a:pt x="130" y="0"/>
                                        <a:pt x="291" y="0"/>
                                      </a:cubicBezTo>
                                      <a:cubicBezTo>
                                        <a:pt x="452" y="0"/>
                                        <a:pt x="582" y="58"/>
                                        <a:pt x="582" y="129"/>
                                      </a:cubicBezTo>
                                      <a:cubicBezTo>
                                        <a:pt x="582" y="200"/>
                                        <a:pt x="452" y="258"/>
                                        <a:pt x="291" y="258"/>
                                      </a:cubicBezTo>
                                      <a:cubicBezTo>
                                        <a:pt x="130" y="258"/>
                                        <a:pt x="5" y="143"/>
                                        <a:pt x="0" y="1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C0F15"/>
                                </a:solidFill>
                                <a:ln w="98425" cap="rnd">
                                  <a:noFill/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13" name="任意多边形 412"/>
                              <wps:cNvSpPr/>
                              <wps:spPr>
                                <a:xfrm flipH="1">
                                  <a:off x="7273" y="2845"/>
                                  <a:ext cx="928" cy="297"/>
                                </a:xfrm>
                                <a:custGeom>
                                  <a:avLst/>
                                  <a:gdLst>
                                    <a:gd name="connsiteX0" fmla="*/ 0 w 582"/>
                                    <a:gd name="connsiteY0" fmla="*/ 129 h 258"/>
                                    <a:gd name="connsiteX1" fmla="*/ 291 w 582"/>
                                    <a:gd name="connsiteY1" fmla="*/ 0 h 258"/>
                                    <a:gd name="connsiteX2" fmla="*/ 582 w 582"/>
                                    <a:gd name="connsiteY2" fmla="*/ 129 h 258"/>
                                    <a:gd name="connsiteX3" fmla="*/ 291 w 582"/>
                                    <a:gd name="connsiteY3" fmla="*/ 258 h 258"/>
                                    <a:gd name="connsiteX4" fmla="*/ 0 w 582"/>
                                    <a:gd name="connsiteY4" fmla="*/ 129 h 2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82" h="258">
                                      <a:moveTo>
                                        <a:pt x="0" y="129"/>
                                      </a:moveTo>
                                      <a:cubicBezTo>
                                        <a:pt x="5" y="125"/>
                                        <a:pt x="130" y="0"/>
                                        <a:pt x="291" y="0"/>
                                      </a:cubicBezTo>
                                      <a:cubicBezTo>
                                        <a:pt x="452" y="0"/>
                                        <a:pt x="582" y="58"/>
                                        <a:pt x="582" y="129"/>
                                      </a:cubicBezTo>
                                      <a:cubicBezTo>
                                        <a:pt x="582" y="200"/>
                                        <a:pt x="452" y="258"/>
                                        <a:pt x="291" y="258"/>
                                      </a:cubicBezTo>
                                      <a:cubicBezTo>
                                        <a:pt x="130" y="258"/>
                                        <a:pt x="5" y="143"/>
                                        <a:pt x="0" y="1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C0F15"/>
                                </a:solidFill>
                                <a:ln w="98425" cap="rnd">
                                  <a:noFill/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142" name="组合 413"/>
                            <wpg:cNvGrpSpPr/>
                            <wpg:grpSpPr>
                              <a:xfrm rot="1800000">
                                <a:off x="7273" y="2846"/>
                                <a:ext cx="2648" cy="296"/>
                                <a:chOff x="7273" y="2845"/>
                                <a:chExt cx="2648" cy="296"/>
                              </a:xfrm>
                            </wpg:grpSpPr>
                            <wps:wsp>
                              <wps:cNvPr id="415" name="任意多边形 414"/>
                              <wps:cNvSpPr/>
                              <wps:spPr>
                                <a:xfrm>
                                  <a:off x="8993" y="2845"/>
                                  <a:ext cx="928" cy="297"/>
                                </a:xfrm>
                                <a:custGeom>
                                  <a:avLst/>
                                  <a:gdLst>
                                    <a:gd name="connsiteX0" fmla="*/ 0 w 582"/>
                                    <a:gd name="connsiteY0" fmla="*/ 129 h 258"/>
                                    <a:gd name="connsiteX1" fmla="*/ 291 w 582"/>
                                    <a:gd name="connsiteY1" fmla="*/ 0 h 258"/>
                                    <a:gd name="connsiteX2" fmla="*/ 582 w 582"/>
                                    <a:gd name="connsiteY2" fmla="*/ 129 h 258"/>
                                    <a:gd name="connsiteX3" fmla="*/ 291 w 582"/>
                                    <a:gd name="connsiteY3" fmla="*/ 258 h 258"/>
                                    <a:gd name="connsiteX4" fmla="*/ 0 w 582"/>
                                    <a:gd name="connsiteY4" fmla="*/ 129 h 2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82" h="258">
                                      <a:moveTo>
                                        <a:pt x="0" y="129"/>
                                      </a:moveTo>
                                      <a:cubicBezTo>
                                        <a:pt x="5" y="125"/>
                                        <a:pt x="130" y="0"/>
                                        <a:pt x="291" y="0"/>
                                      </a:cubicBezTo>
                                      <a:cubicBezTo>
                                        <a:pt x="452" y="0"/>
                                        <a:pt x="582" y="58"/>
                                        <a:pt x="582" y="129"/>
                                      </a:cubicBezTo>
                                      <a:cubicBezTo>
                                        <a:pt x="582" y="200"/>
                                        <a:pt x="452" y="258"/>
                                        <a:pt x="291" y="258"/>
                                      </a:cubicBezTo>
                                      <a:cubicBezTo>
                                        <a:pt x="130" y="258"/>
                                        <a:pt x="5" y="143"/>
                                        <a:pt x="0" y="1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C0F15"/>
                                </a:solidFill>
                                <a:ln w="98425" cap="rnd">
                                  <a:noFill/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16" name="任意多边形 415"/>
                              <wps:cNvSpPr/>
                              <wps:spPr>
                                <a:xfrm flipH="1">
                                  <a:off x="7273" y="2845"/>
                                  <a:ext cx="928" cy="297"/>
                                </a:xfrm>
                                <a:custGeom>
                                  <a:avLst/>
                                  <a:gdLst>
                                    <a:gd name="connsiteX0" fmla="*/ 0 w 582"/>
                                    <a:gd name="connsiteY0" fmla="*/ 129 h 258"/>
                                    <a:gd name="connsiteX1" fmla="*/ 291 w 582"/>
                                    <a:gd name="connsiteY1" fmla="*/ 0 h 258"/>
                                    <a:gd name="connsiteX2" fmla="*/ 582 w 582"/>
                                    <a:gd name="connsiteY2" fmla="*/ 129 h 258"/>
                                    <a:gd name="connsiteX3" fmla="*/ 291 w 582"/>
                                    <a:gd name="connsiteY3" fmla="*/ 258 h 258"/>
                                    <a:gd name="connsiteX4" fmla="*/ 0 w 582"/>
                                    <a:gd name="connsiteY4" fmla="*/ 129 h 2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82" h="258">
                                      <a:moveTo>
                                        <a:pt x="0" y="129"/>
                                      </a:moveTo>
                                      <a:cubicBezTo>
                                        <a:pt x="5" y="125"/>
                                        <a:pt x="130" y="0"/>
                                        <a:pt x="291" y="0"/>
                                      </a:cubicBezTo>
                                      <a:cubicBezTo>
                                        <a:pt x="452" y="0"/>
                                        <a:pt x="582" y="58"/>
                                        <a:pt x="582" y="129"/>
                                      </a:cubicBezTo>
                                      <a:cubicBezTo>
                                        <a:pt x="582" y="200"/>
                                        <a:pt x="452" y="258"/>
                                        <a:pt x="291" y="258"/>
                                      </a:cubicBezTo>
                                      <a:cubicBezTo>
                                        <a:pt x="130" y="258"/>
                                        <a:pt x="5" y="143"/>
                                        <a:pt x="0" y="1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C0F15"/>
                                </a:solidFill>
                                <a:ln w="98425" cap="rnd">
                                  <a:noFill/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143" name="组合 416"/>
                        <wpg:cNvGrpSpPr/>
                        <wpg:grpSpPr>
                          <a:xfrm rot="0" flipH="1">
                            <a:off x="14382" y="15478"/>
                            <a:ext cx="678" cy="727"/>
                            <a:chOff x="7560" y="2285"/>
                            <a:chExt cx="2896" cy="3098"/>
                          </a:xfrm>
                        </wpg:grpSpPr>
                        <wps:wsp>
                          <wps:cNvPr id="418" name="任意多边形 417"/>
                          <wps:cNvSpPr/>
                          <wps:spPr>
                            <a:xfrm>
                              <a:off x="7560" y="2285"/>
                              <a:ext cx="2896" cy="3098"/>
                            </a:xfrm>
                            <a:custGeom>
                              <a:avLst/>
                              <a:gdLst>
                                <a:gd name="idx" fmla="cos wd2 2700000"/>
                                <a:gd name="idy" fmla="sin hd2 2700000"/>
                                <a:gd name="il" fmla="+- hc 0 idx"/>
                                <a:gd name="ir" fmla="+- hc idx 0"/>
                                <a:gd name="it" fmla="+- vc 0 idy"/>
                                <a:gd name="ib" fmla="+- vc idy 0"/>
                              </a:gdLst>
                              <a:ahLst/>
                              <a:cxnLst>
                                <a:cxn ang="3">
                                  <a:pos x="hc" y="t"/>
                                </a:cxn>
                                <a:cxn ang="3">
                                  <a:pos x="il" y="it"/>
                                </a:cxn>
                                <a:cxn ang="cd2">
                                  <a:pos x="l" y="vc"/>
                                </a:cxn>
                                <a:cxn ang="cd4">
                                  <a:pos x="il" y="ib"/>
                                </a:cxn>
                                <a:cxn ang="cd4">
                                  <a:pos x="hc" y="b"/>
                                </a:cxn>
                                <a:cxn ang="cd4">
                                  <a:pos x="ir" y="ib"/>
                                </a:cxn>
                                <a:cxn ang="0">
                                  <a:pos x="r" y="vc"/>
                                </a:cxn>
                                <a:cxn ang="3">
                                  <a:pos x="ir" y="it"/>
                                </a:cxn>
                              </a:cxnLst>
                              <a:rect l="l" t="t" r="r" b="b"/>
                              <a:pathLst>
                                <a:path w="2896" h="3099">
                                  <a:moveTo>
                                    <a:pt x="832" y="530"/>
                                  </a:moveTo>
                                  <a:cubicBezTo>
                                    <a:pt x="848" y="256"/>
                                    <a:pt x="1172" y="-8"/>
                                    <a:pt x="1422" y="0"/>
                                  </a:cubicBezTo>
                                  <a:lnTo>
                                    <a:pt x="1435" y="0"/>
                                  </a:lnTo>
                                  <a:lnTo>
                                    <a:pt x="1449" y="1"/>
                                  </a:lnTo>
                                  <a:lnTo>
                                    <a:pt x="1463" y="0"/>
                                  </a:lnTo>
                                  <a:lnTo>
                                    <a:pt x="1477" y="0"/>
                                  </a:lnTo>
                                  <a:cubicBezTo>
                                    <a:pt x="1766" y="-5"/>
                                    <a:pt x="2021" y="277"/>
                                    <a:pt x="2054" y="472"/>
                                  </a:cubicBezTo>
                                  <a:cubicBezTo>
                                    <a:pt x="2084" y="456"/>
                                    <a:pt x="2211" y="431"/>
                                    <a:pt x="2257" y="432"/>
                                  </a:cubicBezTo>
                                  <a:cubicBezTo>
                                    <a:pt x="2263" y="432"/>
                                    <a:pt x="2271" y="433"/>
                                    <a:pt x="2272" y="433"/>
                                  </a:cubicBezTo>
                                  <a:lnTo>
                                    <a:pt x="2288" y="433"/>
                                  </a:lnTo>
                                  <a:cubicBezTo>
                                    <a:pt x="2631" y="423"/>
                                    <a:pt x="2904" y="768"/>
                                    <a:pt x="2896" y="1043"/>
                                  </a:cubicBezTo>
                                  <a:lnTo>
                                    <a:pt x="2895" y="1058"/>
                                  </a:lnTo>
                                  <a:lnTo>
                                    <a:pt x="2896" y="1066"/>
                                  </a:lnTo>
                                  <a:lnTo>
                                    <a:pt x="2896" y="1075"/>
                                  </a:lnTo>
                                  <a:cubicBezTo>
                                    <a:pt x="2900" y="1255"/>
                                    <a:pt x="2780" y="1449"/>
                                    <a:pt x="2686" y="1525"/>
                                  </a:cubicBezTo>
                                  <a:cubicBezTo>
                                    <a:pt x="2814" y="1623"/>
                                    <a:pt x="2898" y="1839"/>
                                    <a:pt x="2896" y="1976"/>
                                  </a:cubicBezTo>
                                  <a:lnTo>
                                    <a:pt x="2896" y="1984"/>
                                  </a:lnTo>
                                  <a:lnTo>
                                    <a:pt x="2895" y="1991"/>
                                  </a:lnTo>
                                  <a:lnTo>
                                    <a:pt x="2896" y="2008"/>
                                  </a:lnTo>
                                  <a:cubicBezTo>
                                    <a:pt x="2906" y="2350"/>
                                    <a:pt x="2561" y="2624"/>
                                    <a:pt x="2287" y="2616"/>
                                  </a:cubicBezTo>
                                  <a:lnTo>
                                    <a:pt x="2272" y="2616"/>
                                  </a:lnTo>
                                  <a:cubicBezTo>
                                    <a:pt x="2266" y="2616"/>
                                    <a:pt x="2255" y="2616"/>
                                    <a:pt x="2254" y="2616"/>
                                  </a:cubicBezTo>
                                  <a:cubicBezTo>
                                    <a:pt x="2183" y="2616"/>
                                    <a:pt x="2078" y="2587"/>
                                    <a:pt x="2064" y="2580"/>
                                  </a:cubicBezTo>
                                  <a:cubicBezTo>
                                    <a:pt x="2040" y="2856"/>
                                    <a:pt x="1721" y="3104"/>
                                    <a:pt x="1476" y="3098"/>
                                  </a:cubicBezTo>
                                  <a:lnTo>
                                    <a:pt x="1462" y="3098"/>
                                  </a:lnTo>
                                  <a:lnTo>
                                    <a:pt x="1449" y="3098"/>
                                  </a:lnTo>
                                  <a:lnTo>
                                    <a:pt x="1435" y="3098"/>
                                  </a:lnTo>
                                  <a:cubicBezTo>
                                    <a:pt x="1139" y="3108"/>
                                    <a:pt x="880" y="2837"/>
                                    <a:pt x="842" y="2618"/>
                                  </a:cubicBezTo>
                                  <a:cubicBezTo>
                                    <a:pt x="811" y="2629"/>
                                    <a:pt x="717" y="2640"/>
                                    <a:pt x="686" y="2640"/>
                                  </a:cubicBezTo>
                                  <a:cubicBezTo>
                                    <a:pt x="682" y="2640"/>
                                    <a:pt x="677" y="2640"/>
                                    <a:pt x="676" y="2640"/>
                                  </a:cubicBezTo>
                                  <a:lnTo>
                                    <a:pt x="660" y="2640"/>
                                  </a:lnTo>
                                  <a:cubicBezTo>
                                    <a:pt x="317" y="2650"/>
                                    <a:pt x="44" y="2305"/>
                                    <a:pt x="52" y="2030"/>
                                  </a:cubicBezTo>
                                  <a:lnTo>
                                    <a:pt x="52" y="2015"/>
                                  </a:lnTo>
                                  <a:lnTo>
                                    <a:pt x="52" y="2007"/>
                                  </a:lnTo>
                                  <a:lnTo>
                                    <a:pt x="52" y="2000"/>
                                  </a:lnTo>
                                  <a:lnTo>
                                    <a:pt x="52" y="1992"/>
                                  </a:lnTo>
                                  <a:cubicBezTo>
                                    <a:pt x="51" y="1836"/>
                                    <a:pt x="147" y="1660"/>
                                    <a:pt x="217" y="1592"/>
                                  </a:cubicBezTo>
                                  <a:cubicBezTo>
                                    <a:pt x="91" y="1500"/>
                                    <a:pt x="-4" y="1273"/>
                                    <a:pt x="0" y="1134"/>
                                  </a:cubicBezTo>
                                  <a:lnTo>
                                    <a:pt x="0" y="1126"/>
                                  </a:lnTo>
                                  <a:lnTo>
                                    <a:pt x="0" y="1119"/>
                                  </a:lnTo>
                                  <a:lnTo>
                                    <a:pt x="0" y="1102"/>
                                  </a:lnTo>
                                  <a:cubicBezTo>
                                    <a:pt x="-10" y="759"/>
                                    <a:pt x="335" y="486"/>
                                    <a:pt x="609" y="494"/>
                                  </a:cubicBezTo>
                                  <a:lnTo>
                                    <a:pt x="624" y="494"/>
                                  </a:lnTo>
                                  <a:cubicBezTo>
                                    <a:pt x="630" y="494"/>
                                    <a:pt x="641" y="494"/>
                                    <a:pt x="642" y="494"/>
                                  </a:cubicBezTo>
                                  <a:cubicBezTo>
                                    <a:pt x="713" y="494"/>
                                    <a:pt x="818" y="523"/>
                                    <a:pt x="832" y="53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4DBAE"/>
                            </a:solidFill>
                            <a:ln w="9842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144" name="组合 418"/>
                          <wpg:cNvGrpSpPr/>
                          <wpg:grpSpPr>
                            <a:xfrm rot="0">
                              <a:off x="7684" y="2509"/>
                              <a:ext cx="2648" cy="2651"/>
                              <a:chOff x="7273" y="1670"/>
                              <a:chExt cx="2648" cy="2648"/>
                            </a:xfrm>
                          </wpg:grpSpPr>
                          <wps:wsp>
                            <wps:cNvPr id="420" name="椭圆 419"/>
                            <wps:cNvSpPr/>
                            <wps:spPr>
                              <a:xfrm>
                                <a:off x="8397" y="2794"/>
                                <a:ext cx="400" cy="4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C0F15"/>
                              </a:solidFill>
                              <a:ln w="984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g:grpSp>
                            <wpg:cNvPr id="145" name="组合 420"/>
                            <wpg:cNvGrpSpPr/>
                            <wpg:grpSpPr>
                              <a:xfrm rot="19800000">
                                <a:off x="7273" y="2846"/>
                                <a:ext cx="2648" cy="296"/>
                                <a:chOff x="7273" y="2845"/>
                                <a:chExt cx="2648" cy="296"/>
                              </a:xfrm>
                            </wpg:grpSpPr>
                            <wps:wsp>
                              <wps:cNvPr id="422" name="任意多边形 421"/>
                              <wps:cNvSpPr/>
                              <wps:spPr>
                                <a:xfrm>
                                  <a:off x="8993" y="2845"/>
                                  <a:ext cx="928" cy="297"/>
                                </a:xfrm>
                                <a:custGeom>
                                  <a:avLst/>
                                  <a:gdLst>
                                    <a:gd name="connsiteX0" fmla="*/ 0 w 582"/>
                                    <a:gd name="connsiteY0" fmla="*/ 129 h 258"/>
                                    <a:gd name="connsiteX1" fmla="*/ 291 w 582"/>
                                    <a:gd name="connsiteY1" fmla="*/ 0 h 258"/>
                                    <a:gd name="connsiteX2" fmla="*/ 582 w 582"/>
                                    <a:gd name="connsiteY2" fmla="*/ 129 h 258"/>
                                    <a:gd name="connsiteX3" fmla="*/ 291 w 582"/>
                                    <a:gd name="connsiteY3" fmla="*/ 258 h 258"/>
                                    <a:gd name="connsiteX4" fmla="*/ 0 w 582"/>
                                    <a:gd name="connsiteY4" fmla="*/ 129 h 2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82" h="258">
                                      <a:moveTo>
                                        <a:pt x="0" y="129"/>
                                      </a:moveTo>
                                      <a:cubicBezTo>
                                        <a:pt x="5" y="125"/>
                                        <a:pt x="130" y="0"/>
                                        <a:pt x="291" y="0"/>
                                      </a:cubicBezTo>
                                      <a:cubicBezTo>
                                        <a:pt x="452" y="0"/>
                                        <a:pt x="582" y="58"/>
                                        <a:pt x="582" y="129"/>
                                      </a:cubicBezTo>
                                      <a:cubicBezTo>
                                        <a:pt x="582" y="200"/>
                                        <a:pt x="452" y="258"/>
                                        <a:pt x="291" y="258"/>
                                      </a:cubicBezTo>
                                      <a:cubicBezTo>
                                        <a:pt x="130" y="258"/>
                                        <a:pt x="5" y="143"/>
                                        <a:pt x="0" y="1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C0F15"/>
                                </a:solidFill>
                                <a:ln w="98425" cap="rnd">
                                  <a:noFill/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23" name="任意多边形 422"/>
                              <wps:cNvSpPr/>
                              <wps:spPr>
                                <a:xfrm flipH="1">
                                  <a:off x="7273" y="2845"/>
                                  <a:ext cx="928" cy="297"/>
                                </a:xfrm>
                                <a:custGeom>
                                  <a:avLst/>
                                  <a:gdLst>
                                    <a:gd name="connsiteX0" fmla="*/ 0 w 582"/>
                                    <a:gd name="connsiteY0" fmla="*/ 129 h 258"/>
                                    <a:gd name="connsiteX1" fmla="*/ 291 w 582"/>
                                    <a:gd name="connsiteY1" fmla="*/ 0 h 258"/>
                                    <a:gd name="connsiteX2" fmla="*/ 582 w 582"/>
                                    <a:gd name="connsiteY2" fmla="*/ 129 h 258"/>
                                    <a:gd name="connsiteX3" fmla="*/ 291 w 582"/>
                                    <a:gd name="connsiteY3" fmla="*/ 258 h 258"/>
                                    <a:gd name="connsiteX4" fmla="*/ 0 w 582"/>
                                    <a:gd name="connsiteY4" fmla="*/ 129 h 2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82" h="258">
                                      <a:moveTo>
                                        <a:pt x="0" y="129"/>
                                      </a:moveTo>
                                      <a:cubicBezTo>
                                        <a:pt x="5" y="125"/>
                                        <a:pt x="130" y="0"/>
                                        <a:pt x="291" y="0"/>
                                      </a:cubicBezTo>
                                      <a:cubicBezTo>
                                        <a:pt x="452" y="0"/>
                                        <a:pt x="582" y="58"/>
                                        <a:pt x="582" y="129"/>
                                      </a:cubicBezTo>
                                      <a:cubicBezTo>
                                        <a:pt x="582" y="200"/>
                                        <a:pt x="452" y="258"/>
                                        <a:pt x="291" y="258"/>
                                      </a:cubicBezTo>
                                      <a:cubicBezTo>
                                        <a:pt x="130" y="258"/>
                                        <a:pt x="5" y="143"/>
                                        <a:pt x="0" y="1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C0F15"/>
                                </a:solidFill>
                                <a:ln w="98425" cap="rnd">
                                  <a:noFill/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146" name="组合 423"/>
                            <wpg:cNvGrpSpPr/>
                            <wpg:grpSpPr>
                              <a:xfrm rot="16200000">
                                <a:off x="7273" y="2846"/>
                                <a:ext cx="2648" cy="296"/>
                                <a:chOff x="7273" y="2845"/>
                                <a:chExt cx="2648" cy="296"/>
                              </a:xfrm>
                            </wpg:grpSpPr>
                            <wps:wsp>
                              <wps:cNvPr id="425" name="任意多边形 424"/>
                              <wps:cNvSpPr/>
                              <wps:spPr>
                                <a:xfrm>
                                  <a:off x="8993" y="2845"/>
                                  <a:ext cx="928" cy="297"/>
                                </a:xfrm>
                                <a:custGeom>
                                  <a:avLst/>
                                  <a:gdLst>
                                    <a:gd name="connsiteX0" fmla="*/ 0 w 582"/>
                                    <a:gd name="connsiteY0" fmla="*/ 129 h 258"/>
                                    <a:gd name="connsiteX1" fmla="*/ 291 w 582"/>
                                    <a:gd name="connsiteY1" fmla="*/ 0 h 258"/>
                                    <a:gd name="connsiteX2" fmla="*/ 582 w 582"/>
                                    <a:gd name="connsiteY2" fmla="*/ 129 h 258"/>
                                    <a:gd name="connsiteX3" fmla="*/ 291 w 582"/>
                                    <a:gd name="connsiteY3" fmla="*/ 258 h 258"/>
                                    <a:gd name="connsiteX4" fmla="*/ 0 w 582"/>
                                    <a:gd name="connsiteY4" fmla="*/ 129 h 2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82" h="258">
                                      <a:moveTo>
                                        <a:pt x="0" y="129"/>
                                      </a:moveTo>
                                      <a:cubicBezTo>
                                        <a:pt x="5" y="125"/>
                                        <a:pt x="130" y="0"/>
                                        <a:pt x="291" y="0"/>
                                      </a:cubicBezTo>
                                      <a:cubicBezTo>
                                        <a:pt x="452" y="0"/>
                                        <a:pt x="582" y="58"/>
                                        <a:pt x="582" y="129"/>
                                      </a:cubicBezTo>
                                      <a:cubicBezTo>
                                        <a:pt x="582" y="200"/>
                                        <a:pt x="452" y="258"/>
                                        <a:pt x="291" y="258"/>
                                      </a:cubicBezTo>
                                      <a:cubicBezTo>
                                        <a:pt x="130" y="258"/>
                                        <a:pt x="5" y="143"/>
                                        <a:pt x="0" y="1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C0F15"/>
                                </a:solidFill>
                                <a:ln w="98425" cap="rnd">
                                  <a:noFill/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26" name="任意多边形 425"/>
                              <wps:cNvSpPr/>
                              <wps:spPr>
                                <a:xfrm flipH="1">
                                  <a:off x="7273" y="2845"/>
                                  <a:ext cx="928" cy="297"/>
                                </a:xfrm>
                                <a:custGeom>
                                  <a:avLst/>
                                  <a:gdLst>
                                    <a:gd name="connsiteX0" fmla="*/ 0 w 582"/>
                                    <a:gd name="connsiteY0" fmla="*/ 129 h 258"/>
                                    <a:gd name="connsiteX1" fmla="*/ 291 w 582"/>
                                    <a:gd name="connsiteY1" fmla="*/ 0 h 258"/>
                                    <a:gd name="connsiteX2" fmla="*/ 582 w 582"/>
                                    <a:gd name="connsiteY2" fmla="*/ 129 h 258"/>
                                    <a:gd name="connsiteX3" fmla="*/ 291 w 582"/>
                                    <a:gd name="connsiteY3" fmla="*/ 258 h 258"/>
                                    <a:gd name="connsiteX4" fmla="*/ 0 w 582"/>
                                    <a:gd name="connsiteY4" fmla="*/ 129 h 2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82" h="258">
                                      <a:moveTo>
                                        <a:pt x="0" y="129"/>
                                      </a:moveTo>
                                      <a:cubicBezTo>
                                        <a:pt x="5" y="125"/>
                                        <a:pt x="130" y="0"/>
                                        <a:pt x="291" y="0"/>
                                      </a:cubicBezTo>
                                      <a:cubicBezTo>
                                        <a:pt x="452" y="0"/>
                                        <a:pt x="582" y="58"/>
                                        <a:pt x="582" y="129"/>
                                      </a:cubicBezTo>
                                      <a:cubicBezTo>
                                        <a:pt x="582" y="200"/>
                                        <a:pt x="452" y="258"/>
                                        <a:pt x="291" y="258"/>
                                      </a:cubicBezTo>
                                      <a:cubicBezTo>
                                        <a:pt x="130" y="258"/>
                                        <a:pt x="5" y="143"/>
                                        <a:pt x="0" y="1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C0F15"/>
                                </a:solidFill>
                                <a:ln w="98425" cap="rnd">
                                  <a:noFill/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147" name="组合 426"/>
                            <wpg:cNvGrpSpPr/>
                            <wpg:grpSpPr>
                              <a:xfrm rot="1800000">
                                <a:off x="7273" y="2846"/>
                                <a:ext cx="2648" cy="296"/>
                                <a:chOff x="7273" y="2845"/>
                                <a:chExt cx="2648" cy="296"/>
                              </a:xfrm>
                            </wpg:grpSpPr>
                            <wps:wsp>
                              <wps:cNvPr id="428" name="任意多边形 427"/>
                              <wps:cNvSpPr/>
                              <wps:spPr>
                                <a:xfrm>
                                  <a:off x="8993" y="2845"/>
                                  <a:ext cx="928" cy="297"/>
                                </a:xfrm>
                                <a:custGeom>
                                  <a:avLst/>
                                  <a:gdLst>
                                    <a:gd name="connsiteX0" fmla="*/ 0 w 582"/>
                                    <a:gd name="connsiteY0" fmla="*/ 129 h 258"/>
                                    <a:gd name="connsiteX1" fmla="*/ 291 w 582"/>
                                    <a:gd name="connsiteY1" fmla="*/ 0 h 258"/>
                                    <a:gd name="connsiteX2" fmla="*/ 582 w 582"/>
                                    <a:gd name="connsiteY2" fmla="*/ 129 h 258"/>
                                    <a:gd name="connsiteX3" fmla="*/ 291 w 582"/>
                                    <a:gd name="connsiteY3" fmla="*/ 258 h 258"/>
                                    <a:gd name="connsiteX4" fmla="*/ 0 w 582"/>
                                    <a:gd name="connsiteY4" fmla="*/ 129 h 2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82" h="258">
                                      <a:moveTo>
                                        <a:pt x="0" y="129"/>
                                      </a:moveTo>
                                      <a:cubicBezTo>
                                        <a:pt x="5" y="125"/>
                                        <a:pt x="130" y="0"/>
                                        <a:pt x="291" y="0"/>
                                      </a:cubicBezTo>
                                      <a:cubicBezTo>
                                        <a:pt x="452" y="0"/>
                                        <a:pt x="582" y="58"/>
                                        <a:pt x="582" y="129"/>
                                      </a:cubicBezTo>
                                      <a:cubicBezTo>
                                        <a:pt x="582" y="200"/>
                                        <a:pt x="452" y="258"/>
                                        <a:pt x="291" y="258"/>
                                      </a:cubicBezTo>
                                      <a:cubicBezTo>
                                        <a:pt x="130" y="258"/>
                                        <a:pt x="5" y="143"/>
                                        <a:pt x="0" y="1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C0F15"/>
                                </a:solidFill>
                                <a:ln w="98425" cap="rnd">
                                  <a:noFill/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29" name="任意多边形 428"/>
                              <wps:cNvSpPr/>
                              <wps:spPr>
                                <a:xfrm flipH="1">
                                  <a:off x="7273" y="2845"/>
                                  <a:ext cx="928" cy="297"/>
                                </a:xfrm>
                                <a:custGeom>
                                  <a:avLst/>
                                  <a:gdLst>
                                    <a:gd name="connsiteX0" fmla="*/ 0 w 582"/>
                                    <a:gd name="connsiteY0" fmla="*/ 129 h 258"/>
                                    <a:gd name="connsiteX1" fmla="*/ 291 w 582"/>
                                    <a:gd name="connsiteY1" fmla="*/ 0 h 258"/>
                                    <a:gd name="connsiteX2" fmla="*/ 582 w 582"/>
                                    <a:gd name="connsiteY2" fmla="*/ 129 h 258"/>
                                    <a:gd name="connsiteX3" fmla="*/ 291 w 582"/>
                                    <a:gd name="connsiteY3" fmla="*/ 258 h 258"/>
                                    <a:gd name="connsiteX4" fmla="*/ 0 w 582"/>
                                    <a:gd name="connsiteY4" fmla="*/ 129 h 2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82" h="258">
                                      <a:moveTo>
                                        <a:pt x="0" y="129"/>
                                      </a:moveTo>
                                      <a:cubicBezTo>
                                        <a:pt x="5" y="125"/>
                                        <a:pt x="130" y="0"/>
                                        <a:pt x="291" y="0"/>
                                      </a:cubicBezTo>
                                      <a:cubicBezTo>
                                        <a:pt x="452" y="0"/>
                                        <a:pt x="582" y="58"/>
                                        <a:pt x="582" y="129"/>
                                      </a:cubicBezTo>
                                      <a:cubicBezTo>
                                        <a:pt x="582" y="200"/>
                                        <a:pt x="452" y="258"/>
                                        <a:pt x="291" y="258"/>
                                      </a:cubicBezTo>
                                      <a:cubicBezTo>
                                        <a:pt x="130" y="258"/>
                                        <a:pt x="5" y="143"/>
                                        <a:pt x="0" y="1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C0F15"/>
                                </a:solidFill>
                                <a:ln w="98425" cap="rnd">
                                  <a:noFill/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</wpg:grpSp>
                      <wpg:grpSp>
                        <wpg:cNvPr id="172" name="组合 390"/>
                        <wpg:cNvGrpSpPr/>
                        <wpg:grpSpPr>
                          <a:xfrm rot="0" flipH="1">
                            <a:off x="13798" y="16268"/>
                            <a:ext cx="745" cy="798"/>
                            <a:chOff x="7560" y="2285"/>
                            <a:chExt cx="2896" cy="3098"/>
                          </a:xfrm>
                        </wpg:grpSpPr>
                        <wps:wsp>
                          <wps:cNvPr id="173" name="任意多边形 391"/>
                          <wps:cNvSpPr/>
                          <wps:spPr>
                            <a:xfrm>
                              <a:off x="7560" y="2285"/>
                              <a:ext cx="2896" cy="3098"/>
                            </a:xfrm>
                            <a:custGeom>
                              <a:avLst/>
                              <a:gdLst>
                                <a:gd name="idx" fmla="cos wd2 2700000"/>
                                <a:gd name="idy" fmla="sin hd2 2700000"/>
                                <a:gd name="il" fmla="+- hc 0 idx"/>
                                <a:gd name="ir" fmla="+- hc idx 0"/>
                                <a:gd name="it" fmla="+- vc 0 idy"/>
                                <a:gd name="ib" fmla="+- vc idy 0"/>
                              </a:gdLst>
                              <a:ahLst/>
                              <a:cxnLst>
                                <a:cxn ang="3">
                                  <a:pos x="hc" y="t"/>
                                </a:cxn>
                                <a:cxn ang="3">
                                  <a:pos x="il" y="it"/>
                                </a:cxn>
                                <a:cxn ang="cd2">
                                  <a:pos x="l" y="vc"/>
                                </a:cxn>
                                <a:cxn ang="cd4">
                                  <a:pos x="il" y="ib"/>
                                </a:cxn>
                                <a:cxn ang="cd4">
                                  <a:pos x="hc" y="b"/>
                                </a:cxn>
                                <a:cxn ang="cd4">
                                  <a:pos x="ir" y="ib"/>
                                </a:cxn>
                                <a:cxn ang="0">
                                  <a:pos x="r" y="vc"/>
                                </a:cxn>
                                <a:cxn ang="3">
                                  <a:pos x="ir" y="it"/>
                                </a:cxn>
                              </a:cxnLst>
                              <a:rect l="l" t="t" r="r" b="b"/>
                              <a:pathLst>
                                <a:path w="2896" h="3099">
                                  <a:moveTo>
                                    <a:pt x="832" y="530"/>
                                  </a:moveTo>
                                  <a:cubicBezTo>
                                    <a:pt x="848" y="256"/>
                                    <a:pt x="1172" y="-8"/>
                                    <a:pt x="1422" y="0"/>
                                  </a:cubicBezTo>
                                  <a:lnTo>
                                    <a:pt x="1435" y="0"/>
                                  </a:lnTo>
                                  <a:lnTo>
                                    <a:pt x="1449" y="1"/>
                                  </a:lnTo>
                                  <a:lnTo>
                                    <a:pt x="1463" y="0"/>
                                  </a:lnTo>
                                  <a:lnTo>
                                    <a:pt x="1477" y="0"/>
                                  </a:lnTo>
                                  <a:cubicBezTo>
                                    <a:pt x="1766" y="-5"/>
                                    <a:pt x="2021" y="277"/>
                                    <a:pt x="2054" y="472"/>
                                  </a:cubicBezTo>
                                  <a:cubicBezTo>
                                    <a:pt x="2084" y="456"/>
                                    <a:pt x="2211" y="431"/>
                                    <a:pt x="2257" y="432"/>
                                  </a:cubicBezTo>
                                  <a:cubicBezTo>
                                    <a:pt x="2263" y="432"/>
                                    <a:pt x="2271" y="433"/>
                                    <a:pt x="2272" y="433"/>
                                  </a:cubicBezTo>
                                  <a:lnTo>
                                    <a:pt x="2288" y="433"/>
                                  </a:lnTo>
                                  <a:cubicBezTo>
                                    <a:pt x="2631" y="423"/>
                                    <a:pt x="2904" y="768"/>
                                    <a:pt x="2896" y="1043"/>
                                  </a:cubicBezTo>
                                  <a:lnTo>
                                    <a:pt x="2895" y="1058"/>
                                  </a:lnTo>
                                  <a:lnTo>
                                    <a:pt x="2896" y="1066"/>
                                  </a:lnTo>
                                  <a:lnTo>
                                    <a:pt x="2896" y="1075"/>
                                  </a:lnTo>
                                  <a:cubicBezTo>
                                    <a:pt x="2900" y="1255"/>
                                    <a:pt x="2780" y="1449"/>
                                    <a:pt x="2686" y="1525"/>
                                  </a:cubicBezTo>
                                  <a:cubicBezTo>
                                    <a:pt x="2814" y="1623"/>
                                    <a:pt x="2898" y="1839"/>
                                    <a:pt x="2896" y="1976"/>
                                  </a:cubicBezTo>
                                  <a:lnTo>
                                    <a:pt x="2896" y="1984"/>
                                  </a:lnTo>
                                  <a:lnTo>
                                    <a:pt x="2895" y="1991"/>
                                  </a:lnTo>
                                  <a:lnTo>
                                    <a:pt x="2896" y="2008"/>
                                  </a:lnTo>
                                  <a:cubicBezTo>
                                    <a:pt x="2906" y="2350"/>
                                    <a:pt x="2561" y="2624"/>
                                    <a:pt x="2287" y="2616"/>
                                  </a:cubicBezTo>
                                  <a:lnTo>
                                    <a:pt x="2272" y="2616"/>
                                  </a:lnTo>
                                  <a:cubicBezTo>
                                    <a:pt x="2266" y="2616"/>
                                    <a:pt x="2255" y="2616"/>
                                    <a:pt x="2254" y="2616"/>
                                  </a:cubicBezTo>
                                  <a:cubicBezTo>
                                    <a:pt x="2183" y="2616"/>
                                    <a:pt x="2078" y="2587"/>
                                    <a:pt x="2064" y="2580"/>
                                  </a:cubicBezTo>
                                  <a:cubicBezTo>
                                    <a:pt x="2040" y="2856"/>
                                    <a:pt x="1721" y="3104"/>
                                    <a:pt x="1476" y="3098"/>
                                  </a:cubicBezTo>
                                  <a:lnTo>
                                    <a:pt x="1462" y="3098"/>
                                  </a:lnTo>
                                  <a:lnTo>
                                    <a:pt x="1449" y="3098"/>
                                  </a:lnTo>
                                  <a:lnTo>
                                    <a:pt x="1435" y="3098"/>
                                  </a:lnTo>
                                  <a:cubicBezTo>
                                    <a:pt x="1139" y="3108"/>
                                    <a:pt x="880" y="2837"/>
                                    <a:pt x="842" y="2618"/>
                                  </a:cubicBezTo>
                                  <a:cubicBezTo>
                                    <a:pt x="811" y="2629"/>
                                    <a:pt x="717" y="2640"/>
                                    <a:pt x="686" y="2640"/>
                                  </a:cubicBezTo>
                                  <a:cubicBezTo>
                                    <a:pt x="682" y="2640"/>
                                    <a:pt x="677" y="2640"/>
                                    <a:pt x="676" y="2640"/>
                                  </a:cubicBezTo>
                                  <a:lnTo>
                                    <a:pt x="660" y="2640"/>
                                  </a:lnTo>
                                  <a:cubicBezTo>
                                    <a:pt x="317" y="2650"/>
                                    <a:pt x="44" y="2305"/>
                                    <a:pt x="52" y="2030"/>
                                  </a:cubicBezTo>
                                  <a:lnTo>
                                    <a:pt x="52" y="2015"/>
                                  </a:lnTo>
                                  <a:lnTo>
                                    <a:pt x="52" y="2007"/>
                                  </a:lnTo>
                                  <a:lnTo>
                                    <a:pt x="52" y="2000"/>
                                  </a:lnTo>
                                  <a:lnTo>
                                    <a:pt x="52" y="1992"/>
                                  </a:lnTo>
                                  <a:cubicBezTo>
                                    <a:pt x="51" y="1836"/>
                                    <a:pt x="147" y="1660"/>
                                    <a:pt x="217" y="1592"/>
                                  </a:cubicBezTo>
                                  <a:cubicBezTo>
                                    <a:pt x="91" y="1500"/>
                                    <a:pt x="-4" y="1273"/>
                                    <a:pt x="0" y="1134"/>
                                  </a:cubicBezTo>
                                  <a:lnTo>
                                    <a:pt x="0" y="1126"/>
                                  </a:lnTo>
                                  <a:lnTo>
                                    <a:pt x="0" y="1119"/>
                                  </a:lnTo>
                                  <a:lnTo>
                                    <a:pt x="0" y="1102"/>
                                  </a:lnTo>
                                  <a:cubicBezTo>
                                    <a:pt x="-10" y="759"/>
                                    <a:pt x="335" y="486"/>
                                    <a:pt x="609" y="494"/>
                                  </a:cubicBezTo>
                                  <a:lnTo>
                                    <a:pt x="624" y="494"/>
                                  </a:lnTo>
                                  <a:cubicBezTo>
                                    <a:pt x="630" y="494"/>
                                    <a:pt x="641" y="494"/>
                                    <a:pt x="642" y="494"/>
                                  </a:cubicBezTo>
                                  <a:cubicBezTo>
                                    <a:pt x="713" y="494"/>
                                    <a:pt x="818" y="523"/>
                                    <a:pt x="832" y="53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4DBAE"/>
                            </a:solidFill>
                            <a:ln w="9842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220" name="组合 392"/>
                          <wpg:cNvGrpSpPr/>
                          <wpg:grpSpPr>
                            <a:xfrm rot="0">
                              <a:off x="7684" y="2509"/>
                              <a:ext cx="2648" cy="2651"/>
                              <a:chOff x="7273" y="1670"/>
                              <a:chExt cx="2648" cy="2648"/>
                            </a:xfrm>
                          </wpg:grpSpPr>
                          <wps:wsp>
                            <wps:cNvPr id="221" name="椭圆 393"/>
                            <wps:cNvSpPr/>
                            <wps:spPr>
                              <a:xfrm>
                                <a:off x="8397" y="2794"/>
                                <a:ext cx="400" cy="4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C0F15"/>
                              </a:solidFill>
                              <a:ln w="984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g:grpSp>
                            <wpg:cNvPr id="222" name="组合 394"/>
                            <wpg:cNvGrpSpPr/>
                            <wpg:grpSpPr>
                              <a:xfrm rot="19800000">
                                <a:off x="7273" y="2846"/>
                                <a:ext cx="2648" cy="296"/>
                                <a:chOff x="7273" y="2845"/>
                                <a:chExt cx="2648" cy="296"/>
                              </a:xfrm>
                            </wpg:grpSpPr>
                            <wps:wsp>
                              <wps:cNvPr id="223" name="任意多边形 395"/>
                              <wps:cNvSpPr/>
                              <wps:spPr>
                                <a:xfrm>
                                  <a:off x="8993" y="2845"/>
                                  <a:ext cx="928" cy="297"/>
                                </a:xfrm>
                                <a:custGeom>
                                  <a:avLst/>
                                  <a:gdLst>
                                    <a:gd name="connsiteX0" fmla="*/ 0 w 582"/>
                                    <a:gd name="connsiteY0" fmla="*/ 129 h 258"/>
                                    <a:gd name="connsiteX1" fmla="*/ 291 w 582"/>
                                    <a:gd name="connsiteY1" fmla="*/ 0 h 258"/>
                                    <a:gd name="connsiteX2" fmla="*/ 582 w 582"/>
                                    <a:gd name="connsiteY2" fmla="*/ 129 h 258"/>
                                    <a:gd name="connsiteX3" fmla="*/ 291 w 582"/>
                                    <a:gd name="connsiteY3" fmla="*/ 258 h 258"/>
                                    <a:gd name="connsiteX4" fmla="*/ 0 w 582"/>
                                    <a:gd name="connsiteY4" fmla="*/ 129 h 2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82" h="258">
                                      <a:moveTo>
                                        <a:pt x="0" y="129"/>
                                      </a:moveTo>
                                      <a:cubicBezTo>
                                        <a:pt x="5" y="125"/>
                                        <a:pt x="130" y="0"/>
                                        <a:pt x="291" y="0"/>
                                      </a:cubicBezTo>
                                      <a:cubicBezTo>
                                        <a:pt x="452" y="0"/>
                                        <a:pt x="582" y="58"/>
                                        <a:pt x="582" y="129"/>
                                      </a:cubicBezTo>
                                      <a:cubicBezTo>
                                        <a:pt x="582" y="200"/>
                                        <a:pt x="452" y="258"/>
                                        <a:pt x="291" y="258"/>
                                      </a:cubicBezTo>
                                      <a:cubicBezTo>
                                        <a:pt x="130" y="258"/>
                                        <a:pt x="5" y="143"/>
                                        <a:pt x="0" y="1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C0F15"/>
                                </a:solidFill>
                                <a:ln w="98425" cap="rnd">
                                  <a:noFill/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24" name="任意多边形 396"/>
                              <wps:cNvSpPr/>
                              <wps:spPr>
                                <a:xfrm flipH="1">
                                  <a:off x="7273" y="2845"/>
                                  <a:ext cx="928" cy="297"/>
                                </a:xfrm>
                                <a:custGeom>
                                  <a:avLst/>
                                  <a:gdLst>
                                    <a:gd name="connsiteX0" fmla="*/ 0 w 582"/>
                                    <a:gd name="connsiteY0" fmla="*/ 129 h 258"/>
                                    <a:gd name="connsiteX1" fmla="*/ 291 w 582"/>
                                    <a:gd name="connsiteY1" fmla="*/ 0 h 258"/>
                                    <a:gd name="connsiteX2" fmla="*/ 582 w 582"/>
                                    <a:gd name="connsiteY2" fmla="*/ 129 h 258"/>
                                    <a:gd name="connsiteX3" fmla="*/ 291 w 582"/>
                                    <a:gd name="connsiteY3" fmla="*/ 258 h 258"/>
                                    <a:gd name="connsiteX4" fmla="*/ 0 w 582"/>
                                    <a:gd name="connsiteY4" fmla="*/ 129 h 2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82" h="258">
                                      <a:moveTo>
                                        <a:pt x="0" y="129"/>
                                      </a:moveTo>
                                      <a:cubicBezTo>
                                        <a:pt x="5" y="125"/>
                                        <a:pt x="130" y="0"/>
                                        <a:pt x="291" y="0"/>
                                      </a:cubicBezTo>
                                      <a:cubicBezTo>
                                        <a:pt x="452" y="0"/>
                                        <a:pt x="582" y="58"/>
                                        <a:pt x="582" y="129"/>
                                      </a:cubicBezTo>
                                      <a:cubicBezTo>
                                        <a:pt x="582" y="200"/>
                                        <a:pt x="452" y="258"/>
                                        <a:pt x="291" y="258"/>
                                      </a:cubicBezTo>
                                      <a:cubicBezTo>
                                        <a:pt x="130" y="258"/>
                                        <a:pt x="5" y="143"/>
                                        <a:pt x="0" y="1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C0F15"/>
                                </a:solidFill>
                                <a:ln w="98425" cap="rnd">
                                  <a:noFill/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225" name="组合 397"/>
                            <wpg:cNvGrpSpPr/>
                            <wpg:grpSpPr>
                              <a:xfrm rot="16200000">
                                <a:off x="7273" y="2846"/>
                                <a:ext cx="2648" cy="296"/>
                                <a:chOff x="7273" y="2845"/>
                                <a:chExt cx="2648" cy="296"/>
                              </a:xfrm>
                            </wpg:grpSpPr>
                            <wps:wsp>
                              <wps:cNvPr id="236" name="任意多边形 398"/>
                              <wps:cNvSpPr/>
                              <wps:spPr>
                                <a:xfrm>
                                  <a:off x="8993" y="2845"/>
                                  <a:ext cx="928" cy="297"/>
                                </a:xfrm>
                                <a:custGeom>
                                  <a:avLst/>
                                  <a:gdLst>
                                    <a:gd name="connsiteX0" fmla="*/ 0 w 582"/>
                                    <a:gd name="connsiteY0" fmla="*/ 129 h 258"/>
                                    <a:gd name="connsiteX1" fmla="*/ 291 w 582"/>
                                    <a:gd name="connsiteY1" fmla="*/ 0 h 258"/>
                                    <a:gd name="connsiteX2" fmla="*/ 582 w 582"/>
                                    <a:gd name="connsiteY2" fmla="*/ 129 h 258"/>
                                    <a:gd name="connsiteX3" fmla="*/ 291 w 582"/>
                                    <a:gd name="connsiteY3" fmla="*/ 258 h 258"/>
                                    <a:gd name="connsiteX4" fmla="*/ 0 w 582"/>
                                    <a:gd name="connsiteY4" fmla="*/ 129 h 2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82" h="258">
                                      <a:moveTo>
                                        <a:pt x="0" y="129"/>
                                      </a:moveTo>
                                      <a:cubicBezTo>
                                        <a:pt x="5" y="125"/>
                                        <a:pt x="130" y="0"/>
                                        <a:pt x="291" y="0"/>
                                      </a:cubicBezTo>
                                      <a:cubicBezTo>
                                        <a:pt x="452" y="0"/>
                                        <a:pt x="582" y="58"/>
                                        <a:pt x="582" y="129"/>
                                      </a:cubicBezTo>
                                      <a:cubicBezTo>
                                        <a:pt x="582" y="200"/>
                                        <a:pt x="452" y="258"/>
                                        <a:pt x="291" y="258"/>
                                      </a:cubicBezTo>
                                      <a:cubicBezTo>
                                        <a:pt x="130" y="258"/>
                                        <a:pt x="5" y="143"/>
                                        <a:pt x="0" y="1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C0F15"/>
                                </a:solidFill>
                                <a:ln w="98425" cap="rnd">
                                  <a:noFill/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37" name="任意多边形 399"/>
                              <wps:cNvSpPr/>
                              <wps:spPr>
                                <a:xfrm flipH="1">
                                  <a:off x="7273" y="2845"/>
                                  <a:ext cx="928" cy="297"/>
                                </a:xfrm>
                                <a:custGeom>
                                  <a:avLst/>
                                  <a:gdLst>
                                    <a:gd name="connsiteX0" fmla="*/ 0 w 582"/>
                                    <a:gd name="connsiteY0" fmla="*/ 129 h 258"/>
                                    <a:gd name="connsiteX1" fmla="*/ 291 w 582"/>
                                    <a:gd name="connsiteY1" fmla="*/ 0 h 258"/>
                                    <a:gd name="connsiteX2" fmla="*/ 582 w 582"/>
                                    <a:gd name="connsiteY2" fmla="*/ 129 h 258"/>
                                    <a:gd name="connsiteX3" fmla="*/ 291 w 582"/>
                                    <a:gd name="connsiteY3" fmla="*/ 258 h 258"/>
                                    <a:gd name="connsiteX4" fmla="*/ 0 w 582"/>
                                    <a:gd name="connsiteY4" fmla="*/ 129 h 2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82" h="258">
                                      <a:moveTo>
                                        <a:pt x="0" y="129"/>
                                      </a:moveTo>
                                      <a:cubicBezTo>
                                        <a:pt x="5" y="125"/>
                                        <a:pt x="130" y="0"/>
                                        <a:pt x="291" y="0"/>
                                      </a:cubicBezTo>
                                      <a:cubicBezTo>
                                        <a:pt x="452" y="0"/>
                                        <a:pt x="582" y="58"/>
                                        <a:pt x="582" y="129"/>
                                      </a:cubicBezTo>
                                      <a:cubicBezTo>
                                        <a:pt x="582" y="200"/>
                                        <a:pt x="452" y="258"/>
                                        <a:pt x="291" y="258"/>
                                      </a:cubicBezTo>
                                      <a:cubicBezTo>
                                        <a:pt x="130" y="258"/>
                                        <a:pt x="5" y="143"/>
                                        <a:pt x="0" y="1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C0F15"/>
                                </a:solidFill>
                                <a:ln w="98425" cap="rnd">
                                  <a:noFill/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g:grpSp>
                            <wpg:cNvPr id="266" name="组合 400"/>
                            <wpg:cNvGrpSpPr/>
                            <wpg:grpSpPr>
                              <a:xfrm rot="1800000">
                                <a:off x="7273" y="2846"/>
                                <a:ext cx="2648" cy="296"/>
                                <a:chOff x="7273" y="2845"/>
                                <a:chExt cx="2648" cy="296"/>
                              </a:xfrm>
                            </wpg:grpSpPr>
                            <wps:wsp>
                              <wps:cNvPr id="267" name="任意多边形 401"/>
                              <wps:cNvSpPr/>
                              <wps:spPr>
                                <a:xfrm>
                                  <a:off x="8993" y="2845"/>
                                  <a:ext cx="928" cy="297"/>
                                </a:xfrm>
                                <a:custGeom>
                                  <a:avLst/>
                                  <a:gdLst>
                                    <a:gd name="connsiteX0" fmla="*/ 0 w 582"/>
                                    <a:gd name="connsiteY0" fmla="*/ 129 h 258"/>
                                    <a:gd name="connsiteX1" fmla="*/ 291 w 582"/>
                                    <a:gd name="connsiteY1" fmla="*/ 0 h 258"/>
                                    <a:gd name="connsiteX2" fmla="*/ 582 w 582"/>
                                    <a:gd name="connsiteY2" fmla="*/ 129 h 258"/>
                                    <a:gd name="connsiteX3" fmla="*/ 291 w 582"/>
                                    <a:gd name="connsiteY3" fmla="*/ 258 h 258"/>
                                    <a:gd name="connsiteX4" fmla="*/ 0 w 582"/>
                                    <a:gd name="connsiteY4" fmla="*/ 129 h 2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82" h="258">
                                      <a:moveTo>
                                        <a:pt x="0" y="129"/>
                                      </a:moveTo>
                                      <a:cubicBezTo>
                                        <a:pt x="5" y="125"/>
                                        <a:pt x="130" y="0"/>
                                        <a:pt x="291" y="0"/>
                                      </a:cubicBezTo>
                                      <a:cubicBezTo>
                                        <a:pt x="452" y="0"/>
                                        <a:pt x="582" y="58"/>
                                        <a:pt x="582" y="129"/>
                                      </a:cubicBezTo>
                                      <a:cubicBezTo>
                                        <a:pt x="582" y="200"/>
                                        <a:pt x="452" y="258"/>
                                        <a:pt x="291" y="258"/>
                                      </a:cubicBezTo>
                                      <a:cubicBezTo>
                                        <a:pt x="130" y="258"/>
                                        <a:pt x="5" y="143"/>
                                        <a:pt x="0" y="1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C0F15"/>
                                </a:solidFill>
                                <a:ln w="98425" cap="rnd">
                                  <a:noFill/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68" name="任意多边形 402"/>
                              <wps:cNvSpPr/>
                              <wps:spPr>
                                <a:xfrm flipH="1">
                                  <a:off x="7273" y="2845"/>
                                  <a:ext cx="928" cy="297"/>
                                </a:xfrm>
                                <a:custGeom>
                                  <a:avLst/>
                                  <a:gdLst>
                                    <a:gd name="connsiteX0" fmla="*/ 0 w 582"/>
                                    <a:gd name="connsiteY0" fmla="*/ 129 h 258"/>
                                    <a:gd name="connsiteX1" fmla="*/ 291 w 582"/>
                                    <a:gd name="connsiteY1" fmla="*/ 0 h 258"/>
                                    <a:gd name="connsiteX2" fmla="*/ 582 w 582"/>
                                    <a:gd name="connsiteY2" fmla="*/ 129 h 258"/>
                                    <a:gd name="connsiteX3" fmla="*/ 291 w 582"/>
                                    <a:gd name="connsiteY3" fmla="*/ 258 h 258"/>
                                    <a:gd name="connsiteX4" fmla="*/ 0 w 582"/>
                                    <a:gd name="connsiteY4" fmla="*/ 129 h 2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582" h="258">
                                      <a:moveTo>
                                        <a:pt x="0" y="129"/>
                                      </a:moveTo>
                                      <a:cubicBezTo>
                                        <a:pt x="5" y="125"/>
                                        <a:pt x="130" y="0"/>
                                        <a:pt x="291" y="0"/>
                                      </a:cubicBezTo>
                                      <a:cubicBezTo>
                                        <a:pt x="452" y="0"/>
                                        <a:pt x="582" y="58"/>
                                        <a:pt x="582" y="129"/>
                                      </a:cubicBezTo>
                                      <a:cubicBezTo>
                                        <a:pt x="582" y="200"/>
                                        <a:pt x="452" y="258"/>
                                        <a:pt x="291" y="258"/>
                                      </a:cubicBezTo>
                                      <a:cubicBezTo>
                                        <a:pt x="130" y="258"/>
                                        <a:pt x="5" y="143"/>
                                        <a:pt x="0" y="1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C0F15"/>
                                </a:solidFill>
                                <a:ln w="98425" cap="rnd">
                                  <a:noFill/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flip:x;margin-left:5.85pt;margin-top:704.8pt;height:110.25pt;width:152.7pt;z-index:251662336;mso-width-relative:page;mso-height-relative:page;" coordorigin="12583,14516" coordsize="3532,2550" o:gfxdata="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">
                <o:lock v:ext="edit" aspectratio="f"/>
                <v:group id="组合 377" o:spid="_x0000_s1026" o:spt="203" style="position:absolute;left:15157;top:14516;flip:x;height:1026;width:958;" coordorigin="7560,2285" coordsize="2896,3098" o:gfxdata="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/8/j7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378" o:spid="_x0000_s1026" o:spt="100" style="position:absolute;left:7560;top:2285;height:3098;width:2896;v-text-anchor:middle;" fillcolor="#F4DBAE" filled="t" stroked="f" coordsize="2896,3099" o:gfxdata="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k2tCb4A&#10;AADcAAAADwAAAAAAAAABACAAAAAiAAAAZHJzL2Rvd25yZXYueG1sUEsBAhQAFAAAAAgAh07iQDMv&#10;BZ47AAAAOQAAABAAAAAAAAAAAQAgAAAADQEAAGRycy9zaGFwZXhtbC54bWxQSwUGAAAAAAYABgBb&#10;AQAAtwMAAAAA&#10;" path="m832,530c848,256,1172,-8,1422,0l1435,0,1449,1,1463,0,1477,0c1766,-5,2021,277,2054,472c2084,456,2211,431,2257,432c2263,432,2271,433,2272,433l2288,433c2631,423,2904,768,2896,1043l2895,1058,2896,1066,2896,1075c2900,1255,2780,1449,2686,1525c2814,1623,2898,1839,2896,1976l2896,1984,2895,1991,2896,2008c2906,2350,2561,2624,2287,2616l2272,2616c2266,2616,2255,2616,2254,2616c2183,2616,2078,2587,2064,2580c2040,2856,1721,3104,1476,3098l1462,3098,1449,3098,1435,3098c1139,3108,880,2837,842,2618c811,2629,717,2640,686,2640c682,2640,677,2640,676,2640l660,2640c317,2650,44,2305,52,2030l52,2015,52,2007,52,2000,52,1992c51,1836,147,1660,217,1592c91,1500,-4,1273,0,1134l0,1126,0,1119,0,1102c-10,759,335,486,609,494l624,494c630,494,641,494,642,494c713,494,818,523,832,530xe">
                    <v:path o:connectlocs="1448,0;424,453;0,1549;424,2644;1448,3098;2471,2644;2896,1549;2471,453" o:connectangles="0,0,164,82,82,82,0,0"/>
                    <v:fill on="t" focussize="0,0"/>
                    <v:stroke on="f" weight="7.75pt" miterlimit="8" joinstyle="miter"/>
                    <v:imagedata o:title=""/>
                    <o:lock v:ext="edit" aspectratio="f"/>
                  </v:shape>
                  <v:group id="组合 379" o:spid="_x0000_s1026" o:spt="203" style="position:absolute;left:7684;top:2509;height:2651;width:2648;" coordorigin="7273,1670" coordsize="2648,2648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椭圆 380" o:spid="_x0000_s1026" o:spt="3" type="#_x0000_t3" style="position:absolute;left:8397;top:2794;height:400;width:400;v-text-anchor:middle;" fillcolor="#9C0F15" filled="t" stroked="f" coordsize="21600,21600" o:gfxdata="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Ofigy8AAAA&#10;3AAAAA8AAAAAAAAAAQAgAAAAIgAAAGRycy9kb3ducmV2LnhtbFBLAQIUABQAAAAIAIdO4kAzLwWe&#10;OwAAADkAAAAQAAAAAAAAAAEAIAAAAAsBAABkcnMvc2hhcGV4bWwueG1sUEsFBgAAAAAGAAYAWwEA&#10;ALUDAAAAAA==&#10;">
                      <v:fill on="t" focussize="0,0"/>
                      <v:stroke on="f" weight="7.75pt" miterlimit="8" joinstyle="miter"/>
                      <v:imagedata o:title=""/>
                      <o:lock v:ext="edit" aspectratio="f"/>
                    </v:shape>
                    <v:group id="组合 381" o:spid="_x0000_s1026" o:spt="203" style="position:absolute;left:7273;top:2846;height:296;width:2648;rotation:-1966080f;" coordorigin="7273,2845" coordsize="2648,296" o:gfxdata="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8k4ex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shape id="任意多边形 382" o:spid="_x0000_s1026" o:spt="100" style="position:absolute;left:8993;top:2845;height:297;width:928;v-text-anchor:middle;" fillcolor="#9C0F15" filled="t" stroked="f" coordsize="582,258" o:gfxdata="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Xk1Qr4A&#10;AADcAAAADwAAAAAAAAABACAAAAAiAAAAZHJzL2Rvd25yZXYueG1sUEsBAhQAFAAAAAgAh07iQDMv&#10;BZ47AAAAOQAAABAAAAAAAAAAAQAgAAAADQEAAGRycy9zaGFwZXhtbC54bWxQSwUGAAAAAAYABgBb&#10;AQAAtwMAAAAA&#10;" path="m0,129c5,125,130,0,291,0c452,0,582,58,582,129c582,200,452,258,291,258c130,258,5,143,0,129xe">
                        <v:path o:connectlocs="0,148;464,0;928,148;464,297;0,148" o:connectangles="0,0,0,0,0"/>
                        <v:fill on="t" focussize="0,0"/>
                        <v:stroke on="f" weight="7.75pt" miterlimit="8" joinstyle="round" endcap="round"/>
                        <v:imagedata o:title=""/>
                        <o:lock v:ext="edit" aspectratio="f"/>
                      </v:shape>
                      <v:shape id="任意多边形 383" o:spid="_x0000_s1026" o:spt="100" style="position:absolute;left:7273;top:2845;flip:x;height:297;width:928;v-text-anchor:middle;" fillcolor="#9C0F15" filled="t" stroked="f" coordsize="582,258" o:gfxdata="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c/SlO/&#10;AAAA3AAAAA8AAAAAAAAAAQAgAAAAIgAAAGRycy9kb3ducmV2LnhtbFBLAQIUABQAAAAIAIdO4kAz&#10;LwWeOwAAADkAAAAQAAAAAAAAAAEAIAAAAA4BAABkcnMvc2hhcGV4bWwueG1sUEsFBgAAAAAGAAYA&#10;WwEAALgDAAAAAA==&#10;" path="m0,129c5,125,130,0,291,0c452,0,582,58,582,129c582,200,452,258,291,258c130,258,5,143,0,129xe">
                        <v:path o:connectlocs="0,148;464,0;928,148;464,297;0,148" o:connectangles="0,0,0,0,0"/>
                        <v:fill on="t" focussize="0,0"/>
                        <v:stroke on="f" weight="7.75pt" miterlimit="8" joinstyle="round" endcap="round"/>
                        <v:imagedata o:title=""/>
                        <o:lock v:ext="edit" aspectratio="f"/>
                      </v:shape>
                    </v:group>
                    <v:group id="组合 384" o:spid="_x0000_s1026" o:spt="203" style="position:absolute;left:7273;top:2846;height:296;width:2648;rotation:-5898240f;" coordorigin="7273,2845" coordsize="2648,296" o:gfxdata="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I72Ju+AAAA3AAAAA8AAAAAAAAAAQAgAAAAIgAAAGRycy9kb3ducmV2Lnht&#10;bFBLAQIUABQAAAAIAIdO4kAzLwWeOwAAADkAAAAVAAAAAAAAAAEAIAAAAA0BAABkcnMvZ3JvdXBz&#10;aGFwZXhtbC54bWxQSwUGAAAAAAYABgBgAQAAygMAAAAA&#10;">
                      <o:lock v:ext="edit" aspectratio="f"/>
                      <v:shape id="任意多边形 385" o:spid="_x0000_s1026" o:spt="100" style="position:absolute;left:8993;top:2845;height:297;width:928;v-text-anchor:middle;" fillcolor="#9C0F15" filled="t" stroked="f" coordsize="582,258" o:gfxdata="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Q6W2r4A&#10;AADcAAAADwAAAAAAAAABACAAAAAiAAAAZHJzL2Rvd25yZXYueG1sUEsBAhQAFAAAAAgAh07iQDMv&#10;BZ47AAAAOQAAABAAAAAAAAAAAQAgAAAADQEAAGRycy9zaGFwZXhtbC54bWxQSwUGAAAAAAYABgBb&#10;AQAAtwMAAAAA&#10;" path="m0,129c5,125,130,0,291,0c452,0,582,58,582,129c582,200,452,258,291,258c130,258,5,143,0,129xe">
                        <v:path o:connectlocs="0,148;464,0;928,148;464,297;0,148" o:connectangles="0,0,0,0,0"/>
                        <v:fill on="t" focussize="0,0"/>
                        <v:stroke on="f" weight="7.75pt" miterlimit="8" joinstyle="round" endcap="round"/>
                        <v:imagedata o:title=""/>
                        <o:lock v:ext="edit" aspectratio="f"/>
                      </v:shape>
                      <v:shape id="任意多边形 386" o:spid="_x0000_s1026" o:spt="100" style="position:absolute;left:7273;top:2845;flip:x;height:297;width:928;v-text-anchor:middle;" fillcolor="#9C0F15" filled="t" stroked="f" coordsize="582,258" o:gfxdata="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ft1CS/&#10;AAAA3AAAAA8AAAAAAAAAAQAgAAAAIgAAAGRycy9kb3ducmV2LnhtbFBLAQIUABQAAAAIAIdO4kAz&#10;LwWeOwAAADkAAAAQAAAAAAAAAAEAIAAAAA4BAABkcnMvc2hhcGV4bWwueG1sUEsFBgAAAAAGAAYA&#10;WwEAALgDAAAAAA==&#10;" path="m0,129c5,125,130,0,291,0c452,0,582,58,582,129c582,200,452,258,291,258c130,258,5,143,0,129xe">
                        <v:path o:connectlocs="0,148;464,0;928,148;464,297;0,148" o:connectangles="0,0,0,0,0"/>
                        <v:fill on="t" focussize="0,0"/>
                        <v:stroke on="f" weight="7.75pt" miterlimit="8" joinstyle="round" endcap="round"/>
                        <v:imagedata o:title=""/>
                        <o:lock v:ext="edit" aspectratio="f"/>
                      </v:shape>
                    </v:group>
                    <v:group id="组合 387" o:spid="_x0000_s1026" o:spt="203" style="position:absolute;left:7273;top:2846;height:296;width:2648;rotation:1966080f;" coordorigin="7273,2845" coordsize="2648,296" o:gfxdata="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qQU5CvAAAANwAAAAPAAAAAAAAAAEAIAAAACIAAABkcnMvZG93bnJldi54bWxQ&#10;SwECFAAUAAAACACHTuJAMy8FnjsAAAA5AAAAFQAAAAAAAAABACAAAAALAQAAZHJzL2dyb3Vwc2hh&#10;cGV4bWwueG1sUEsFBgAAAAAGAAYAYAEAAMgDAAAAAA==&#10;">
                      <o:lock v:ext="edit" aspectratio="f"/>
                      <v:shape id="任意多边形 388" o:spid="_x0000_s1026" o:spt="100" style="position:absolute;left:8993;top:2845;height:297;width:928;v-text-anchor:middle;" fillcolor="#9C0F15" filled="t" stroked="f" coordsize="582,258" o:gfxdata="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JECqL4A&#10;AADcAAAADwAAAAAAAAABACAAAAAiAAAAZHJzL2Rvd25yZXYueG1sUEsBAhQAFAAAAAgAh07iQDMv&#10;BZ47AAAAOQAAABAAAAAAAAAAAQAgAAAADQEAAGRycy9zaGFwZXhtbC54bWxQSwUGAAAAAAYABgBb&#10;AQAAtwMAAAAA&#10;" path="m0,129c5,125,130,0,291,0c452,0,582,58,582,129c582,200,452,258,291,258c130,258,5,143,0,129xe">
                        <v:path o:connectlocs="0,148;464,0;928,148;464,297;0,148" o:connectangles="0,0,0,0,0"/>
                        <v:fill on="t" focussize="0,0"/>
                        <v:stroke on="f" weight="7.75pt" miterlimit="8" joinstyle="round" endcap="round"/>
                        <v:imagedata o:title=""/>
                        <o:lock v:ext="edit" aspectratio="f"/>
                      </v:shape>
                      <v:shape id="任意多边形 389" o:spid="_x0000_s1026" o:spt="100" style="position:absolute;left:7273;top:2845;flip:x;height:297;width:928;v-text-anchor:middle;" fillcolor="#9C0F15" filled="t" stroked="f" coordsize="582,258" o:gfxdata="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d3ajb4A&#10;AADcAAAADwAAAAAAAAABACAAAAAiAAAAZHJzL2Rvd25yZXYueG1sUEsBAhQAFAAAAAgAh07iQDMv&#10;BZ47AAAAOQAAABAAAAAAAAAAAQAgAAAADQEAAGRycy9zaGFwZXhtbC54bWxQSwUGAAAAAAYABgBb&#10;AQAAtwMAAAAA&#10;" path="m0,129c5,125,130,0,291,0c452,0,582,58,582,129c582,200,452,258,291,258c130,258,5,143,0,129xe">
                        <v:path o:connectlocs="0,148;464,0;928,148;464,297;0,148" o:connectangles="0,0,0,0,0"/>
                        <v:fill on="t" focussize="0,0"/>
                        <v:stroke on="f" weight="7.75pt" miterlimit="8" joinstyle="round" endcap="round"/>
                        <v:imagedata o:title=""/>
                        <o:lock v:ext="edit" aspectratio="f"/>
                      </v:shape>
                    </v:group>
                  </v:group>
                </v:group>
                <v:group id="组合 390" o:spid="_x0000_s1026" o:spt="203" style="position:absolute;left:12583;top:16138;flip:x;height:798;width:745;" coordorigin="7560,2285" coordsize="2896,3098" o:gfxdata="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oII7I7oAAADcAAAADwAAAAAAAAABACAAAAAiAAAAZHJzL2Rvd25yZXYueG1sUEsB&#10;AhQAFAAAAAgAh07iQDMvBZ47AAAAOQAAABUAAAAAAAAAAQAgAAAACQEAAGRycy9ncm91cHNoYXBl&#10;eG1sLnhtbFBLBQYAAAAABgAGAGABAADGAwAAAAA=&#10;">
                  <o:lock v:ext="edit" aspectratio="f"/>
                  <v:shape id="任意多边形 391" o:spid="_x0000_s1026" o:spt="100" style="position:absolute;left:7560;top:2285;height:3098;width:2896;v-text-anchor:middle;" fillcolor="#F4DBAE" filled="t" stroked="f" coordsize="2896,3099" o:gfxdata="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OXZgr4A&#10;AADcAAAADwAAAAAAAAABACAAAAAiAAAAZHJzL2Rvd25yZXYueG1sUEsBAhQAFAAAAAgAh07iQDMv&#10;BZ47AAAAOQAAABAAAAAAAAAAAQAgAAAADQEAAGRycy9zaGFwZXhtbC54bWxQSwUGAAAAAAYABgBb&#10;AQAAtwMAAAAA&#10;" path="m832,530c848,256,1172,-8,1422,0l1435,0,1449,1,1463,0,1477,0c1766,-5,2021,277,2054,472c2084,456,2211,431,2257,432c2263,432,2271,433,2272,433l2288,433c2631,423,2904,768,2896,1043l2895,1058,2896,1066,2896,1075c2900,1255,2780,1449,2686,1525c2814,1623,2898,1839,2896,1976l2896,1984,2895,1991,2896,2008c2906,2350,2561,2624,2287,2616l2272,2616c2266,2616,2255,2616,2254,2616c2183,2616,2078,2587,2064,2580c2040,2856,1721,3104,1476,3098l1462,3098,1449,3098,1435,3098c1139,3108,880,2837,842,2618c811,2629,717,2640,686,2640c682,2640,677,2640,676,2640l660,2640c317,2650,44,2305,52,2030l52,2015,52,2007,52,2000,52,1992c51,1836,147,1660,217,1592c91,1500,-4,1273,0,1134l0,1126,0,1119,0,1102c-10,759,335,486,609,494l624,494c630,494,641,494,642,494c713,494,818,523,832,530xe">
                    <v:path o:connectlocs="1448,0;424,453;0,1549;424,2644;1448,3098;2471,2644;2896,1549;2471,453" o:connectangles="0,0,164,82,82,82,0,0"/>
                    <v:fill on="t" focussize="0,0"/>
                    <v:stroke on="f" weight="7.75pt" miterlimit="8" joinstyle="miter"/>
                    <v:imagedata o:title=""/>
                    <o:lock v:ext="edit" aspectratio="f"/>
                  </v:shape>
                  <v:group id="组合 392" o:spid="_x0000_s1026" o:spt="203" style="position:absolute;left:7684;top:2509;height:2651;width:2648;" coordorigin="7273,1670" coordsize="2648,2648" o:gfxdata="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8zVFvvAAAANwAAAAPAAAAAAAAAAEAIAAAACIAAABkcnMvZG93bnJldi54bWxQ&#10;SwECFAAUAAAACACHTuJAMy8FnjsAAAA5AAAAFQAAAAAAAAABACAAAAALAQAAZHJzL2dyb3Vwc2hh&#10;cGV4bWwueG1sUEsFBgAAAAAGAAYAYAEAAMgDAAAAAA==&#10;">
                    <o:lock v:ext="edit" aspectratio="f"/>
                    <v:shape id="椭圆 393" o:spid="_x0000_s1026" o:spt="3" type="#_x0000_t3" style="position:absolute;left:8397;top:2794;height:400;width:400;v-text-anchor:middle;" fillcolor="#9C0F15" filled="t" stroked="f" coordsize="21600,21600" o:gfxdata="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Mb9JvQAA&#10;ANwAAAAPAAAAAAAAAAEAIAAAACIAAABkcnMvZG93bnJldi54bWxQSwECFAAUAAAACACHTuJAMy8F&#10;njsAAAA5AAAAEAAAAAAAAAABACAAAAAMAQAAZHJzL3NoYXBleG1sLnhtbFBLBQYAAAAABgAGAFsB&#10;AAC2AwAAAAA=&#10;">
                      <v:fill on="t" focussize="0,0"/>
                      <v:stroke on="f" weight="7.75pt" miterlimit="8" joinstyle="miter"/>
                      <v:imagedata o:title=""/>
                      <o:lock v:ext="edit" aspectratio="f"/>
                    </v:shape>
                    <v:group id="组合 394" o:spid="_x0000_s1026" o:spt="203" style="position:absolute;left:7273;top:2846;height:296;width:2648;rotation:-1966080f;" coordorigin="7273,2845" coordsize="2648,296" o:gfxdata="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GzkJCm7AAAA3AAAAA8AAAAAAAAAAQAgAAAAIgAAAGRycy9kb3ducmV2LnhtbFBL&#10;AQIUABQAAAAIAIdO4kAzLwWeOwAAADkAAAAVAAAAAAAAAAEAIAAAAAoBAABkcnMvZ3JvdXBzaGFw&#10;ZXhtbC54bWxQSwUGAAAAAAYABgBgAQAAxwMAAAAA&#10;">
                      <o:lock v:ext="edit" aspectratio="f"/>
                      <v:shape id="任意多边形 395" o:spid="_x0000_s1026" o:spt="100" style="position:absolute;left:8993;top:2845;height:297;width:928;v-text-anchor:middle;" fillcolor="#9C0F15" filled="t" stroked="f" coordsize="582,258" o:gfxdata="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DXAAe/&#10;AAAA3AAAAA8AAAAAAAAAAQAgAAAAIgAAAGRycy9kb3ducmV2LnhtbFBLAQIUABQAAAAIAIdO4kAz&#10;LwWeOwAAADkAAAAQAAAAAAAAAAEAIAAAAA4BAABkcnMvc2hhcGV4bWwueG1sUEsFBgAAAAAGAAYA&#10;WwEAALgDAAAAAA==&#10;" path="m0,129c5,125,130,0,291,0c452,0,582,58,582,129c582,200,452,258,291,258c130,258,5,143,0,129xe">
                        <v:path o:connectlocs="0,148;464,0;928,148;464,297;0,148" o:connectangles="0,0,0,0,0"/>
                        <v:fill on="t" focussize="0,0"/>
                        <v:stroke on="f" weight="7.75pt" miterlimit="8" joinstyle="round" endcap="round"/>
                        <v:imagedata o:title=""/>
                        <o:lock v:ext="edit" aspectratio="f"/>
                      </v:shape>
                      <v:shape id="任意多边形 396" o:spid="_x0000_s1026" o:spt="100" style="position:absolute;left:7273;top:2845;flip:x;height:297;width:928;v-text-anchor:middle;" fillcolor="#9C0F15" filled="t" stroked="f" coordsize="582,258" o:gfxdata="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I0Qvm/&#10;AAAA3AAAAA8AAAAAAAAAAQAgAAAAIgAAAGRycy9kb3ducmV2LnhtbFBLAQIUABQAAAAIAIdO4kAz&#10;LwWeOwAAADkAAAAQAAAAAAAAAAEAIAAAAA4BAABkcnMvc2hhcGV4bWwueG1sUEsFBgAAAAAGAAYA&#10;WwEAALgDAAAAAA==&#10;" path="m0,129c5,125,130,0,291,0c452,0,582,58,582,129c582,200,452,258,291,258c130,258,5,143,0,129xe">
                        <v:path o:connectlocs="0,148;464,0;928,148;464,297;0,148" o:connectangles="0,0,0,0,0"/>
                        <v:fill on="t" focussize="0,0"/>
                        <v:stroke on="f" weight="7.75pt" miterlimit="8" joinstyle="round" endcap="round"/>
                        <v:imagedata o:title=""/>
                        <o:lock v:ext="edit" aspectratio="f"/>
                      </v:shape>
                    </v:group>
                    <v:group id="组合 397" o:spid="_x0000_s1026" o:spt="203" style="position:absolute;left:7273;top:2846;height:296;width:2648;rotation:-5898240f;" coordorigin="7273,2845" coordsize="2648,296" o:gfxdata="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dJA770AAADcAAAADwAAAAAAAAABACAAAAAiAAAAZHJzL2Rvd25yZXYueG1s&#10;UEsBAhQAFAAAAAgAh07iQDMvBZ47AAAAOQAAABUAAAAAAAAAAQAgAAAADAEAAGRycy9ncm91cHNo&#10;YXBleG1sLnhtbFBLBQYAAAAABgAGAGABAADJAwAAAAA=&#10;">
                      <o:lock v:ext="edit" aspectratio="f"/>
                      <v:shape id="任意多边形 398" o:spid="_x0000_s1026" o:spt="100" style="position:absolute;left:8993;top:2845;height:297;width:928;v-text-anchor:middle;" fillcolor="#9C0F15" filled="t" stroked="f" coordsize="582,258" o:gfxdata="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UiUdb4A&#10;AADcAAAADwAAAAAAAAABACAAAAAiAAAAZHJzL2Rvd25yZXYueG1sUEsBAhQAFAAAAAgAh07iQDMv&#10;BZ47AAAAOQAAABAAAAAAAAAAAQAgAAAADQEAAGRycy9zaGFwZXhtbC54bWxQSwUGAAAAAAYABgBb&#10;AQAAtwMAAAAA&#10;" path="m0,129c5,125,130,0,291,0c452,0,582,58,582,129c582,200,452,258,291,258c130,258,5,143,0,129xe">
                        <v:path o:connectlocs="0,148;464,0;928,148;464,297;0,148" o:connectangles="0,0,0,0,0"/>
                        <v:fill on="t" focussize="0,0"/>
                        <v:stroke on="f" weight="7.75pt" miterlimit="8" joinstyle="round" endcap="round"/>
                        <v:imagedata o:title=""/>
                        <o:lock v:ext="edit" aspectratio="f"/>
                      </v:shape>
                      <v:shape id="任意多边形 399" o:spid="_x0000_s1026" o:spt="100" style="position:absolute;left:7273;top:2845;flip:x;height:297;width:928;v-text-anchor:middle;" fillcolor="#9C0F15" filled="t" stroked="f" coordsize="582,258" o:gfxdata="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V9gm+/&#10;AAAA3AAAAA8AAAAAAAAAAQAgAAAAIgAAAGRycy9kb3ducmV2LnhtbFBLAQIUABQAAAAIAIdO4kAz&#10;LwWeOwAAADkAAAAQAAAAAAAAAAEAIAAAAA4BAABkcnMvc2hhcGV4bWwueG1sUEsFBgAAAAAGAAYA&#10;WwEAALgDAAAAAA==&#10;" path="m0,129c5,125,130,0,291,0c452,0,582,58,582,129c582,200,452,258,291,258c130,258,5,143,0,129xe">
                        <v:path o:connectlocs="0,148;464,0;928,148;464,297;0,148" o:connectangles="0,0,0,0,0"/>
                        <v:fill on="t" focussize="0,0"/>
                        <v:stroke on="f" weight="7.75pt" miterlimit="8" joinstyle="round" endcap="round"/>
                        <v:imagedata o:title=""/>
                        <o:lock v:ext="edit" aspectratio="f"/>
                      </v:shape>
                    </v:group>
                    <v:group id="组合 400" o:spid="_x0000_s1026" o:spt="203" style="position:absolute;left:7273;top:2846;height:296;width:2648;rotation:1966080f;" coordorigin="7273,2845" coordsize="2648,296" o:gfxdata="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jbt2r0AAADcAAAADwAAAAAAAAABACAAAAAiAAAAZHJzL2Rvd25yZXYueG1s&#10;UEsBAhQAFAAAAAgAh07iQDMvBZ47AAAAOQAAABUAAAAAAAAAAQAgAAAADAEAAGRycy9ncm91cHNo&#10;YXBleG1sLnhtbFBLBQYAAAAABgAGAGABAADJAwAAAAA=&#10;">
                      <o:lock v:ext="edit" aspectratio="f"/>
                      <v:shape id="任意多边形 401" o:spid="_x0000_s1026" o:spt="100" style="position:absolute;left:8993;top:2845;height:297;width:928;v-text-anchor:middle;" fillcolor="#9C0F15" filled="t" stroked="f" coordsize="582,258" o:gfxdata="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0xe5r4A&#10;AADcAAAADwAAAAAAAAABACAAAAAiAAAAZHJzL2Rvd25yZXYueG1sUEsBAhQAFAAAAAgAh07iQDMv&#10;BZ47AAAAOQAAABAAAAAAAAAAAQAgAAAADQEAAGRycy9zaGFwZXhtbC54bWxQSwUGAAAAAAYABgBb&#10;AQAAtwMAAAAA&#10;" path="m0,129c5,125,130,0,291,0c452,0,582,58,582,129c582,200,452,258,291,258c130,258,5,143,0,129xe">
                        <v:path o:connectlocs="0,148;464,0;928,148;464,297;0,148" o:connectangles="0,0,0,0,0"/>
                        <v:fill on="t" focussize="0,0"/>
                        <v:stroke on="f" weight="7.75pt" miterlimit="8" joinstyle="round" endcap="round"/>
                        <v:imagedata o:title=""/>
                        <o:lock v:ext="edit" aspectratio="f"/>
                      </v:shape>
                      <v:shape id="任意多边形 402" o:spid="_x0000_s1026" o:spt="100" style="position:absolute;left:7273;top:2845;flip:x;height:297;width:928;v-text-anchor:middle;" fillcolor="#9C0F15" filled="t" stroked="f" coordsize="582,258" o:gfxdata="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a8cGL4A&#10;AADcAAAADwAAAAAAAAABACAAAAAiAAAAZHJzL2Rvd25yZXYueG1sUEsBAhQAFAAAAAgAh07iQDMv&#10;BZ47AAAAOQAAABAAAAAAAAAAAQAgAAAADQEAAGRycy9zaGFwZXhtbC54bWxQSwUGAAAAAAYABgBb&#10;AQAAtwMAAAAA&#10;" path="m0,129c5,125,130,0,291,0c452,0,582,58,582,129c582,200,452,258,291,258c130,258,5,143,0,129xe">
                        <v:path o:connectlocs="0,148;464,0;928,148;464,297;0,148" o:connectangles="0,0,0,0,0"/>
                        <v:fill on="t" focussize="0,0"/>
                        <v:stroke on="f" weight="7.75pt" miterlimit="8" joinstyle="round" endcap="round"/>
                        <v:imagedata o:title=""/>
                        <o:lock v:ext="edit" aspectratio="f"/>
                      </v:shape>
                    </v:group>
                  </v:group>
                </v:group>
                <v:group id="组合 403" o:spid="_x0000_s1026" o:spt="203" style="position:absolute;left:15152;top:15797;flip:x;height:1026;width:958;" coordorigin="7560,2285" coordsize="2896,3098" o:gfxdata="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riapUr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404" o:spid="_x0000_s1026" o:spt="100" style="position:absolute;left:7560;top:2285;height:3098;width:2896;v-text-anchor:middle;" fillcolor="#F4DBAE" filled="t" stroked="f" coordsize="2896,3099" o:gfxdata="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7rBkUvQAA&#10;ANwAAAAPAAAAAAAAAAEAIAAAACIAAABkcnMvZG93bnJldi54bWxQSwECFAAUAAAACACHTuJAMy8F&#10;njsAAAA5AAAAEAAAAAAAAAABACAAAAAMAQAAZHJzL3NoYXBleG1sLnhtbFBLBQYAAAAABgAGAFsB&#10;AAC2AwAAAAA=&#10;" path="m832,530c848,256,1172,-8,1422,0l1435,0,1449,1,1463,0,1477,0c1766,-5,2021,277,2054,472c2084,456,2211,431,2257,432c2263,432,2271,433,2272,433l2288,433c2631,423,2904,768,2896,1043l2895,1058,2896,1066,2896,1075c2900,1255,2780,1449,2686,1525c2814,1623,2898,1839,2896,1976l2896,1984,2895,1991,2896,2008c2906,2350,2561,2624,2287,2616l2272,2616c2266,2616,2255,2616,2254,2616c2183,2616,2078,2587,2064,2580c2040,2856,1721,3104,1476,3098l1462,3098,1449,3098,1435,3098c1139,3108,880,2837,842,2618c811,2629,717,2640,686,2640c682,2640,677,2640,676,2640l660,2640c317,2650,44,2305,52,2030l52,2015,52,2007,52,2000,52,1992c51,1836,147,1660,217,1592c91,1500,-4,1273,0,1134l0,1126,0,1119,0,1102c-10,759,335,486,609,494l624,494c630,494,641,494,642,494c713,494,818,523,832,530xe">
                    <v:path o:connectlocs="1448,0;424,453;0,1549;424,2644;1448,3098;2471,2644;2896,1549;2471,453" o:connectangles="0,0,164,82,82,82,0,0"/>
                    <v:fill on="t" focussize="0,0"/>
                    <v:stroke on="f" weight="7.75pt" miterlimit="8" joinstyle="miter"/>
                    <v:imagedata o:title=""/>
                    <o:lock v:ext="edit" aspectratio="f"/>
                  </v:shape>
                  <v:group id="组合 405" o:spid="_x0000_s1026" o:spt="203" style="position:absolute;left:7684;top:2509;height:2651;width:2648;" coordorigin="7273,1670" coordsize="2648,2648" o:gfxdata="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SzP7xvAAAANwAAAAPAAAAAAAAAAEAIAAAACIAAABkcnMvZG93bnJldi54bWxQ&#10;SwECFAAUAAAACACHTuJAMy8FnjsAAAA5AAAAFQAAAAAAAAABACAAAAALAQAAZHJzL2dyb3Vwc2hh&#10;cGV4bWwueG1sUEsFBgAAAAAGAAYAYAEAAMgDAAAAAA==&#10;">
                    <o:lock v:ext="edit" aspectratio="f"/>
                    <v:shape id="椭圆 406" o:spid="_x0000_s1026" o:spt="3" type="#_x0000_t3" style="position:absolute;left:8397;top:2794;height:400;width:400;v-text-anchor:middle;" fillcolor="#9C0F15" filled="t" stroked="f" coordsize="21600,21600" o:gfxdata="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5Dedy8AAAA&#10;3AAAAA8AAAAAAAAAAQAgAAAAIgAAAGRycy9kb3ducmV2LnhtbFBLAQIUABQAAAAIAIdO4kAzLwWe&#10;OwAAADkAAAAQAAAAAAAAAAEAIAAAAAsBAABkcnMvc2hhcGV4bWwueG1sUEsFBgAAAAAGAAYAWwEA&#10;ALUDAAAAAA==&#10;">
                      <v:fill on="t" focussize="0,0"/>
                      <v:stroke on="f" weight="7.75pt" miterlimit="8" joinstyle="miter"/>
                      <v:imagedata o:title=""/>
                      <o:lock v:ext="edit" aspectratio="f"/>
                    </v:shape>
                    <v:group id="组合 407" o:spid="_x0000_s1026" o:spt="203" style="position:absolute;left:7273;top:2846;height:296;width:2648;rotation:-1966080f;" coordorigin="7273,2845" coordsize="2648,296" o:gfxdata="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klfTM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shape id="任意多边形 408" o:spid="_x0000_s1026" o:spt="100" style="position:absolute;left:8993;top:2845;height:297;width:928;v-text-anchor:middle;" fillcolor="#9C0F15" filled="t" stroked="f" coordsize="582,258" o:gfxdata="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ejMl74A&#10;AADcAAAADwAAAAAAAAABACAAAAAiAAAAZHJzL2Rvd25yZXYueG1sUEsBAhQAFAAAAAgAh07iQDMv&#10;BZ47AAAAOQAAABAAAAAAAAAAAQAgAAAADQEAAGRycy9zaGFwZXhtbC54bWxQSwUGAAAAAAYABgBb&#10;AQAAtwMAAAAA&#10;" path="m0,129c5,125,130,0,291,0c452,0,582,58,582,129c582,200,452,258,291,258c130,258,5,143,0,129xe">
                        <v:path o:connectlocs="0,148;464,0;928,148;464,297;0,148" o:connectangles="0,0,0,0,0"/>
                        <v:fill on="t" focussize="0,0"/>
                        <v:stroke on="f" weight="7.75pt" miterlimit="8" joinstyle="round" endcap="round"/>
                        <v:imagedata o:title=""/>
                        <o:lock v:ext="edit" aspectratio="f"/>
                      </v:shape>
                      <v:shape id="任意多边形 409" o:spid="_x0000_s1026" o:spt="100" style="position:absolute;left:7273;top:2845;flip:x;height:297;width:928;v-text-anchor:middle;" fillcolor="#9C0F15" filled="t" stroked="f" coordsize="582,258" o:gfxdata="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CkFLK/&#10;AAAA3AAAAA8AAAAAAAAAAQAgAAAAIgAAAGRycy9kb3ducmV2LnhtbFBLAQIUABQAAAAIAIdO4kAz&#10;LwWeOwAAADkAAAAQAAAAAAAAAAEAIAAAAA4BAABkcnMvc2hhcGV4bWwueG1sUEsFBgAAAAAGAAYA&#10;WwEAALgDAAAAAA==&#10;" path="m0,129c5,125,130,0,291,0c452,0,582,58,582,129c582,200,452,258,291,258c130,258,5,143,0,129xe">
                        <v:path o:connectlocs="0,148;464,0;928,148;464,297;0,148" o:connectangles="0,0,0,0,0"/>
                        <v:fill on="t" focussize="0,0"/>
                        <v:stroke on="f" weight="7.75pt" miterlimit="8" joinstyle="round" endcap="round"/>
                        <v:imagedata o:title=""/>
                        <o:lock v:ext="edit" aspectratio="f"/>
                      </v:shape>
                    </v:group>
                    <v:group id="组合 410" o:spid="_x0000_s1026" o:spt="203" style="position:absolute;left:7273;top:2846;height:296;width:2648;rotation:-5898240f;" coordorigin="7273,2845" coordsize="2648,296" o:gfxdata="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j2r5r0AAADcAAAADwAAAAAAAAABACAAAAAiAAAAZHJzL2Rvd25yZXYueG1s&#10;UEsBAhQAFAAAAAgAh07iQDMvBZ47AAAAOQAAABUAAAAAAAAAAQAgAAAADAEAAGRycy9ncm91cHNo&#10;YXBleG1sLnhtbFBLBQYAAAAABgAGAGABAADJAwAAAAA=&#10;">
                      <o:lock v:ext="edit" aspectratio="f"/>
                      <v:shape id="任意多边形 411" o:spid="_x0000_s1026" o:spt="100" style="position:absolute;left:8993;top:2845;height:297;width:928;v-text-anchor:middle;" fillcolor="#9C0F15" filled="t" stroked="f" coordsize="582,258" o:gfxdata="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pXIO74A&#10;AADcAAAADwAAAAAAAAABACAAAAAiAAAAZHJzL2Rvd25yZXYueG1sUEsBAhQAFAAAAAgAh07iQDMv&#10;BZ47AAAAOQAAABAAAAAAAAAAAQAgAAAADQEAAGRycy9zaGFwZXhtbC54bWxQSwUGAAAAAAYABgBb&#10;AQAAtwMAAAAA&#10;" path="m0,129c5,125,130,0,291,0c452,0,582,58,582,129c582,200,452,258,291,258c130,258,5,143,0,129xe">
                        <v:path o:connectlocs="0,148;464,0;928,148;464,297;0,148" o:connectangles="0,0,0,0,0"/>
                        <v:fill on="t" focussize="0,0"/>
                        <v:stroke on="f" weight="7.75pt" miterlimit="8" joinstyle="round" endcap="round"/>
                        <v:imagedata o:title=""/>
                        <o:lock v:ext="edit" aspectratio="f"/>
                      </v:shape>
                      <v:shape id="任意多边形 412" o:spid="_x0000_s1026" o:spt="100" style="position:absolute;left:7273;top:2845;flip:x;height:297;width:928;v-text-anchor:middle;" fillcolor="#9C0F15" filled="t" stroked="f" coordsize="582,258" o:gfxdata="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HaKxb4A&#10;AADcAAAADwAAAAAAAAABACAAAAAiAAAAZHJzL2Rvd25yZXYueG1sUEsBAhQAFAAAAAgAh07iQDMv&#10;BZ47AAAAOQAAABAAAAAAAAAAAQAgAAAADQEAAGRycy9zaGFwZXhtbC54bWxQSwUGAAAAAAYABgBb&#10;AQAAtwMAAAAA&#10;" path="m0,129c5,125,130,0,291,0c452,0,582,58,582,129c582,200,452,258,291,258c130,258,5,143,0,129xe">
                        <v:path o:connectlocs="0,148;464,0;928,148;464,297;0,148" o:connectangles="0,0,0,0,0"/>
                        <v:fill on="t" focussize="0,0"/>
                        <v:stroke on="f" weight="7.75pt" miterlimit="8" joinstyle="round" endcap="round"/>
                        <v:imagedata o:title=""/>
                        <o:lock v:ext="edit" aspectratio="f"/>
                      </v:shape>
                    </v:group>
                    <v:group id="组合 413" o:spid="_x0000_s1026" o:spt="203" style="position:absolute;left:7273;top:2846;height:296;width:2648;rotation:1966080f;" coordorigin="7273,2845" coordsize="2648,296" o:gfxdata="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LJHPT+7AAAA3AAAAA8AAAAAAAAAAQAgAAAAIgAAAGRycy9kb3ducmV2LnhtbFBL&#10;AQIUABQAAAAIAIdO4kAzLwWeOwAAADkAAAAVAAAAAAAAAAEAIAAAAAoBAABkcnMvZ3JvdXBzaGFw&#10;ZXhtbC54bWxQSwUGAAAAAAYABgBgAQAAxwMAAAAA&#10;">
                      <o:lock v:ext="edit" aspectratio="f"/>
                      <v:shape id="任意多边形 414" o:spid="_x0000_s1026" o:spt="100" style="position:absolute;left:8993;top:2845;height:297;width:928;v-text-anchor:middle;" fillcolor="#9C0F15" filled="t" stroked="f" coordsize="582,258" o:gfxdata="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18UE+/&#10;AAAA3AAAAA8AAAAAAAAAAQAgAAAAIgAAAGRycy9kb3ducmV2LnhtbFBLAQIUABQAAAAIAIdO4kAz&#10;LwWeOwAAADkAAAAQAAAAAAAAAAEAIAAAAA4BAABkcnMvc2hhcGV4bWwueG1sUEsFBgAAAAAGAAYA&#10;WwEAALgDAAAAAA==&#10;" path="m0,129c5,125,130,0,291,0c452,0,582,58,582,129c582,200,452,258,291,258c130,258,5,143,0,129xe">
                        <v:path o:connectlocs="0,148;464,0;928,148;464,297;0,148" o:connectangles="0,0,0,0,0"/>
                        <v:fill on="t" focussize="0,0"/>
                        <v:stroke on="f" weight="7.75pt" miterlimit="8" joinstyle="round" endcap="round"/>
                        <v:imagedata o:title=""/>
                        <o:lock v:ext="edit" aspectratio="f"/>
                      </v:shape>
                      <v:shape id="任意多边形 415" o:spid="_x0000_s1026" o:spt="100" style="position:absolute;left:7273;top:2845;flip:x;height:297;width:928;v-text-anchor:middle;" fillcolor="#9C0F15" filled="t" stroked="f" coordsize="582,258" o:gfxdata="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AEpXb4A&#10;AADcAAAADwAAAAAAAAABACAAAAAiAAAAZHJzL2Rvd25yZXYueG1sUEsBAhQAFAAAAAgAh07iQDMv&#10;BZ47AAAAOQAAABAAAAAAAAAAAQAgAAAADQEAAGRycy9zaGFwZXhtbC54bWxQSwUGAAAAAAYABgBb&#10;AQAAtwMAAAAA&#10;" path="m0,129c5,125,130,0,291,0c452,0,582,58,582,129c582,200,452,258,291,258c130,258,5,143,0,129xe">
                        <v:path o:connectlocs="0,148;464,0;928,148;464,297;0,148" o:connectangles="0,0,0,0,0"/>
                        <v:fill on="t" focussize="0,0"/>
                        <v:stroke on="f" weight="7.75pt" miterlimit="8" joinstyle="round" endcap="round"/>
                        <v:imagedata o:title=""/>
                        <o:lock v:ext="edit" aspectratio="f"/>
                      </v:shape>
                    </v:group>
                  </v:group>
                </v:group>
                <v:group id="组合 416" o:spid="_x0000_s1026" o:spt="203" style="position:absolute;left:14382;top:15478;flip:x;height:727;width:678;" coordorigin="7560,2285" coordsize="2896,3098" o:gfxdata="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iESF67AAAA3AAAAA8AAAAAAAAAAQAgAAAAIgAAAGRycy9kb3ducmV2LnhtbFBL&#10;AQIUABQAAAAIAIdO4kAzLwWeOwAAADkAAAAVAAAAAAAAAAEAIAAAAAoBAABkcnMvZ3JvdXBzaGFw&#10;ZXhtbC54bWxQSwUGAAAAAAYABgBgAQAAxwMAAAAA&#10;">
                  <o:lock v:ext="edit" aspectratio="f"/>
                  <v:shape id="任意多边形 417" o:spid="_x0000_s1026" o:spt="100" style="position:absolute;left:7560;top:2285;height:3098;width:2896;v-text-anchor:middle;" fillcolor="#F4DBAE" filled="t" stroked="f" coordsize="2896,3099" o:gfxdata="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dCBXugAAANwA&#10;AAAPAAAAAAAAAAEAIAAAACIAAABkcnMvZG93bnJldi54bWxQSwECFAAUAAAACACHTuJAMy8FnjsA&#10;AAA5AAAAEAAAAAAAAAABACAAAAAJAQAAZHJzL3NoYXBleG1sLnhtbFBLBQYAAAAABgAGAFsBAACz&#10;AwAAAAA=&#10;" path="m832,530c848,256,1172,-8,1422,0l1435,0,1449,1,1463,0,1477,0c1766,-5,2021,277,2054,472c2084,456,2211,431,2257,432c2263,432,2271,433,2272,433l2288,433c2631,423,2904,768,2896,1043l2895,1058,2896,1066,2896,1075c2900,1255,2780,1449,2686,1525c2814,1623,2898,1839,2896,1976l2896,1984,2895,1991,2896,2008c2906,2350,2561,2624,2287,2616l2272,2616c2266,2616,2255,2616,2254,2616c2183,2616,2078,2587,2064,2580c2040,2856,1721,3104,1476,3098l1462,3098,1449,3098,1435,3098c1139,3108,880,2837,842,2618c811,2629,717,2640,686,2640c682,2640,677,2640,676,2640l660,2640c317,2650,44,2305,52,2030l52,2015,52,2007,52,2000,52,1992c51,1836,147,1660,217,1592c91,1500,-4,1273,0,1134l0,1126,0,1119,0,1102c-10,759,335,486,609,494l624,494c630,494,641,494,642,494c713,494,818,523,832,530xe">
                    <v:path o:connectlocs="1448,0;424,453;0,1549;424,2644;1448,3098;2471,2644;2896,1549;2471,453" o:connectangles="0,0,164,82,82,82,0,0"/>
                    <v:fill on="t" focussize="0,0"/>
                    <v:stroke on="f" weight="7.75pt" miterlimit="8" joinstyle="miter"/>
                    <v:imagedata o:title=""/>
                    <o:lock v:ext="edit" aspectratio="f"/>
                  </v:shape>
                  <v:group id="组合 418" o:spid="_x0000_s1026" o:spt="203" style="position:absolute;left:7684;top:2509;height:2651;width:2648;" coordorigin="7273,1670" coordsize="2648,2648" o:gfxdata="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kyyISvAAAANwAAAAPAAAAAAAAAAEAIAAAACIAAABkcnMvZG93bnJldi54bWxQ&#10;SwECFAAUAAAACACHTuJAMy8FnjsAAAA5AAAAFQAAAAAAAAABACAAAAALAQAAZHJzL2dyb3Vwc2hh&#10;cGV4bWwueG1sUEsFBgAAAAAGAAYAYAEAAMgDAAAAAA==&#10;">
                    <o:lock v:ext="edit" aspectratio="f"/>
                    <v:shape id="椭圆 419" o:spid="_x0000_s1026" o:spt="3" type="#_x0000_t3" style="position:absolute;left:8397;top:2794;height:400;width:400;v-text-anchor:middle;" fillcolor="#9C0F15" filled="t" stroked="f" coordsize="21600,21600" o:gfxdata="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H73IugAAANwA&#10;AAAPAAAAAAAAAAEAIAAAACIAAABkcnMvZG93bnJldi54bWxQSwECFAAUAAAACACHTuJAMy8FnjsA&#10;AAA5AAAAEAAAAAAAAAABACAAAAAJAQAAZHJzL3NoYXBleG1sLnhtbFBLBQYAAAAABgAGAFsBAACz&#10;AwAAAAA=&#10;">
                      <v:fill on="t" focussize="0,0"/>
                      <v:stroke on="f" weight="7.75pt" miterlimit="8" joinstyle="miter"/>
                      <v:imagedata o:title=""/>
                      <o:lock v:ext="edit" aspectratio="f"/>
                    </v:shape>
                    <v:group id="组合 420" o:spid="_x0000_s1026" o:spt="203" style="position:absolute;left:7273;top:2846;height:296;width:2648;rotation:-1966080f;" coordorigin="7273,2845" coordsize="2648,296" o:gfxdata="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TiV1S7AAAA3AAAAA8AAAAAAAAAAQAgAAAAIgAAAGRycy9kb3ducmV2LnhtbFBL&#10;AQIUABQAAAAIAIdO4kAzLwWeOwAAADkAAAAVAAAAAAAAAAEAIAAAAAoBAABkcnMvZ3JvdXBzaGFw&#10;ZXhtbC54bWxQSwUGAAAAAAYABgBgAQAAxwMAAAAA&#10;">
                      <o:lock v:ext="edit" aspectratio="f"/>
                      <v:shape id="任意多边形 421" o:spid="_x0000_s1026" o:spt="100" style="position:absolute;left:8993;top:2845;height:297;width:928;v-text-anchor:middle;" fillcolor="#9C0F15" filled="t" stroked="f" coordsize="582,258" o:gfxdata="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PkChr4A&#10;AADcAAAADwAAAAAAAAABACAAAAAiAAAAZHJzL2Rvd25yZXYueG1sUEsBAhQAFAAAAAgAh07iQDMv&#10;BZ47AAAAOQAAABAAAAAAAAAAAQAgAAAADQEAAGRycy9zaGFwZXhtbC54bWxQSwUGAAAAAAYABgBb&#10;AQAAtwMAAAAA&#10;" path="m0,129c5,125,130,0,291,0c452,0,582,58,582,129c582,200,452,258,291,258c130,258,5,143,0,129xe">
                        <v:path o:connectlocs="0,148;464,0;928,148;464,297;0,148" o:connectangles="0,0,0,0,0"/>
                        <v:fill on="t" focussize="0,0"/>
                        <v:stroke on="f" weight="7.75pt" miterlimit="8" joinstyle="round" endcap="round"/>
                        <v:imagedata o:title=""/>
                        <o:lock v:ext="edit" aspectratio="f"/>
                      </v:shape>
                      <v:shape id="任意多边形 422" o:spid="_x0000_s1026" o:spt="100" style="position:absolute;left:7273;top:2845;flip:x;height:297;width:928;v-text-anchor:middle;" fillcolor="#9C0F15" filled="t" stroked="f" coordsize="582,258" o:gfxdata="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hpAeL4A&#10;AADcAAAADwAAAAAAAAABACAAAAAiAAAAZHJzL2Rvd25yZXYueG1sUEsBAhQAFAAAAAgAh07iQDMv&#10;BZ47AAAAOQAAABAAAAAAAAAAAQAgAAAADQEAAGRycy9zaGFwZXhtbC54bWxQSwUGAAAAAAYABgBb&#10;AQAAtwMAAAAA&#10;" path="m0,129c5,125,130,0,291,0c452,0,582,58,582,129c582,200,452,258,291,258c130,258,5,143,0,129xe">
                        <v:path o:connectlocs="0,148;464,0;928,148;464,297;0,148" o:connectangles="0,0,0,0,0"/>
                        <v:fill on="t" focussize="0,0"/>
                        <v:stroke on="f" weight="7.75pt" miterlimit="8" joinstyle="round" endcap="round"/>
                        <v:imagedata o:title=""/>
                        <o:lock v:ext="edit" aspectratio="f"/>
                      </v:shape>
                    </v:group>
                    <v:group id="组合 423" o:spid="_x0000_s1026" o:spt="203" style="position:absolute;left:7273;top:2846;height:296;width:2648;rotation:-5898240f;" coordorigin="7273,2845" coordsize="2648,296" o:gfxdata="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dQzkr0AAADcAAAADwAAAAAAAAABACAAAAAiAAAAZHJzL2Rvd25yZXYueG1s&#10;UEsBAhQAFAAAAAgAh07iQDMvBZ47AAAAOQAAABUAAAAAAAAAAQAgAAAADAEAAGRycy9ncm91cHNo&#10;YXBleG1sLnhtbFBLBQYAAAAABgAGAGABAADJAwAAAAA=&#10;">
                      <o:lock v:ext="edit" aspectratio="f"/>
                      <v:shape id="任意多边形 424" o:spid="_x0000_s1026" o:spt="100" style="position:absolute;left:8993;top:2845;height:297;width:928;v-text-anchor:middle;" fillcolor="#9C0F15" filled="t" stroked="f" coordsize="582,258" o:gfxdata="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xCa8r4A&#10;AADcAAAADwAAAAAAAAABACAAAAAiAAAAZHJzL2Rvd25yZXYueG1sUEsBAhQAFAAAAAgAh07iQDMv&#10;BZ47AAAAOQAAABAAAAAAAAAAAQAgAAAADQEAAGRycy9zaGFwZXhtbC54bWxQSwUGAAAAAAYABgBb&#10;AQAAtwMAAAAA&#10;" path="m0,129c5,125,130,0,291,0c452,0,582,58,582,129c582,200,452,258,291,258c130,258,5,143,0,129xe">
                        <v:path o:connectlocs="0,148;464,0;928,148;464,297;0,148" o:connectangles="0,0,0,0,0"/>
                        <v:fill on="t" focussize="0,0"/>
                        <v:stroke on="f" weight="7.75pt" miterlimit="8" joinstyle="round" endcap="round"/>
                        <v:imagedata o:title=""/>
                        <o:lock v:ext="edit" aspectratio="f"/>
                      </v:shape>
                      <v:shape id="任意多边形 425" o:spid="_x0000_s1026" o:spt="100" style="position:absolute;left:7273;top:2845;flip:x;height:297;width:928;v-text-anchor:middle;" fillcolor="#9C0F15" filled="t" stroked="f" coordsize="582,258" o:gfxdata="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m3j4L4A&#10;AADcAAAADwAAAAAAAAABACAAAAAiAAAAZHJzL2Rvd25yZXYueG1sUEsBAhQAFAAAAAgAh07iQDMv&#10;BZ47AAAAOQAAABAAAAAAAAAAAQAgAAAADQEAAGRycy9zaGFwZXhtbC54bWxQSwUGAAAAAAYABgBb&#10;AQAAtwMAAAAA&#10;" path="m0,129c5,125,130,0,291,0c452,0,582,58,582,129c582,200,452,258,291,258c130,258,5,143,0,129xe">
                        <v:path o:connectlocs="0,148;464,0;928,148;464,297;0,148" o:connectangles="0,0,0,0,0"/>
                        <v:fill on="t" focussize="0,0"/>
                        <v:stroke on="f" weight="7.75pt" miterlimit="8" joinstyle="round" endcap="round"/>
                        <v:imagedata o:title=""/>
                        <o:lock v:ext="edit" aspectratio="f"/>
                      </v:shape>
                    </v:group>
                    <v:group id="组合 426" o:spid="_x0000_s1026" o:spt="203" style="position:absolute;left:7273;top:2846;height:296;width:2648;rotation:1966080f;" coordorigin="7273,2845" coordsize="2648,296" o:gfxdata="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ojCep70AAADcAAAADwAAAAAAAAABACAAAAAiAAAAZHJzL2Rvd25yZXYueG1s&#10;UEsBAhQAFAAAAAgAh07iQDMvBZ47AAAAOQAAABUAAAAAAAAAAQAgAAAADAEAAGRycy9ncm91cHNo&#10;YXBleG1sLnhtbFBLBQYAAAAABgAGAGABAADJAwAAAAA=&#10;">
                      <o:lock v:ext="edit" aspectratio="f"/>
                      <v:shape id="任意多边形 427" o:spid="_x0000_s1026" o:spt="100" style="position:absolute;left:8993;top:2845;height:297;width:928;v-text-anchor:middle;" fillcolor="#9C0F15" filled="t" stroked="f" coordsize="582,258" o:gfxdata="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RE1bLsAAADc&#10;AAAADwAAAAAAAAABACAAAAAiAAAAZHJzL2Rvd25yZXYueG1sUEsBAhQAFAAAAAgAh07iQDMvBZ47&#10;AAAAOQAAABAAAAAAAAAAAQAgAAAACgEAAGRycy9zaGFwZXhtbC54bWxQSwUGAAAAAAYABgBbAQAA&#10;tAMAAAAA&#10;" path="m0,129c5,125,130,0,291,0c452,0,582,58,582,129c582,200,452,258,291,258c130,258,5,143,0,129xe">
                        <v:path o:connectlocs="0,148;464,0;928,148;464,297;0,148" o:connectangles="0,0,0,0,0"/>
                        <v:fill on="t" focussize="0,0"/>
                        <v:stroke on="f" weight="7.75pt" miterlimit="8" joinstyle="round" endcap="round"/>
                        <v:imagedata o:title=""/>
                        <o:lock v:ext="edit" aspectratio="f"/>
                      </v:shape>
                      <v:shape id="任意多边形 428" o:spid="_x0000_s1026" o:spt="100" style="position:absolute;left:7273;top:2845;flip:x;height:297;width:928;v-text-anchor:middle;" fillcolor="#9C0F15" filled="t" stroked="f" coordsize="582,258" o:gfxdata="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/J3kr4A&#10;AADcAAAADwAAAAAAAAABACAAAAAiAAAAZHJzL2Rvd25yZXYueG1sUEsBAhQAFAAAAAgAh07iQDMv&#10;BZ47AAAAOQAAABAAAAAAAAAAAQAgAAAADQEAAGRycy9zaGFwZXhtbC54bWxQSwUGAAAAAAYABgBb&#10;AQAAtwMAAAAA&#10;" path="m0,129c5,125,130,0,291,0c452,0,582,58,582,129c582,200,452,258,291,258c130,258,5,143,0,129xe">
                        <v:path o:connectlocs="0,148;464,0;928,148;464,297;0,148" o:connectangles="0,0,0,0,0"/>
                        <v:fill on="t" focussize="0,0"/>
                        <v:stroke on="f" weight="7.75pt" miterlimit="8" joinstyle="round" endcap="round"/>
                        <v:imagedata o:title=""/>
                        <o:lock v:ext="edit" aspectratio="f"/>
                      </v:shape>
                    </v:group>
                  </v:group>
                </v:group>
                <v:group id="组合 390" o:spid="_x0000_s1026" o:spt="203" style="position:absolute;left:13798;top:16268;flip:x;height:798;width:745;" coordorigin="7560,2285" coordsize="2896,3098" o:gfxdata="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aQneLoAAADcAAAADwAAAAAAAAABACAAAAAiAAAAZHJzL2Rvd25yZXYueG1sUEsB&#10;AhQAFAAAAAgAh07iQDMvBZ47AAAAOQAAABUAAAAAAAAAAQAgAAAACQEAAGRycy9ncm91cHNoYXBl&#10;eG1sLnhtbFBLBQYAAAAABgAGAGABAADGAwAAAAA=&#10;">
                  <o:lock v:ext="edit" aspectratio="f"/>
                  <v:shape id="任意多边形 391" o:spid="_x0000_s1026" o:spt="100" style="position:absolute;left:7560;top:2285;height:3098;width:2896;v-text-anchor:middle;" fillcolor="#F4DBAE" filled="t" stroked="f" coordsize="2896,3099" o:gfxdata="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5h9AK8AAAA&#10;3AAAAA8AAAAAAAAAAQAgAAAAIgAAAGRycy9kb3ducmV2LnhtbFBLAQIUABQAAAAIAIdO4kAzLwWe&#10;OwAAADkAAAAQAAAAAAAAAAEAIAAAAAsBAABkcnMvc2hhcGV4bWwueG1sUEsFBgAAAAAGAAYAWwEA&#10;ALUDAAAAAA==&#10;" path="m832,530c848,256,1172,-8,1422,0l1435,0,1449,1,1463,0,1477,0c1766,-5,2021,277,2054,472c2084,456,2211,431,2257,432c2263,432,2271,433,2272,433l2288,433c2631,423,2904,768,2896,1043l2895,1058,2896,1066,2896,1075c2900,1255,2780,1449,2686,1525c2814,1623,2898,1839,2896,1976l2896,1984,2895,1991,2896,2008c2906,2350,2561,2624,2287,2616l2272,2616c2266,2616,2255,2616,2254,2616c2183,2616,2078,2587,2064,2580c2040,2856,1721,3104,1476,3098l1462,3098,1449,3098,1435,3098c1139,3108,880,2837,842,2618c811,2629,717,2640,686,2640c682,2640,677,2640,676,2640l660,2640c317,2650,44,2305,52,2030l52,2015,52,2007,52,2000,52,1992c51,1836,147,1660,217,1592c91,1500,-4,1273,0,1134l0,1126,0,1119,0,1102c-10,759,335,486,609,494l624,494c630,494,641,494,642,494c713,494,818,523,832,530xe">
                    <v:path o:connectlocs="1448,0;424,453;0,1549;424,2644;1448,3098;2471,2644;2896,1549;2471,453" o:connectangles="0,0,164,82,82,82,0,0"/>
                    <v:fill on="t" focussize="0,0"/>
                    <v:stroke on="f" weight="7.75pt" miterlimit="8" joinstyle="miter"/>
                    <v:imagedata o:title=""/>
                    <o:lock v:ext="edit" aspectratio="f"/>
                  </v:shape>
                  <v:group id="组合 392" o:spid="_x0000_s1026" o:spt="203" style="position:absolute;left:7684;top:2509;height:2651;width:2648;" coordorigin="7273,1670" coordsize="2648,2648" o:gfxdata="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dCqDNvAAAANwAAAAPAAAAAAAAAAEAIAAAACIAAABkcnMvZG93bnJldi54bWxQ&#10;SwECFAAUAAAACACHTuJAMy8FnjsAAAA5AAAAFQAAAAAAAAABACAAAAALAQAAZHJzL2dyb3Vwc2hh&#10;cGV4bWwueG1sUEsFBgAAAAAGAAYAYAEAAMgDAAAAAA==&#10;">
                    <o:lock v:ext="edit" aspectratio="f"/>
                    <v:shape id="椭圆 393" o:spid="_x0000_s1026" o:spt="3" type="#_x0000_t3" style="position:absolute;left:8397;top:2794;height:400;width:400;v-text-anchor:middle;" fillcolor="#9C0F15" filled="t" stroked="f" coordsize="21600,21600" o:gfxdata="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MY2qu8AAAA&#10;3AAAAA8AAAAAAAAAAQAgAAAAIgAAAGRycy9kb3ducmV2LnhtbFBLAQIUABQAAAAIAIdO4kAzLwWe&#10;OwAAADkAAAAQAAAAAAAAAAEAIAAAAAsBAABkcnMvc2hhcGV4bWwueG1sUEsFBgAAAAAGAAYAWwEA&#10;ALUDAAAAAA==&#10;">
                      <v:fill on="t" focussize="0,0"/>
                      <v:stroke on="f" weight="7.75pt" miterlimit="8" joinstyle="miter"/>
                      <v:imagedata o:title=""/>
                      <o:lock v:ext="edit" aspectratio="f"/>
                    </v:shape>
                    <v:group id="组合 394" o:spid="_x0000_s1026" o:spt="203" style="position:absolute;left:7273;top:2846;height:296;width:2648;rotation:-1966080f;" coordorigin="7273,2845" coordsize="2648,296" o:gfxdata="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98Uv8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shape id="任意多边形 395" o:spid="_x0000_s1026" o:spt="100" style="position:absolute;left:8993;top:2845;height:297;width:928;v-text-anchor:middle;" fillcolor="#9C0F15" filled="t" stroked="f" coordsize="582,258" o:gfxdata="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f5l5b4A&#10;AADcAAAADwAAAAAAAAABACAAAAAiAAAAZHJzL2Rvd25yZXYueG1sUEsBAhQAFAAAAAgAh07iQDMv&#10;BZ47AAAAOQAAABAAAAAAAAAAAQAgAAAADQEAAGRycy9zaGFwZXhtbC54bWxQSwUGAAAAAAYABgBb&#10;AQAAtwMAAAAA&#10;" path="m0,129c5,125,130,0,291,0c452,0,582,58,582,129c582,200,452,258,291,258c130,258,5,143,0,129xe">
                        <v:path o:connectlocs="0,148;464,0;928,148;464,297;0,148" o:connectangles="0,0,0,0,0"/>
                        <v:fill on="t" focussize="0,0"/>
                        <v:stroke on="f" weight="7.75pt" miterlimit="8" joinstyle="round" endcap="round"/>
                        <v:imagedata o:title=""/>
                        <o:lock v:ext="edit" aspectratio="f"/>
                      </v:shape>
                      <v:shape id="任意多边形 396" o:spid="_x0000_s1026" o:spt="100" style="position:absolute;left:7273;top:2845;flip:x;height:297;width:928;v-text-anchor:middle;" fillcolor="#9C0F15" filled="t" stroked="f" coordsize="582,258" o:gfxdata="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7ga9L4A&#10;AADcAAAADwAAAAAAAAABACAAAAAiAAAAZHJzL2Rvd25yZXYueG1sUEsBAhQAFAAAAAgAh07iQDMv&#10;BZ47AAAAOQAAABAAAAAAAAAAAQAgAAAADQEAAGRycy9zaGFwZXhtbC54bWxQSwUGAAAAAAYABgBb&#10;AQAAtwMAAAAA&#10;" path="m0,129c5,125,130,0,291,0c452,0,582,58,582,129c582,200,452,258,291,258c130,258,5,143,0,129xe">
                        <v:path o:connectlocs="0,148;464,0;928,148;464,297;0,148" o:connectangles="0,0,0,0,0"/>
                        <v:fill on="t" focussize="0,0"/>
                        <v:stroke on="f" weight="7.75pt" miterlimit="8" joinstyle="round" endcap="round"/>
                        <v:imagedata o:title=""/>
                        <o:lock v:ext="edit" aspectratio="f"/>
                      </v:shape>
                    </v:group>
                    <v:group id="组合 397" o:spid="_x0000_s1026" o:spt="203" style="position:absolute;left:7273;top:2846;height:296;width:2648;rotation:-5898240f;" coordorigin="7273,2845" coordsize="2648,296" o:gfxdata="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w/wpOcAAAADcAAAADwAAAAAAAAABACAAAAAiAAAAZHJzL2Rvd25yZXYu&#10;eG1sUEsBAhQAFAAAAAgAh07iQDMvBZ47AAAAOQAAABUAAAAAAAAAAQAgAAAADwEAAGRycy9ncm91&#10;cHNoYXBleG1sLnhtbFBLBQYAAAAABgAGAGABAADMAwAAAAA=&#10;">
                      <o:lock v:ext="edit" aspectratio="f"/>
                      <v:shape id="任意多边形 398" o:spid="_x0000_s1026" o:spt="100" style="position:absolute;left:8993;top:2845;height:297;width:928;v-text-anchor:middle;" fillcolor="#9C0F15" filled="t" stroked="f" coordsize="582,258" o:gfxdata="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FBQoL4A&#10;AADcAAAADwAAAAAAAAABACAAAAAiAAAAZHJzL2Rvd25yZXYueG1sUEsBAhQAFAAAAAgAh07iQDMv&#10;BZ47AAAAOQAAABAAAAAAAAAAAQAgAAAADQEAAGRycy9zaGFwZXhtbC54bWxQSwUGAAAAAAYABgBb&#10;AQAAtwMAAAAA&#10;" path="m0,129c5,125,130,0,291,0c452,0,582,58,582,129c582,200,452,258,291,258c130,258,5,143,0,129xe">
                        <v:path o:connectlocs="0,148;464,0;928,148;464,297;0,148" o:connectangles="0,0,0,0,0"/>
                        <v:fill on="t" focussize="0,0"/>
                        <v:stroke on="f" weight="7.75pt" miterlimit="8" joinstyle="round" endcap="round"/>
                        <v:imagedata o:title=""/>
                        <o:lock v:ext="edit" aspectratio="f"/>
                      </v:shape>
                      <v:shape id="任意多边形 399" o:spid="_x0000_s1026" o:spt="100" style="position:absolute;left:7273;top:2845;flip:x;height:297;width:928;v-text-anchor:middle;" fillcolor="#9C0F15" filled="t" stroked="f" coordsize="582,258" o:gfxdata="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rMSXr4A&#10;AADcAAAADwAAAAAAAAABACAAAAAiAAAAZHJzL2Rvd25yZXYueG1sUEsBAhQAFAAAAAgAh07iQDMv&#10;BZ47AAAAOQAAABAAAAAAAAAAAQAgAAAADQEAAGRycy9zaGFwZXhtbC54bWxQSwUGAAAAAAYABgBb&#10;AQAAtwMAAAAA&#10;" path="m0,129c5,125,130,0,291,0c452,0,582,58,582,129c582,200,452,258,291,258c130,258,5,143,0,129xe">
                        <v:path o:connectlocs="0,148;464,0;928,148;464,297;0,148" o:connectangles="0,0,0,0,0"/>
                        <v:fill on="t" focussize="0,0"/>
                        <v:stroke on="f" weight="7.75pt" miterlimit="8" joinstyle="round" endcap="round"/>
                        <v:imagedata o:title=""/>
                        <o:lock v:ext="edit" aspectratio="f"/>
                      </v:shape>
                    </v:group>
                    <v:group id="组合 400" o:spid="_x0000_s1026" o:spt="203" style="position:absolute;left:7273;top:2846;height:296;width:2648;rotation:1966080f;" coordorigin="7273,2845" coordsize="2648,296" o:gfxdata="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XewGIL0AAADcAAAADwAAAAAAAAABACAAAAAiAAAAZHJzL2Rvd25yZXYueG1s&#10;UEsBAhQAFAAAAAgAh07iQDMvBZ47AAAAOQAAABUAAAAAAAAAAQAgAAAADAEAAGRycy9ncm91cHNo&#10;YXBleG1sLnhtbFBLBQYAAAAABgAGAGABAADJAwAAAAA=&#10;">
                      <o:lock v:ext="edit" aspectratio="f"/>
                      <v:shape id="任意多边形 401" o:spid="_x0000_s1026" o:spt="100" style="position:absolute;left:8993;top:2845;height:297;width:928;v-text-anchor:middle;" fillcolor="#9C0F15" filled="t" stroked="f" coordsize="582,258" o:gfxdata="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r9omvQAA&#10;ANwAAAAPAAAAAAAAAAEAIAAAACIAAABkcnMvZG93bnJldi54bWxQSwECFAAUAAAACACHTuJAMy8F&#10;njsAAAA5AAAAEAAAAAAAAAABACAAAAAMAQAAZHJzL3NoYXBleG1sLnhtbFBLBQYAAAAABgAGAFsB&#10;AAC2AwAAAAA=&#10;" path="m0,129c5,125,130,0,291,0c452,0,582,58,582,129c582,200,452,258,291,258c130,258,5,143,0,129xe">
                        <v:path o:connectlocs="0,148;464,0;928,148;464,297;0,148" o:connectangles="0,0,0,0,0"/>
                        <v:fill on="t" focussize="0,0"/>
                        <v:stroke on="f" weight="7.75pt" miterlimit="8" joinstyle="round" endcap="round"/>
                        <v:imagedata o:title=""/>
                        <o:lock v:ext="edit" aspectratio="f"/>
                      </v:shape>
                      <v:shape id="任意多边形 402" o:spid="_x0000_s1026" o:spt="100" style="position:absolute;left:7273;top:2845;flip:x;height:297;width:928;v-text-anchor:middle;" fillcolor="#9C0F15" filled="t" stroked="f" coordsize="582,258" o:gfxdata="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J+pMb4A&#10;AADcAAAADwAAAAAAAAABACAAAAAiAAAAZHJzL2Rvd25yZXYueG1sUEsBAhQAFAAAAAgAh07iQDMv&#10;BZ47AAAAOQAAABAAAAAAAAAAAQAgAAAADQEAAGRycy9zaGFwZXhtbC54bWxQSwUGAAAAAAYABgBb&#10;AQAAtwMAAAAA&#10;" path="m0,129c5,125,130,0,291,0c452,0,582,58,582,129c582,200,452,258,291,258c130,258,5,143,0,129xe">
                        <v:path o:connectlocs="0,148;464,0;928,148;464,297;0,148" o:connectangles="0,0,0,0,0"/>
                        <v:fill on="t" focussize="0,0"/>
                        <v:stroke on="f" weight="7.75pt" miterlimit="8" joinstyle="round" endcap="round"/>
                        <v:imagedata o:title=""/>
                        <o:lock v:ext="edit" aspectratio="f"/>
                      </v:shape>
                    </v:group>
                  </v:group>
                </v:group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-172720</wp:posOffset>
                </wp:positionH>
                <wp:positionV relativeFrom="paragraph">
                  <wp:posOffset>-195580</wp:posOffset>
                </wp:positionV>
                <wp:extent cx="7546340" cy="10723245"/>
                <wp:effectExtent l="0" t="0" r="12700" b="5715"/>
                <wp:wrapNone/>
                <wp:docPr id="109" name="矩形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6340" cy="10723245"/>
                        </a:xfrm>
                        <a:prstGeom prst="rect">
                          <a:avLst/>
                        </a:prstGeom>
                        <a:solidFill>
                          <a:srgbClr val="B11A2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3.6pt;margin-top:-15.4pt;height:844.35pt;width:594.2pt;z-index:251659264;v-text-anchor:middle;mso-width-relative:page;mso-height-relative:page;" fillcolor="#B11A21" filled="t" stroked="f" coordsize="21600,21600" o:gfxdata="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Yw3GltgAAAANAQAADwAAAAAAAAABACAAAAAiAAAAZHJzL2Rvd25y&#10;ZXYueG1sUEsBAhQAFAAAAAgAh07iQCQbW4ZwAgAA0QQAAA4AAAAAAAAAAQAgAAAAJwEAAGRycy9l&#10;Mm9Eb2MueG1sUEsFBgAAAAAGAAYAWQEAAAkG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br w:type="page"/>
      </w:r>
    </w:p>
    <w:p>
      <w:r>
        <w:rPr>
          <w:rFonts w:hint="eastAsia" w:ascii="站酷文艺体" w:hAnsi="站酷文艺体" w:eastAsia="站酷文艺体" w:cs="站酷文艺体"/>
          <w:sz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121285</wp:posOffset>
                </wp:positionH>
                <wp:positionV relativeFrom="paragraph">
                  <wp:posOffset>844550</wp:posOffset>
                </wp:positionV>
                <wp:extent cx="7228840" cy="9145270"/>
                <wp:effectExtent l="0" t="0" r="10160" b="13970"/>
                <wp:wrapNone/>
                <wp:docPr id="714" name="组合 7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28840" cy="9145270"/>
                          <a:chOff x="3885" y="38180"/>
                          <a:chExt cx="11384" cy="14402"/>
                        </a:xfrm>
                      </wpg:grpSpPr>
                      <wpg:grpSp>
                        <wpg:cNvPr id="671" name="组合 671"/>
                        <wpg:cNvGrpSpPr/>
                        <wpg:grpSpPr>
                          <a:xfrm>
                            <a:off x="3885" y="38180"/>
                            <a:ext cx="11384" cy="14402"/>
                            <a:chOff x="15899" y="1301"/>
                            <a:chExt cx="11384" cy="14402"/>
                          </a:xfrm>
                        </wpg:grpSpPr>
                        <wps:wsp>
                          <wps:cNvPr id="672" name="直接连接符 56"/>
                          <wps:cNvCnPr/>
                          <wps:spPr>
                            <a:xfrm>
                              <a:off x="21764" y="3838"/>
                              <a:ext cx="0" cy="11865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222222">
                                  <a:alpha val="8000"/>
                                </a:srgb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673" name="组合 32"/>
                          <wpg:cNvGrpSpPr/>
                          <wpg:grpSpPr>
                            <a:xfrm rot="0">
                              <a:off x="16869" y="6337"/>
                              <a:ext cx="4318" cy="2710"/>
                              <a:chOff x="11007" y="5362"/>
                              <a:chExt cx="4828" cy="2710"/>
                            </a:xfrm>
                          </wpg:grpSpPr>
                          <wps:wsp>
                            <wps:cNvPr id="674" name="直接连接符 37"/>
                            <wps:cNvCnPr/>
                            <wps:spPr>
                              <a:xfrm>
                                <a:off x="11017" y="6717"/>
                                <a:ext cx="4819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222222">
                                    <a:alpha val="8000"/>
                                  </a:srgb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75" name="直接连接符 24"/>
                            <wps:cNvCnPr/>
                            <wps:spPr>
                              <a:xfrm>
                                <a:off x="11008" y="5362"/>
                                <a:ext cx="4819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222222">
                                    <a:alpha val="8000"/>
                                  </a:srgb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76" name="直接连接符 53"/>
                            <wps:cNvCnPr/>
                            <wps:spPr>
                              <a:xfrm>
                                <a:off x="11007" y="8072"/>
                                <a:ext cx="4819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222222">
                                    <a:alpha val="8000"/>
                                  </a:srgb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677" name="组合 34"/>
                          <wpg:cNvGrpSpPr/>
                          <wpg:grpSpPr>
                            <a:xfrm rot="0">
                              <a:off x="16709" y="3742"/>
                              <a:ext cx="3860" cy="5286"/>
                              <a:chOff x="10847" y="2830"/>
                              <a:chExt cx="3860" cy="5286"/>
                            </a:xfrm>
                          </wpg:grpSpPr>
                          <wps:wsp>
                            <wps:cNvPr id="678" name="文本框 30"/>
                            <wps:cNvSpPr txBox="1"/>
                            <wps:spPr>
                              <a:xfrm>
                                <a:off x="10896" y="5625"/>
                                <a:ext cx="2288" cy="4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>
                                  <w:pPr>
                                    <w:pStyle w:val="4"/>
                                    <w:kinsoku/>
                                    <w:ind w:left="0"/>
                                    <w:jc w:val="left"/>
                                    <w:rPr>
                                      <w:rFonts w:hint="eastAsia" w:ascii="黑体" w:hAnsi="黑体" w:eastAsia="黑体" w:cs="黑体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 w:cs="黑体"/>
                                      <w:color w:val="222222"/>
                                      <w:kern w:val="24"/>
                                      <w:sz w:val="18"/>
                                      <w:szCs w:val="18"/>
                                      <w14:textFill>
                                        <w14:solidFill>
                                          <w14:srgbClr w14:val="222222">
                                            <w14:alpha w14:val="40000"/>
                                          </w14:srgbClr>
                                        </w14:solidFill>
                                      </w14:textFill>
                                    </w:rPr>
                                    <w:t>中文｜</w:t>
                                  </w:r>
                                  <w:r>
                                    <w:rPr>
                                      <w:rFonts w:hint="eastAsia" w:ascii="黑体" w:hAnsi="黑体" w:eastAsia="黑体" w:cs="黑体"/>
                                      <w:color w:val="222222"/>
                                      <w:kern w:val="24"/>
                                      <w:sz w:val="18"/>
                                      <w:szCs w:val="18"/>
                                      <w:lang w:val="en-US" w:eastAsia="zh-CN"/>
                                      <w14:textFill>
                                        <w14:solidFill>
                                          <w14:srgbClr w14:val="222222">
                                            <w14:alpha w14:val="40000"/>
                                          </w14:srgbClr>
                                        </w14:solidFill>
                                      </w14:textFill>
                                    </w:rPr>
                                    <w:t>字体名称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679" name="文本框 17"/>
                            <wps:cNvSpPr txBox="1"/>
                            <wps:spPr>
                              <a:xfrm>
                                <a:off x="10901" y="4268"/>
                                <a:ext cx="1702" cy="463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>
                                  <w:pPr>
                                    <w:pStyle w:val="4"/>
                                    <w:kinsoku/>
                                    <w:ind w:left="0"/>
                                    <w:jc w:val="left"/>
                                    <w:rPr>
                                      <w:rFonts w:hint="eastAsia" w:ascii="黑体" w:hAnsi="黑体" w:eastAsia="黑体" w:cs="黑体"/>
                                      <w:b w:val="0"/>
                                      <w:bCs w:val="0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 w:cs="黑体"/>
                                      <w:b w:val="0"/>
                                      <w:bCs w:val="0"/>
                                      <w:color w:val="222222"/>
                                      <w:kern w:val="24"/>
                                      <w:sz w:val="18"/>
                                      <w:szCs w:val="18"/>
                                      <w14:textFill>
                                        <w14:solidFill>
                                          <w14:srgbClr w14:val="222222">
                                            <w14:alpha w14:val="40000"/>
                                          </w14:srgbClr>
                                        </w14:solidFill>
                                      </w14:textFill>
                                    </w:rPr>
                                    <w:t>中文｜</w:t>
                                  </w:r>
                                  <w:r>
                                    <w:rPr>
                                      <w:rFonts w:hint="eastAsia" w:ascii="黑体" w:hAnsi="黑体" w:eastAsia="黑体" w:cs="黑体"/>
                                      <w:b w:val="0"/>
                                      <w:bCs w:val="0"/>
                                      <w:color w:val="222222"/>
                                      <w:kern w:val="24"/>
                                      <w:sz w:val="18"/>
                                      <w:szCs w:val="18"/>
                                      <w:lang w:val="en-US" w:eastAsia="zh-CN"/>
                                      <w14:textFill>
                                        <w14:solidFill>
                                          <w14:srgbClr w14:val="222222">
                                            <w14:alpha w14:val="40000"/>
                                          </w14:srgbClr>
                                        </w14:solidFill>
                                      </w14:textFill>
                                    </w:rPr>
                                    <w:t>字体名称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680" name="文本框 23"/>
                            <wps:cNvSpPr txBox="1"/>
                            <wps:spPr>
                              <a:xfrm>
                                <a:off x="10848" y="4703"/>
                                <a:ext cx="3859" cy="10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 w:ascii="汉仪铸字卡酷体W" w:hAnsi="汉仪铸字卡酷体W" w:eastAsia="汉仪铸字卡酷体W" w:cs="汉仪铸字卡酷体W"/>
                                      <w:color w:val="222222"/>
                                      <w:kern w:val="24"/>
                                      <w:sz w:val="40"/>
                                      <w:szCs w:val="4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汉仪铸字卡酷体W" w:hAnsi="汉仪铸字卡酷体W" w:eastAsia="汉仪铸字卡酷体W" w:cs="汉仪铸字卡酷体W"/>
                                      <w:color w:val="222222"/>
                                      <w:kern w:val="24"/>
                                      <w:sz w:val="40"/>
                                      <w:szCs w:val="40"/>
                                      <w:lang w:val="en-US" w:eastAsia="zh-CN"/>
                                    </w:rPr>
                                    <w:t>汉仪铸字卡酷体W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g:grpSp>
                            <wpg:cNvPr id="681" name="组合 57"/>
                            <wpg:cNvGrpSpPr/>
                            <wpg:grpSpPr>
                              <a:xfrm rot="0">
                                <a:off x="10870" y="2830"/>
                                <a:ext cx="3124" cy="1392"/>
                                <a:chOff x="1186" y="2162"/>
                                <a:chExt cx="3124" cy="1392"/>
                              </a:xfrm>
                            </wpg:grpSpPr>
                            <wps:wsp>
                              <wps:cNvPr id="682" name="文本框 16"/>
                              <wps:cNvSpPr txBox="1"/>
                              <wps:spPr>
                                <a:xfrm>
                                  <a:off x="1186" y="2162"/>
                                  <a:ext cx="1506" cy="1392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>
                                    <w:pPr>
                                      <w:pStyle w:val="4"/>
                                      <w:kinsoku/>
                                      <w:ind w:left="0"/>
                                      <w:jc w:val="left"/>
                                      <w:rPr>
                                        <w:rFonts w:hint="eastAsia" w:ascii="黑体" w:hAnsi="黑体" w:eastAsia="黑体" w:cs="黑体"/>
                                        <w:b/>
                                        <w:bCs w:val="0"/>
                                        <w:sz w:val="76"/>
                                        <w:szCs w:val="76"/>
                                      </w:rPr>
                                    </w:pPr>
                                    <w:r>
                                      <w:rPr>
                                        <w:rFonts w:hint="eastAsia" w:ascii="黑体" w:hAnsi="黑体" w:eastAsia="黑体" w:cs="黑体"/>
                                        <w:b/>
                                        <w:bCs w:val="0"/>
                                        <w:color w:val="FF2832"/>
                                        <w:kern w:val="24"/>
                                        <w:sz w:val="76"/>
                                        <w:szCs w:val="76"/>
                                      </w:rPr>
                                      <w:t>01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683" name="文本框 18"/>
                              <wps:cNvSpPr txBox="1"/>
                              <wps:spPr>
                                <a:xfrm>
                                  <a:off x="2031" y="2783"/>
                                  <a:ext cx="2279" cy="768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>
                                    <w:pPr>
                                      <w:pStyle w:val="4"/>
                                      <w:kinsoku/>
                                      <w:ind w:left="0"/>
                                      <w:jc w:val="left"/>
                                      <w:rPr>
                                        <w:rFonts w:hint="eastAsia" w:ascii="黑体" w:hAnsi="黑体" w:eastAsia="黑体" w:cs="黑体"/>
                                        <w:b/>
                                        <w:bCs w:val="0"/>
                                        <w:sz w:val="44"/>
                                        <w:szCs w:val="44"/>
                                      </w:rPr>
                                    </w:pPr>
                                    <w:r>
                                      <w:rPr>
                                        <w:rFonts w:hint="eastAsia" w:ascii="黑体" w:hAnsi="黑体" w:eastAsia="黑体" w:cs="黑体"/>
                                        <w:b/>
                                        <w:bCs w:val="0"/>
                                        <w:color w:val="222222"/>
                                        <w:kern w:val="24"/>
                                        <w:sz w:val="44"/>
                                        <w:szCs w:val="44"/>
                                      </w:rPr>
                                      <w:t>字体说明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grpSp>
                          <wps:wsp>
                            <wps:cNvPr id="684" name="文本框 48"/>
                            <wps:cNvSpPr txBox="1"/>
                            <wps:spPr>
                              <a:xfrm>
                                <a:off x="10901" y="6978"/>
                                <a:ext cx="2295" cy="4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>
                                  <w:pPr>
                                    <w:pStyle w:val="4"/>
                                    <w:kinsoku/>
                                    <w:ind w:left="0"/>
                                    <w:jc w:val="left"/>
                                    <w:rPr>
                                      <w:rFonts w:hint="eastAsia" w:ascii="黑体" w:hAnsi="黑体" w:eastAsia="黑体" w:cs="黑体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 w:cs="黑体"/>
                                      <w:color w:val="222222"/>
                                      <w:kern w:val="24"/>
                                      <w:sz w:val="18"/>
                                      <w:szCs w:val="18"/>
                                      <w14:textFill>
                                        <w14:solidFill>
                                          <w14:srgbClr w14:val="222222">
                                            <w14:alpha w14:val="40000"/>
                                          </w14:srgbClr>
                                        </w14:solidFill>
                                      </w14:textFill>
                                    </w:rPr>
                                    <w:t>英文｜</w:t>
                                  </w:r>
                                  <w:r>
                                    <w:rPr>
                                      <w:rFonts w:hint="eastAsia" w:ascii="黑体" w:hAnsi="黑体" w:eastAsia="黑体" w:cs="黑体"/>
                                      <w:color w:val="222222"/>
                                      <w:kern w:val="24"/>
                                      <w:sz w:val="18"/>
                                      <w:szCs w:val="18"/>
                                      <w:lang w:val="en-US" w:eastAsia="zh-CN"/>
                                      <w14:textFill>
                                        <w14:solidFill>
                                          <w14:srgbClr w14:val="222222">
                                            <w14:alpha w14:val="40000"/>
                                          </w14:srgbClr>
                                        </w14:solidFill>
                                      </w14:textFill>
                                    </w:rPr>
                                    <w:t>字体名称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685" name="文本框 52"/>
                            <wps:cNvSpPr txBox="1"/>
                            <wps:spPr>
                              <a:xfrm>
                                <a:off x="10847" y="7413"/>
                                <a:ext cx="2806" cy="703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lang w:val="en-US" w:eastAsia="zh-CN"/>
                                    </w:rPr>
                                  </w:pP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wpg:grpSp>
                        <wpg:grpSp>
                          <wpg:cNvPr id="686" name="组合 61"/>
                          <wpg:cNvGrpSpPr/>
                          <wpg:grpSpPr>
                            <a:xfrm rot="0">
                              <a:off x="16721" y="10688"/>
                              <a:ext cx="3158" cy="1392"/>
                              <a:chOff x="1222" y="2199"/>
                              <a:chExt cx="3158" cy="1392"/>
                            </a:xfrm>
                          </wpg:grpSpPr>
                          <wps:wsp>
                            <wps:cNvPr id="687" name="文本框 62"/>
                            <wps:cNvSpPr txBox="1"/>
                            <wps:spPr>
                              <a:xfrm>
                                <a:off x="1222" y="2199"/>
                                <a:ext cx="1555" cy="1392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>
                                  <w:pPr>
                                    <w:pStyle w:val="4"/>
                                    <w:kinsoku/>
                                    <w:ind w:left="0"/>
                                    <w:jc w:val="left"/>
                                    <w:rPr>
                                      <w:rFonts w:hint="eastAsia" w:ascii="黑体" w:hAnsi="黑体" w:eastAsia="黑体" w:cs="黑体"/>
                                      <w:sz w:val="76"/>
                                      <w:szCs w:val="76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 w:cs="黑体"/>
                                      <w:b/>
                                      <w:color w:val="FF2832"/>
                                      <w:kern w:val="24"/>
                                      <w:sz w:val="76"/>
                                      <w:szCs w:val="76"/>
                                    </w:rPr>
                                    <w:t>02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688" name="文本框 63"/>
                            <wps:cNvSpPr txBox="1"/>
                            <wps:spPr>
                              <a:xfrm>
                                <a:off x="2101" y="2766"/>
                                <a:ext cx="2279" cy="768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>
                                  <w:pPr>
                                    <w:pStyle w:val="4"/>
                                    <w:kinsoku/>
                                    <w:ind w:left="0"/>
                                    <w:jc w:val="left"/>
                                    <w:rPr>
                                      <w:rFonts w:hint="eastAsia" w:ascii="黑体" w:hAnsi="黑体" w:eastAsia="黑体" w:cs="黑体"/>
                                      <w:sz w:val="44"/>
                                      <w:szCs w:val="44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 w:cs="黑体"/>
                                      <w:b/>
                                      <w:color w:val="222222"/>
                                      <w:kern w:val="24"/>
                                      <w:sz w:val="44"/>
                                      <w:szCs w:val="44"/>
                                    </w:rPr>
                                    <w:t>素材说明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wpg:grpSp>
                        <wpg:grpSp>
                          <wpg:cNvPr id="689" name="组合 77"/>
                          <wpg:cNvGrpSpPr/>
                          <wpg:grpSpPr>
                            <a:xfrm rot="0">
                              <a:off x="16640" y="12275"/>
                              <a:ext cx="4687" cy="1541"/>
                              <a:chOff x="7200" y="4305"/>
                              <a:chExt cx="4687" cy="1541"/>
                            </a:xfrm>
                          </wpg:grpSpPr>
                          <wps:wsp>
                            <wps:cNvPr id="690" name="文本框 74"/>
                            <wps:cNvSpPr txBox="1"/>
                            <wps:spPr>
                              <a:xfrm>
                                <a:off x="7200" y="4305"/>
                                <a:ext cx="1287" cy="4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>
                                  <w:pPr>
                                    <w:pStyle w:val="4"/>
                                    <w:kinsoku/>
                                    <w:ind w:left="0"/>
                                    <w:jc w:val="left"/>
                                    <w:rPr>
                                      <w:rFonts w:hint="eastAsia" w:ascii="黑体" w:hAnsi="黑体" w:eastAsia="黑体" w:cs="黑体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 w:cs="黑体"/>
                                      <w:b/>
                                      <w:color w:val="222222"/>
                                      <w:kern w:val="24"/>
                                      <w:sz w:val="20"/>
                                      <w:szCs w:val="20"/>
                                    </w:rPr>
                                    <w:t>素材：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691" name="文本框 76"/>
                            <wps:cNvSpPr txBox="1"/>
                            <wps:spPr>
                              <a:xfrm>
                                <a:off x="7207" y="4766"/>
                                <a:ext cx="4680" cy="10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rPr>
                                      <w:rFonts w:hint="eastAsia" w:ascii="黑体" w:hAnsi="黑体" w:eastAsia="黑体" w:cs="黑体"/>
                                      <w:color w:val="222222"/>
                                      <w:kern w:val="24"/>
                                      <w:sz w:val="16"/>
                                      <w:szCs w:val="16"/>
                                      <w:lang w:val="en-US" w:eastAsia="zh-CN" w:bidi="ar-SA"/>
                                      <w14:textFill>
                                        <w14:solidFill>
                                          <w14:srgbClr w14:val="222222">
                                            <w14:alpha w14:val="4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 w:cs="黑体"/>
                                      <w:color w:val="222222"/>
                                      <w:kern w:val="24"/>
                                      <w:sz w:val="16"/>
                                      <w:szCs w:val="16"/>
                                      <w:lang w:val="en-US" w:eastAsia="zh-CN" w:bidi="ar-SA"/>
                                      <w14:textFill>
                                        <w14:solidFill>
                                          <w14:srgbClr w14:val="222222">
                                            <w14:alpha w14:val="40000"/>
                                          </w14:srgbClr>
                                        </w14:solidFill>
                                      </w14:textFill>
                                    </w:rPr>
                                    <w:t>原创设计：模板中使用的素材为本人原创设计，版权归设计师本人所有。</w:t>
                                  </w:r>
                                </w:p>
                                <w:p>
                                  <w:pPr>
                                    <w:rPr>
                                      <w:rFonts w:hint="eastAsia" w:ascii="黑体" w:hAnsi="黑体" w:eastAsia="黑体" w:cs="黑体"/>
                                      <w:lang w:val="en-US" w:eastAsia="zh-CN"/>
                                    </w:rPr>
                                  </w:pP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wpg:grpSp>
                        <wpg:grpSp>
                          <wpg:cNvPr id="692" name="组合 102"/>
                          <wpg:cNvGrpSpPr/>
                          <wpg:grpSpPr>
                            <a:xfrm rot="0">
                              <a:off x="15899" y="1301"/>
                              <a:ext cx="6806" cy="1331"/>
                              <a:chOff x="0" y="751"/>
                              <a:chExt cx="6806" cy="1331"/>
                            </a:xfrm>
                          </wpg:grpSpPr>
                          <wps:wsp>
                            <wps:cNvPr id="693" name="矩形 11"/>
                            <wps:cNvSpPr/>
                            <wps:spPr>
                              <a:xfrm>
                                <a:off x="0" y="861"/>
                                <a:ext cx="170" cy="7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283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94" name="文本框 12"/>
                            <wps:cNvSpPr txBox="1"/>
                            <wps:spPr>
                              <a:xfrm>
                                <a:off x="175" y="751"/>
                                <a:ext cx="6631" cy="103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>
                                  <w:pPr>
                                    <w:pStyle w:val="4"/>
                                    <w:kinsoku/>
                                    <w:ind w:left="0"/>
                                    <w:jc w:val="left"/>
                                    <w:rPr>
                                      <w:rFonts w:hint="eastAsia" w:ascii="黑体" w:hAnsi="黑体" w:eastAsia="黑体" w:cs="黑体"/>
                                      <w:b/>
                                      <w:bCs w:val="0"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 w:cs="黑体"/>
                                      <w:b/>
                                      <w:bCs w:val="0"/>
                                      <w:color w:val="222222"/>
                                      <w:kern w:val="24"/>
                                      <w:sz w:val="52"/>
                                      <w:szCs w:val="52"/>
                                    </w:rPr>
                                    <w:t>稻壳儿</w:t>
                                  </w:r>
                                  <w:r>
                                    <w:rPr>
                                      <w:rFonts w:hint="eastAsia" w:ascii="黑体" w:hAnsi="黑体" w:eastAsia="黑体" w:cs="黑体"/>
                                      <w:b/>
                                      <w:bCs w:val="0"/>
                                      <w:color w:val="222222"/>
                                      <w:kern w:val="24"/>
                                      <w:sz w:val="52"/>
                                      <w:szCs w:val="52"/>
                                      <w:lang w:val="en-US" w:eastAsia="zh-CN"/>
                                    </w:rPr>
                                    <w:t>文字</w:t>
                                  </w:r>
                                  <w:r>
                                    <w:rPr>
                                      <w:rFonts w:hint="eastAsia" w:ascii="黑体" w:hAnsi="黑体" w:eastAsia="黑体" w:cs="黑体"/>
                                      <w:b/>
                                      <w:bCs w:val="0"/>
                                      <w:color w:val="222222"/>
                                      <w:kern w:val="24"/>
                                      <w:sz w:val="52"/>
                                      <w:szCs w:val="52"/>
                                    </w:rPr>
                                    <w:t>模板使用说明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695" name="文本框 13"/>
                            <wps:cNvSpPr txBox="1"/>
                            <wps:spPr>
                              <a:xfrm>
                                <a:off x="83" y="1626"/>
                                <a:ext cx="5921" cy="4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>
                                  <w:pPr>
                                    <w:pStyle w:val="4"/>
                                    <w:kinsoku/>
                                    <w:ind w:left="0"/>
                                    <w:jc w:val="left"/>
                                    <w:rPr>
                                      <w:rFonts w:hint="eastAsia" w:ascii="黑体" w:hAnsi="黑体" w:eastAsia="黑体" w:cs="黑体"/>
                                      <w:b w:val="0"/>
                                      <w:bCs w:val="0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 w:cs="黑体"/>
                                      <w:b w:val="0"/>
                                      <w:bCs w:val="0"/>
                                      <w:color w:val="222222"/>
                                      <w:kern w:val="24"/>
                                      <w:sz w:val="24"/>
                                      <w:szCs w:val="24"/>
                                      <w14:textFill>
                                        <w14:solidFill>
                                          <w14:srgbClr w14:val="222222">
                                            <w14:alpha w14:val="40000"/>
                                          </w14:srgbClr>
                                        </w14:solidFill>
                                      </w14:textFill>
                                    </w:rPr>
                                    <w:t>（本页为说明页，用户使用模板时可删除本页内容）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wpg:grpSp>
                        <wpg:grpSp>
                          <wpg:cNvPr id="696" name="组合 89"/>
                          <wpg:cNvGrpSpPr/>
                          <wpg:grpSpPr>
                            <a:xfrm rot="0">
                              <a:off x="22351" y="3734"/>
                              <a:ext cx="3913" cy="1392"/>
                              <a:chOff x="1233" y="2199"/>
                              <a:chExt cx="3913" cy="1392"/>
                            </a:xfrm>
                          </wpg:grpSpPr>
                          <wps:wsp>
                            <wps:cNvPr id="697" name="文本框 90"/>
                            <wps:cNvSpPr txBox="1"/>
                            <wps:spPr>
                              <a:xfrm>
                                <a:off x="1233" y="2199"/>
                                <a:ext cx="1555" cy="1392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>
                                  <w:pPr>
                                    <w:pStyle w:val="4"/>
                                    <w:kinsoku/>
                                    <w:ind w:left="0"/>
                                    <w:jc w:val="left"/>
                                    <w:rPr>
                                      <w:rFonts w:hint="eastAsia" w:ascii="黑体" w:hAnsi="黑体" w:eastAsia="黑体" w:cs="黑体"/>
                                      <w:sz w:val="76"/>
                                      <w:szCs w:val="76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 w:cs="黑体"/>
                                      <w:b/>
                                      <w:color w:val="FF2832"/>
                                      <w:kern w:val="24"/>
                                      <w:sz w:val="76"/>
                                      <w:szCs w:val="76"/>
                                    </w:rPr>
                                    <w:t>03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698" name="文本框 91"/>
                            <wps:cNvSpPr txBox="1"/>
                            <wps:spPr>
                              <a:xfrm>
                                <a:off x="2252" y="2817"/>
                                <a:ext cx="2894" cy="768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>
                                  <w:pPr>
                                    <w:pStyle w:val="4"/>
                                    <w:kinsoku/>
                                    <w:ind w:left="0"/>
                                    <w:jc w:val="left"/>
                                    <w:rPr>
                                      <w:rFonts w:hint="eastAsia" w:ascii="黑体" w:hAnsi="黑体" w:eastAsia="黑体" w:cs="黑体"/>
                                      <w:b/>
                                      <w:bCs w:val="0"/>
                                      <w:sz w:val="44"/>
                                      <w:szCs w:val="44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 w:cs="黑体"/>
                                      <w:b/>
                                      <w:bCs w:val="0"/>
                                      <w:color w:val="222222"/>
                                      <w:kern w:val="24"/>
                                      <w:sz w:val="44"/>
                                      <w:szCs w:val="44"/>
                                      <w:lang w:val="en-US" w:eastAsia="zh-CN"/>
                                    </w:rPr>
                                    <w:t>删除页面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wpg:grpSp>
                        <wps:wsp>
                          <wps:cNvPr id="699" name="文本框 68"/>
                          <wps:cNvSpPr txBox="1"/>
                          <wps:spPr>
                            <a:xfrm>
                              <a:off x="22344" y="5192"/>
                              <a:ext cx="4593" cy="46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4"/>
                                  <w:numPr>
                                    <w:ilvl w:val="0"/>
                                    <w:numId w:val="0"/>
                                  </w:numPr>
                                  <w:kinsoku/>
                                  <w:spacing w:line="240" w:lineRule="auto"/>
                                  <w:jc w:val="left"/>
                                  <w:textAlignment w:val="top"/>
                                  <w:rPr>
                                    <w:rFonts w:hint="eastAsia" w:ascii="黑体" w:hAnsi="黑体" w:eastAsia="黑体" w:cs="黑体"/>
                                    <w:b w:val="0"/>
                                    <w:bCs w:val="0"/>
                                    <w:snapToGrid w:val="0"/>
                                    <w:color w:val="222222"/>
                                    <w:spacing w:val="6"/>
                                    <w:kern w:val="0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黑体" w:hAnsi="黑体" w:eastAsia="黑体" w:cs="黑体"/>
                                    <w:b w:val="0"/>
                                    <w:bCs w:val="0"/>
                                    <w:color w:val="222222"/>
                                    <w:kern w:val="24"/>
                                    <w:sz w:val="18"/>
                                    <w:szCs w:val="18"/>
                                    <w:lang w:val="en-US" w:eastAsia="zh-CN"/>
                                    <w14:textFill>
                                      <w14:solidFill>
                                        <w14:srgbClr w14:val="222222">
                                          <w14:alpha w14:val="40000"/>
                                        </w14:srgbClr>
                                      </w14:solidFill>
                                    </w14:textFill>
                                  </w:rPr>
                                  <w:t>使用本套模板中，若要删除多余空白页时，具体操作如下：</w:t>
                                </w:r>
                              </w:p>
                              <w:p>
                                <w:pPr>
                                  <w:rPr>
                                    <w:rFonts w:hint="eastAsia" w:ascii="黑体" w:hAnsi="黑体" w:eastAsia="黑体" w:cs="黑体"/>
                                    <w:b w:val="0"/>
                                    <w:bCs w:val="0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g:grpSp>
                          <wpg:cNvPr id="700" name="组合 4"/>
                          <wpg:cNvGrpSpPr/>
                          <wpg:grpSpPr>
                            <a:xfrm rot="0">
                              <a:off x="22334" y="5683"/>
                              <a:ext cx="4949" cy="6273"/>
                              <a:chOff x="6718" y="5353"/>
                              <a:chExt cx="4949" cy="6273"/>
                            </a:xfrm>
                          </wpg:grpSpPr>
                          <pic:pic xmlns:pic="http://schemas.openxmlformats.org/drawingml/2006/picture">
                            <pic:nvPicPr>
                              <pic:cNvPr id="701" name="图片 6" descr="WPS图片编辑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4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6965" y="8780"/>
                                <a:ext cx="4421" cy="2846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702" name="图片 5" descr="WPS图片编辑1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5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6954" y="6720"/>
                                <a:ext cx="4614" cy="978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703" name="文本框 68"/>
                            <wps:cNvSpPr txBox="1"/>
                            <wps:spPr>
                              <a:xfrm>
                                <a:off x="6826" y="6150"/>
                                <a:ext cx="4820" cy="73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>
                                  <w:pPr>
                                    <w:pStyle w:val="4"/>
                                    <w:kinsoku/>
                                    <w:spacing w:line="240" w:lineRule="auto"/>
                                    <w:ind w:left="0"/>
                                    <w:jc w:val="left"/>
                                    <w:textAlignment w:val="top"/>
                                    <w:rPr>
                                      <w:rFonts w:hint="eastAsia" w:ascii="黑体" w:hAnsi="黑体" w:eastAsia="黑体" w:cs="黑体"/>
                                      <w:b w:val="0"/>
                                      <w:bCs w:val="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 w:cs="黑体"/>
                                      <w:b w:val="0"/>
                                      <w:bCs w:val="0"/>
                                      <w:color w:val="222222"/>
                                      <w:kern w:val="24"/>
                                      <w:sz w:val="18"/>
                                      <w:szCs w:val="18"/>
                                      <w:lang w:val="en-US" w:eastAsia="zh-CN"/>
                                      <w14:textFill>
                                        <w14:solidFill>
                                          <w14:srgbClr w14:val="222222">
                                            <w14:alpha w14:val="40000"/>
                                          </w14:srgbClr>
                                        </w14:solidFill>
                                      </w14:textFill>
                                    </w:rPr>
                                    <w:t>2、点击「开始」选项卡下的「显示/隐藏编辑标记」按钮。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704" name="文本框 68"/>
                            <wps:cNvSpPr txBox="1"/>
                            <wps:spPr>
                              <a:xfrm>
                                <a:off x="6817" y="7974"/>
                                <a:ext cx="4850" cy="81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>
                                  <w:pPr>
                                    <w:pStyle w:val="4"/>
                                    <w:numPr>
                                      <w:ilvl w:val="0"/>
                                      <w:numId w:val="1"/>
                                    </w:numPr>
                                    <w:kinsoku/>
                                    <w:spacing w:line="240" w:lineRule="auto"/>
                                    <w:ind w:left="0"/>
                                    <w:jc w:val="left"/>
                                    <w:textAlignment w:val="top"/>
                                    <w:rPr>
                                      <w:rFonts w:hint="eastAsia" w:ascii="黑体" w:hAnsi="黑体" w:eastAsia="黑体" w:cs="黑体"/>
                                      <w:b w:val="0"/>
                                      <w:bCs w:val="0"/>
                                      <w:color w:val="222222"/>
                                      <w:kern w:val="24"/>
                                      <w:sz w:val="18"/>
                                      <w:szCs w:val="18"/>
                                      <w:lang w:val="en-US" w:eastAsia="zh-CN"/>
                                      <w14:textFill>
                                        <w14:solidFill>
                                          <w14:srgbClr w14:val="222222">
                                            <w14:alpha w14:val="4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 w:cs="黑体"/>
                                      <w:b w:val="0"/>
                                      <w:bCs w:val="0"/>
                                      <w:color w:val="222222"/>
                                      <w:kern w:val="24"/>
                                      <w:sz w:val="18"/>
                                      <w:szCs w:val="18"/>
                                      <w:lang w:val="en-US" w:eastAsia="zh-CN"/>
                                      <w14:textFill>
                                        <w14:solidFill>
                                          <w14:srgbClr w14:val="222222">
                                            <w14:alpha w14:val="40000"/>
                                          </w14:srgbClr>
                                        </w14:solidFill>
                                      </w14:textFill>
                                    </w:rPr>
                                    <w:t>在分页符的后面点击光标，然后按「Delete」删除键</w:t>
                                  </w:r>
                                </w:p>
                                <w:p>
                                  <w:pPr>
                                    <w:pStyle w:val="4"/>
                                    <w:numPr>
                                      <w:ilvl w:val="0"/>
                                      <w:numId w:val="0"/>
                                    </w:numPr>
                                    <w:kinsoku/>
                                    <w:spacing w:line="240" w:lineRule="auto"/>
                                    <w:jc w:val="left"/>
                                    <w:textAlignment w:val="top"/>
                                    <w:rPr>
                                      <w:rFonts w:hint="eastAsia" w:ascii="黑体" w:hAnsi="黑体" w:eastAsia="黑体" w:cs="黑体"/>
                                      <w:b w:val="0"/>
                                      <w:bCs w:val="0"/>
                                      <w:color w:val="222222"/>
                                      <w:kern w:val="24"/>
                                      <w:sz w:val="18"/>
                                      <w:szCs w:val="18"/>
                                      <w:lang w:val="en-US" w:eastAsia="zh-CN"/>
                                      <w14:textFill>
                                        <w14:solidFill>
                                          <w14:srgbClr w14:val="222222">
                                            <w14:alpha w14:val="4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 w:cs="黑体"/>
                                      <w:b w:val="0"/>
                                      <w:bCs w:val="0"/>
                                      <w:color w:val="222222"/>
                                      <w:kern w:val="24"/>
                                      <w:sz w:val="18"/>
                                      <w:szCs w:val="18"/>
                                      <w:lang w:val="en-US" w:eastAsia="zh-CN"/>
                                      <w14:textFill>
                                        <w14:solidFill>
                                          <w14:srgbClr w14:val="222222">
                                            <w14:alpha w14:val="40000"/>
                                          </w14:srgbClr>
                                        </w14:solidFill>
                                      </w14:textFill>
                                    </w:rPr>
                                    <w:t>即可。</w:t>
                                  </w:r>
                                </w:p>
                                <w:p>
                                  <w:pPr>
                                    <w:rPr>
                                      <w:rFonts w:hint="eastAsia" w:ascii="黑体" w:hAnsi="黑体" w:eastAsia="黑体" w:cs="黑体"/>
                                      <w:b w:val="0"/>
                                      <w:bCs w:val="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</w:pP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705" name="文本框 68"/>
                            <wps:cNvSpPr txBox="1"/>
                            <wps:spPr>
                              <a:xfrm>
                                <a:off x="6826" y="5841"/>
                                <a:ext cx="4593" cy="491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>
                                  <w:pPr>
                                    <w:pStyle w:val="4"/>
                                    <w:kinsoku/>
                                    <w:spacing w:line="240" w:lineRule="auto"/>
                                    <w:ind w:left="0"/>
                                    <w:jc w:val="left"/>
                                    <w:textAlignment w:val="top"/>
                                    <w:rPr>
                                      <w:rFonts w:hint="eastAsia" w:ascii="黑体" w:hAnsi="黑体" w:eastAsia="黑体" w:cs="黑体"/>
                                      <w:b w:val="0"/>
                                      <w:bCs w:val="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 w:cs="黑体"/>
                                      <w:b w:val="0"/>
                                      <w:bCs w:val="0"/>
                                      <w:color w:val="222222"/>
                                      <w:kern w:val="24"/>
                                      <w:sz w:val="18"/>
                                      <w:szCs w:val="18"/>
                                      <w:lang w:val="en-US" w:eastAsia="zh-CN"/>
                                      <w14:textFill>
                                        <w14:solidFill>
                                          <w14:srgbClr w14:val="222222">
                                            <w14:alpha w14:val="40000"/>
                                          </w14:srgbClr>
                                        </w14:solidFill>
                                      </w14:textFill>
                                    </w:rPr>
                                    <w:t>1、删除多余页面的文本内容，成为空白页。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706" name="文本框 67"/>
                            <wps:cNvSpPr txBox="1"/>
                            <wps:spPr>
                              <a:xfrm>
                                <a:off x="6718" y="5353"/>
                                <a:ext cx="1287" cy="4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>
                                  <w:pPr>
                                    <w:pStyle w:val="4"/>
                                    <w:kinsoku/>
                                    <w:ind w:left="0"/>
                                    <w:jc w:val="left"/>
                                    <w:rPr>
                                      <w:rFonts w:hint="eastAsia" w:ascii="黑体" w:hAnsi="黑体" w:eastAsia="黑体" w:cs="黑体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 w:cs="黑体"/>
                                      <w:b/>
                                      <w:color w:val="222222"/>
                                      <w:kern w:val="24"/>
                                      <w:sz w:val="22"/>
                                      <w:szCs w:val="22"/>
                                      <w:lang w:val="en-US" w:eastAsia="zh-CN"/>
                                    </w:rPr>
                                    <w:t>方法一</w:t>
                                  </w:r>
                                  <w:r>
                                    <w:rPr>
                                      <w:rFonts w:hint="eastAsia" w:ascii="黑体" w:hAnsi="黑体" w:eastAsia="黑体" w:cs="黑体"/>
                                      <w:b/>
                                      <w:color w:val="222222"/>
                                      <w:kern w:val="24"/>
                                      <w:sz w:val="22"/>
                                      <w:szCs w:val="22"/>
                                    </w:rPr>
                                    <w:t>：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wpg:grpSp>
                        <wpg:grpSp>
                          <wpg:cNvPr id="707" name="组合 7"/>
                          <wpg:cNvGrpSpPr/>
                          <wpg:grpSpPr>
                            <a:xfrm rot="0">
                              <a:off x="22325" y="12168"/>
                              <a:ext cx="4701" cy="1783"/>
                              <a:chOff x="6709" y="5248"/>
                              <a:chExt cx="4701" cy="1783"/>
                            </a:xfrm>
                          </wpg:grpSpPr>
                          <wps:wsp>
                            <wps:cNvPr id="708" name="文本框 68"/>
                            <wps:cNvSpPr txBox="1"/>
                            <wps:spPr>
                              <a:xfrm>
                                <a:off x="6817" y="6464"/>
                                <a:ext cx="4593" cy="56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>
                                  <w:pPr>
                                    <w:pStyle w:val="4"/>
                                    <w:kinsoku/>
                                    <w:spacing w:line="240" w:lineRule="auto"/>
                                    <w:ind w:left="0"/>
                                    <w:jc w:val="left"/>
                                    <w:textAlignment w:val="top"/>
                                    <w:rPr>
                                      <w:rFonts w:hint="eastAsia" w:ascii="黑体" w:hAnsi="黑体" w:eastAsia="黑体" w:cs="黑体"/>
                                      <w:b w:val="0"/>
                                      <w:bCs w:val="0"/>
                                      <w:color w:val="222222"/>
                                      <w:kern w:val="24"/>
                                      <w:sz w:val="18"/>
                                      <w:szCs w:val="18"/>
                                      <w:lang w:val="en-US" w:eastAsia="zh-CN"/>
                                      <w14:textFill>
                                        <w14:solidFill>
                                          <w14:srgbClr w14:val="222222">
                                            <w14:alpha w14:val="4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 w:cs="黑体"/>
                                      <w:b w:val="0"/>
                                      <w:bCs w:val="0"/>
                                      <w:color w:val="222222"/>
                                      <w:kern w:val="24"/>
                                      <w:sz w:val="18"/>
                                      <w:szCs w:val="18"/>
                                      <w:lang w:val="en-US" w:eastAsia="zh-CN"/>
                                      <w14:textFill>
                                        <w14:solidFill>
                                          <w14:srgbClr w14:val="222222">
                                            <w14:alpha w14:val="40000"/>
                                          </w14:srgbClr>
                                        </w14:solidFill>
                                      </w14:textFill>
                                    </w:rPr>
                                    <w:t>3、再次按「Delete」键即可删除空白页。</w:t>
                                  </w:r>
                                </w:p>
                                <w:p>
                                  <w:pPr>
                                    <w:rPr>
                                      <w:rFonts w:hint="eastAsia" w:ascii="黑体" w:hAnsi="黑体" w:eastAsia="黑体" w:cs="黑体"/>
                                      <w:b w:val="0"/>
                                      <w:bCs w:val="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</w:pP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709" name="文本框 68"/>
                            <wps:cNvSpPr txBox="1"/>
                            <wps:spPr>
                              <a:xfrm>
                                <a:off x="6817" y="6150"/>
                                <a:ext cx="4593" cy="38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>
                                  <w:pPr>
                                    <w:pStyle w:val="4"/>
                                    <w:kinsoku/>
                                    <w:spacing w:line="240" w:lineRule="auto"/>
                                    <w:ind w:left="0"/>
                                    <w:jc w:val="left"/>
                                    <w:textAlignment w:val="top"/>
                                    <w:rPr>
                                      <w:rFonts w:hint="eastAsia" w:ascii="黑体" w:hAnsi="黑体" w:eastAsia="黑体" w:cs="黑体"/>
                                      <w:b w:val="0"/>
                                      <w:bCs w:val="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 w:cs="黑体"/>
                                      <w:b w:val="0"/>
                                      <w:bCs w:val="0"/>
                                      <w:color w:val="222222"/>
                                      <w:kern w:val="24"/>
                                      <w:sz w:val="18"/>
                                      <w:szCs w:val="18"/>
                                      <w:lang w:val="en-US" w:eastAsia="zh-CN"/>
                                      <w14:textFill>
                                        <w14:solidFill>
                                          <w14:srgbClr w14:val="222222">
                                            <w14:alpha w14:val="40000"/>
                                          </w14:srgbClr>
                                        </w14:solidFill>
                                      </w14:textFill>
                                    </w:rPr>
                                    <w:t>2、在空白页光标处，按「Shift+Backspace」键。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710" name="文本框 68"/>
                            <wps:cNvSpPr txBox="1"/>
                            <wps:spPr>
                              <a:xfrm>
                                <a:off x="6817" y="5841"/>
                                <a:ext cx="4593" cy="491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>
                                  <w:pPr>
                                    <w:pStyle w:val="4"/>
                                    <w:kinsoku/>
                                    <w:spacing w:line="240" w:lineRule="auto"/>
                                    <w:ind w:left="0"/>
                                    <w:jc w:val="left"/>
                                    <w:textAlignment w:val="top"/>
                                    <w:rPr>
                                      <w:rFonts w:hint="eastAsia" w:ascii="黑体" w:hAnsi="黑体" w:eastAsia="黑体" w:cs="黑体"/>
                                      <w:b w:val="0"/>
                                      <w:bCs w:val="0"/>
                                      <w:sz w:val="18"/>
                                      <w:szCs w:val="1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 w:cs="黑体"/>
                                      <w:b w:val="0"/>
                                      <w:bCs w:val="0"/>
                                      <w:color w:val="222222"/>
                                      <w:kern w:val="24"/>
                                      <w:sz w:val="18"/>
                                      <w:szCs w:val="18"/>
                                      <w:lang w:val="en-US" w:eastAsia="zh-CN"/>
                                      <w14:textFill>
                                        <w14:solidFill>
                                          <w14:srgbClr w14:val="222222">
                                            <w14:alpha w14:val="40000"/>
                                          </w14:srgbClr>
                                        </w14:solidFill>
                                      </w14:textFill>
                                    </w:rPr>
                                    <w:t>1、删除多余页面的文本内容，成为空白页。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711" name="文本框 67"/>
                            <wps:cNvSpPr txBox="1"/>
                            <wps:spPr>
                              <a:xfrm>
                                <a:off x="6709" y="5248"/>
                                <a:ext cx="1287" cy="45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>
                                  <w:pPr>
                                    <w:pStyle w:val="4"/>
                                    <w:kinsoku/>
                                    <w:ind w:left="0"/>
                                    <w:jc w:val="left"/>
                                    <w:rPr>
                                      <w:rFonts w:hint="eastAsia" w:ascii="黑体" w:hAnsi="黑体" w:eastAsia="黑体" w:cs="黑体"/>
                                      <w:b w:val="0"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 w:cs="黑体"/>
                                      <w:b w:val="0"/>
                                      <w:bCs/>
                                      <w:color w:val="222222"/>
                                      <w:kern w:val="24"/>
                                      <w:sz w:val="22"/>
                                      <w:szCs w:val="22"/>
                                      <w:lang w:val="en-US" w:eastAsia="zh-CN"/>
                                    </w:rPr>
                                    <w:t>方法二</w:t>
                                  </w:r>
                                  <w:r>
                                    <w:rPr>
                                      <w:rFonts w:hint="eastAsia" w:ascii="黑体" w:hAnsi="黑体" w:eastAsia="黑体" w:cs="黑体"/>
                                      <w:b w:val="0"/>
                                      <w:bCs/>
                                      <w:color w:val="222222"/>
                                      <w:kern w:val="24"/>
                                      <w:sz w:val="22"/>
                                      <w:szCs w:val="22"/>
                                    </w:rPr>
                                    <w:t>：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wpg:grpSp>
                        <wps:wsp>
                          <wps:cNvPr id="712" name="文本框 55"/>
                          <wps:cNvSpPr txBox="1"/>
                          <wps:spPr>
                            <a:xfrm>
                              <a:off x="16650" y="9104"/>
                              <a:ext cx="4671" cy="166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4"/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264" w:lineRule="auto"/>
                                  <w:ind w:left="0" w:right="0" w:rightChars="0" w:firstLine="0" w:firstLineChars="0"/>
                                  <w:jc w:val="left"/>
                                  <w:textAlignment w:val="top"/>
                                  <w:outlineLvl w:val="9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黑体" w:hAnsi="黑体" w:eastAsia="黑体"/>
                                    <w:color w:val="222222"/>
                                    <w:kern w:val="24"/>
                                    <w:sz w:val="16"/>
                                    <w:szCs w:val="16"/>
                                    <w14:textFill>
                                      <w14:solidFill>
                                        <w14:srgbClr w14:val="222222">
                                          <w14:alpha w14:val="40000"/>
                                        </w14:srgbClr>
                                      </w14:solidFill>
                                    </w14:textFill>
                                  </w:rPr>
                                  <w:t>【说明】</w:t>
                                </w:r>
                              </w:p>
                              <w:p>
                                <w:pPr>
                                  <w:pStyle w:val="4"/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264" w:lineRule="auto"/>
                                  <w:ind w:left="62" w:right="0" w:rightChars="0" w:firstLine="0" w:firstLineChars="0"/>
                                  <w:jc w:val="left"/>
                                  <w:textAlignment w:val="top"/>
                                  <w:outlineLvl w:val="9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黑体" w:hAnsi="黑体" w:eastAsia="黑体"/>
                                    <w:color w:val="222222"/>
                                    <w:kern w:val="24"/>
                                    <w:sz w:val="16"/>
                                    <w:szCs w:val="16"/>
                                    <w14:textFill>
                                      <w14:solidFill>
                                        <w14:srgbClr w14:val="222222">
                                          <w14:alpha w14:val="40000"/>
                                        </w14:srgbClr>
                                      </w14:solidFill>
                                    </w14:textFill>
                                  </w:rPr>
                                  <w:t>模板中使用的字体仅限于个人学习、研究或欣赏目的使用，如需商用请您自行向版权方购买、获取商用版权。</w:t>
                                </w:r>
                              </w:p>
                              <w:p>
                                <w:pPr>
                                  <w:pStyle w:val="4"/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240" w:lineRule="auto"/>
                                  <w:ind w:left="62" w:right="0" w:rightChars="0" w:firstLine="0" w:firstLineChars="0"/>
                                  <w:jc w:val="left"/>
                                  <w:textAlignment w:val="top"/>
                                  <w:outlineLvl w:val="9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s:wsp>
                        <wps:cNvPr id="713" name="文本框 23"/>
                        <wps:cNvSpPr txBox="1"/>
                        <wps:spPr>
                          <a:xfrm>
                            <a:off x="4694" y="43987"/>
                            <a:ext cx="3052" cy="76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4"/>
                                <w:kinsoku/>
                                <w:ind w:left="0"/>
                                <w:jc w:val="left"/>
                                <w:rPr>
                                  <w:rFonts w:hint="default" w:ascii="汉仪小隶书简" w:hAnsi="汉仪小隶书简" w:eastAsia="汉仪小隶书简" w:cs="汉仪小隶书简"/>
                                  <w:sz w:val="40"/>
                                  <w:szCs w:val="4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汉仪小隶书简" w:hAnsi="汉仪小隶书简" w:eastAsia="汉仪小隶书简" w:cs="汉仪小隶书简"/>
                                  <w:sz w:val="40"/>
                                  <w:szCs w:val="40"/>
                                  <w:lang w:val="en-US" w:eastAsia="zh-CN"/>
                                </w:rPr>
                                <w:t>汉仪小隶书简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.55pt;margin-top:66.5pt;height:720.1pt;width:569.2pt;z-index:251668480;mso-width-relative:page;mso-height-relative:page;" coordorigin="3885,38180" coordsize="11384,14402" o:gfxdata="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">
                <o:lock v:ext="edit" aspectratio="f"/>
                <v:group id="_x0000_s1026" o:spid="_x0000_s1026" o:spt="203" style="position:absolute;left:3885;top:38180;height:14402;width:11384;" coordorigin="15899,1301" coordsize="11384,14402" o:gfxdata="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6eoZSvwAAANwAAAAPAAAAAAAAAAEAIAAAACIAAABkcnMvZG93bnJldi54&#10;bWxQSwECFAAUAAAACACHTuJAMy8FnjsAAAA5AAAAFQAAAAAAAAABACAAAAAOAQAAZHJzL2dyb3Vw&#10;c2hhcGV4bWwueG1sUEsFBgAAAAAGAAYAYAEAAMsDAAAAAA==&#10;">
                  <o:lock v:ext="edit" aspectratio="f"/>
                  <v:line id="直接连接符 56" o:spid="_x0000_s1026" o:spt="20" style="position:absolute;left:21764;top:3838;height:11865;width:0;" filled="f" stroked="t" coordsize="21600,21600" o:gfxdata="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UzH5L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222222 [3204]" opacity="5242f" miterlimit="8" joinstyle="miter"/>
                    <v:imagedata o:title=""/>
                    <o:lock v:ext="edit" aspectratio="f"/>
                  </v:line>
                  <v:group id="组合 32" o:spid="_x0000_s1026" o:spt="203" style="position:absolute;left:16869;top:6337;height:2710;width:4318;" coordorigin="11007,5362" coordsize="4828,2710" o:gfxdata="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5eS9vsAAAADcAAAADwAAAAAAAAABACAAAAAiAAAAZHJzL2Rvd25yZXYu&#10;eG1sUEsBAhQAFAAAAAgAh07iQDMvBZ47AAAAOQAAABUAAAAAAAAAAQAgAAAADwEAAGRycy9ncm91&#10;cHNoYXBleG1sLnhtbFBLBQYAAAAABgAGAGABAADMAwAAAAA=&#10;">
                    <o:lock v:ext="edit" aspectratio="f"/>
                    <v:line id="直接连接符 37" o:spid="_x0000_s1026" o:spt="20" style="position:absolute;left:11017;top:6717;height:0;width:4819;" filled="f" stroked="t" coordsize="21600,21600" o:gfxdata="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Xp+gu/&#10;AAAA3AAAAA8AAAAAAAAAAQAgAAAAIgAAAGRycy9kb3ducmV2LnhtbFBLAQIUABQAAAAIAIdO4kAz&#10;LwWeOwAAADkAAAAQAAAAAAAAAAEAIAAAAA4BAABkcnMvc2hhcGV4bWwueG1sUEsFBgAAAAAGAAYA&#10;WwEAALgDAAAAAA==&#10;">
                      <v:fill on="f" focussize="0,0"/>
                      <v:stroke color="#222222 [3204]" opacity="5242f" miterlimit="8" joinstyle="miter"/>
                      <v:imagedata o:title=""/>
                      <o:lock v:ext="edit" aspectratio="f"/>
                    </v:line>
                    <v:line id="直接连接符 24" o:spid="_x0000_s1026" o:spt="20" style="position:absolute;left:11008;top:5362;height:0;width:4819;" filled="f" stroked="t" coordsize="21600,21600" o:gfxdata="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qlX5C/&#10;AAAA3AAAAA8AAAAAAAAAAQAgAAAAIgAAAGRycy9kb3ducmV2LnhtbFBLAQIUABQAAAAIAIdO4kAz&#10;LwWeOwAAADkAAAAQAAAAAAAAAAEAIAAAAA4BAABkcnMvc2hhcGV4bWwueG1sUEsFBgAAAAAGAAYA&#10;WwEAALgDAAAAAA==&#10;">
                      <v:fill on="f" focussize="0,0"/>
                      <v:stroke color="#222222 [3204]" opacity="5242f" miterlimit="8" joinstyle="miter"/>
                      <v:imagedata o:title=""/>
                      <o:lock v:ext="edit" aspectratio="f"/>
                    </v:line>
                    <v:line id="直接连接符 53" o:spid="_x0000_s1026" o:spt="20" style="position:absolute;left:11007;top:8072;height:0;width:4819;" filled="f" stroked="t" coordsize="21600,21600" o:gfxdata="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nfB574A&#10;AADcAAAADwAAAAAAAAABACAAAAAiAAAAZHJzL2Rvd25yZXYueG1sUEsBAhQAFAAAAAgAh07iQDMv&#10;BZ47AAAAOQAAABAAAAAAAAAAAQAgAAAADQEAAGRycy9zaGFwZXhtbC54bWxQSwUGAAAAAAYABgBb&#10;AQAAtwMAAAAA&#10;">
                      <v:fill on="f" focussize="0,0"/>
                      <v:stroke color="#222222 [3204]" opacity="5242f" miterlimit="8" joinstyle="miter"/>
                      <v:imagedata o:title=""/>
                      <o:lock v:ext="edit" aspectratio="f"/>
                    </v:line>
                  </v:group>
                  <v:group id="组合 34" o:spid="_x0000_s1026" o:spt="203" style="position:absolute;left:16709;top:3742;height:5286;width:3860;" coordorigin="10847,2830" coordsize="3860,5286" o:gfxdata="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a37u9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文本框 30" o:spid="_x0000_s1026" o:spt="202" type="#_x0000_t202" style="position:absolute;left:10896;top:5625;height:456;width:2288;" filled="f" stroked="f" coordsize="21600,21600" o:gfxdata="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5QB2q5AAAA3AAA&#10;AA8AAAAAAAAAAQAgAAAAIgAAAGRycy9kb3ducmV2LnhtbFBLAQIUABQAAAAIAIdO4kAzLwWeOwAA&#10;ADkAAAAQAAAAAAAAAAEAIAAAAAgBAABkcnMvc2hhcGV4bWwueG1sUEsFBgAAAAAGAAYAWwEAALID&#10;AAAAAA==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pStyle w:val="4"/>
                              <w:kinsoku/>
                              <w:ind w:left="0"/>
                              <w:jc w:val="left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222222"/>
                                <w:kern w:val="24"/>
                                <w:sz w:val="18"/>
                                <w:szCs w:val="18"/>
                                <w14:textFill>
                                  <w14:solidFill>
                                    <w14:srgbClr w14:val="222222">
                                      <w14:alpha w14:val="40000"/>
                                    </w14:srgbClr>
                                  </w14:solidFill>
                                </w14:textFill>
                              </w:rPr>
                              <w:t>中文｜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222222"/>
                                <w:kern w:val="24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222222">
                                      <w14:alpha w14:val="40000"/>
                                    </w14:srgbClr>
                                  </w14:solidFill>
                                </w14:textFill>
                              </w:rPr>
                              <w:t>字体名称</w:t>
                            </w:r>
                          </w:p>
                        </w:txbxContent>
                      </v:textbox>
                    </v:shape>
                    <v:shape id="文本框 17" o:spid="_x0000_s1026" o:spt="202" type="#_x0000_t202" style="position:absolute;left:10901;top:4268;height:463;width:1702;" filled="f" stroked="f" coordsize="21600,21600" o:gfxdata="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5gP6L4A&#10;AADc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pStyle w:val="4"/>
                              <w:kinsoku/>
                              <w:ind w:left="0"/>
                              <w:jc w:val="left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222222"/>
                                <w:kern w:val="24"/>
                                <w:sz w:val="18"/>
                                <w:szCs w:val="18"/>
                                <w14:textFill>
                                  <w14:solidFill>
                                    <w14:srgbClr w14:val="222222">
                                      <w14:alpha w14:val="40000"/>
                                    </w14:srgbClr>
                                  </w14:solidFill>
                                </w14:textFill>
                              </w:rPr>
                              <w:t>中文｜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222222"/>
                                <w:kern w:val="24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222222">
                                      <w14:alpha w14:val="40000"/>
                                    </w14:srgbClr>
                                  </w14:solidFill>
                                </w14:textFill>
                              </w:rPr>
                              <w:t>字体名称</w:t>
                            </w:r>
                          </w:p>
                        </w:txbxContent>
                      </v:textbox>
                    </v:shape>
                    <v:shape id="文本框 23" o:spid="_x0000_s1026" o:spt="202" type="#_x0000_t202" style="position:absolute;left:10848;top:4703;height:1080;width:3859;" filled="f" stroked="f" coordsize="21600,21600" o:gfxdata="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Xze0u5AAAA3AAA&#10;AA8AAAAAAAAAAQAgAAAAIgAAAGRycy9kb3ducmV2LnhtbFBLAQIUABQAAAAIAIdO4kAzLwWeOwAA&#10;ADkAAAAQAAAAAAAAAAEAIAAAAAgBAABkcnMvc2hhcGV4bWwueG1sUEsFBgAAAAAGAAYAWwEAALID&#10;AAAAAA==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rPr>
                                <w:rFonts w:hint="eastAsia" w:ascii="汉仪铸字卡酷体W" w:hAnsi="汉仪铸字卡酷体W" w:eastAsia="汉仪铸字卡酷体W" w:cs="汉仪铸字卡酷体W"/>
                                <w:color w:val="222222"/>
                                <w:kern w:val="24"/>
                                <w:sz w:val="40"/>
                                <w:szCs w:val="4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铸字卡酷体W" w:hAnsi="汉仪铸字卡酷体W" w:eastAsia="汉仪铸字卡酷体W" w:cs="汉仪铸字卡酷体W"/>
                                <w:color w:val="222222"/>
                                <w:kern w:val="24"/>
                                <w:sz w:val="40"/>
                                <w:szCs w:val="40"/>
                                <w:lang w:val="en-US" w:eastAsia="zh-CN"/>
                              </w:rPr>
                              <w:t>汉仪铸字卡酷体W</w:t>
                            </w:r>
                          </w:p>
                        </w:txbxContent>
                      </v:textbox>
                    </v:shape>
                    <v:group id="组合 57" o:spid="_x0000_s1026" o:spt="203" style="position:absolute;left:10870;top:2830;height:1392;width:3124;" coordorigin="1186,2162" coordsize="3124,1392" o:gfxdata="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Pr/Z1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shape id="文本框 16" o:spid="_x0000_s1026" o:spt="202" type="#_x0000_t202" style="position:absolute;left:1186;top:2162;height:1392;width:1506;" filled="f" stroked="f" coordsize="21600,21600" o:gfxdata="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ptQKe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on="f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pPr>
                                <w:pStyle w:val="4"/>
                                <w:kinsoku/>
                                <w:ind w:left="0"/>
                                <w:jc w:val="left"/>
                                <w:rPr>
                                  <w:rFonts w:hint="eastAsia" w:ascii="黑体" w:hAnsi="黑体" w:eastAsia="黑体" w:cs="黑体"/>
                                  <w:b/>
                                  <w:bCs w:val="0"/>
                                  <w:sz w:val="76"/>
                                  <w:szCs w:val="76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 w:val="0"/>
                                  <w:color w:val="FF2832"/>
                                  <w:kern w:val="24"/>
                                  <w:sz w:val="76"/>
                                  <w:szCs w:val="76"/>
                                </w:rPr>
                                <w:t>01</w:t>
                              </w:r>
                            </w:p>
                          </w:txbxContent>
                        </v:textbox>
                      </v:shape>
                      <v:shape id="文本框 18" o:spid="_x0000_s1026" o:spt="202" type="#_x0000_t202" style="position:absolute;left:2031;top:2783;height:768;width:2279;" filled="f" stroked="f" coordsize="21600,21600" o:gfxdata="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Uh5Ty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on="f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pPr>
                                <w:pStyle w:val="4"/>
                                <w:kinsoku/>
                                <w:ind w:left="0"/>
                                <w:jc w:val="left"/>
                                <w:rPr>
                                  <w:rFonts w:hint="eastAsia" w:ascii="黑体" w:hAnsi="黑体" w:eastAsia="黑体" w:cs="黑体"/>
                                  <w:b/>
                                  <w:bCs w:val="0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 w:val="0"/>
                                  <w:color w:val="222222"/>
                                  <w:kern w:val="24"/>
                                  <w:sz w:val="44"/>
                                  <w:szCs w:val="44"/>
                                </w:rPr>
                                <w:t>字体说明</w:t>
                              </w:r>
                            </w:p>
                          </w:txbxContent>
                        </v:textbox>
                      </v:shape>
                    </v:group>
                    <v:shape id="文本框 48" o:spid="_x0000_s1026" o:spt="202" type="#_x0000_t202" style="position:absolute;left:10901;top:6978;height:456;width:2295;" filled="f" stroked="f" coordsize="21600,21600" o:gfxdata="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rIfUi8AAAA&#10;3AAAAA8AAAAAAAAAAQAgAAAAIgAAAGRycy9kb3ducmV2LnhtbFBLAQIUABQAAAAIAIdO4kAzLwWe&#10;OwAAADkAAAAQAAAAAAAAAAEAIAAAAAsBAABkcnMvc2hhcGV4bWwueG1sUEsFBgAAAAAGAAYAWwEA&#10;ALUDAAAAAA==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pStyle w:val="4"/>
                              <w:kinsoku/>
                              <w:ind w:left="0"/>
                              <w:jc w:val="left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222222"/>
                                <w:kern w:val="24"/>
                                <w:sz w:val="18"/>
                                <w:szCs w:val="18"/>
                                <w14:textFill>
                                  <w14:solidFill>
                                    <w14:srgbClr w14:val="222222">
                                      <w14:alpha w14:val="40000"/>
                                    </w14:srgbClr>
                                  </w14:solidFill>
                                </w14:textFill>
                              </w:rPr>
                              <w:t>英文｜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222222"/>
                                <w:kern w:val="24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222222">
                                      <w14:alpha w14:val="40000"/>
                                    </w14:srgbClr>
                                  </w14:solidFill>
                                </w14:textFill>
                              </w:rPr>
                              <w:t>字体名称</w:t>
                            </w:r>
                          </w:p>
                        </w:txbxContent>
                      </v:textbox>
                    </v:shape>
                    <v:shape id="文本框 52" o:spid="_x0000_s1026" o:spt="202" type="#_x0000_t202" style="position:absolute;left:10847;top:7413;height:703;width:2806;" filled="f" stroked="f" coordsize="21600,21600" o:gfxdata="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wB1yr4A&#10;AADc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组合 61" o:spid="_x0000_s1026" o:spt="203" style="position:absolute;left:16721;top:10688;height:1392;width:3158;" coordorigin="1222,2199" coordsize="3158,1392" o:gfxdata="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BGbgG+AAAA3AAAAA8AAAAAAAAAAQAgAAAAIgAAAGRycy9kb3ducmV2Lnht&#10;bFBLAQIUABQAAAAIAIdO4kAzLwWeOwAAADkAAAAVAAAAAAAAAAEAIAAAAA0BAABkcnMvZ3JvdXBz&#10;aGFwZXhtbC54bWxQSwUGAAAAAAYABgBgAQAAygMAAAAA&#10;">
                    <o:lock v:ext="edit" aspectratio="f"/>
                    <v:shape id="文本框 62" o:spid="_x0000_s1026" o:spt="202" type="#_x0000_t202" style="position:absolute;left:1222;top:2199;height:1392;width:1555;" filled="f" stroked="f" coordsize="21600,21600" o:gfxdata="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oa4z+8AAAA&#10;3AAAAA8AAAAAAAAAAQAgAAAAIgAAAGRycy9kb3ducmV2LnhtbFBLAQIUABQAAAAIAIdO4kAzLwWe&#10;OwAAADkAAAAQAAAAAAAAAAEAIAAAAAsBAABkcnMvc2hhcGV4bWwueG1sUEsFBgAAAAAGAAYAWwEA&#10;ALUDAAAAAA==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pStyle w:val="4"/>
                              <w:kinsoku/>
                              <w:ind w:left="0"/>
                              <w:jc w:val="left"/>
                              <w:rPr>
                                <w:rFonts w:hint="eastAsia" w:ascii="黑体" w:hAnsi="黑体" w:eastAsia="黑体" w:cs="黑体"/>
                                <w:sz w:val="76"/>
                                <w:szCs w:val="76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color w:val="FF2832"/>
                                <w:kern w:val="24"/>
                                <w:sz w:val="76"/>
                                <w:szCs w:val="76"/>
                              </w:rPr>
                              <w:t>02</w:t>
                            </w:r>
                          </w:p>
                        </w:txbxContent>
                      </v:textbox>
                    </v:shape>
                    <v:shape id="文本框 63" o:spid="_x0000_s1026" o:spt="202" type="#_x0000_t202" style="position:absolute;left:2101;top:2766;height:768;width:2279;" filled="f" stroked="f" coordsize="21600,21600" o:gfxdata="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uFd025AAAA3AAA&#10;AA8AAAAAAAAAAQAgAAAAIgAAAGRycy9kb3ducmV2LnhtbFBLAQIUABQAAAAIAIdO4kAzLwWeOwAA&#10;ADkAAAAQAAAAAAAAAAEAIAAAAAgBAABkcnMvc2hhcGV4bWwueG1sUEsFBgAAAAAGAAYAWwEAALID&#10;AAAAAA==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pStyle w:val="4"/>
                              <w:kinsoku/>
                              <w:ind w:left="0"/>
                              <w:jc w:val="left"/>
                              <w:rPr>
                                <w:rFonts w:hint="eastAsia" w:ascii="黑体" w:hAnsi="黑体" w:eastAsia="黑体" w:cs="黑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color w:val="222222"/>
                                <w:kern w:val="24"/>
                                <w:sz w:val="44"/>
                                <w:szCs w:val="44"/>
                              </w:rPr>
                              <w:t>素材说明</w:t>
                            </w:r>
                          </w:p>
                        </w:txbxContent>
                      </v:textbox>
                    </v:shape>
                  </v:group>
                  <v:group id="组合 77" o:spid="_x0000_s1026" o:spt="203" style="position:absolute;left:16640;top:12275;height:1541;width:4687;" coordorigin="7200,4305" coordsize="4687,1541" o:gfxdata="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LHZ+nO+AAAA3AAAAA8AAAAAAAAAAQAgAAAAIgAAAGRycy9kb3ducmV2Lnht&#10;bFBLAQIUABQAAAAIAIdO4kAzLwWeOwAAADkAAAAVAAAAAAAAAAEAIAAAAA0BAABkcnMvZ3JvdXBz&#10;aGFwZXhtbC54bWxQSwUGAAAAAAYABgBgAQAAygMAAAAA&#10;">
                    <o:lock v:ext="edit" aspectratio="f"/>
                    <v:shape id="文本框 74" o:spid="_x0000_s1026" o:spt="202" type="#_x0000_t202" style="position:absolute;left:7200;top:4305;height:456;width:1287;" filled="f" stroked="f" coordsize="21600,21600" o:gfxdata="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Aq7Za5AAAA3AAA&#10;AA8AAAAAAAAAAQAgAAAAIgAAAGRycy9kb3ducmV2LnhtbFBLAQIUABQAAAAIAIdO4kAzLwWeOwAA&#10;ADkAAAAQAAAAAAAAAAEAIAAAAAgBAABkcnMvc2hhcGV4bWwueG1sUEsFBgAAAAAGAAYAWwEAALID&#10;AAAAAA==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pStyle w:val="4"/>
                              <w:kinsoku/>
                              <w:ind w:left="0"/>
                              <w:jc w:val="left"/>
                              <w:rPr>
                                <w:rFonts w:hint="eastAsia" w:ascii="黑体" w:hAnsi="黑体" w:eastAsia="黑体" w:cs="黑体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color w:val="222222"/>
                                <w:kern w:val="24"/>
                                <w:sz w:val="20"/>
                                <w:szCs w:val="20"/>
                              </w:rPr>
                              <w:t>素材：</w:t>
                            </w:r>
                          </w:p>
                        </w:txbxContent>
                      </v:textbox>
                    </v:shape>
                    <v:shape id="文本框 76" o:spid="_x0000_s1026" o:spt="202" type="#_x0000_t202" style="position:absolute;left:7207;top:4766;height:1080;width:4680;" filled="f" stroked="f" coordsize="21600,21600" o:gfxdata="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9mSA28AAAA&#10;3AAAAA8AAAAAAAAAAQAgAAAAIgAAAGRycy9kb3ducmV2LnhtbFBLAQIUABQAAAAIAIdO4kAzLwWe&#10;OwAAADkAAAAQAAAAAAAAAAEAIAAAAAsBAABkcnMvc2hhcGV4bWwueG1sUEsFBgAAAAAGAAYAWwEA&#10;ALUDAAAAAA==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rPr>
                                <w:rFonts w:hint="eastAsia" w:ascii="黑体" w:hAnsi="黑体" w:eastAsia="黑体" w:cs="黑体"/>
                                <w:color w:val="222222"/>
                                <w:kern w:val="24"/>
                                <w:sz w:val="16"/>
                                <w:szCs w:val="16"/>
                                <w:lang w:val="en-US" w:eastAsia="zh-CN" w:bidi="ar-SA"/>
                                <w14:textFill>
                                  <w14:solidFill>
                                    <w14:srgbClr w14:val="222222">
                                      <w14:alpha w14:val="4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222222"/>
                                <w:kern w:val="24"/>
                                <w:sz w:val="16"/>
                                <w:szCs w:val="16"/>
                                <w:lang w:val="en-US" w:eastAsia="zh-CN" w:bidi="ar-SA"/>
                                <w14:textFill>
                                  <w14:solidFill>
                                    <w14:srgbClr w14:val="222222">
                                      <w14:alpha w14:val="40000"/>
                                    </w14:srgbClr>
                                  </w14:solidFill>
                                </w14:textFill>
                              </w:rPr>
                              <w:t>原创设计：模板中使用的素材为本人原创设计，版权归设计师本人所有。</w:t>
                            </w:r>
                          </w:p>
                          <w:p>
                            <w:pPr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组合 102" o:spid="_x0000_s1026" o:spt="203" style="position:absolute;left:15899;top:1301;height:1331;width:6806;" coordorigin="0,751" coordsize="6806,1331" o:gfxdata="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6pP7f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11" o:spid="_x0000_s1026" o:spt="1" style="position:absolute;left:0;top:861;height:737;width:170;v-text-anchor:middle;" fillcolor="#FF2832" filled="t" stroked="f" coordsize="21600,21600" o:gfxdata="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L5Zm&#10;rcEAAADcAAAADwAAAAAAAAABACAAAAAiAAAAZHJzL2Rvd25yZXYueG1sUEsBAhQAFAAAAAgAh07i&#10;QDMvBZ47AAAAOQAAABAAAAAAAAAAAQAgAAAAEAEAAGRycy9zaGFwZXhtbC54bWxQSwUGAAAAAAYA&#10;BgBbAQAAugMAAAAA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rect>
                    <v:shape id="文本框 12" o:spid="_x0000_s1026" o:spt="202" type="#_x0000_t202" style="position:absolute;left:175;top:751;height:1036;width:6631;" filled="f" stroked="f" coordsize="21600,21600" o:gfxdata="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ZVGjL4A&#10;AADc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pStyle w:val="4"/>
                              <w:kinsoku/>
                              <w:ind w:left="0"/>
                              <w:jc w:val="left"/>
                              <w:rPr>
                                <w:rFonts w:hint="eastAsia" w:ascii="黑体" w:hAnsi="黑体" w:eastAsia="黑体" w:cs="黑体"/>
                                <w:b/>
                                <w:bCs w:val="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 w:val="0"/>
                                <w:color w:val="222222"/>
                                <w:kern w:val="24"/>
                                <w:sz w:val="52"/>
                                <w:szCs w:val="52"/>
                              </w:rPr>
                              <w:t>稻壳儿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 w:val="0"/>
                                <w:color w:val="222222"/>
                                <w:kern w:val="24"/>
                                <w:sz w:val="52"/>
                                <w:szCs w:val="52"/>
                                <w:lang w:val="en-US" w:eastAsia="zh-CN"/>
                              </w:rPr>
                              <w:t>文字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 w:val="0"/>
                                <w:color w:val="222222"/>
                                <w:kern w:val="24"/>
                                <w:sz w:val="52"/>
                                <w:szCs w:val="52"/>
                              </w:rPr>
                              <w:t>模板使用说明</w:t>
                            </w:r>
                          </w:p>
                        </w:txbxContent>
                      </v:textbox>
                    </v:shape>
                    <v:shape id="文本框 13" o:spid="_x0000_s1026" o:spt="202" type="#_x0000_t202" style="position:absolute;left:83;top:1626;height:456;width:5921;" filled="f" stroked="f" coordsize="21600,21600" o:gfxdata="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BdTg68AAAA&#10;3AAAAA8AAAAAAAAAAQAgAAAAIgAAAGRycy9kb3ducmV2LnhtbFBLAQIUABQAAAAIAIdO4kAzLwWe&#10;OwAAADkAAAAQAAAAAAAAAAEAIAAAAAsBAABkcnMvc2hhcGV4bWwueG1sUEsFBgAAAAAGAAYAWwEA&#10;ALUDAAAAAA==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pStyle w:val="4"/>
                              <w:kinsoku/>
                              <w:ind w:left="0"/>
                              <w:jc w:val="left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222222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rgbClr w14:val="222222">
                                      <w14:alpha w14:val="40000"/>
                                    </w14:srgbClr>
                                  </w14:solidFill>
                                </w14:textFill>
                              </w:rPr>
                              <w:t>（本页为说明页，用户使用模板时可删除本页内容）</w:t>
                            </w:r>
                          </w:p>
                        </w:txbxContent>
                      </v:textbox>
                    </v:shape>
                  </v:group>
                  <v:group id="组合 89" o:spid="_x0000_s1026" o:spt="203" style="position:absolute;left:22351;top:3734;height:1392;width:3913;" coordorigin="1233,2199" coordsize="3913,1392" o:gfxdata="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RZ/43MAAAADcAAAADwAAAAAAAAABACAAAAAiAAAAZHJzL2Rvd25yZXYu&#10;eG1sUEsBAhQAFAAAAAgAh07iQDMvBZ47AAAAOQAAABUAAAAAAAAAAQAgAAAADwEAAGRycy9ncm91&#10;cHNoYXBleG1sLnhtbFBLBQYAAAAABgAGAGABAADMAwAAAAA=&#10;">
                    <o:lock v:ext="edit" aspectratio="f"/>
                    <v:shape id="文本框 90" o:spid="_x0000_s1026" o:spt="202" type="#_x0000_t202" style="position:absolute;left:1233;top:2199;height:1392;width:1555;" filled="f" stroked="f" coordsize="21600,21600" o:gfxdata="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/DdeK8AAAA&#10;3AAAAA8AAAAAAAAAAQAgAAAAIgAAAGRycy9kb3ducmV2LnhtbFBLAQIUABQAAAAIAIdO4kAzLwWe&#10;OwAAADkAAAAQAAAAAAAAAAEAIAAAAAsBAABkcnMvc2hhcGV4bWwueG1sUEsFBgAAAAAGAAYAWwEA&#10;ALUDAAAAAA==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pStyle w:val="4"/>
                              <w:kinsoku/>
                              <w:ind w:left="0"/>
                              <w:jc w:val="left"/>
                              <w:rPr>
                                <w:rFonts w:hint="eastAsia" w:ascii="黑体" w:hAnsi="黑体" w:eastAsia="黑体" w:cs="黑体"/>
                                <w:sz w:val="76"/>
                                <w:szCs w:val="76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color w:val="FF2832"/>
                                <w:kern w:val="24"/>
                                <w:sz w:val="76"/>
                                <w:szCs w:val="76"/>
                              </w:rPr>
                              <w:t>03</w:t>
                            </w:r>
                          </w:p>
                        </w:txbxContent>
                      </v:textbox>
                    </v:shape>
                    <v:shape id="文本框 91" o:spid="_x0000_s1026" o:spt="202" type="#_x0000_t202" style="position:absolute;left:2252;top:2817;height:768;width:2894;" filled="f" stroked="f" coordsize="21600,21600" o:gfxdata="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5c4ZC5AAAA3AAA&#10;AA8AAAAAAAAAAQAgAAAAIgAAAGRycy9kb3ducmV2LnhtbFBLAQIUABQAAAAIAIdO4kAzLwWeOwAA&#10;ADkAAAAQAAAAAAAAAAEAIAAAAAgBAABkcnMvc2hhcGV4bWwueG1sUEsFBgAAAAAGAAYAWwEAALID&#10;AAAAAA==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pStyle w:val="4"/>
                              <w:kinsoku/>
                              <w:ind w:left="0"/>
                              <w:jc w:val="left"/>
                              <w:rPr>
                                <w:rFonts w:hint="eastAsia" w:ascii="黑体" w:hAnsi="黑体" w:eastAsia="黑体" w:cs="黑体"/>
                                <w:b/>
                                <w:bCs w:val="0"/>
                                <w:sz w:val="44"/>
                                <w:szCs w:val="4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 w:val="0"/>
                                <w:color w:val="222222"/>
                                <w:kern w:val="24"/>
                                <w:sz w:val="44"/>
                                <w:szCs w:val="44"/>
                                <w:lang w:val="en-US" w:eastAsia="zh-CN"/>
                              </w:rPr>
                              <w:t>删除页面</w:t>
                            </w:r>
                          </w:p>
                        </w:txbxContent>
                      </v:textbox>
                    </v:shape>
                  </v:group>
                  <v:shape id="文本框 68" o:spid="_x0000_s1026" o:spt="202" type="#_x0000_t202" style="position:absolute;left:22344;top:5192;height:469;width:4593;" filled="f" stroked="f" coordsize="21600,21600" o:gfxdata="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OU6RK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4"/>
                            <w:numPr>
                              <w:ilvl w:val="0"/>
                              <w:numId w:val="0"/>
                            </w:numPr>
                            <w:kinsoku/>
                            <w:spacing w:line="240" w:lineRule="auto"/>
                            <w:jc w:val="left"/>
                            <w:textAlignment w:val="top"/>
                            <w:rPr>
                              <w:rFonts w:hint="eastAsia" w:ascii="黑体" w:hAnsi="黑体" w:eastAsia="黑体" w:cs="黑体"/>
                              <w:b w:val="0"/>
                              <w:bCs w:val="0"/>
                              <w:snapToGrid w:val="0"/>
                              <w:color w:val="222222"/>
                              <w:spacing w:val="6"/>
                              <w:kern w:val="0"/>
                              <w:sz w:val="18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黑体" w:hAnsi="黑体" w:eastAsia="黑体" w:cs="黑体"/>
                              <w:b w:val="0"/>
                              <w:bCs w:val="0"/>
                              <w:color w:val="222222"/>
                              <w:kern w:val="24"/>
                              <w:sz w:val="18"/>
                              <w:szCs w:val="18"/>
                              <w:lang w:val="en-US" w:eastAsia="zh-CN"/>
                              <w14:textFill>
                                <w14:solidFill>
                                  <w14:srgbClr w14:val="222222">
                                    <w14:alpha w14:val="40000"/>
                                  </w14:srgbClr>
                                </w14:solidFill>
                              </w14:textFill>
                            </w:rPr>
                            <w:t>使用本套模板中，若要删除多余空白页时，具体操作如下：</w:t>
                          </w:r>
                        </w:p>
                        <w:p>
                          <w:pPr>
                            <w:rPr>
                              <w:rFonts w:hint="eastAsia" w:ascii="黑体" w:hAnsi="黑体" w:eastAsia="黑体" w:cs="黑体"/>
                              <w:b w:val="0"/>
                              <w:bCs w:val="0"/>
                              <w:sz w:val="18"/>
                              <w:szCs w:val="18"/>
                              <w:lang w:val="en-US" w:eastAsia="zh-CN"/>
                            </w:rPr>
                          </w:pPr>
                        </w:p>
                      </w:txbxContent>
                    </v:textbox>
                  </v:shape>
                  <v:group id="组合 4" o:spid="_x0000_s1026" o:spt="203" style="position:absolute;left:22334;top:5683;height:6273;width:4949;" coordorigin="6718,5353" coordsize="4949,6273" o:gfxdata="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DvRXym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图片 6" o:spid="_x0000_s1026" o:spt="75" alt="WPS图片编辑3" type="#_x0000_t75" style="position:absolute;left:6965;top:8780;height:2846;width:4421;" filled="f" o:preferrelative="t" stroked="f" coordsize="21600,21600" o:gfxdata="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GfM5&#10;3sEAAADcAAAADwAAAAAAAAABACAAAAAiAAAAZHJzL2Rvd25yZXYueG1sUEsBAhQAFAAAAAgAh07i&#10;QDMvBZ47AAAAOQAAABAAAAAAAAAAAQAgAAAAEAEAAGRycy9zaGFwZXhtbC54bWxQSwUGAAAAAAYA&#10;BgBbAQAAugMAAAAA&#10;">
                      <v:fill on="f" focussize="0,0"/>
                      <v:stroke on="f"/>
                      <v:imagedata r:id="rId4" o:title=""/>
                      <o:lock v:ext="edit" aspectratio="t"/>
                    </v:shape>
                    <v:shape id="图片 5" o:spid="_x0000_s1026" o:spt="75" alt="WPS图片编辑1" type="#_x0000_t75" style="position:absolute;left:6954;top:6720;height:978;width:4614;" filled="f" o:preferrelative="t" stroked="f" coordsize="21600,21600" o:gfxdata="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b8l/r4A&#10;AADc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r:id="rId5" o:title=""/>
                      <o:lock v:ext="edit" aspectratio="t"/>
                    </v:shape>
                    <v:shape id="文本框 68" o:spid="_x0000_s1026" o:spt="202" type="#_x0000_t202" style="position:absolute;left:6826;top:6150;height:735;width:4820;" filled="f" stroked="f" coordsize="21600,21600" o:gfxdata="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l0TivQAA&#10;ANw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pStyle w:val="4"/>
                              <w:kinsoku/>
                              <w:spacing w:line="240" w:lineRule="auto"/>
                              <w:ind w:left="0"/>
                              <w:jc w:val="left"/>
                              <w:textAlignment w:val="top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222222"/>
                                <w:kern w:val="24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222222">
                                      <w14:alpha w14:val="40000"/>
                                    </w14:srgbClr>
                                  </w14:solidFill>
                                </w14:textFill>
                              </w:rPr>
                              <w:t>2、点击「开始」选项卡下的「显示/隐藏编辑标记」按钮。</w:t>
                            </w:r>
                          </w:p>
                        </w:txbxContent>
                      </v:textbox>
                    </v:shape>
                    <v:shape id="文本框 68" o:spid="_x0000_s1026" o:spt="202" type="#_x0000_t202" style="position:absolute;left:6817;top:7974;height:810;width:4850;" filled="f" stroked="f" coordsize="21600,21600" o:gfxdata="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37clr4A&#10;AADc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pStyle w:val="4"/>
                              <w:numPr>
                                <w:ilvl w:val="0"/>
                                <w:numId w:val="1"/>
                              </w:numPr>
                              <w:kinsoku/>
                              <w:spacing w:line="240" w:lineRule="auto"/>
                              <w:ind w:left="0"/>
                              <w:jc w:val="left"/>
                              <w:textAlignment w:val="top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222222"/>
                                <w:kern w:val="24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222222">
                                      <w14:alpha w14:val="4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222222"/>
                                <w:kern w:val="24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222222">
                                      <w14:alpha w14:val="40000"/>
                                    </w14:srgbClr>
                                  </w14:solidFill>
                                </w14:textFill>
                              </w:rPr>
                              <w:t>在分页符的后面点击光标，然后按「Delete」删除键</w:t>
                            </w:r>
                          </w:p>
                          <w:p>
                            <w:pPr>
                              <w:pStyle w:val="4"/>
                              <w:numPr>
                                <w:ilvl w:val="0"/>
                                <w:numId w:val="0"/>
                              </w:numPr>
                              <w:kinsoku/>
                              <w:spacing w:line="240" w:lineRule="auto"/>
                              <w:jc w:val="left"/>
                              <w:textAlignment w:val="top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222222"/>
                                <w:kern w:val="24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222222">
                                      <w14:alpha w14:val="4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222222"/>
                                <w:kern w:val="24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222222">
                                      <w14:alpha w14:val="40000"/>
                                    </w14:srgbClr>
                                  </w14:solidFill>
                                </w14:textFill>
                              </w:rPr>
                              <w:t>即可。</w:t>
                            </w:r>
                          </w:p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</w:p>
                        </w:txbxContent>
                      </v:textbox>
                    </v:shape>
                    <v:shape id="文本框 68" o:spid="_x0000_s1026" o:spt="202" type="#_x0000_t202" style="position:absolute;left:6826;top:5841;height:491;width:4593;" filled="f" stroked="f" coordsize="21600,21600" o:gfxdata="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DJ5Db4A&#10;AADc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pStyle w:val="4"/>
                              <w:kinsoku/>
                              <w:spacing w:line="240" w:lineRule="auto"/>
                              <w:ind w:left="0"/>
                              <w:jc w:val="left"/>
                              <w:textAlignment w:val="top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222222"/>
                                <w:kern w:val="24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222222">
                                      <w14:alpha w14:val="40000"/>
                                    </w14:srgbClr>
                                  </w14:solidFill>
                                </w14:textFill>
                              </w:rPr>
                              <w:t>1、删除多余页面的文本内容，成为空白页。</w:t>
                            </w:r>
                          </w:p>
                        </w:txbxContent>
                      </v:textbox>
                    </v:shape>
                    <v:shape id="文本框 67" o:spid="_x0000_s1026" o:spt="202" type="#_x0000_t202" style="position:absolute;left:6718;top:5353;height:456;width:1287;" filled="f" stroked="f" coordsize="21600,21600" o:gfxdata="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5kSmO8AAAA&#10;3AAAAA8AAAAAAAAAAQAgAAAAIgAAAGRycy9kb3ducmV2LnhtbFBLAQIUABQAAAAIAIdO4kAzLwWe&#10;OwAAADkAAAAQAAAAAAAAAAEAIAAAAAsBAABkcnMvc2hhcGV4bWwueG1sUEsFBgAAAAAGAAYAWwEA&#10;ALUDAAAAAA==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pStyle w:val="4"/>
                              <w:kinsoku/>
                              <w:ind w:left="0"/>
                              <w:jc w:val="left"/>
                              <w:rPr>
                                <w:rFonts w:hint="eastAsia" w:ascii="黑体" w:hAnsi="黑体" w:eastAsia="黑体" w:cs="黑体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color w:val="222222"/>
                                <w:kern w:val="24"/>
                                <w:sz w:val="22"/>
                                <w:szCs w:val="22"/>
                                <w:lang w:val="en-US" w:eastAsia="zh-CN"/>
                              </w:rPr>
                              <w:t>方法一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color w:val="222222"/>
                                <w:kern w:val="24"/>
                                <w:sz w:val="22"/>
                                <w:szCs w:val="22"/>
                              </w:rPr>
                              <w:t>：</w:t>
                            </w:r>
                          </w:p>
                        </w:txbxContent>
                      </v:textbox>
                    </v:shape>
                  </v:group>
                  <v:group id="组合 7" o:spid="_x0000_s1026" o:spt="203" style="position:absolute;left:22325;top:12168;height:1783;width:4701;" coordorigin="6709,5248" coordsize="4701,1783" o:gfxdata="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0OMdd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文本框 68" o:spid="_x0000_s1026" o:spt="202" type="#_x0000_t202" style="position:absolute;left:6817;top:6464;height:567;width:4593;" filled="f" stroked="f" coordsize="21600,21600" o:gfxdata="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iM9aTugAAANwA&#10;AAAPAAAAAAAAAAEAIAAAACIAAABkcnMvZG93bnJldi54bWxQSwECFAAUAAAACACHTuJAMy8FnjsA&#10;AAA5AAAAEAAAAAAAAAABACAAAAAJAQAAZHJzL3NoYXBleG1sLnhtbFBLBQYAAAAABgAGAFsBAACz&#10;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pStyle w:val="4"/>
                              <w:kinsoku/>
                              <w:spacing w:line="240" w:lineRule="auto"/>
                              <w:ind w:left="0"/>
                              <w:jc w:val="left"/>
                              <w:textAlignment w:val="top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222222"/>
                                <w:kern w:val="24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222222">
                                      <w14:alpha w14:val="4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222222"/>
                                <w:kern w:val="24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222222">
                                      <w14:alpha w14:val="40000"/>
                                    </w14:srgbClr>
                                  </w14:solidFill>
                                </w14:textFill>
                              </w:rPr>
                              <w:t>3、再次按「Delete」键即可删除空白页。</w:t>
                            </w:r>
                          </w:p>
                          <w:p>
                            <w:pP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</w:p>
                        </w:txbxContent>
                      </v:textbox>
                    </v:shape>
                    <v:shape id="文本框 68" o:spid="_x0000_s1026" o:spt="202" type="#_x0000_t202" style="position:absolute;left:6817;top:6150;height:384;width:4593;" filled="f" stroked="f" coordsize="21600,21600" o:gfxdata="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X9zCL4A&#10;AADc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pStyle w:val="4"/>
                              <w:kinsoku/>
                              <w:spacing w:line="240" w:lineRule="auto"/>
                              <w:ind w:left="0"/>
                              <w:jc w:val="left"/>
                              <w:textAlignment w:val="top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222222"/>
                                <w:kern w:val="24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222222">
                                      <w14:alpha w14:val="40000"/>
                                    </w14:srgbClr>
                                  </w14:solidFill>
                                </w14:textFill>
                              </w:rPr>
                              <w:t>2、在空白页光标处，按「Shift+Backspace」键。</w:t>
                            </w:r>
                          </w:p>
                        </w:txbxContent>
                      </v:textbox>
                    </v:shape>
                    <v:shape id="文本框 68" o:spid="_x0000_s1026" o:spt="202" type="#_x0000_t202" style="position:absolute;left:6817;top:5841;height:491;width:4593;" filled="f" stroked="f" coordsize="21600,21600" o:gfxdata="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ZxMSLsAAADc&#10;AAAADwAAAAAAAAABACAAAAAiAAAAZHJzL2Rvd25yZXYueG1sUEsBAhQAFAAAAAgAh07iQDMvBZ47&#10;AAAAOQAAABAAAAAAAAAAAQAgAAAACgEAAGRycy9zaGFwZXhtbC54bWxQSwUGAAAAAAYABgBbAQAA&#10;tAM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pStyle w:val="4"/>
                              <w:kinsoku/>
                              <w:spacing w:line="240" w:lineRule="auto"/>
                              <w:ind w:left="0"/>
                              <w:jc w:val="left"/>
                              <w:textAlignment w:val="top"/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222222"/>
                                <w:kern w:val="24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rgbClr w14:val="222222">
                                      <w14:alpha w14:val="40000"/>
                                    </w14:srgbClr>
                                  </w14:solidFill>
                                </w14:textFill>
                              </w:rPr>
                              <w:t>1、删除多余页面的文本内容，成为空白页。</w:t>
                            </w:r>
                          </w:p>
                        </w:txbxContent>
                      </v:textbox>
                    </v:shape>
                    <v:shape id="文本框 67" o:spid="_x0000_s1026" o:spt="202" type="#_x0000_t202" style="position:absolute;left:6709;top:5248;height:456;width:1287;" filled="f" stroked="f" coordsize="21600,21600" o:gfxdata="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RURMq8AAAA&#10;3AAAAA8AAAAAAAAAAQAgAAAAIgAAAGRycy9kb3ducmV2LnhtbFBLAQIUABQAAAAIAIdO4kAzLwWe&#10;OwAAADkAAAAQAAAAAAAAAAEAIAAAAAsBAABkcnMvc2hhcGV4bWwueG1sUEsFBgAAAAAGAAYAWwEA&#10;ALUDAAAAAA==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pStyle w:val="4"/>
                              <w:kinsoku/>
                              <w:ind w:left="0"/>
                              <w:jc w:val="left"/>
                              <w:rPr>
                                <w:rFonts w:hint="eastAsia" w:ascii="黑体" w:hAnsi="黑体" w:eastAsia="黑体" w:cs="黑体"/>
                                <w:b w:val="0"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/>
                                <w:color w:val="222222"/>
                                <w:kern w:val="24"/>
                                <w:sz w:val="22"/>
                                <w:szCs w:val="22"/>
                                <w:lang w:val="en-US" w:eastAsia="zh-CN"/>
                              </w:rPr>
                              <w:t>方法二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/>
                                <w:color w:val="222222"/>
                                <w:kern w:val="24"/>
                                <w:sz w:val="22"/>
                                <w:szCs w:val="22"/>
                              </w:rPr>
                              <w:t>：</w:t>
                            </w:r>
                          </w:p>
                        </w:txbxContent>
                      </v:textbox>
                    </v:shape>
                  </v:group>
                  <v:shape id="文本框 55" o:spid="_x0000_s1026" o:spt="202" type="#_x0000_t202" style="position:absolute;left:16650;top:9104;height:1668;width:4671;" filled="f" stroked="f" coordsize="21600,21600" o:gfxdata="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gJ3pL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4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/>
                            <w:spacing w:line="264" w:lineRule="auto"/>
                            <w:ind w:left="0" w:right="0" w:rightChars="0" w:firstLine="0" w:firstLineChars="0"/>
                            <w:jc w:val="left"/>
                            <w:textAlignment w:val="top"/>
                            <w:outlineLvl w:val="9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黑体" w:hAnsi="黑体" w:eastAsia="黑体"/>
                              <w:color w:val="222222"/>
                              <w:kern w:val="24"/>
                              <w:sz w:val="16"/>
                              <w:szCs w:val="16"/>
                              <w14:textFill>
                                <w14:solidFill>
                                  <w14:srgbClr w14:val="222222">
                                    <w14:alpha w14:val="40000"/>
                                  </w14:srgbClr>
                                </w14:solidFill>
                              </w14:textFill>
                            </w:rPr>
                            <w:t>【说明】</w:t>
                          </w:r>
                        </w:p>
                        <w:p>
                          <w:pPr>
                            <w:pStyle w:val="4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/>
                            <w:spacing w:line="264" w:lineRule="auto"/>
                            <w:ind w:left="62" w:right="0" w:rightChars="0" w:firstLine="0" w:firstLineChars="0"/>
                            <w:jc w:val="left"/>
                            <w:textAlignment w:val="top"/>
                            <w:outlineLvl w:val="9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黑体" w:hAnsi="黑体" w:eastAsia="黑体"/>
                              <w:color w:val="222222"/>
                              <w:kern w:val="24"/>
                              <w:sz w:val="16"/>
                              <w:szCs w:val="16"/>
                              <w14:textFill>
                                <w14:solidFill>
                                  <w14:srgbClr w14:val="222222">
                                    <w14:alpha w14:val="40000"/>
                                  </w14:srgbClr>
                                </w14:solidFill>
                              </w14:textFill>
                            </w:rPr>
                            <w:t>模板中使用的字体仅限于个人学习、研究或欣赏目的使用，如需商用请您自行向版权方购买、获取商用版权。</w:t>
                          </w:r>
                        </w:p>
                        <w:p>
                          <w:pPr>
                            <w:pStyle w:val="4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/>
                            <w:spacing w:line="240" w:lineRule="auto"/>
                            <w:ind w:left="62" w:right="0" w:rightChars="0" w:firstLine="0" w:firstLineChars="0"/>
                            <w:jc w:val="left"/>
                            <w:textAlignment w:val="top"/>
                            <w:outlineLvl w:val="9"/>
                            <w:rPr>
                              <w:sz w:val="16"/>
                              <w:szCs w:val="16"/>
                            </w:rPr>
                          </w:pP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v:textbox>
                  </v:shape>
                </v:group>
                <v:shape id="文本框 23" o:spid="_x0000_s1026" o:spt="202" type="#_x0000_t202" style="position:absolute;left:4694;top:43987;height:768;width:3052;" filled="f" stroked="f" coordsize="21600,21600" o:gfxdata="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vKfya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4"/>
                          <w:kinsoku/>
                          <w:ind w:left="0"/>
                          <w:jc w:val="left"/>
                          <w:rPr>
                            <w:rFonts w:hint="default" w:ascii="汉仪小隶书简" w:hAnsi="汉仪小隶书简" w:eastAsia="汉仪小隶书简" w:cs="汉仪小隶书简"/>
                            <w:sz w:val="40"/>
                            <w:szCs w:val="40"/>
                            <w:lang w:val="en-US" w:eastAsia="zh-CN"/>
                          </w:rPr>
                        </w:pPr>
                        <w:r>
                          <w:rPr>
                            <w:rFonts w:hint="eastAsia" w:ascii="汉仪小隶书简" w:hAnsi="汉仪小隶书简" w:eastAsia="汉仪小隶书简" w:cs="汉仪小隶书简"/>
                            <w:sz w:val="40"/>
                            <w:szCs w:val="40"/>
                            <w:lang w:val="en-US" w:eastAsia="zh-CN"/>
                          </w:rPr>
                          <w:t>汉仪小隶书简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/>
    <w:sectPr>
      <w:pgSz w:w="11906" w:h="16838"/>
      <w:pgMar w:top="283" w:right="283" w:bottom="283" w:left="28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5C00B32-3836-4ECA-A3BA-AA6625CEEEB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E9028210-B999-4001-85DA-2F152A6A5A49}"/>
  </w:font>
  <w:font w:name="汉仪铸字卡酷体W">
    <w:panose1 w:val="00020600040101010101"/>
    <w:charset w:val="86"/>
    <w:family w:val="auto"/>
    <w:pitch w:val="default"/>
    <w:sig w:usb0="8000003F" w:usb1="1AC17CFA" w:usb2="00000016" w:usb3="00000000" w:csb0="0004009F" w:csb1="00000000"/>
    <w:embedRegular r:id="rId3" w:fontKey="{52612A3B-B323-4696-A14C-1DD432BB862B}"/>
  </w:font>
  <w:font w:name="汉仪小隶书简">
    <w:panose1 w:val="02010600000101010101"/>
    <w:charset w:val="80"/>
    <w:family w:val="auto"/>
    <w:pitch w:val="default"/>
    <w:sig w:usb0="800002BF" w:usb1="184F6CF8" w:usb2="00000012" w:usb3="00000000" w:csb0="00020001" w:csb1="00000000"/>
    <w:embedRegular r:id="rId4" w:fontKey="{C89516CD-1048-463D-B5B7-62A2D02A988E}"/>
  </w:font>
  <w:font w:name="汉仪尚巍手书简">
    <w:panose1 w:val="00020600040101010101"/>
    <w:charset w:val="86"/>
    <w:family w:val="auto"/>
    <w:pitch w:val="default"/>
    <w:sig w:usb0="8000001F" w:usb1="1A0F781A" w:usb2="00000016" w:usb3="00000000" w:csb0="00040000" w:csb1="00000000"/>
    <w:embedRegular r:id="rId5" w:fontKey="{D85408F2-D2C9-44EF-8F4B-0B0F87CB881E}"/>
  </w:font>
  <w:font w:name="站酷文艺体">
    <w:panose1 w:val="02000603000000000000"/>
    <w:charset w:val="86"/>
    <w:family w:val="auto"/>
    <w:pitch w:val="default"/>
    <w:sig w:usb0="00000001" w:usb1="08000000" w:usb2="00000010" w:usb3="00000000" w:csb0="00040001" w:csb1="00000000"/>
    <w:embedRegular r:id="rId6" w:fontKey="{B8CE843E-6965-4507-89F2-B6F388C9B133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FBF137"/>
    <w:multiLevelType w:val="singleLevel"/>
    <w:tmpl w:val="EDFBF137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4B3622"/>
    <w:rsid w:val="184B3622"/>
    <w:rsid w:val="41974AAC"/>
    <w:rsid w:val="4B38011B"/>
    <w:rsid w:val="7DC44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760bf95c-e0ff-4013-99d4-a692181f3318\&#24180;&#20250;&#33410;&#30446;&#21333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年会节目单.docx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2021-12-23T02:50:00Z</dcterms:created>
  <dc:creator>文档存本地丢失不负责</dc:creator>
  <cp:lastModifiedBy>文档存本地丢失不负责</cp:lastModifiedBy>
  <dcterms:modified xsi:type="dcterms:W3CDTF">2021-12-23T03:05:39Z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D4FBCF8655284EC78771E8321B08CC2F</vt:lpwstr>
  </property>
  <property fmtid="{D5CDD505-2E9C-101B-9397-08002B2CF9AE}" pid="4" name="KSOTemplateUUID">
    <vt:lpwstr>v1.0_mb_MG7dzn3ftZXFfmR7p5oF7A==</vt:lpwstr>
  </property>
</Properties>
</file>