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2399665</wp:posOffset>
                </wp:positionV>
                <wp:extent cx="6014085" cy="6122670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085" cy="6122670"/>
                          <a:chOff x="17762" y="6294"/>
                          <a:chExt cx="9471" cy="9642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7762" y="6294"/>
                            <a:ext cx="4882" cy="9643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我爱祖国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喜剧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国庆去旅游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val="en-US" w:eastAsia="zh-CN"/>
                                </w:rPr>
                                <w:t xml:space="preserve">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诗词朗诵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我和我的祖国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歌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舞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赞美祖国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最美的期待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红梅赞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情景歌舞《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祝福祖国》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="425" w:leftChars="0" w:hanging="425" w:firstLineChars="0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魔术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="425" w:leftChars="0" w:hanging="425" w:firstLineChars="0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武术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大合唱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《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天天开心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 xml:space="preserve">》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Chars="0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sz w:val="32"/>
                                  <w:szCs w:val="32"/>
                                </w:rPr>
                              </w:pP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4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23097" y="6294"/>
                            <a:ext cx="4136" cy="79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default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lang w:eastAsia="zh-CN"/>
                                </w:rPr>
                                <w:t>：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color w:val="auto"/>
                                  <w:kern w:val="24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.65pt;margin-top:188.95pt;height:482.1pt;width:473.55pt;z-index:251660288;mso-width-relative:page;mso-height-relative:page;" coordorigin="17762,6294" coordsize="9471,9642" o:gfxdata="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cM43VtwAAAAMAQAADwAAAAAAAAABACAAAAAiAAAAZHJzL2Rv&#10;d25yZXYueG1sUEsBAhQAFAAAAAgAh07iQDAUnSnhAgAAGwcAAA4AAAAAAAAAAQAgAAAAKwEAAGRy&#10;cy9lMm9Eb2MueG1sUEsFBgAAAAAGAAYAWQEAAH4GAAAAAA==&#10;">
                <o:lock v:ext="edit" aspectratio="f"/>
                <v:shape id="文本框 5" o:spid="_x0000_s1026" o:spt="202" type="#_x0000_t202" style="position:absolute;left:17762;top:6294;height:9643;width:4882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歌曲《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我爱祖国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喜剧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国庆去旅游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val="en-US" w:eastAsia="zh-CN"/>
                          </w:rPr>
                          <w:t xml:space="preserve">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音乐剧《我们都是追梦人》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诗词朗诵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  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歌曲《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我和我的祖国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歌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舞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赞美祖国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歌曲《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最美的期待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歌曲《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红梅赞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情景歌舞《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祝福祖国》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="425" w:leftChars="0" w:hanging="425" w:firstLineChars="0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魔术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="425" w:leftChars="0" w:hanging="425" w:firstLineChars="0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武术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大合唱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>《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天天开心</w:t>
                        </w: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6"/>
                            <w:szCs w:val="36"/>
                          </w:rPr>
                          <w:t xml:space="preserve">》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Chars="0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sz w:val="32"/>
                            <w:szCs w:val="32"/>
                          </w:rPr>
                        </w:pP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4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文本框 3" o:spid="_x0000_s1026" o:spt="202" type="#_x0000_t202" style="position:absolute;left:23097;top:6294;height:7931;width:4136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default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</w:rPr>
                          <w:t>表演者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lang w:eastAsia="zh-CN"/>
                          </w:rPr>
                          <w:t>：</w:t>
                        </w:r>
                        <w: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ascii="楷体" w:hAnsi="楷体" w:eastAsia="楷体" w:cs="楷体"/>
                            <w:color w:val="auto"/>
                            <w:kern w:val="24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94615</wp:posOffset>
                </wp:positionV>
                <wp:extent cx="6003925" cy="18288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020" y="887095"/>
                          <a:ext cx="60039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汉仪超粗圆简" w:hAnsi="汉仪超粗圆简" w:eastAsia="汉仪超粗圆简" w:cs="汉仪超粗圆简"/>
                                <w:b/>
                                <w:bCs/>
                                <w:color w:val="AD875E"/>
                                <w:sz w:val="144"/>
                                <w:szCs w:val="144"/>
                                <w:lang w:val="en-US" w:eastAsia="zh-CN"/>
                                <w14:textOutline w14:w="47625">
                                  <w14:solidFill>
                                    <w14:schemeClr w14:val="bg1"/>
                                  </w14:solidFill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汉仪超粗圆简" w:hAnsi="汉仪超粗圆简" w:eastAsia="汉仪超粗圆简" w:cs="汉仪超粗圆简"/>
                                <w:b/>
                                <w:bCs/>
                                <w:color w:val="AD875E"/>
                                <w:sz w:val="144"/>
                                <w:szCs w:val="144"/>
                                <w:lang w:val="en-US" w:eastAsia="zh-CN"/>
                                <w14:textOutline w14:w="47625">
                                  <w14:solidFill>
                                    <w14:schemeClr w14:val="bg1"/>
                                  </w14:solidFill>
                                  <w14:round/>
                                </w14:textOutline>
                              </w:rPr>
                              <w:t>春节联欢晚会节目单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55pt;margin-top:7.45pt;height:144pt;width:472.75pt;z-index:251663360;mso-width-relative:page;mso-height-relative:page;" filled="f" stroked="f" coordsize="21600,21600" o:gfxdata="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Tf+urWAAAACgEAAA8AAAAAAAAAAQAg&#10;AAAAIgAAAGRycy9kb3ducmV2LnhtbFBLAQIUABQAAAAIAIdO4kDVTHTcSQIAAHIEAAAOAAAAAAAA&#10;AAEAIAAAACU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ascii="汉仪超粗圆简" w:hAnsi="汉仪超粗圆简" w:eastAsia="汉仪超粗圆简" w:cs="汉仪超粗圆简"/>
                          <w:b/>
                          <w:bCs/>
                          <w:color w:val="AD875E"/>
                          <w:sz w:val="144"/>
                          <w:szCs w:val="144"/>
                          <w:lang w:val="en-US" w:eastAsia="zh-CN"/>
                          <w14:textOutline w14:w="47625">
                            <w14:solidFill>
                              <w14:schemeClr w14:val="bg1"/>
                            </w14:solidFill>
                            <w14:round/>
                          </w14:textOutline>
                        </w:rPr>
                      </w:pPr>
                      <w:r>
                        <w:rPr>
                          <w:rFonts w:hint="eastAsia" w:ascii="汉仪超粗圆简" w:hAnsi="汉仪超粗圆简" w:eastAsia="汉仪超粗圆简" w:cs="汉仪超粗圆简"/>
                          <w:b/>
                          <w:bCs/>
                          <w:color w:val="AD875E"/>
                          <w:sz w:val="144"/>
                          <w:szCs w:val="144"/>
                          <w:lang w:val="en-US" w:eastAsia="zh-CN"/>
                          <w14:textOutline w14:w="47625">
                            <w14:solidFill>
                              <w14:schemeClr w14:val="bg1"/>
                            </w14:solidFill>
                            <w14:round/>
                          </w14:textOutline>
                        </w:rPr>
                        <w:t>春节联欢晚会节目单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-27305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3020" y="887095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sz w:val="72"/>
                                <w:szCs w:val="72"/>
                                <w:lang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6pt;margin-top:-2.15pt;height:144pt;width:144pt;mso-wrap-style:none;z-index:251662336;mso-width-relative:page;mso-height-relative:page;" filled="f" stroked="f" coordsize="21600,21600" o:gfxdata="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2KREQ2AAAAAkBAAAPAAAAAAAAAAEAIAAAACIAAABk&#10;cnMvZG93bnJldi54bWxQSwECFAAUAAAACACHTuJAyylpwz8CAABwBAAADgAAAAAAAAABACAAAAAn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b/>
                          <w:bCs/>
                          <w:sz w:val="72"/>
                          <w:szCs w:val="72"/>
                          <w:lang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7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-1248410</wp:posOffset>
                </wp:positionH>
                <wp:positionV relativeFrom="paragraph">
                  <wp:posOffset>8082280</wp:posOffset>
                </wp:positionV>
                <wp:extent cx="7623810" cy="1135380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3983" cy="1135430"/>
                          <a:chOff x="12207" y="13321"/>
                          <a:chExt cx="9435" cy="1348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07" y="13321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40"/>
                                  <w:szCs w:val="4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40"/>
                                  <w:szCs w:val="40"/>
                                </w:rPr>
                                <w:t>主  持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40"/>
                                  <w:szCs w:val="40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40"/>
                                  <w:szCs w:val="40"/>
                                  <w:lang w:eastAsia="zh-CN"/>
                                </w:rPr>
                                <w:t>人：张三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40"/>
                                  <w:szCs w:val="40"/>
                                  <w:lang w:val="en-US" w:eastAsia="zh-CN"/>
                                </w:rPr>
                                <w:t xml:space="preserve">  李四  吴铭  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4"/>
                        <wps:cNvSpPr txBox="1"/>
                        <wps:spPr>
                          <a:xfrm>
                            <a:off x="12207" y="13940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eastAsia="zh-CN"/>
                                </w:rPr>
                                <w:t>晚会时间：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val="en-US" w:eastAsia="zh-CN"/>
                                </w:rPr>
                                <w:t xml:space="preserve"> 20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val="en-US" w:eastAsia="zh-CN"/>
                                </w:rPr>
                                <w:t>年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val="en-US" w:eastAsia="zh-CN"/>
                                </w:rPr>
                                <w:t>月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汉仪锐智简" w:hAnsi="汉仪锐智简" w:eastAsia="汉仪锐智简" w:cs="汉仪锐智简"/>
                                  <w:color w:val="B37023"/>
                                  <w:sz w:val="36"/>
                                  <w:szCs w:val="36"/>
                                  <w:lang w:val="en-US" w:eastAsia="zh-CN"/>
                                </w:rPr>
                                <w:t>日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8.3pt;margin-top:636.4pt;height:89.4pt;width:600.3pt;z-index:251661312;mso-width-relative:page;mso-height-relative:page;" coordorigin="12207,13321" coordsize="9435,1348" o:gfxdata="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">
                <o:lock v:ext="edit" aspectratio="f"/>
                <v:shape id="_x0000_s1026" o:spid="_x0000_s1026" o:spt="202" type="#_x0000_t202" style="position:absolute;left:12207;top:13321;height:729;width:9435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40"/>
                            <w:szCs w:val="40"/>
                            <w:lang w:val="en-US" w:eastAsia="zh-CN"/>
                          </w:rPr>
                        </w:pP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40"/>
                            <w:szCs w:val="40"/>
                          </w:rPr>
                          <w:t>主  持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40"/>
                            <w:szCs w:val="40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40"/>
                            <w:szCs w:val="40"/>
                            <w:lang w:eastAsia="zh-CN"/>
                          </w:rPr>
                          <w:t>人：张三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40"/>
                            <w:szCs w:val="40"/>
                            <w:lang w:val="en-US" w:eastAsia="zh-CN"/>
                          </w:rPr>
                          <w:t xml:space="preserve">  李四  吴铭  爱丽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12207;top:13940;height:729;width:9435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eastAsia="zh-CN"/>
                          </w:rPr>
                          <w:t>晚会时间：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val="en-US" w:eastAsia="zh-CN"/>
                          </w:rPr>
                          <w:t xml:space="preserve"> 20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val="en-US" w:eastAsia="zh-CN"/>
                          </w:rPr>
                          <w:t>年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val="en-US" w:eastAsia="zh-CN"/>
                          </w:rPr>
                          <w:t>月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u w:val="singl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汉仪锐智简" w:hAnsi="汉仪锐智简" w:eastAsia="汉仪锐智简" w:cs="汉仪锐智简"/>
                            <w:color w:val="B37023"/>
                            <w:sz w:val="36"/>
                            <w:szCs w:val="36"/>
                            <w:lang w:val="en-US" w:eastAsia="zh-CN"/>
                          </w:rPr>
                          <w:t>日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超粗圆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锐智简">
    <w:altName w:val="宋体"/>
    <w:panose1 w:val="00020600040101010101"/>
    <w:charset w:val="86"/>
    <w:family w:val="auto"/>
    <w:pitch w:val="default"/>
    <w:sig w:usb0="00000000" w:usb1="00000000" w:usb2="00000016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-579120</wp:posOffset>
          </wp:positionV>
          <wp:extent cx="7619365" cy="10761980"/>
          <wp:effectExtent l="0" t="0" r="635" b="12700"/>
          <wp:wrapNone/>
          <wp:docPr id="1" name="图片 1" descr="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9365" cy="1076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B24B49"/>
    <w:multiLevelType w:val="singleLevel"/>
    <w:tmpl w:val="7BB24B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DB07A9"/>
    <w:rsid w:val="01512E4D"/>
    <w:rsid w:val="07DB07A9"/>
    <w:rsid w:val="249D681F"/>
    <w:rsid w:val="3445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03fdf1b-d5dd-400e-84d7-b1c075e6d4eb\&#26149;&#33410;&#32852;&#27426;&#26202;&#20250;&#33410;&#30446;&#21333;&#31616;&#32422;&#20013;&#2433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春节联欢晚会节目单简约中式.docx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2021-12-23T02:45:00Z</dcterms:created>
  <dc:creator>文档存本地丢失不负责</dc:creator>
  <cp:lastModifiedBy>文档存本地丢失不负责</cp:lastModifiedBy>
  <dcterms:modified xsi:type="dcterms:W3CDTF">2021-12-23T03:06:11Z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v1.0_mb_YjVIyjgo7KPotdspEqeesA==</vt:lpwstr>
  </property>
  <property fmtid="{D5CDD505-2E9C-101B-9397-08002B2CF9AE}" pid="4" name="ICV">
    <vt:lpwstr>E4742409FD4D4E6CA5863B37E7FC7CA9</vt:lpwstr>
  </property>
</Properties>
</file>