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7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-1197610</wp:posOffset>
                </wp:positionH>
                <wp:positionV relativeFrom="paragraph">
                  <wp:posOffset>8911590</wp:posOffset>
                </wp:positionV>
                <wp:extent cx="7692390" cy="860425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2668" cy="860425"/>
                          <a:chOff x="12207" y="13314"/>
                          <a:chExt cx="9520" cy="1355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12292" y="13314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default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主  持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人：张三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李四  吴铭  爱丽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12207" y="13940"/>
                            <a:ext cx="9435" cy="7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360" w:lineRule="exact"/>
                                <w:jc w:val="center"/>
                                <w:rPr>
                                  <w:rFonts w:hint="default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晚会时间：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20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汉仪铸字葫芦娃W" w:hAnsi="汉仪铸字葫芦娃W" w:eastAsia="汉仪铸字葫芦娃W" w:cs="汉仪铸字葫芦娃W"/>
                                  <w:color w:val="FFFFFF" w:themeColor="background1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年1月15日 19:00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4.3pt;margin-top:701.7pt;height:67.75pt;width:605.7pt;z-index:251661312;mso-width-relative:page;mso-height-relative:page;" coordorigin="12207,13314" coordsize="9520,1355" o:gfxdata="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">
                <o:lock v:ext="edit" aspectratio="f"/>
                <v:shape id="_x0000_s1026" o:spid="_x0000_s1026" o:spt="202" type="#_x0000_t202" style="position:absolute;left:12292;top:13314;height:729;width:9435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default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主  持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人：张三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李四  吴铭  爱丽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207;top:13940;height:729;width:9435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exact"/>
                          <w:jc w:val="center"/>
                          <w:rPr>
                            <w:rFonts w:hint="default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晚会时间：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20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</w:t>
                        </w:r>
                        <w:r>
                          <w:rPr>
                            <w:rFonts w:hint="eastAsia" w:ascii="汉仪铸字葫芦娃W" w:hAnsi="汉仪铸字葫芦娃W" w:eastAsia="汉仪铸字葫芦娃W" w:cs="汉仪铸字葫芦娃W"/>
                            <w:color w:val="FFFFFF" w:themeColor="background1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年1月15日 19:00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7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2896870</wp:posOffset>
                </wp:positionV>
                <wp:extent cx="5876925" cy="612330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25" cy="6123305"/>
                          <a:chOff x="13842" y="5842"/>
                          <a:chExt cx="7036" cy="9965"/>
                        </a:xfrm>
                      </wpg:grpSpPr>
                      <wps:wsp>
                        <wps:cNvPr id="8" name="文本框 5"/>
                        <wps:cNvSpPr txBox="1"/>
                        <wps:spPr>
                          <a:xfrm>
                            <a:off x="13842" y="5842"/>
                            <a:ext cx="3711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我爱祖国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喜剧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国庆去旅游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音乐剧《我们都是追梦人》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诗词朗诵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我和我的祖国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舞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赞美祖国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最美的期待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歌曲《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红梅赞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情景歌舞《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祝福祖国》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="425" w:leftChars="0" w:hanging="425" w:firstLineChars="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魔术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="425" w:leftChars="0" w:hanging="425" w:firstLineChars="0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武术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大合唱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《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天天开心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》                </w:t>
                              </w: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ind w:leftChars="0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pStyle w:val="4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40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9" name="文本框 3"/>
                        <wps:cNvSpPr txBox="1"/>
                        <wps:spPr>
                          <a:xfrm>
                            <a:off x="17734" y="5902"/>
                            <a:ext cx="3144" cy="819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表演者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         </w:t>
                              </w: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75pt;margin-top:228.1pt;height:482.15pt;width:462.75pt;z-index:251660288;mso-width-relative:page;mso-height-relative:page;" coordorigin="13842,5842" coordsize="7036,9965" o:gfxdata="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AAAAAGRycy9QSwECFAAUAAAACACHTuJAvDbE3dsAAAAMAQAADwAAAAAAAAABACAAAAAiAAAA&#10;ZHJzL2Rvd25yZXYueG1sUEsBAhQAFAAAAAgAh07iQPcO53zoAgAAGwcAAA4AAAAAAAAAAQAgAAAA&#10;KgEAAGRycy9lMm9Eb2MueG1sUEsFBgAAAAAGAAYAWQEAAIQGAAAAAA==&#10;">
                <o:lock v:ext="edit" aspectratio="f"/>
                <v:shape id="文本框 5" o:spid="_x0000_s1026" o:spt="202" type="#_x0000_t202" style="position:absolute;left:13842;top:5842;height:9965;width:3711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歌曲《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我爱祖国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喜剧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国庆去旅游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音乐剧《我们都是追梦人》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诗词朗诵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歌曲《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我和我的祖国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舞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赞美祖国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歌曲《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最美的期待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歌曲《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红梅赞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情景歌舞《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祝福祖国》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="425" w:leftChars="0" w:hanging="425" w:firstLineChars="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魔术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="425" w:leftChars="0" w:hanging="425" w:firstLineChars="0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武术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大合唱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《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天天开心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》                </w:t>
                        </w: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ind w:leftChars="0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pStyle w:val="4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uto"/>
                          <w:jc w:val="left"/>
                          <w:textAlignment w:val="auto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kern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shape id="文本框 3" o:spid="_x0000_s1026" o:spt="202" type="#_x0000_t202" style="position:absolute;left:17734;top:5902;height:8196;width:3144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表演者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         </w:t>
                        </w: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  <w:p>
                        <w:pPr>
                          <w:rPr>
                            <w:rFonts w:hint="eastAsia" w:ascii="微软雅黑" w:hAnsi="微软雅黑" w:eastAsia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-1138555</wp:posOffset>
                </wp:positionH>
                <wp:positionV relativeFrom="paragraph">
                  <wp:posOffset>878840</wp:posOffset>
                </wp:positionV>
                <wp:extent cx="7647305" cy="19596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45" y="1793240"/>
                          <a:ext cx="7647305" cy="1959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汉仪黑方W" w:hAnsi="汉仪黑方W" w:eastAsia="汉仪黑方W" w:cs="汉仪黑方W"/>
                                <w:sz w:val="72"/>
                                <w:szCs w:val="144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 w:ascii="汉仪黑方W" w:hAnsi="汉仪黑方W" w:eastAsia="汉仪黑方W" w:cs="汉仪黑方W"/>
                                <w:sz w:val="72"/>
                                <w:szCs w:val="144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  <w:t>20</w:t>
                            </w:r>
                            <w:r>
                              <w:rPr>
                                <w:rFonts w:hint="eastAsia" w:ascii="汉仪黑方W" w:hAnsi="汉仪黑方W" w:eastAsia="汉仪黑方W" w:cs="汉仪黑方W"/>
                                <w:sz w:val="72"/>
                                <w:szCs w:val="144"/>
                                <w:u w:val="single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汉仪黑方W" w:hAnsi="汉仪黑方W" w:eastAsia="汉仪黑方W" w:cs="汉仪黑方W"/>
                                <w:sz w:val="72"/>
                                <w:szCs w:val="144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  <w:t>年新年音乐会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ascii="汉仪黑方W" w:hAnsi="汉仪黑方W" w:eastAsia="汉仪黑方W" w:cs="汉仪黑方W"/>
                                <w:sz w:val="96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 w:ascii="汉仪黑方W" w:hAnsi="汉仪黑方W" w:eastAsia="汉仪黑方W" w:cs="汉仪黑方W"/>
                                <w:sz w:val="96"/>
                                <w:szCs w:val="160"/>
                                <w:lang w:val="en-US" w:eastAsia="zh-CN"/>
                                <w14:textFill>
                                  <w14:gradFill>
                                    <w14:gsLst>
                                      <w14:gs w14:pos="0">
                                        <w14:srgbClr w14:val="FECF40"/>
                                      </w14:gs>
                                      <w14:gs w14:pos="100000">
                                        <w14:srgbClr w14:val="846C21"/>
                                      </w14:gs>
                                    </w14:gsLst>
                                    <w14:lin w14:scaled="0"/>
                                  </w14:gradFill>
                                </w14:textFill>
                              </w:rPr>
                              <w:t>— 节 目 单 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9.65pt;margin-top:69.2pt;height:154.3pt;width:602.15pt;z-index:251659264;mso-width-relative:page;mso-height-relative:page;" filled="f" stroked="f" coordsize="21600,21600" o:gfxdata="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TFNtd4AAAANAQAADwAAAAAA&#10;AAABACAAAAAiAAAAZHJzL2Rvd25yZXYueG1sUEsBAhQAFAAAAAgAh07iQLQwsDVGAgAAcAQAAA4A&#10;AAAAAAAAAQAgAAAAL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汉仪黑方W" w:hAnsi="汉仪黑方W" w:eastAsia="汉仪黑方W" w:cs="汉仪黑方W"/>
                          <w:sz w:val="72"/>
                          <w:szCs w:val="144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 w:ascii="汉仪黑方W" w:hAnsi="汉仪黑方W" w:eastAsia="汉仪黑方W" w:cs="汉仪黑方W"/>
                          <w:sz w:val="72"/>
                          <w:szCs w:val="144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  <w:t>20</w:t>
                      </w:r>
                      <w:r>
                        <w:rPr>
                          <w:rFonts w:hint="eastAsia" w:ascii="汉仪黑方W" w:hAnsi="汉仪黑方W" w:eastAsia="汉仪黑方W" w:cs="汉仪黑方W"/>
                          <w:sz w:val="72"/>
                          <w:szCs w:val="144"/>
                          <w:u w:val="single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汉仪黑方W" w:hAnsi="汉仪黑方W" w:eastAsia="汉仪黑方W" w:cs="汉仪黑方W"/>
                          <w:sz w:val="72"/>
                          <w:szCs w:val="144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  <w:t>年新年音乐会</w:t>
                      </w:r>
                    </w:p>
                    <w:p>
                      <w:pPr>
                        <w:jc w:val="center"/>
                        <w:rPr>
                          <w:rFonts w:hint="default" w:ascii="汉仪黑方W" w:hAnsi="汉仪黑方W" w:eastAsia="汉仪黑方W" w:cs="汉仪黑方W"/>
                          <w:sz w:val="96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 w:ascii="汉仪黑方W" w:hAnsi="汉仪黑方W" w:eastAsia="汉仪黑方W" w:cs="汉仪黑方W"/>
                          <w:sz w:val="96"/>
                          <w:szCs w:val="160"/>
                          <w:lang w:val="en-US" w:eastAsia="zh-CN"/>
                          <w14:textFill>
                            <w14:gradFill>
                              <w14:gsLst>
                                <w14:gs w14:pos="0">
                                  <w14:srgbClr w14:val="FECF40"/>
                                </w14:gs>
                                <w14:gs w14:pos="100000">
                                  <w14:srgbClr w14:val="846C21"/>
                                </w14:gs>
                              </w14:gsLst>
                              <w14:lin w14:scaled="0"/>
                            </w14:gradFill>
                          </w14:textFill>
                        </w:rPr>
                        <w:t>— 节 目 单 —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铸字葫芦娃W">
    <w:panose1 w:val="00020600040101010101"/>
    <w:charset w:val="86"/>
    <w:family w:val="auto"/>
    <w:pitch w:val="default"/>
    <w:sig w:usb0="8000003F" w:usb1="1AC17CFA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黑方W">
    <w:panose1 w:val="00020600040101010101"/>
    <w:charset w:val="86"/>
    <w:family w:val="auto"/>
    <w:pitch w:val="default"/>
    <w:sig w:usb0="A000003F" w:usb1="0AC17CFA" w:usb2="00000016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-1143000</wp:posOffset>
          </wp:positionH>
          <wp:positionV relativeFrom="paragraph">
            <wp:posOffset>-571500</wp:posOffset>
          </wp:positionV>
          <wp:extent cx="7568565" cy="10721975"/>
          <wp:effectExtent l="0" t="0" r="13335" b="3175"/>
          <wp:wrapNone/>
          <wp:docPr id="1" name="图片 1" descr="1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17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565" cy="1072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B24B49"/>
    <w:multiLevelType w:val="singleLevel"/>
    <w:tmpl w:val="7BB24B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E1507"/>
    <w:rsid w:val="57620185"/>
    <w:rsid w:val="5DCE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849fb376-e501-4a14-b8a5-f3ab8921fe12\&#26032;&#24180;&#38899;&#20048;&#20250;&#33410;&#30446;&#21333;&#28023;&#2525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新年音乐会节目单海报.docx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2021-12-23T02:45:00Z</dcterms:created>
  <dc:creator>文档存本地丢失不负责</dc:creator>
  <cp:lastModifiedBy>文档存本地丢失不负责</cp:lastModifiedBy>
  <dcterms:modified xsi:type="dcterms:W3CDTF">2021-12-23T03:06:12Z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v1.0_mb_MX1uNMOSIh7g81CN0yZM8g==</vt:lpwstr>
  </property>
  <property fmtid="{D5CDD505-2E9C-101B-9397-08002B2CF9AE}" pid="4" name="ICV">
    <vt:lpwstr>305EEAAC66504C1084B235E369DBE9FD</vt:lpwstr>
  </property>
</Properties>
</file>