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/>
    <w:p/>
    <w:p/>
    <w:p/>
    <w:p/>
    <w:p/>
    <w:p/>
    <w:p/>
    <w:p/>
    <w:p/>
    <w:p>
      <w:pPr>
        <w:rPr>
          <w:rFonts w:hint="default" w:ascii="阿里巴巴普惠体 R" w:hAnsi="阿里巴巴普惠体 R" w:eastAsia="阿里巴巴普惠体 R" w:cs="阿里巴巴普惠体 R"/>
          <w:sz w:val="32"/>
          <w:szCs w:val="32"/>
          <w:lang w:val="en-US" w:eastAsia="zh-CN"/>
        </w:rPr>
      </w:pPr>
    </w:p>
    <w:p>
      <w:pPr>
        <w:ind w:firstLine="560" w:firstLineChars="200"/>
        <w:rPr>
          <w:rFonts w:hint="eastAsia" w:ascii="阿里巴巴普惠体 R" w:hAnsi="阿里巴巴普惠体 R" w:eastAsia="阿里巴巴普惠体 R" w:cs="阿里巴巴普惠体 R"/>
          <w:color w:val="auto"/>
          <w:sz w:val="28"/>
          <w:szCs w:val="28"/>
          <w:lang w:val="en-US" w:eastAsia="zh-CN"/>
        </w:rPr>
      </w:pPr>
      <w:r>
        <w:rPr>
          <w:rFonts w:hint="eastAsia" w:ascii="阿里巴巴普惠体 R" w:hAnsi="阿里巴巴普惠体 R" w:eastAsia="阿里巴巴普惠体 R" w:cs="阿里巴巴普惠体 R"/>
          <w:color w:val="auto"/>
          <w:sz w:val="28"/>
          <w:szCs w:val="28"/>
          <w:lang w:val="en-US" w:eastAsia="zh-CN"/>
        </w:rPr>
        <w:t>xx月xx日下午</w:t>
      </w:r>
    </w:p>
    <w:p>
      <w:pPr>
        <w:ind w:firstLine="560" w:firstLineChars="200"/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</w:pPr>
      <w:r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  <w:t>12:00-15:00          嘉宾现场签到</w:t>
      </w:r>
    </w:p>
    <w:p>
      <w:pPr>
        <w:ind w:firstLine="560" w:firstLineChars="200"/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</w:pPr>
      <w:r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  <w:t>15:30-17:30          公司介绍及今年的成绩</w:t>
      </w:r>
    </w:p>
    <w:p>
      <w:pPr>
        <w:ind w:firstLine="560" w:firstLineChars="200"/>
        <w:rPr>
          <w:rFonts w:hint="default" w:ascii="阿里巴巴普惠体 R" w:hAnsi="阿里巴巴普惠体 R" w:eastAsia="阿里巴巴普惠体 R" w:cs="阿里巴巴普惠体 R"/>
          <w:sz w:val="28"/>
          <w:szCs w:val="28"/>
          <w:lang w:val="en-US" w:eastAsia="zh-CN"/>
        </w:rPr>
      </w:pPr>
      <w:r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  <w:t>17:30-18:00          上年度业绩特出人员颁奖</w:t>
      </w:r>
    </w:p>
    <w:p>
      <w:pPr>
        <w:ind w:firstLine="560" w:firstLineChars="200"/>
        <w:rPr>
          <w:rFonts w:hint="default" w:ascii="阿里巴巴普惠体 R" w:hAnsi="阿里巴巴普惠体 R" w:eastAsia="阿里巴巴普惠体 R" w:cs="阿里巴巴普惠体 R"/>
          <w:sz w:val="28"/>
          <w:szCs w:val="28"/>
          <w:lang w:val="en-US" w:eastAsia="zh-CN"/>
        </w:rPr>
      </w:pPr>
    </w:p>
    <w:p>
      <w:pPr>
        <w:ind w:firstLine="560" w:firstLineChars="200"/>
        <w:jc w:val="center"/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</w:pPr>
    </w:p>
    <w:p>
      <w:pPr>
        <w:ind w:firstLine="320" w:firstLineChars="200"/>
        <w:rPr>
          <w:rFonts w:hint="eastAsia" w:ascii="阿里巴巴普惠体 R" w:hAnsi="阿里巴巴普惠体 R" w:eastAsia="阿里巴巴普惠体 R" w:cs="阿里巴巴普惠体 R"/>
          <w:sz w:val="16"/>
          <w:szCs w:val="16"/>
          <w:lang w:val="en-US" w:eastAsia="zh-CN"/>
        </w:rPr>
      </w:pPr>
    </w:p>
    <w:p>
      <w:pPr>
        <w:ind w:firstLine="560" w:firstLineChars="200"/>
        <w:rPr>
          <w:rFonts w:hint="default" w:ascii="阿里巴巴普惠体 R" w:hAnsi="阿里巴巴普惠体 R" w:eastAsia="阿里巴巴普惠体 R" w:cs="阿里巴巴普惠体 R"/>
          <w:sz w:val="28"/>
          <w:szCs w:val="28"/>
          <w:lang w:val="en-US" w:eastAsia="zh-CN"/>
        </w:rPr>
      </w:pPr>
      <w:r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  <w:t>18:00-19:30          XXX酒店大厅晚宴</w:t>
      </w:r>
    </w:p>
    <w:p>
      <w:pPr>
        <w:ind w:firstLine="560" w:firstLineChars="200"/>
        <w:rPr>
          <w:rFonts w:hint="default" w:ascii="阿里巴巴普惠体 R" w:hAnsi="阿里巴巴普惠体 R" w:eastAsia="阿里巴巴普惠体 R" w:cs="阿里巴巴普惠体 R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阿里巴巴普惠体 R" w:hAnsi="阿里巴巴普惠体 R" w:eastAsia="阿里巴巴普惠体 R" w:cs="阿里巴巴普惠体 R"/>
          <w:sz w:val="28"/>
          <w:szCs w:val="28"/>
          <w:lang w:val="en-US" w:eastAsia="zh-CN"/>
        </w:rPr>
      </w:pPr>
    </w:p>
    <w:p>
      <w:pPr>
        <w:ind w:firstLine="320" w:firstLineChars="200"/>
        <w:rPr>
          <w:rFonts w:hint="default" w:ascii="阿里巴巴普惠体 R" w:hAnsi="阿里巴巴普惠体 R" w:eastAsia="阿里巴巴普惠体 R" w:cs="阿里巴巴普惠体 R"/>
          <w:sz w:val="16"/>
          <w:szCs w:val="16"/>
          <w:lang w:val="en-US" w:eastAsia="zh-CN"/>
        </w:rPr>
      </w:pPr>
    </w:p>
    <w:p>
      <w:pPr>
        <w:ind w:firstLine="560" w:firstLineChars="200"/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</w:pPr>
      <w:r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  <w:t>19:30-21:00          晚会节目表演</w:t>
      </w:r>
    </w:p>
    <w:p>
      <w:pPr>
        <w:ind w:firstLine="560" w:firstLineChars="200"/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</w:pPr>
      <w:r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  <w:t>21:30-22:00          公司领导展望新年致辞</w:t>
      </w:r>
    </w:p>
    <w:p>
      <w:pPr>
        <w:ind w:firstLine="560" w:firstLineChars="200"/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</w:pPr>
    </w:p>
    <w:p>
      <w:pPr>
        <w:ind w:firstLine="200" w:firstLineChars="200"/>
        <w:rPr>
          <w:rFonts w:hint="default" w:ascii="阿里巴巴普惠体 R" w:hAnsi="阿里巴巴普惠体 R" w:eastAsia="阿里巴巴普惠体 R" w:cs="阿里巴巴普惠体 R"/>
          <w:sz w:val="10"/>
          <w:szCs w:val="10"/>
          <w:lang w:val="en-US" w:eastAsia="zh-CN"/>
        </w:rPr>
      </w:pPr>
    </w:p>
    <w:p>
      <w:pPr>
        <w:ind w:firstLine="560" w:firstLineChars="200"/>
        <w:rPr>
          <w:rFonts w:hint="default" w:ascii="阿里巴巴普惠体 R" w:hAnsi="阿里巴巴普惠体 R" w:eastAsia="阿里巴巴普惠体 R" w:cs="阿里巴巴普惠体 R"/>
          <w:sz w:val="28"/>
          <w:szCs w:val="28"/>
          <w:lang w:val="en-US" w:eastAsia="zh-CN"/>
        </w:rPr>
      </w:pPr>
      <w:r>
        <w:rPr>
          <w:rFonts w:hint="eastAsia" w:ascii="阿里巴巴普惠体 R" w:hAnsi="阿里巴巴普惠体 R" w:eastAsia="阿里巴巴普惠体 R" w:cs="阿里巴巴普惠体 R"/>
          <w:sz w:val="28"/>
          <w:szCs w:val="28"/>
          <w:lang w:val="en-US" w:eastAsia="zh-CN"/>
        </w:rPr>
        <w:t>22:30-23:00          公司按排车将员工接离酒店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阿里巴巴普惠体 R">
    <w:panose1 w:val="00020600040101010101"/>
    <w:charset w:val="86"/>
    <w:family w:val="auto"/>
    <w:pitch w:val="default"/>
    <w:sig w:usb0="A00002FF" w:usb1="7ACF7CFB" w:usb2="0000001E" w:usb3="00000000" w:csb0="0004009F" w:csb1="00000000"/>
  </w:font>
  <w:font w:name="Blackadder ITC">
    <w:altName w:val="DFPFangYuanW7-B5"/>
    <w:panose1 w:val="04020505051007020D02"/>
    <w:charset w:val="00"/>
    <w:family w:val="auto"/>
    <w:pitch w:val="default"/>
    <w:sig w:usb0="00000000" w:usb1="00000000" w:usb2="00000000" w:usb3="00000000" w:csb0="20000001" w:csb1="00000000"/>
  </w:font>
  <w:font w:name="DFPFangYuanW7-B5">
    <w:panose1 w:val="040B0700000000000000"/>
    <w:charset w:val="88"/>
    <w:family w:val="auto"/>
    <w:pitch w:val="default"/>
    <w:sig w:usb0="800002E3" w:usb1="38CFFCFA" w:usb2="00000016" w:usb3="00000000" w:csb0="00100001" w:csb1="00000000"/>
  </w:font>
  <w:font w:name="阿里巴巴普惠体 M">
    <w:panose1 w:val="00020600040101010101"/>
    <w:charset w:val="86"/>
    <w:family w:val="auto"/>
    <w:pitch w:val="default"/>
    <w:sig w:usb0="A00002FF" w:usb1="7ACF7CFB" w:usb2="0000001E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28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-734695</wp:posOffset>
              </wp:positionH>
              <wp:positionV relativeFrom="paragraph">
                <wp:posOffset>-2516505</wp:posOffset>
              </wp:positionV>
              <wp:extent cx="174625" cy="561975"/>
              <wp:effectExtent l="0" t="0" r="3175" b="9525"/>
              <wp:wrapNone/>
              <wp:docPr id="30" name="组合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174625" cy="561975"/>
                        <a:chOff x="12700" y="6841"/>
                        <a:chExt cx="275" cy="885"/>
                      </a:xfrm>
                    </wpg:grpSpPr>
                    <wps:wsp>
                      <wps:cNvPr id="20" name="流程图: 合并 11"/>
                      <wps:cNvSpPr/>
                      <wps:spPr>
                        <a:xfrm>
                          <a:off x="12700" y="755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21" name="流程图: 合并 12"/>
                      <wps:cNvSpPr/>
                      <wps:spPr>
                        <a:xfrm>
                          <a:off x="12700" y="7216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22" name="流程图: 合并 13"/>
                      <wps:cNvSpPr/>
                      <wps:spPr>
                        <a:xfrm>
                          <a:off x="12700" y="684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flip:y;margin-left:-57.85pt;margin-top:-198.15pt;height:44.25pt;width:13.75pt;z-index:251671552;mso-width-relative:page;mso-height-relative:page;" coordorigin="12700,6841" coordsize="275,885" o:gfxdata="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II4pDncAAAADgEAAA8AAAAAAAAAAQAgAAAAIgAAAGRycy9kb3ducmV2LnhtbFBLAQIUABQAAAAI&#10;AIdO4kBHC8C1PwMAACQMAAAOAAAAAAAAAAEAIAAAACsBAABkcnMvZTJvRG9jLnhtbFBLBQYAAAAA&#10;BgAGAFkBAADcBgAAAAA=&#10;">
              <o:lock v:ext="edit" aspectratio="f"/>
              <v:shape id="流程图: 合并 11" o:spid="_x0000_s1026" o:spt="128" type="#_x0000_t128" style="position:absolute;left:12700;top:7551;height:175;width:275;v-text-anchor:middle;" fillcolor="#C70B05" filled="t" stroked="f" coordsize="21600,21600" o:gfxdata="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Au83u5AAAA2wAA&#10;AA8AAAAAAAAAAQAgAAAAIgAAAGRycy9kb3ducmV2LnhtbFBLAQIUABQAAAAIAIdO4kAzLwWeOwAA&#10;ADkAAAAQAAAAAAAAAAEAIAAAAAgBAABkcnMvc2hhcGV4bWwueG1sUEsFBgAAAAAGAAYAWwEAALID&#10;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流程图: 合并 12" o:spid="_x0000_s1026" o:spt="128" type="#_x0000_t128" style="position:absolute;left:12700;top:7216;height:175;width:275;v-text-anchor:middle;" fillcolor="#C70B05" filled="t" stroked="f" coordsize="21600,21600" o:gfxdata="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iVuC8AAAA&#10;2wAAAA8AAAAAAAAAAQAgAAAAIgAAAGRycy9kb3ducmV2LnhtbFBLAQIUABQAAAAIAIdO4kAzLwWe&#10;OwAAADkAAAAQAAAAAAAAAAEAIAAAAAsBAABkcnMvc2hhcGV4bWwueG1sUEsFBgAAAAAGAAYAWwEA&#10;ALUDAAAAAA==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流程图: 合并 13" o:spid="_x0000_s1026" o:spt="128" type="#_x0000_t128" style="position:absolute;left:12700;top:6841;height:175;width:275;v-text-anchor:middle;" fillcolor="#C70B05" filled="t" stroked="f" coordsize="21600,21600" o:gfxdata="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sMiXvQAA&#10;ANsAAAAPAAAAAAAAAAEAIAAAACIAAABkcnMvZG93bnJldi54bWxQSwECFAAUAAAACACHTuJAMy8F&#10;njsAAAA5AAAAEAAAAAAAAAABACAAAAAMAQAAZHJzL3NoYXBleG1sLnhtbFBLBQYAAAAABgAGAFsB&#10;AAC2Aw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v:group>
          </w:pict>
        </mc:Fallback>
      </mc:AlternateContent>
    </w:r>
    <w:r>
      <w:rPr>
        <w:sz w:val="28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5894705</wp:posOffset>
              </wp:positionH>
              <wp:positionV relativeFrom="paragraph">
                <wp:posOffset>-2500630</wp:posOffset>
              </wp:positionV>
              <wp:extent cx="174625" cy="561975"/>
              <wp:effectExtent l="0" t="0" r="3175" b="9525"/>
              <wp:wrapNone/>
              <wp:docPr id="31" name="组合 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174625" cy="561975"/>
                        <a:chOff x="23140" y="7081"/>
                        <a:chExt cx="275" cy="885"/>
                      </a:xfrm>
                    </wpg:grpSpPr>
                    <wps:wsp>
                      <wps:cNvPr id="24" name="流程图: 合并 16"/>
                      <wps:cNvSpPr/>
                      <wps:spPr>
                        <a:xfrm>
                          <a:off x="23140" y="779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25" name="流程图: 合并 15"/>
                      <wps:cNvSpPr/>
                      <wps:spPr>
                        <a:xfrm>
                          <a:off x="23140" y="7456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26" name="流程图: 合并 14"/>
                      <wps:cNvSpPr/>
                      <wps:spPr>
                        <a:xfrm>
                          <a:off x="23140" y="708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flip:y;margin-left:464.15pt;margin-top:-196.9pt;height:44.25pt;width:13.75pt;z-index:251670528;mso-width-relative:page;mso-height-relative:page;" coordorigin="23140,7081" coordsize="275,885" o:gfxdata="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">
              <o:lock v:ext="edit" aspectratio="f"/>
              <v:shape id="流程图: 合并 16" o:spid="_x0000_s1026" o:spt="128" type="#_x0000_t128" style="position:absolute;left:23140;top:7791;height:175;width:275;v-text-anchor:middle;" fillcolor="#C70B05" filled="t" stroked="f" coordsize="21600,21600" o:gfxdata="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FfV4vQAA&#10;ANsAAAAPAAAAAAAAAAEAIAAAACIAAABkcnMvZG93bnJldi54bWxQSwECFAAUAAAACACHTuJAMy8F&#10;njsAAAA5AAAAEAAAAAAAAAABACAAAAAMAQAAZHJzL3NoYXBleG1sLnhtbFBLBQYAAAAABgAGAFsB&#10;AAC2AwAAAAA=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流程图: 合并 15" o:spid="_x0000_s1026" o:spt="128" type="#_x0000_t128" style="position:absolute;left:23140;top:7456;height:175;width:275;v-text-anchor:middle;" fillcolor="#C70B05" filled="t" stroked="f" coordsize="21600,21600" o:gfxdata="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WVDjvQAA&#10;ANsAAAAPAAAAAAAAAAEAIAAAACIAAABkcnMvZG93bnJldi54bWxQSwECFAAUAAAACACHTuJAMy8F&#10;njsAAAA5AAAAEAAAAAAAAAABACAAAAAMAQAAZHJzL3NoYXBleG1sLnhtbFBLBQYAAAAABgAGAFsB&#10;AAC2AwAAAAA=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流程图: 合并 14" o:spid="_x0000_s1026" o:spt="128" type="#_x0000_t128" style="position:absolute;left:23140;top:7081;height:175;width:275;v-text-anchor:middle;" fillcolor="#C70B05" filled="t" stroked="f" coordsize="21600,21600" o:gfxdata="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IvOlL4A&#10;AADbAAAADwAAAAAAAAABACAAAAAiAAAAZHJzL2Rvd25yZXYueG1sUEsBAhQAFAAAAAgAh07iQDMv&#10;BZ47AAAAOQAAABAAAAAAAAAAAQAgAAAADQEAAGRycy9zaGFwZXhtbC54bWxQSwUGAAAAAAYABgBb&#10;AQAAtwMAAAAA&#10;">
                <v:fill on="t" focussize="0,0"/>
                <v:stroke on="f" weight="1pt" miterlimit="8" joinstyle="miter"/>
                <v:imagedata o:title=""/>
                <o:lock v:ext="edit" aspectratio="f"/>
              </v:shape>
            </v:group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318770</wp:posOffset>
              </wp:positionH>
              <wp:positionV relativeFrom="paragraph">
                <wp:posOffset>-3266440</wp:posOffset>
              </wp:positionV>
              <wp:extent cx="4636135" cy="659765"/>
              <wp:effectExtent l="0" t="0" r="12065" b="635"/>
              <wp:wrapNone/>
              <wp:docPr id="5" name="流程图: 可选过程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36135" cy="659765"/>
                      </a:xfrm>
                      <a:prstGeom prst="flowChartAlternateProcess">
                        <a:avLst/>
                      </a:prstGeom>
                      <a:solidFill>
                        <a:srgbClr val="C70B0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hint="eastAsia" w:ascii="阿里巴巴普惠体 M" w:hAnsi="阿里巴巴普惠体 M" w:eastAsia="阿里巴巴普惠体 M" w:cs="阿里巴巴普惠体 M"/>
                              <w:sz w:val="52"/>
                              <w:szCs w:val="52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阿里巴巴普惠体 M" w:hAnsi="阿里巴巴普惠体 M" w:eastAsia="阿里巴巴普惠体 M" w:cs="阿里巴巴普惠体 M"/>
                              <w:sz w:val="52"/>
                              <w:szCs w:val="52"/>
                              <w:lang w:val="en-US" w:eastAsia="zh-CN"/>
                            </w:rPr>
                            <w:t>年会晚会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176" type="#_x0000_t176" style="position:absolute;left:0pt;margin-left:25.1pt;margin-top:-257.2pt;height:51.95pt;width:365.05pt;z-index:251663360;v-text-anchor:middle;mso-width-relative:page;mso-height-relative:page;" fillcolor="#C70B05" filled="t" stroked="f" coordsize="21600,21600" o:gfxdata="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4kMRrN0AAAAMAQAADwAAAAAAAAABACAAAAAiAAAAZHJzL2Rvd25yZXYueG1sUEsB&#10;AhQAFAAAAAgAh07iQBbpdpWbAgAA/AQAAA4AAAAAAAAAAQAgAAAALAEAAGRycy9lMm9Eb2MueG1s&#10;UEsFBgAAAAAGAAYAWQEAADkGAAAAAA==&#10;">
              <v:fill on="t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阿里巴巴普惠体 M" w:hAnsi="阿里巴巴普惠体 M" w:eastAsia="阿里巴巴普惠体 M" w:cs="阿里巴巴普惠体 M"/>
                        <w:sz w:val="52"/>
                        <w:szCs w:val="52"/>
                        <w:lang w:val="en-US" w:eastAsia="zh-CN"/>
                      </w:rPr>
                    </w:pPr>
                    <w:r>
                      <w:rPr>
                        <w:rFonts w:hint="eastAsia" w:ascii="阿里巴巴普惠体 M" w:hAnsi="阿里巴巴普惠体 M" w:eastAsia="阿里巴巴普惠体 M" w:cs="阿里巴巴普惠体 M"/>
                        <w:sz w:val="52"/>
                        <w:szCs w:val="52"/>
                        <w:lang w:val="en-US" w:eastAsia="zh-CN"/>
                      </w:rPr>
                      <w:t>年会晚会</w:t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306070</wp:posOffset>
              </wp:positionH>
              <wp:positionV relativeFrom="paragraph">
                <wp:posOffset>-1475740</wp:posOffset>
              </wp:positionV>
              <wp:extent cx="4636135" cy="659765"/>
              <wp:effectExtent l="0" t="0" r="12065" b="635"/>
              <wp:wrapNone/>
              <wp:docPr id="6" name="流程图: 可选过程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36135" cy="659765"/>
                      </a:xfrm>
                      <a:prstGeom prst="flowChartAlternateProcess">
                        <a:avLst/>
                      </a:prstGeom>
                      <a:solidFill>
                        <a:srgbClr val="C70B0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hint="eastAsia" w:ascii="阿里巴巴普惠体 M" w:hAnsi="阿里巴巴普惠体 M" w:eastAsia="阿里巴巴普惠体 M" w:cs="阿里巴巴普惠体 M"/>
                              <w:sz w:val="52"/>
                              <w:szCs w:val="52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阿里巴巴普惠体 M" w:hAnsi="阿里巴巴普惠体 M" w:eastAsia="阿里巴巴普惠体 M" w:cs="阿里巴巴普惠体 M"/>
                              <w:sz w:val="52"/>
                              <w:szCs w:val="52"/>
                              <w:lang w:val="en-US" w:eastAsia="zh-CN"/>
                            </w:rPr>
                            <w:t>年会结束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176" type="#_x0000_t176" style="position:absolute;left:0pt;margin-left:24.1pt;margin-top:-116.2pt;height:51.95pt;width:365.05pt;z-index:251664384;v-text-anchor:middle;mso-width-relative:page;mso-height-relative:page;" fillcolor="#C70B05" filled="t" stroked="f" coordsize="21600,21600" o:gfxdata="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/rI/T9wAAAAMAQAADwAAAAAAAAABACAAAAAiAAAAZHJzL2Rvd25yZXYueG1sUEsB&#10;AhQAFAAAAAgAh07iQEIP5kCcAgAA/AQAAA4AAAAAAAAAAQAgAAAAKwEAAGRycy9lMm9Eb2MueG1s&#10;UEsFBgAAAAAGAAYAWQEAADkGAAAAAA==&#10;">
              <v:fill on="t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阿里巴巴普惠体 M" w:hAnsi="阿里巴巴普惠体 M" w:eastAsia="阿里巴巴普惠体 M" w:cs="阿里巴巴普惠体 M"/>
                        <w:sz w:val="52"/>
                        <w:szCs w:val="52"/>
                        <w:lang w:val="en-US" w:eastAsia="zh-CN"/>
                      </w:rPr>
                    </w:pPr>
                    <w:r>
                      <w:rPr>
                        <w:rFonts w:hint="eastAsia" w:ascii="阿里巴巴普惠体 M" w:hAnsi="阿里巴巴普惠体 M" w:eastAsia="阿里巴巴普惠体 M" w:cs="阿里巴巴普惠体 M"/>
                        <w:sz w:val="52"/>
                        <w:szCs w:val="52"/>
                        <w:lang w:val="en-US" w:eastAsia="zh-CN"/>
                      </w:rPr>
                      <w:t>年会结束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-1143635</wp:posOffset>
          </wp:positionH>
          <wp:positionV relativeFrom="paragraph">
            <wp:posOffset>-542925</wp:posOffset>
          </wp:positionV>
          <wp:extent cx="7583805" cy="10687050"/>
          <wp:effectExtent l="0" t="0" r="10795" b="6350"/>
          <wp:wrapNone/>
          <wp:docPr id="1" name="图片 1" descr="E:\搜狗高速下载\签11.png签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E:\搜狗高速下载\签11.png签11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8380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1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73660</wp:posOffset>
              </wp:positionH>
              <wp:positionV relativeFrom="paragraph">
                <wp:posOffset>1124585</wp:posOffset>
              </wp:positionV>
              <wp:extent cx="5127625" cy="6350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27625" cy="63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hint="default" w:ascii="Blackadder ITC" w:hAnsi="Blackadder ITC" w:cs="Blackadder ITC"/>
                              <w:color w:val="C70B05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hint="default" w:ascii="Blackadder ITC" w:hAnsi="Blackadder ITC" w:cs="Blackadder ITC"/>
                              <w:color w:val="C70B05"/>
                              <w:sz w:val="52"/>
                              <w:szCs w:val="52"/>
                            </w:rPr>
                            <w:t>Grand ceremony of the annual meeting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.8pt;margin-top:88.55pt;height:50pt;width:403.75pt;z-index:251665408;mso-width-relative:page;mso-height-relative:page;" filled="f" stroked="f" coordsize="21600,21600" o:gfxdata="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FUlGv/ZAAAACgEAAA8AAAAAAAAAAQAgAAAAIgAAAGRycy9k&#10;b3ducmV2LnhtbFBLAQIUABQAAAAIAIdO4kC8MgCPOgIAAGYEAAAOAAAAAAAAAAEAIAAAACgBAABk&#10;cnMvZTJvRG9jLnhtbFBLBQYAAAAABgAGAFkBAADUBQAAAAA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default" w:ascii="Blackadder ITC" w:hAnsi="Blackadder ITC" w:cs="Blackadder ITC"/>
                        <w:color w:val="C70B05"/>
                        <w:sz w:val="52"/>
                        <w:szCs w:val="52"/>
                      </w:rPr>
                    </w:pPr>
                    <w:r>
                      <w:rPr>
                        <w:rFonts w:hint="default" w:ascii="Blackadder ITC" w:hAnsi="Blackadder ITC" w:cs="Blackadder ITC"/>
                        <w:color w:val="C70B05"/>
                        <w:sz w:val="52"/>
                        <w:szCs w:val="52"/>
                      </w:rPr>
                      <w:t>Grand ceremony of the annual meeting</w:t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344805</wp:posOffset>
              </wp:positionH>
              <wp:positionV relativeFrom="paragraph">
                <wp:posOffset>-170815</wp:posOffset>
              </wp:positionV>
              <wp:extent cx="4584700" cy="1447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84700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hint="eastAsia" w:ascii="阿里巴巴普惠体 M" w:hAnsi="阿里巴巴普惠体 M" w:eastAsia="阿里巴巴普惠体 M" w:cs="阿里巴巴普惠体 M"/>
                              <w:color w:val="C70B05"/>
                              <w:sz w:val="144"/>
                              <w:szCs w:val="144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阿里巴巴普惠体 M" w:hAnsi="阿里巴巴普惠体 M" w:eastAsia="阿里巴巴普惠体 M" w:cs="阿里巴巴普惠体 M"/>
                              <w:color w:val="C70B05"/>
                              <w:sz w:val="144"/>
                              <w:szCs w:val="144"/>
                              <w:lang w:val="en-US" w:eastAsia="zh-CN"/>
                            </w:rPr>
                            <w:t>年会盛典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7.15pt;margin-top:-13.45pt;height:114pt;width:361pt;z-index:251660288;mso-width-relative:page;mso-height-relative:page;" filled="f" stroked="f" coordsize="21600,21600" o:gfxdata="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iTJeB3AAAAAoBAAAPAAAAAAAAAAEAIAAAACIAAABk&#10;cnMvZG93bnJldi54bWxQSwECFAAUAAAACACHTuJAmARICjsCAABnBAAADgAAAAAAAAABACAAAAAr&#10;AQAAZHJzL2Uyb0RvYy54bWxQSwUGAAAAAAYABgBZAQAA2AUAAAAA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阿里巴巴普惠体 M" w:hAnsi="阿里巴巴普惠体 M" w:eastAsia="阿里巴巴普惠体 M" w:cs="阿里巴巴普惠体 M"/>
                        <w:color w:val="C70B05"/>
                        <w:sz w:val="144"/>
                        <w:szCs w:val="144"/>
                        <w:lang w:val="en-US" w:eastAsia="zh-CN"/>
                      </w:rPr>
                    </w:pPr>
                    <w:r>
                      <w:rPr>
                        <w:rFonts w:hint="eastAsia" w:ascii="阿里巴巴普惠体 M" w:hAnsi="阿里巴巴普惠体 M" w:eastAsia="阿里巴巴普惠体 M" w:cs="阿里巴巴普惠体 M"/>
                        <w:color w:val="C70B05"/>
                        <w:sz w:val="144"/>
                        <w:szCs w:val="144"/>
                        <w:lang w:val="en-US" w:eastAsia="zh-CN"/>
                      </w:rPr>
                      <w:t>年会盛典</w:t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-744220</wp:posOffset>
              </wp:positionH>
              <wp:positionV relativeFrom="paragraph">
                <wp:posOffset>3668395</wp:posOffset>
              </wp:positionV>
              <wp:extent cx="174625" cy="561975"/>
              <wp:effectExtent l="0" t="0" r="3175" b="9525"/>
              <wp:wrapNone/>
              <wp:docPr id="28" name="组合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4625" cy="561975"/>
                        <a:chOff x="12700" y="6841"/>
                        <a:chExt cx="275" cy="885"/>
                      </a:xfrm>
                    </wpg:grpSpPr>
                    <wps:wsp>
                      <wps:cNvPr id="11" name="流程图: 合并 11"/>
                      <wps:cNvSpPr/>
                      <wps:spPr>
                        <a:xfrm>
                          <a:off x="12700" y="755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2" name="流程图: 合并 12"/>
                      <wps:cNvSpPr/>
                      <wps:spPr>
                        <a:xfrm>
                          <a:off x="12700" y="7216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3" name="流程图: 合并 13"/>
                      <wps:cNvSpPr/>
                      <wps:spPr>
                        <a:xfrm>
                          <a:off x="12700" y="684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58.6pt;margin-top:288.85pt;height:44.25pt;width:13.75pt;z-index:251669504;mso-width-relative:page;mso-height-relative:page;" coordorigin="12700,6841" coordsize="275,885" o:gfxdata="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AZ0PMDcAAAADAEAAA8AAAAAAAAAAQAg&#10;AAAAIgAAAGRycy9kb3ducmV2LnhtbFBLAQIUABQAAAAIAIdO4kCSb9hLJwMAABoMAAAOAAAAAAAA&#10;AAEAIAAAACsBAABkcnMvZTJvRG9jLnhtbFBLBQYAAAAABgAGAFkBAADEBgAAAAA=&#10;">
              <o:lock v:ext="edit" aspectratio="f"/>
              <v:shape id="_x0000_s1026" o:spid="_x0000_s1026" o:spt="128" type="#_x0000_t128" style="position:absolute;left:12700;top:7551;height:175;width:275;v-text-anchor:middle;" fillcolor="#C70B05" filled="t" stroked="f" coordsize="21600,21600" o:gfxdata="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DpxdugAAANsA&#10;AAAPAAAAAAAAAAEAIAAAACIAAABkcnMvZG93bnJldi54bWxQSwECFAAUAAAACACHTuJAMy8FnjsA&#10;AAA5AAAAEAAAAAAAAAABACAAAAAJAQAAZHJzL3NoYXBleG1sLnhtbFBLBQYAAAAABgAGAFsBAACz&#10;AwAAAAA=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_x0000_s1026" o:spid="_x0000_s1026" o:spt="128" type="#_x0000_t128" style="position:absolute;left:12700;top:7216;height:175;width:275;v-text-anchor:middle;" fillcolor="#C70B05" filled="t" stroked="f" coordsize="21600,21600" o:gfxdata="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dwCKrsAAADb&#10;AAAADwAAAAAAAAABACAAAAAiAAAAZHJzL2Rvd25yZXYueG1sUEsBAhQAFAAAAAgAh07iQDMvBZ47&#10;AAAAOQAAABAAAAAAAAAAAQAgAAAACgEAAGRycy9zaGFwZXhtbC54bWxQSwUGAAAAAAYABgBbAQAA&#10;tAMAAAAA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_x0000_s1026" o:spid="_x0000_s1026" o:spt="128" type="#_x0000_t128" style="position:absolute;left:12700;top:6841;height:175;width:275;v-text-anchor:middle;" fillcolor="#C70B05" filled="t" stroked="f" coordsize="21600,21600" o:gfxdata="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pCnsbsAAADb&#10;AAAADwAAAAAAAAABACAAAAAiAAAAZHJzL2Rvd25yZXYueG1sUEsBAhQAFAAAAAgAh07iQDMvBZ47&#10;AAAAOQAAABAAAAAAAAAAAQAgAAAACgEAAGRycy9zaGFwZXhtbC54bWxQSwUGAAAAAAYABgBbAQAA&#10;tAMAAAAA&#10;">
                <v:fill on="t" focussize="0,0"/>
                <v:stroke on="f" weight="1pt" miterlimit="8" joinstyle="miter"/>
                <v:imagedata o:title=""/>
                <o:lock v:ext="edit" aspectratio="f"/>
              </v:shape>
            </v:group>
          </w:pict>
        </mc:Fallback>
      </mc:AlternateContent>
    </w:r>
    <w:r>
      <w:rPr>
        <w:sz w:val="28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5885180</wp:posOffset>
              </wp:positionH>
              <wp:positionV relativeFrom="paragraph">
                <wp:posOffset>3668395</wp:posOffset>
              </wp:positionV>
              <wp:extent cx="174625" cy="561975"/>
              <wp:effectExtent l="0" t="0" r="3175" b="9525"/>
              <wp:wrapNone/>
              <wp:docPr id="29" name="组合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4625" cy="561975"/>
                        <a:chOff x="23140" y="7081"/>
                        <a:chExt cx="275" cy="885"/>
                      </a:xfrm>
                    </wpg:grpSpPr>
                    <wps:wsp>
                      <wps:cNvPr id="16" name="流程图: 合并 16"/>
                      <wps:cNvSpPr/>
                      <wps:spPr>
                        <a:xfrm>
                          <a:off x="23140" y="779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5" name="流程图: 合并 15"/>
                      <wps:cNvSpPr/>
                      <wps:spPr>
                        <a:xfrm>
                          <a:off x="23140" y="7456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4" name="流程图: 合并 14"/>
                      <wps:cNvSpPr/>
                      <wps:spPr>
                        <a:xfrm>
                          <a:off x="23140" y="7081"/>
                          <a:ext cx="275" cy="175"/>
                        </a:xfrm>
                        <a:prstGeom prst="flowChartMerge">
                          <a:avLst/>
                        </a:prstGeom>
                        <a:solidFill>
                          <a:srgbClr val="C70B0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463.4pt;margin-top:288.85pt;height:44.25pt;width:13.75pt;z-index:251668480;mso-width-relative:page;mso-height-relative:page;" coordorigin="23140,7081" coordsize="275,885" o:gfxdata="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J4d&#10;Y/7cAAAACwEAAA8AAAAAAAAAAQAgAAAAIgAAAGRycy9kb3ducmV2LnhtbFBLAQIUABQAAAAIAIdO&#10;4kAeMFepPAMAABoMAAAOAAAAAAAAAAEAIAAAACsBAABkcnMvZTJvRG9jLnhtbFBLBQYAAAAABgAG&#10;AFkBAADZBgAAAAA=&#10;">
              <o:lock v:ext="edit" aspectratio="f"/>
              <v:shape id="_x0000_s1026" o:spid="_x0000_s1026" o:spt="128" type="#_x0000_t128" style="position:absolute;left:23140;top:7791;height:175;width:275;v-text-anchor:middle;" fillcolor="#C70B05" filled="t" stroked="f" coordsize="21600,21600" o:gfxdata="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ucEKbsAAADb&#10;AAAADwAAAAAAAAABACAAAAAiAAAAZHJzL2Rvd25yZXYueG1sUEsBAhQAFAAAAAgAh07iQDMvBZ47&#10;AAAAOQAAABAAAAAAAAAAAQAgAAAACgEAAGRycy9zaGFwZXhtbC54bWxQSwUGAAAAAAYABgBbAQAA&#10;tAMAAAAA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_x0000_s1026" o:spid="_x0000_s1026" o:spt="128" type="#_x0000_t128" style="position:absolute;left:23140;top:7456;height:175;width:275;v-text-anchor:middle;" fillcolor="#C70B05" filled="t" stroked="f" coordsize="21600,21600" o:gfxdata="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jWaXrsAAADb&#10;AAAADwAAAAAAAAABACAAAAAiAAAAZHJzL2Rvd25yZXYueG1sUEsBAhQAFAAAAAgAh07iQDMvBZ47&#10;AAAAOQAAABAAAAAAAAAAAQAgAAAACgEAAGRycy9zaGFwZXhtbC54bWxQSwUGAAAAAAYABgBbAQAA&#10;tAMAAAAA&#10;">
                <v:fill on="t" focussize="0,0"/>
                <v:stroke on="f" weight="1pt" miterlimit="8" joinstyle="miter"/>
                <v:imagedata o:title=""/>
                <o:lock v:ext="edit" aspectratio="f"/>
              </v:shape>
              <v:shape id="_x0000_s1026" o:spid="_x0000_s1026" o:spt="128" type="#_x0000_t128" style="position:absolute;left:23140;top:7081;height:175;width:275;v-text-anchor:middle;" fillcolor="#C70B05" filled="t" stroked="f" coordsize="21600,21600" o:gfxdata="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Xk/xbsAAADb&#10;AAAADwAAAAAAAAABACAAAAAiAAAAZHJzL2Rvd25yZXYueG1sUEsBAhQAFAAAAAgAh07iQDMvBZ47&#10;AAAAOQAAABAAAAAAAAAAAQAgAAAACgEAAGRycy9zaGFwZXhtbC54bWxQSwUGAAAAAAYABgBbAQAA&#10;tAMAAAAA&#10;">
                <v:fill on="t" focussize="0,0"/>
                <v:stroke on="f" weight="1pt" miterlimit="8" joinstyle="miter"/>
                <v:imagedata o:title=""/>
                <o:lock v:ext="edit" aspectratio="f"/>
              </v:shape>
            </v:group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5733415</wp:posOffset>
              </wp:positionH>
              <wp:positionV relativeFrom="paragraph">
                <wp:posOffset>4236720</wp:posOffset>
              </wp:positionV>
              <wp:extent cx="491490" cy="297561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1490" cy="29756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hint="eastAsia" w:ascii="阿里巴巴普惠体 R" w:hAnsi="阿里巴巴普惠体 R" w:eastAsia="阿里巴巴普惠体 R" w:cs="阿里巴巴普惠体 R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hint="eastAsia" w:ascii="阿里巴巴普惠体 R" w:hAnsi="阿里巴巴普惠体 R" w:eastAsia="阿里巴巴普惠体 R" w:cs="阿里巴巴普惠体 R"/>
                              <w:sz w:val="32"/>
                              <w:szCs w:val="32"/>
                            </w:rPr>
                            <w:t>牛轉乾坤滿福門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51.45pt;margin-top:333.6pt;height:234.3pt;width:38.7pt;z-index:251666432;mso-width-relative:page;mso-height-relative:page;" filled="f" stroked="f" coordsize="21600,21600" o:gfxdata="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2rmZ0dwAAAAMAQAADwAAAAAAAAABACAAAAAiAAAA&#10;ZHJzL2Rvd25yZXYueG1sUEsBAhQAFAAAAAgAh07iQGrQMQQ8AgAAZgQAAA4AAAAAAAAAAQAgAAAA&#10;KwEAAGRycy9lMm9Eb2MueG1sUEsFBgAAAAAGAAYAWQEAANkFAAAAAA=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阿里巴巴普惠体 R" w:hAnsi="阿里巴巴普惠体 R" w:eastAsia="阿里巴巴普惠体 R" w:cs="阿里巴巴普惠体 R"/>
                        <w:sz w:val="48"/>
                        <w:szCs w:val="48"/>
                      </w:rPr>
                    </w:pPr>
                    <w:r>
                      <w:rPr>
                        <w:rFonts w:hint="eastAsia" w:ascii="阿里巴巴普惠体 R" w:hAnsi="阿里巴巴普惠体 R" w:eastAsia="阿里巴巴普惠体 R" w:cs="阿里巴巴普惠体 R"/>
                        <w:sz w:val="32"/>
                        <w:szCs w:val="32"/>
                      </w:rPr>
                      <w:t>牛轉乾坤滿福門</w:t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-839470</wp:posOffset>
              </wp:positionH>
              <wp:positionV relativeFrom="paragraph">
                <wp:posOffset>4236720</wp:posOffset>
              </wp:positionV>
              <wp:extent cx="539750" cy="295402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750" cy="2954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hint="eastAsia" w:ascii="阿里巴巴普惠体 R" w:hAnsi="阿里巴巴普惠体 R" w:eastAsia="阿里巴巴普惠体 R" w:cs="阿里巴巴普惠体 R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阿里巴巴普惠体 R" w:hAnsi="阿里巴巴普惠体 R" w:eastAsia="阿里巴巴普惠体 R" w:cs="阿里巴巴普惠体 R"/>
                              <w:sz w:val="32"/>
                              <w:szCs w:val="32"/>
                            </w:rPr>
                            <w:t>春意盎然轉新機</w:t>
                          </w:r>
                        </w:p>
                        <w:p>
                          <w:pPr>
                            <w:rPr>
                              <w:rFonts w:hint="eastAsia" w:ascii="阿里巴巴普惠体 R" w:hAnsi="阿里巴巴普惠体 R" w:eastAsia="阿里巴巴普惠体 R" w:cs="阿里巴巴普惠体 R"/>
                              <w:sz w:val="48"/>
                              <w:szCs w:val="4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66.1pt;margin-top:333.6pt;height:232.6pt;width:42.5pt;z-index:251667456;mso-width-relative:page;mso-height-relative:page;" filled="f" stroked="f" coordsize="21600,21600" o:gfxdata="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uSe1PbAAAADQEAAA8AAAAAAAAAAQAgAAAAIgAAAGRy&#10;cy9kb3ducmV2LnhtbFBLAQIUABQAAAAIAIdO4kByIwFROwIAAGgEAAAOAAAAAAAAAAEAIAAAACoB&#10;AABkcnMvZTJvRG9jLnhtbFBLBQYAAAAABgAGAFkBAADXBQAAAAA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阿里巴巴普惠体 R" w:hAnsi="阿里巴巴普惠体 R" w:eastAsia="阿里巴巴普惠体 R" w:cs="阿里巴巴普惠体 R"/>
                        <w:sz w:val="32"/>
                        <w:szCs w:val="32"/>
                      </w:rPr>
                    </w:pPr>
                    <w:r>
                      <w:rPr>
                        <w:rFonts w:hint="eastAsia" w:ascii="阿里巴巴普惠体 R" w:hAnsi="阿里巴巴普惠体 R" w:eastAsia="阿里巴巴普惠体 R" w:cs="阿里巴巴普惠体 R"/>
                        <w:sz w:val="32"/>
                        <w:szCs w:val="32"/>
                      </w:rPr>
                      <w:t>春意盎然轉新機</w:t>
                    </w:r>
                  </w:p>
                  <w:p>
                    <w:pPr>
                      <w:rPr>
                        <w:rFonts w:hint="eastAsia" w:ascii="阿里巴巴普惠体 R" w:hAnsi="阿里巴巴普惠体 R" w:eastAsia="阿里巴巴普惠体 R" w:cs="阿里巴巴普惠体 R"/>
                        <w:sz w:val="48"/>
                        <w:szCs w:val="4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1097280</wp:posOffset>
              </wp:positionH>
              <wp:positionV relativeFrom="paragraph">
                <wp:posOffset>9332595</wp:posOffset>
              </wp:positionV>
              <wp:extent cx="3079750" cy="41275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9750" cy="412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hint="default" w:ascii="阿里巴巴普惠体 R" w:hAnsi="阿里巴巴普惠体 R" w:eastAsia="阿里巴巴普惠体 R" w:cs="阿里巴巴普惠体 R"/>
                              <w:color w:val="C70B05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阿里巴巴普惠体 R" w:hAnsi="阿里巴巴普惠体 R" w:eastAsia="阿里巴巴普惠体 R" w:cs="阿里巴巴普惠体 R"/>
                              <w:color w:val="C70B05"/>
                              <w:sz w:val="24"/>
                              <w:szCs w:val="24"/>
                              <w:lang w:val="en-US" w:eastAsia="zh-CN"/>
                            </w:rPr>
                            <w:t>20xx新年快乐！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86.4pt;margin-top:734.85pt;height:32.5pt;width:242.5pt;z-index:251672576;mso-width-relative:page;mso-height-relative:page;" filled="f" stroked="f" coordsize="21600,21600" o:gfxdata="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FLDTS3QAAAA0BAAAPAAAAAAAAAAEAIAAAACIAAABk&#10;cnMvZG93bnJldi54bWxQSwECFAAUAAAACACHTuJAtfhqIToCAABoBAAADgAAAAAAAAABACAAAAAs&#10;AQAAZHJzL2Uyb0RvYy54bWxQSwUGAAAAAAYABgBZAQAA2AUAAAAA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default" w:ascii="阿里巴巴普惠体 R" w:hAnsi="阿里巴巴普惠体 R" w:eastAsia="阿里巴巴普惠体 R" w:cs="阿里巴巴普惠体 R"/>
                        <w:color w:val="C70B05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eastAsia" w:ascii="阿里巴巴普惠体 R" w:hAnsi="阿里巴巴普惠体 R" w:eastAsia="阿里巴巴普惠体 R" w:cs="阿里巴巴普惠体 R"/>
                        <w:color w:val="C70B05"/>
                        <w:sz w:val="24"/>
                        <w:szCs w:val="24"/>
                        <w:lang w:val="en-US" w:eastAsia="zh-CN"/>
                      </w:rPr>
                      <w:t>20xx新年快乐！</w:t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318770</wp:posOffset>
              </wp:positionH>
              <wp:positionV relativeFrom="paragraph">
                <wp:posOffset>4731385</wp:posOffset>
              </wp:positionV>
              <wp:extent cx="4636135" cy="659765"/>
              <wp:effectExtent l="0" t="0" r="12065" b="635"/>
              <wp:wrapNone/>
              <wp:docPr id="4" name="流程图: 可选过程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36135" cy="659765"/>
                      </a:xfrm>
                      <a:prstGeom prst="flowChartAlternateProcess">
                        <a:avLst/>
                      </a:prstGeom>
                      <a:solidFill>
                        <a:srgbClr val="C70B0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hint="eastAsia" w:ascii="阿里巴巴普惠体 M" w:hAnsi="阿里巴巴普惠体 M" w:eastAsia="阿里巴巴普惠体 M" w:cs="阿里巴巴普惠体 M"/>
                              <w:sz w:val="52"/>
                              <w:szCs w:val="52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阿里巴巴普惠体 M" w:hAnsi="阿里巴巴普惠体 M" w:eastAsia="阿里巴巴普惠体 M" w:cs="阿里巴巴普惠体 M"/>
                              <w:sz w:val="52"/>
                              <w:szCs w:val="52"/>
                              <w:lang w:val="en-US" w:eastAsia="zh-CN"/>
                            </w:rPr>
                            <w:t>晚餐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176" type="#_x0000_t176" style="position:absolute;left:0pt;margin-left:25.1pt;margin-top:372.55pt;height:51.95pt;width:365.05pt;z-index:251662336;v-text-anchor:middle;mso-width-relative:page;mso-height-relative:page;" fillcolor="#C70B05" filled="t" stroked="f" coordsize="21600,21600" o:gfxdata="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PlCjEbbAAAACgEAAA8AAAAAAAAAAQAgAAAAIgAAAGRycy9kb3ducmV2LnhtbFBLAQIU&#10;ABQAAAAIAIdO4kDltilvmwIAAPwEAAAOAAAAAAAAAAEAIAAAACoBAABkcnMvZTJvRG9jLnhtbFBL&#10;BQYAAAAABgAGAFkBAAA3BgAAAAA=&#10;">
              <v:fill on="t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阿里巴巴普惠体 M" w:hAnsi="阿里巴巴普惠体 M" w:eastAsia="阿里巴巴普惠体 M" w:cs="阿里巴巴普惠体 M"/>
                        <w:sz w:val="52"/>
                        <w:szCs w:val="52"/>
                        <w:lang w:val="en-US" w:eastAsia="zh-CN"/>
                      </w:rPr>
                    </w:pPr>
                    <w:r>
                      <w:rPr>
                        <w:rFonts w:hint="eastAsia" w:ascii="阿里巴巴普惠体 M" w:hAnsi="阿里巴巴普惠体 M" w:eastAsia="阿里巴巴普惠体 M" w:cs="阿里巴巴普惠体 M"/>
                        <w:sz w:val="52"/>
                        <w:szCs w:val="52"/>
                        <w:lang w:val="en-US" w:eastAsia="zh-CN"/>
                      </w:rPr>
                      <w:t>晚餐</w:t>
                    </w:r>
                  </w:p>
                </w:txbxContent>
              </v:textbox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319405</wp:posOffset>
              </wp:positionH>
              <wp:positionV relativeFrom="paragraph">
                <wp:posOffset>2191385</wp:posOffset>
              </wp:positionV>
              <wp:extent cx="4636135" cy="659765"/>
              <wp:effectExtent l="0" t="0" r="12065" b="635"/>
              <wp:wrapNone/>
              <wp:docPr id="3" name="流程图: 可选过程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36135" cy="659765"/>
                      </a:xfrm>
                      <a:prstGeom prst="flowChartAlternateProcess">
                        <a:avLst/>
                      </a:prstGeom>
                      <a:solidFill>
                        <a:srgbClr val="C70B0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hint="eastAsia" w:ascii="阿里巴巴普惠体 M" w:hAnsi="阿里巴巴普惠体 M" w:eastAsia="阿里巴巴普惠体 M" w:cs="阿里巴巴普惠体 M"/>
                              <w:color w:val="FFFFFF" w:themeColor="background1"/>
                              <w:sz w:val="52"/>
                              <w:szCs w:val="52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阿里巴巴普惠体 M" w:hAnsi="阿里巴巴普惠体 M" w:eastAsia="阿里巴巴普惠体 M" w:cs="阿里巴巴普惠体 M"/>
                              <w:color w:val="FFFFFF" w:themeColor="background1"/>
                              <w:sz w:val="52"/>
                              <w:szCs w:val="52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年会开始</w:t>
                          </w:r>
                        </w:p>
                        <w:p>
                          <w:pPr>
                            <w:rPr>
                              <w:rFonts w:hint="eastAsia"/>
                              <w:color w:val="C70B05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176" type="#_x0000_t176" style="position:absolute;left:0pt;margin-left:25.15pt;margin-top:172.55pt;height:51.95pt;width:365.05pt;z-index:251661312;v-text-anchor:middle;mso-width-relative:page;mso-height-relative:page;" fillcolor="#C70B05" filled="t" stroked="f" coordsize="21600,21600" o:gfxdata="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ObcLwjbAAAACgEAAA8AAAAAAAAAAQAgAAAAIgAAAGRycy9kb3ducmV2LnhtbFBLAQIU&#10;ABQAAAAIAIdO4kD/IyblmwIAAPwEAAAOAAAAAAAAAAEAIAAAACoBAABkcnMvZTJvRG9jLnhtbFBL&#10;BQYAAAAABgAGAFkBAAA3BgAAAAA=&#10;">
              <v:fill on="t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阿里巴巴普惠体 M" w:hAnsi="阿里巴巴普惠体 M" w:eastAsia="阿里巴巴普惠体 M" w:cs="阿里巴巴普惠体 M"/>
                        <w:color w:val="FFFFFF" w:themeColor="background1"/>
                        <w:sz w:val="52"/>
                        <w:szCs w:val="52"/>
                        <w:lang w:val="en-US"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</w:pPr>
                    <w:r>
                      <w:rPr>
                        <w:rFonts w:hint="eastAsia" w:ascii="阿里巴巴普惠体 M" w:hAnsi="阿里巴巴普惠体 M" w:eastAsia="阿里巴巴普惠体 M" w:cs="阿里巴巴普惠体 M"/>
                        <w:color w:val="FFFFFF" w:themeColor="background1"/>
                        <w:sz w:val="52"/>
                        <w:szCs w:val="52"/>
                        <w:lang w:val="en-US"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t>年会开始</w:t>
                    </w:r>
                  </w:p>
                  <w:p>
                    <w:pPr>
                      <w:rPr>
                        <w:rFonts w:hint="eastAsia"/>
                        <w:color w:val="C70B05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75369"/>
    <w:rsid w:val="0A9C0CAB"/>
    <w:rsid w:val="2B9B778C"/>
    <w:rsid w:val="45F75369"/>
    <w:rsid w:val="4B2D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f6750345-9215-41a1-8697-0c2fe4635597\&#24180;&#20250;&#30427;&#20856;&#33410;&#30446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年会盛典节目单.docx</Template>
  <Pages>1</Pages>
  <Words>75</Words>
  <Characters>149</Characters>
  <Lines>0</Lines>
  <Paragraphs>0</Paragraphs>
  <TotalTime>2</TotalTime>
  <ScaleCrop>false</ScaleCrop>
  <LinksUpToDate>false</LinksUpToDate>
  <CharactersWithSpaces>219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2021-12-23T02:55:00Z</dcterms:created>
  <dc:creator>文档存本地丢失不负责</dc:creator>
  <cp:lastModifiedBy>文档存本地丢失不负责</cp:lastModifiedBy>
  <dcterms:modified xsi:type="dcterms:W3CDTF">2021-12-23T03:03:46Z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KSOTemplateUUID">
    <vt:lpwstr>v1.0_mb_R/OWozy3STpqml9o33yUGQ==</vt:lpwstr>
  </property>
  <property fmtid="{D5CDD505-2E9C-101B-9397-08002B2CF9AE}" pid="4" name="ICV">
    <vt:lpwstr>729DDBED23304BA4B4EEEEBA40F94FDB</vt:lpwstr>
  </property>
</Properties>
</file>